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D46B6" w14:textId="28402B77" w:rsidR="00FE0BDB" w:rsidRDefault="00FE0BDB" w:rsidP="00FE0BDB">
      <w:pPr>
        <w:pStyle w:val="Titolo2"/>
        <w:rPr>
          <w:iCs w:val="0"/>
          <w:sz w:val="36"/>
          <w:szCs w:val="36"/>
          <w:lang w:val="it-IT"/>
        </w:rPr>
      </w:pPr>
      <w:r w:rsidRPr="00FE0BDB">
        <w:rPr>
          <w:iCs w:val="0"/>
          <w:sz w:val="36"/>
          <w:szCs w:val="36"/>
          <w:lang w:val="it-IT"/>
        </w:rPr>
        <w:t xml:space="preserve">Forbice comfort TITAN: per movimentare </w:t>
      </w:r>
      <w:r w:rsidR="0002408B" w:rsidRPr="00FE0BDB">
        <w:rPr>
          <w:iCs w:val="0"/>
          <w:sz w:val="36"/>
          <w:szCs w:val="36"/>
          <w:lang w:val="it-IT"/>
        </w:rPr>
        <w:t xml:space="preserve">i pesi massimi </w:t>
      </w:r>
      <w:r w:rsidR="00DC0351">
        <w:rPr>
          <w:iCs w:val="0"/>
          <w:sz w:val="36"/>
          <w:szCs w:val="36"/>
          <w:lang w:val="it-IT"/>
        </w:rPr>
        <w:t>con una sola mano</w:t>
      </w:r>
    </w:p>
    <w:p w14:paraId="7DEEEC3B" w14:textId="758D5117" w:rsidR="000743FC" w:rsidRPr="009D23AF" w:rsidRDefault="00FE0BDB" w:rsidP="00FE0BDB">
      <w:pPr>
        <w:pStyle w:val="Titolo2"/>
        <w:rPr>
          <w:lang w:val="it-IT"/>
        </w:rPr>
      </w:pPr>
      <w:r w:rsidRPr="009D23AF">
        <w:rPr>
          <w:lang w:val="it-IT"/>
        </w:rPr>
        <w:t>Estetica di pregio e maneggevolezza</w:t>
      </w:r>
    </w:p>
    <w:p w14:paraId="51E994AF" w14:textId="77777777" w:rsidR="00F91409" w:rsidRPr="009D23AF" w:rsidRDefault="00F91409" w:rsidP="00F91409">
      <w:pPr>
        <w:rPr>
          <w:lang w:val="it-IT"/>
        </w:rPr>
      </w:pPr>
    </w:p>
    <w:p w14:paraId="08F9E428" w14:textId="6AEB25B0" w:rsidR="00AF3AF4" w:rsidRPr="00B62C60" w:rsidRDefault="00023860" w:rsidP="0019043E">
      <w:pPr>
        <w:rPr>
          <w:lang w:val="it-IT"/>
        </w:rPr>
      </w:pPr>
      <w:r>
        <w:rPr>
          <w:lang w:val="it-IT"/>
        </w:rPr>
        <w:t xml:space="preserve">Per </w:t>
      </w:r>
      <w:r w:rsidR="009D23AF" w:rsidRPr="009D23AF">
        <w:rPr>
          <w:lang w:val="it-IT"/>
        </w:rPr>
        <w:t>movimentare con una sola mano persino finestre molto pesanti</w:t>
      </w:r>
      <w:r w:rsidR="0002408B">
        <w:rPr>
          <w:lang w:val="it-IT"/>
        </w:rPr>
        <w:t>,</w:t>
      </w:r>
      <w:r w:rsidR="009D23AF" w:rsidRPr="009D23AF">
        <w:rPr>
          <w:lang w:val="it-IT"/>
        </w:rPr>
        <w:t xml:space="preserve"> </w:t>
      </w:r>
      <w:r w:rsidR="009D23AF">
        <w:rPr>
          <w:lang w:val="it-IT"/>
        </w:rPr>
        <w:t xml:space="preserve">dopo l’aerazione a ribalta, </w:t>
      </w:r>
      <w:r w:rsidR="009D23AF" w:rsidRPr="009D23AF">
        <w:rPr>
          <w:lang w:val="it-IT"/>
        </w:rPr>
        <w:t xml:space="preserve">la forbice comfort </w:t>
      </w:r>
      <w:r w:rsidR="0019043E" w:rsidRPr="009D23AF">
        <w:rPr>
          <w:lang w:val="it-IT"/>
        </w:rPr>
        <w:t xml:space="preserve">TITAN </w:t>
      </w:r>
      <w:r w:rsidR="009D23AF">
        <w:rPr>
          <w:lang w:val="it-IT"/>
        </w:rPr>
        <w:t>di</w:t>
      </w:r>
      <w:r w:rsidR="000743FC" w:rsidRPr="009D23AF">
        <w:rPr>
          <w:lang w:val="it-IT"/>
        </w:rPr>
        <w:t xml:space="preserve"> SIEGENIA </w:t>
      </w:r>
      <w:r w:rsidR="009D23AF">
        <w:rPr>
          <w:lang w:val="it-IT"/>
        </w:rPr>
        <w:t>rende la chiusura di finestre e portefinestre ad anta-ribalta di grande formato semplice e leggera</w:t>
      </w:r>
      <w:r w:rsidR="0019043E" w:rsidRPr="009D23AF">
        <w:rPr>
          <w:lang w:val="it-IT"/>
        </w:rPr>
        <w:t xml:space="preserve">. </w:t>
      </w:r>
      <w:r w:rsidR="00B62C60">
        <w:rPr>
          <w:lang w:val="it-IT"/>
        </w:rPr>
        <w:t xml:space="preserve">Con il suo aiuto </w:t>
      </w:r>
      <w:r>
        <w:rPr>
          <w:lang w:val="it-IT"/>
        </w:rPr>
        <w:t>le</w:t>
      </w:r>
      <w:r w:rsidR="00B62C60">
        <w:rPr>
          <w:lang w:val="it-IT"/>
        </w:rPr>
        <w:t xml:space="preserve"> ante dal peso elevato si possono utilizzare con una sola mano, comodamente e con leggerezza. </w:t>
      </w:r>
      <w:r w:rsidR="0002408B">
        <w:rPr>
          <w:lang w:val="it-IT"/>
        </w:rPr>
        <w:t>A</w:t>
      </w:r>
      <w:r w:rsidR="00B62C60" w:rsidRPr="00B62C60">
        <w:rPr>
          <w:lang w:val="it-IT"/>
        </w:rPr>
        <w:t>prendo a ribalta, si attiva un sistema di trazione integrato, che consente all'anta di passare dolcemente nella posizione di ribalta, riducendo al minimo il rimbalzo</w:t>
      </w:r>
      <w:r>
        <w:rPr>
          <w:lang w:val="it-IT"/>
        </w:rPr>
        <w:t>, proteggendo</w:t>
      </w:r>
      <w:r w:rsidR="00B62C60" w:rsidRPr="00B62C60">
        <w:rPr>
          <w:lang w:val="it-IT"/>
        </w:rPr>
        <w:t xml:space="preserve"> i supporti </w:t>
      </w:r>
      <w:r>
        <w:rPr>
          <w:lang w:val="it-IT"/>
        </w:rPr>
        <w:t>e facendo durare nel tempo il</w:t>
      </w:r>
      <w:r w:rsidR="00B62C60" w:rsidRPr="00B62C60">
        <w:rPr>
          <w:lang w:val="it-IT"/>
        </w:rPr>
        <w:t xml:space="preserve"> serramento</w:t>
      </w:r>
      <w:r w:rsidR="00B62C60">
        <w:rPr>
          <w:lang w:val="it-IT"/>
        </w:rPr>
        <w:t>.</w:t>
      </w:r>
      <w:r w:rsidR="0019043E" w:rsidRPr="00B62C60">
        <w:rPr>
          <w:lang w:val="it-IT"/>
        </w:rPr>
        <w:t xml:space="preserve"> </w:t>
      </w:r>
      <w:r w:rsidR="00B62C60" w:rsidRPr="00B62C60">
        <w:rPr>
          <w:lang w:val="it-IT"/>
        </w:rPr>
        <w:t xml:space="preserve">In questo modo </w:t>
      </w:r>
      <w:r>
        <w:rPr>
          <w:lang w:val="it-IT"/>
        </w:rPr>
        <w:t>si riesce</w:t>
      </w:r>
      <w:r w:rsidR="00B62C60" w:rsidRPr="00B62C60">
        <w:rPr>
          <w:lang w:val="it-IT"/>
        </w:rPr>
        <w:t xml:space="preserve"> a riportare senza problemi l’anta in posiz</w:t>
      </w:r>
      <w:r w:rsidR="00B62C60">
        <w:rPr>
          <w:lang w:val="it-IT"/>
        </w:rPr>
        <w:t xml:space="preserve">ione di chiusura. </w:t>
      </w:r>
      <w:r w:rsidR="00B62C60" w:rsidRPr="00B62C60">
        <w:rPr>
          <w:lang w:val="it-IT"/>
        </w:rPr>
        <w:t>Al momento nessuna soluzione per ante in legno, legno-alluminio e PVC è in grado d</w:t>
      </w:r>
      <w:r w:rsidR="00B62C60">
        <w:rPr>
          <w:lang w:val="it-IT"/>
        </w:rPr>
        <w:t>i far</w:t>
      </w:r>
      <w:r w:rsidR="0002408B">
        <w:rPr>
          <w:lang w:val="it-IT"/>
        </w:rPr>
        <w:t>lo</w:t>
      </w:r>
      <w:r w:rsidR="00B62C60">
        <w:rPr>
          <w:lang w:val="it-IT"/>
        </w:rPr>
        <w:t>.</w:t>
      </w:r>
    </w:p>
    <w:p w14:paraId="75B27931" w14:textId="77777777" w:rsidR="00AF3AF4" w:rsidRPr="00B62C60" w:rsidRDefault="00AF3AF4" w:rsidP="0019043E">
      <w:pPr>
        <w:rPr>
          <w:lang w:val="it-IT"/>
        </w:rPr>
      </w:pPr>
    </w:p>
    <w:p w14:paraId="5AE04283" w14:textId="5A84BC7A" w:rsidR="0019043E" w:rsidRPr="00F50949" w:rsidRDefault="00F50949" w:rsidP="0019043E">
      <w:pPr>
        <w:rPr>
          <w:lang w:val="it-IT"/>
        </w:rPr>
      </w:pPr>
      <w:r w:rsidRPr="00F50949">
        <w:rPr>
          <w:lang w:val="it-IT"/>
        </w:rPr>
        <w:t>Il suo uso confortevole rende il supporto meccanico alla chiusura la soluzione ideale per l’edilizia residenziale di pregio, ma anche per le c</w:t>
      </w:r>
      <w:r>
        <w:rPr>
          <w:lang w:val="it-IT"/>
        </w:rPr>
        <w:t xml:space="preserve">ase di riposo, le cliniche e gli edifici con un elevato numero di utilizzatori. </w:t>
      </w:r>
      <w:r w:rsidRPr="00F50949">
        <w:rPr>
          <w:lang w:val="it-IT"/>
        </w:rPr>
        <w:t>È indicato in particolar modo per finestre con ante di almeno 50 kg di peso, per portefinestre di a</w:t>
      </w:r>
      <w:r>
        <w:rPr>
          <w:lang w:val="it-IT"/>
        </w:rPr>
        <w:t>lmeno 70 kg e per ante con un rapporto altezza-larghezza sfavorevole. F</w:t>
      </w:r>
      <w:r w:rsidRPr="00F50949">
        <w:rPr>
          <w:lang w:val="it-IT"/>
        </w:rPr>
        <w:t>a sempre un</w:t>
      </w:r>
      <w:r>
        <w:rPr>
          <w:lang w:val="it-IT"/>
        </w:rPr>
        <w:t>’ottima impressione</w:t>
      </w:r>
      <w:r w:rsidRPr="00F50949">
        <w:rPr>
          <w:lang w:val="it-IT"/>
        </w:rPr>
        <w:t>, poiché grazie alla tecnica a sco</w:t>
      </w:r>
      <w:r>
        <w:rPr>
          <w:lang w:val="it-IT"/>
        </w:rPr>
        <w:t>mparsa convince per l’aspetto discreto e accattivante</w:t>
      </w:r>
      <w:r w:rsidR="00023860">
        <w:rPr>
          <w:lang w:val="it-IT"/>
        </w:rPr>
        <w:t>.</w:t>
      </w:r>
    </w:p>
    <w:p w14:paraId="68648337" w14:textId="77777777" w:rsidR="004E4DBE" w:rsidRPr="00F50949" w:rsidRDefault="004E4DBE" w:rsidP="0019043E">
      <w:pPr>
        <w:rPr>
          <w:lang w:val="it-IT"/>
        </w:rPr>
      </w:pPr>
    </w:p>
    <w:p w14:paraId="730AB6D6" w14:textId="0146380F" w:rsidR="0019043E" w:rsidRPr="009D23AF" w:rsidRDefault="009D23AF" w:rsidP="004E4DBE">
      <w:pPr>
        <w:pStyle w:val="Titolo2"/>
        <w:rPr>
          <w:lang w:val="it-IT"/>
        </w:rPr>
      </w:pPr>
      <w:r w:rsidRPr="009D23AF">
        <w:rPr>
          <w:lang w:val="it-IT"/>
        </w:rPr>
        <w:t>Produzione e montaggio in cantiere</w:t>
      </w:r>
      <w:r>
        <w:rPr>
          <w:lang w:val="it-IT"/>
        </w:rPr>
        <w:t xml:space="preserve"> efficienti</w:t>
      </w:r>
    </w:p>
    <w:p w14:paraId="7D15121F" w14:textId="6FBBBCAE" w:rsidR="00AF3AF4" w:rsidRPr="00CA3B7E" w:rsidRDefault="00CA3B7E" w:rsidP="00AF3AF4">
      <w:pPr>
        <w:rPr>
          <w:lang w:val="it-IT"/>
        </w:rPr>
      </w:pPr>
      <w:r w:rsidRPr="00CA3B7E">
        <w:rPr>
          <w:lang w:val="it-IT"/>
        </w:rPr>
        <w:t>La forbice comfort TI</w:t>
      </w:r>
      <w:r w:rsidR="0019043E" w:rsidRPr="00CA3B7E">
        <w:rPr>
          <w:lang w:val="it-IT"/>
        </w:rPr>
        <w:t>TAN</w:t>
      </w:r>
      <w:r w:rsidRPr="00CA3B7E">
        <w:rPr>
          <w:lang w:val="it-IT"/>
        </w:rPr>
        <w:t xml:space="preserve"> dimostra le proprie qualità anche nella produzione</w:t>
      </w:r>
      <w:r>
        <w:rPr>
          <w:lang w:val="it-IT"/>
        </w:rPr>
        <w:t>, campo in cui i serramentisti possono fare affidamento su processi</w:t>
      </w:r>
      <w:r w:rsidR="00023860">
        <w:rPr>
          <w:lang w:val="it-IT"/>
        </w:rPr>
        <w:t xml:space="preserve"> di montaggio</w:t>
      </w:r>
      <w:r>
        <w:rPr>
          <w:lang w:val="it-IT"/>
        </w:rPr>
        <w:t xml:space="preserve"> </w:t>
      </w:r>
      <w:r w:rsidR="00023860">
        <w:rPr>
          <w:lang w:val="it-IT"/>
        </w:rPr>
        <w:t>che già conoscono</w:t>
      </w:r>
      <w:r>
        <w:rPr>
          <w:lang w:val="it-IT"/>
        </w:rPr>
        <w:t xml:space="preserve">. </w:t>
      </w:r>
      <w:r w:rsidRPr="00CA3B7E">
        <w:rPr>
          <w:lang w:val="it-IT"/>
        </w:rPr>
        <w:t xml:space="preserve">Questa forbice si rivela convincente anche nel montaggio in cantiere: diversamente dalle soluzioni elettriche, non </w:t>
      </w:r>
      <w:r w:rsidR="00023860">
        <w:rPr>
          <w:lang w:val="it-IT"/>
        </w:rPr>
        <w:t xml:space="preserve">richiede </w:t>
      </w:r>
      <w:r w:rsidRPr="00CA3B7E">
        <w:rPr>
          <w:lang w:val="it-IT"/>
        </w:rPr>
        <w:t xml:space="preserve">cavi né alimentazione </w:t>
      </w:r>
      <w:r>
        <w:rPr>
          <w:lang w:val="it-IT"/>
        </w:rPr>
        <w:t>e si può quindi inserire in un secondo momento in tempi brevi, risparmiando denaro, con poche operazioni e senza sporcare.</w:t>
      </w:r>
    </w:p>
    <w:p w14:paraId="4F5A938D" w14:textId="4C2FF1FD" w:rsidR="00FE0BDB" w:rsidRPr="00CA3B7E" w:rsidRDefault="00FE0BDB">
      <w:pPr>
        <w:spacing w:line="240" w:lineRule="auto"/>
        <w:rPr>
          <w:lang w:val="it-IT"/>
        </w:rPr>
      </w:pPr>
      <w:r w:rsidRPr="00CA3B7E">
        <w:rPr>
          <w:lang w:val="it-IT"/>
        </w:rPr>
        <w:br w:type="page"/>
      </w:r>
    </w:p>
    <w:p w14:paraId="60DB5FD0" w14:textId="490BB539" w:rsidR="004838D7" w:rsidRPr="00FE0BDB" w:rsidRDefault="00FE0BDB" w:rsidP="004838D7">
      <w:pPr>
        <w:pStyle w:val="Titolo2"/>
        <w:rPr>
          <w:lang w:val="it-IT"/>
        </w:rPr>
      </w:pPr>
      <w:r w:rsidRPr="00FE0BDB">
        <w:rPr>
          <w:lang w:val="it-IT"/>
        </w:rPr>
        <w:lastRenderedPageBreak/>
        <w:t>Didascalie</w:t>
      </w:r>
    </w:p>
    <w:p w14:paraId="5AF7955D" w14:textId="7E2A842B" w:rsidR="002A14F9" w:rsidRPr="00FE0BDB" w:rsidRDefault="00FE0BDB" w:rsidP="002A14F9">
      <w:pPr>
        <w:rPr>
          <w:lang w:val="it-IT"/>
        </w:rPr>
      </w:pPr>
      <w:r w:rsidRPr="00FE0BDB">
        <w:rPr>
          <w:lang w:val="it-IT"/>
        </w:rPr>
        <w:t>Fonte delle immagini</w:t>
      </w:r>
      <w:r w:rsidR="002A14F9" w:rsidRPr="00FE0BDB">
        <w:rPr>
          <w:lang w:val="it-IT"/>
        </w:rPr>
        <w:t>: SIEGENIA</w:t>
      </w:r>
    </w:p>
    <w:p w14:paraId="6729F2B7" w14:textId="77777777" w:rsidR="002A14F9" w:rsidRPr="00FE0BDB" w:rsidRDefault="002A14F9" w:rsidP="002A14F9">
      <w:pPr>
        <w:rPr>
          <w:lang w:val="it-IT"/>
        </w:rPr>
      </w:pPr>
    </w:p>
    <w:p w14:paraId="4F513FD4" w14:textId="52DA1E1B" w:rsidR="00A46167" w:rsidRPr="00FE0BDB" w:rsidRDefault="00FE0BDB" w:rsidP="00A46167">
      <w:pPr>
        <w:keepNext/>
        <w:outlineLvl w:val="2"/>
        <w:rPr>
          <w:szCs w:val="20"/>
          <w:lang w:val="it-IT"/>
        </w:rPr>
      </w:pPr>
      <w:r w:rsidRPr="00FE0BDB">
        <w:rPr>
          <w:rFonts w:cs="Arial"/>
          <w:bCs/>
          <w:i/>
          <w:szCs w:val="22"/>
          <w:lang w:val="it-IT"/>
        </w:rPr>
        <w:t>Soggetto</w:t>
      </w:r>
      <w:r w:rsidR="004838D7" w:rsidRPr="00FE0BDB">
        <w:rPr>
          <w:rFonts w:cs="Arial"/>
          <w:bCs/>
          <w:i/>
          <w:szCs w:val="22"/>
          <w:lang w:val="it-IT"/>
        </w:rPr>
        <w:t>: SIE_TITAN</w:t>
      </w:r>
      <w:r w:rsidR="00B8430F" w:rsidRPr="00FE0BDB">
        <w:rPr>
          <w:rFonts w:cs="Arial"/>
          <w:bCs/>
          <w:i/>
          <w:szCs w:val="22"/>
          <w:lang w:val="it-IT"/>
        </w:rPr>
        <w:t>_Komfort</w:t>
      </w:r>
      <w:r w:rsidR="004E4DBE" w:rsidRPr="00FE0BDB">
        <w:rPr>
          <w:rFonts w:cs="Arial"/>
          <w:bCs/>
          <w:i/>
          <w:szCs w:val="22"/>
          <w:lang w:val="it-IT"/>
        </w:rPr>
        <w:t>schere</w:t>
      </w:r>
      <w:r w:rsidR="00B8430F" w:rsidRPr="00FE0BDB">
        <w:rPr>
          <w:rFonts w:cs="Arial"/>
          <w:bCs/>
          <w:i/>
          <w:szCs w:val="22"/>
          <w:lang w:val="it-IT"/>
        </w:rPr>
        <w:t>.jpg</w:t>
      </w:r>
    </w:p>
    <w:p w14:paraId="5AC210BA" w14:textId="38CB1E57" w:rsidR="00CA3B7E" w:rsidRPr="00CA3B7E" w:rsidRDefault="00CA3B7E" w:rsidP="008F304B">
      <w:pPr>
        <w:rPr>
          <w:szCs w:val="20"/>
          <w:lang w:val="it-IT"/>
        </w:rPr>
      </w:pPr>
      <w:r w:rsidRPr="00CA3B7E">
        <w:rPr>
          <w:szCs w:val="20"/>
          <w:lang w:val="it-IT"/>
        </w:rPr>
        <w:t>Dopo l'aerazione a ribalta, la nuova forbice comfort TITAN di SIEGENIA rende la chiusura di finestre e portefinestre ad anta-ribalta dal peso elevato un gioco da ragazzi</w:t>
      </w:r>
      <w:r w:rsidR="0002408B">
        <w:rPr>
          <w:szCs w:val="20"/>
          <w:lang w:val="it-IT"/>
        </w:rPr>
        <w:t>.</w:t>
      </w:r>
    </w:p>
    <w:p w14:paraId="5F5DA69F" w14:textId="77777777" w:rsidR="004838D7" w:rsidRPr="00CA3B7E" w:rsidRDefault="004838D7" w:rsidP="004838D7">
      <w:pPr>
        <w:rPr>
          <w:szCs w:val="20"/>
          <w:lang w:val="it-IT"/>
        </w:rPr>
      </w:pPr>
    </w:p>
    <w:p w14:paraId="26CE172D" w14:textId="77777777" w:rsidR="004838D7" w:rsidRPr="00CA3B7E" w:rsidRDefault="004838D7" w:rsidP="004838D7">
      <w:pPr>
        <w:rPr>
          <w:szCs w:val="20"/>
          <w:lang w:val="it-IT"/>
        </w:rPr>
      </w:pPr>
    </w:p>
    <w:p w14:paraId="4B5BE506" w14:textId="77777777" w:rsidR="00D235E9" w:rsidRPr="00CA3B7E" w:rsidRDefault="00D235E9" w:rsidP="004838D7">
      <w:pPr>
        <w:rPr>
          <w:szCs w:val="20"/>
          <w:lang w:val="it-IT"/>
        </w:rPr>
      </w:pPr>
    </w:p>
    <w:p w14:paraId="1F6E028E" w14:textId="77777777" w:rsidR="004838D7" w:rsidRPr="00CA3B7E" w:rsidRDefault="004838D7" w:rsidP="004838D7">
      <w:pPr>
        <w:rPr>
          <w:szCs w:val="20"/>
          <w:lang w:val="it-IT"/>
        </w:rPr>
      </w:pPr>
    </w:p>
    <w:p w14:paraId="5A64C03A" w14:textId="77777777" w:rsidR="004838D7" w:rsidRPr="00CA3B7E" w:rsidRDefault="004838D7" w:rsidP="004838D7">
      <w:pPr>
        <w:rPr>
          <w:szCs w:val="20"/>
          <w:lang w:val="it-IT"/>
        </w:rPr>
      </w:pPr>
    </w:p>
    <w:p w14:paraId="662F4536" w14:textId="77777777" w:rsidR="00D87A0B" w:rsidRPr="00CA3B7E" w:rsidRDefault="00D87A0B" w:rsidP="004838D7">
      <w:pPr>
        <w:rPr>
          <w:szCs w:val="20"/>
          <w:lang w:val="it-IT"/>
        </w:rPr>
      </w:pPr>
    </w:p>
    <w:p w14:paraId="3E7F2825" w14:textId="77777777" w:rsidR="00D87A0B" w:rsidRPr="00CA3B7E" w:rsidRDefault="00D87A0B" w:rsidP="004838D7">
      <w:pPr>
        <w:rPr>
          <w:szCs w:val="20"/>
          <w:lang w:val="it-IT"/>
        </w:rPr>
      </w:pPr>
    </w:p>
    <w:p w14:paraId="2F33F320" w14:textId="77777777" w:rsidR="00D87A0B" w:rsidRPr="00CA3B7E" w:rsidRDefault="00D87A0B" w:rsidP="004838D7">
      <w:pPr>
        <w:rPr>
          <w:szCs w:val="20"/>
          <w:lang w:val="it-IT"/>
        </w:rPr>
      </w:pPr>
    </w:p>
    <w:p w14:paraId="7702EABD" w14:textId="77777777" w:rsidR="00D87A0B" w:rsidRPr="00CA3B7E" w:rsidRDefault="00D87A0B" w:rsidP="004838D7">
      <w:pPr>
        <w:rPr>
          <w:szCs w:val="20"/>
          <w:lang w:val="it-IT"/>
        </w:rPr>
      </w:pPr>
    </w:p>
    <w:p w14:paraId="45F445E0" w14:textId="77777777" w:rsidR="00D87A0B" w:rsidRPr="00CA3B7E" w:rsidRDefault="00D87A0B" w:rsidP="004838D7">
      <w:pPr>
        <w:rPr>
          <w:szCs w:val="20"/>
          <w:lang w:val="it-IT"/>
        </w:rPr>
      </w:pPr>
    </w:p>
    <w:p w14:paraId="47298DE6" w14:textId="77777777" w:rsidR="00D87A0B" w:rsidRPr="00CA3B7E" w:rsidRDefault="00D87A0B" w:rsidP="004838D7">
      <w:pPr>
        <w:rPr>
          <w:szCs w:val="20"/>
          <w:lang w:val="it-IT"/>
        </w:rPr>
      </w:pPr>
    </w:p>
    <w:p w14:paraId="20357D22" w14:textId="77777777" w:rsidR="00961DB8" w:rsidRPr="00CA3B7E" w:rsidRDefault="00961DB8" w:rsidP="004838D7">
      <w:pPr>
        <w:rPr>
          <w:szCs w:val="20"/>
          <w:lang w:val="it-IT"/>
        </w:rPr>
      </w:pPr>
    </w:p>
    <w:p w14:paraId="3F0E4D41" w14:textId="77777777" w:rsidR="00D87A0B" w:rsidRPr="00CA3B7E" w:rsidRDefault="00D87A0B" w:rsidP="004838D7">
      <w:pPr>
        <w:rPr>
          <w:szCs w:val="20"/>
          <w:lang w:val="it-IT"/>
        </w:rPr>
      </w:pPr>
    </w:p>
    <w:p w14:paraId="22B69088" w14:textId="77777777" w:rsidR="00D87A0B" w:rsidRPr="00CA3B7E" w:rsidRDefault="00D87A0B" w:rsidP="004838D7">
      <w:pPr>
        <w:rPr>
          <w:szCs w:val="20"/>
          <w:lang w:val="it-IT"/>
        </w:rPr>
      </w:pPr>
    </w:p>
    <w:p w14:paraId="50D363AF" w14:textId="77777777" w:rsidR="00D87A0B" w:rsidRPr="00CA3B7E" w:rsidRDefault="00D87A0B" w:rsidP="004838D7">
      <w:pPr>
        <w:rPr>
          <w:szCs w:val="20"/>
          <w:lang w:val="it-IT"/>
        </w:rPr>
      </w:pPr>
    </w:p>
    <w:p w14:paraId="58A405D7" w14:textId="77777777" w:rsidR="00D87A0B" w:rsidRPr="00CA3B7E" w:rsidRDefault="00D87A0B" w:rsidP="004838D7">
      <w:pPr>
        <w:rPr>
          <w:szCs w:val="20"/>
          <w:lang w:val="it-IT"/>
        </w:rPr>
      </w:pPr>
    </w:p>
    <w:p w14:paraId="2780FE12" w14:textId="77777777" w:rsidR="00D87A0B" w:rsidRPr="00CA3B7E" w:rsidRDefault="00D87A0B" w:rsidP="004838D7">
      <w:pPr>
        <w:rPr>
          <w:szCs w:val="20"/>
          <w:lang w:val="it-IT"/>
        </w:rPr>
      </w:pPr>
    </w:p>
    <w:p w14:paraId="1A9FC0C6" w14:textId="77777777" w:rsidR="00DA4A12" w:rsidRPr="00CA3B7E" w:rsidRDefault="00DA4A12" w:rsidP="004838D7">
      <w:pPr>
        <w:rPr>
          <w:szCs w:val="20"/>
          <w:lang w:val="it-IT"/>
        </w:rPr>
      </w:pPr>
    </w:p>
    <w:p w14:paraId="7DB3234C" w14:textId="77777777" w:rsidR="00DA4A12" w:rsidRPr="00CA3B7E" w:rsidRDefault="00DA4A12" w:rsidP="004838D7">
      <w:pPr>
        <w:rPr>
          <w:szCs w:val="20"/>
          <w:lang w:val="it-IT"/>
        </w:rPr>
      </w:pPr>
    </w:p>
    <w:p w14:paraId="5C5E23BA" w14:textId="77777777" w:rsidR="00B8430F" w:rsidRPr="00CA3B7E" w:rsidRDefault="00B8430F" w:rsidP="004838D7">
      <w:pPr>
        <w:rPr>
          <w:szCs w:val="20"/>
          <w:lang w:val="it-IT"/>
        </w:rPr>
      </w:pPr>
    </w:p>
    <w:p w14:paraId="228D7FFF" w14:textId="77777777" w:rsidR="00B8430F" w:rsidRPr="00CA3B7E" w:rsidRDefault="00B8430F" w:rsidP="004838D7">
      <w:pPr>
        <w:rPr>
          <w:szCs w:val="20"/>
          <w:lang w:val="it-IT"/>
        </w:rPr>
      </w:pPr>
    </w:p>
    <w:p w14:paraId="297422EB" w14:textId="77777777" w:rsidR="00B8430F" w:rsidRPr="00CA3B7E" w:rsidRDefault="00B8430F" w:rsidP="004838D7">
      <w:pPr>
        <w:rPr>
          <w:szCs w:val="20"/>
          <w:lang w:val="it-IT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4"/>
      </w:tblGrid>
      <w:tr w:rsidR="00FE0BDB" w:rsidRPr="00DC0351" w14:paraId="259DF346" w14:textId="77777777" w:rsidTr="00443751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2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348"/>
              <w:gridCol w:w="3060"/>
              <w:gridCol w:w="1800"/>
            </w:tblGrid>
            <w:tr w:rsidR="00FE0BDB" w:rsidRPr="00DC0351" w14:paraId="1C5B66F1" w14:textId="77777777" w:rsidTr="00443751">
              <w:tc>
                <w:tcPr>
                  <w:tcW w:w="33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D9C12C" w14:textId="77777777" w:rsidR="00FE0BDB" w:rsidRPr="001A3630" w:rsidRDefault="00FE0BDB" w:rsidP="00443751">
                  <w:pPr>
                    <w:pStyle w:val="Formatvorlage2"/>
                    <w:rPr>
                      <w:u w:val="single"/>
                      <w:lang w:val="it-IT"/>
                    </w:rPr>
                  </w:pPr>
                  <w:r w:rsidRPr="001A3630">
                    <w:rPr>
                      <w:u w:val="single"/>
                      <w:lang w:val="it-IT"/>
                    </w:rPr>
                    <w:t>Pubblicazione a cura di</w:t>
                  </w:r>
                </w:p>
                <w:p w14:paraId="45D47B44" w14:textId="77777777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GRUPPO SIEGENIA</w:t>
                  </w:r>
                </w:p>
                <w:p w14:paraId="0389C815" w14:textId="77777777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Marketing-comunicazione</w:t>
                  </w:r>
                </w:p>
                <w:p w14:paraId="57CD8214" w14:textId="77777777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proofErr w:type="spellStart"/>
                  <w:r w:rsidRPr="001A3630">
                    <w:rPr>
                      <w:lang w:val="it-IT"/>
                    </w:rPr>
                    <w:t>Industriestraße</w:t>
                  </w:r>
                  <w:proofErr w:type="spellEnd"/>
                  <w:r w:rsidRPr="001A3630">
                    <w:rPr>
                      <w:lang w:val="it-IT"/>
                    </w:rPr>
                    <w:t xml:space="preserve"> 1-3</w:t>
                  </w:r>
                </w:p>
                <w:p w14:paraId="020418CE" w14:textId="77777777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 xml:space="preserve">D - 57234 </w:t>
                  </w:r>
                  <w:proofErr w:type="spellStart"/>
                  <w:r w:rsidRPr="001A3630">
                    <w:rPr>
                      <w:lang w:val="it-IT"/>
                    </w:rPr>
                    <w:t>Wilnsdorf</w:t>
                  </w:r>
                  <w:proofErr w:type="spellEnd"/>
                </w:p>
                <w:p w14:paraId="72383AA6" w14:textId="77777777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Tel.: +49 271 3931-412</w:t>
                  </w:r>
                </w:p>
                <w:p w14:paraId="722EEBC3" w14:textId="77777777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Fax: +49 271 3931-77412</w:t>
                  </w:r>
                </w:p>
                <w:p w14:paraId="0D17998B" w14:textId="77777777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E-mail: pr@siegenia.com</w:t>
                  </w:r>
                </w:p>
                <w:p w14:paraId="5D6A2D28" w14:textId="77777777" w:rsidR="00FE0BDB" w:rsidRPr="00452A5C" w:rsidRDefault="00FE0BDB" w:rsidP="00443751">
                  <w:pPr>
                    <w:pStyle w:val="Formatvorlage2"/>
                  </w:pPr>
                  <w:r w:rsidRPr="00452A5C">
                    <w:t>www.siegenia.com</w:t>
                  </w:r>
                </w:p>
                <w:p w14:paraId="4D533232" w14:textId="77777777" w:rsidR="00FE0BDB" w:rsidRPr="00452A5C" w:rsidRDefault="00FE0BDB" w:rsidP="00443751">
                  <w:pPr>
                    <w:pStyle w:val="Formatvorlage2"/>
                    <w:rPr>
                      <w:szCs w:val="20"/>
                    </w:rPr>
                  </w:pP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B979C4" w14:textId="77777777" w:rsidR="00FE0BDB" w:rsidRPr="00452A5C" w:rsidRDefault="00FE0BDB" w:rsidP="00443751">
                  <w:pPr>
                    <w:pStyle w:val="Formatvorlage2"/>
                    <w:rPr>
                      <w:u w:val="single"/>
                    </w:rPr>
                  </w:pPr>
                  <w:proofErr w:type="spellStart"/>
                  <w:r w:rsidRPr="00452A5C">
                    <w:rPr>
                      <w:u w:val="single"/>
                    </w:rPr>
                    <w:t>Redazione</w:t>
                  </w:r>
                  <w:proofErr w:type="spellEnd"/>
                  <w:r w:rsidRPr="00452A5C">
                    <w:rPr>
                      <w:u w:val="single"/>
                    </w:rPr>
                    <w:t>/</w:t>
                  </w:r>
                  <w:proofErr w:type="spellStart"/>
                  <w:r w:rsidRPr="00452A5C">
                    <w:rPr>
                      <w:u w:val="single"/>
                    </w:rPr>
                    <w:t>contatti</w:t>
                  </w:r>
                  <w:proofErr w:type="spellEnd"/>
                </w:p>
                <w:p w14:paraId="65810042" w14:textId="77777777" w:rsidR="00FE0BDB" w:rsidRPr="00452A5C" w:rsidRDefault="00FE0BDB" w:rsidP="00443751">
                  <w:pPr>
                    <w:pStyle w:val="Formatvorlage2"/>
                  </w:pPr>
                  <w:r w:rsidRPr="00452A5C">
                    <w:t>Kemper Kommunikation</w:t>
                  </w:r>
                </w:p>
                <w:p w14:paraId="20F3DCB0" w14:textId="77777777" w:rsidR="00FE0BDB" w:rsidRPr="00452A5C" w:rsidRDefault="00FE0BDB" w:rsidP="00443751">
                  <w:pPr>
                    <w:pStyle w:val="Formatvorlage2"/>
                  </w:pPr>
                  <w:r w:rsidRPr="00452A5C">
                    <w:t xml:space="preserve">Kirsten Kemper </w:t>
                  </w:r>
                </w:p>
                <w:p w14:paraId="46661751" w14:textId="77777777" w:rsidR="00FE0BDB" w:rsidRPr="00452A5C" w:rsidRDefault="00FE0BDB" w:rsidP="00443751">
                  <w:pPr>
                    <w:pStyle w:val="Formatvorlage2"/>
                  </w:pPr>
                  <w:r w:rsidRPr="00452A5C">
                    <w:t>Feuerwehrstraße 42</w:t>
                  </w:r>
                </w:p>
                <w:p w14:paraId="55994DEC" w14:textId="77777777" w:rsidR="00FE0BDB" w:rsidRPr="00452A5C" w:rsidRDefault="00FE0BDB" w:rsidP="00443751">
                  <w:pPr>
                    <w:pStyle w:val="Formatvorlage2"/>
                  </w:pPr>
                  <w:r w:rsidRPr="00452A5C">
                    <w:t xml:space="preserve">D - 51588 </w:t>
                  </w:r>
                  <w:proofErr w:type="spellStart"/>
                  <w:r w:rsidRPr="00452A5C">
                    <w:t>Nümbrecht</w:t>
                  </w:r>
                  <w:proofErr w:type="spellEnd"/>
                  <w:r w:rsidRPr="00452A5C">
                    <w:t xml:space="preserve"> </w:t>
                  </w:r>
                  <w:r w:rsidRPr="00452A5C">
                    <w:br/>
                    <w:t>Tel.: +49 2293 909890</w:t>
                  </w:r>
                </w:p>
                <w:p w14:paraId="754F4C38" w14:textId="77777777" w:rsidR="00FE0BDB" w:rsidRPr="00452A5C" w:rsidRDefault="00FE0BDB" w:rsidP="00443751">
                  <w:pPr>
                    <w:pStyle w:val="Formatvorlage2"/>
                  </w:pPr>
                  <w:r w:rsidRPr="00452A5C">
                    <w:t>Fax: +49 2293 909891</w:t>
                  </w:r>
                </w:p>
                <w:p w14:paraId="7E2BF959" w14:textId="77777777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E-mail: info@kemper-kommunikation.de</w:t>
                  </w:r>
                </w:p>
                <w:p w14:paraId="7809D905" w14:textId="77777777" w:rsidR="00FE0BDB" w:rsidRPr="00452A5C" w:rsidRDefault="00FE0BDB" w:rsidP="00443751">
                  <w:pPr>
                    <w:pStyle w:val="Formatvorlage2"/>
                  </w:pPr>
                  <w:r w:rsidRPr="00452A5C">
                    <w:t>www.kemper-kommunikation.de</w:t>
                  </w:r>
                </w:p>
                <w:p w14:paraId="2CD7813D" w14:textId="77777777" w:rsidR="00FE0BDB" w:rsidRPr="00452A5C" w:rsidRDefault="00FE0BDB" w:rsidP="00443751">
                  <w:pPr>
                    <w:pStyle w:val="Formatvorlage2"/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85D4B4" w14:textId="77777777" w:rsidR="00FE0BDB" w:rsidRPr="001A3630" w:rsidRDefault="00FE0BDB" w:rsidP="00443751">
                  <w:pPr>
                    <w:pStyle w:val="Formatvorlage2"/>
                    <w:rPr>
                      <w:u w:val="single"/>
                      <w:lang w:val="it-IT"/>
                    </w:rPr>
                  </w:pPr>
                  <w:r w:rsidRPr="001A3630">
                    <w:rPr>
                      <w:u w:val="single"/>
                      <w:lang w:val="it-IT"/>
                    </w:rPr>
                    <w:t>Informazioni sul testo</w:t>
                  </w:r>
                </w:p>
                <w:p w14:paraId="433DEB89" w14:textId="336F3423" w:rsidR="00FE0BDB" w:rsidRPr="00DC0351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bookmarkStart w:id="0" w:name="_GoBack"/>
                  <w:bookmarkEnd w:id="0"/>
                  <w:r w:rsidRPr="00DC0351">
                    <w:rPr>
                      <w:lang w:val="it-IT"/>
                    </w:rPr>
                    <w:t>Pagine: 1</w:t>
                  </w:r>
                </w:p>
                <w:p w14:paraId="3981C10F" w14:textId="3EDA1BB8" w:rsidR="00FE0BDB" w:rsidRPr="00DC0351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r w:rsidRPr="00DC0351">
                    <w:rPr>
                      <w:lang w:val="it-IT"/>
                    </w:rPr>
                    <w:t xml:space="preserve">Parole: </w:t>
                  </w:r>
                  <w:r w:rsidR="00DC0351" w:rsidRPr="00DC0351">
                    <w:rPr>
                      <w:lang w:val="it-IT"/>
                    </w:rPr>
                    <w:t>289</w:t>
                  </w:r>
                </w:p>
                <w:p w14:paraId="41D83191" w14:textId="50664739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r w:rsidRPr="00DC0351">
                    <w:rPr>
                      <w:lang w:val="it-IT"/>
                    </w:rPr>
                    <w:t xml:space="preserve">Caratteri: </w:t>
                  </w:r>
                  <w:r w:rsidR="00DC0351" w:rsidRPr="00DC0351">
                    <w:rPr>
                      <w:lang w:val="it-IT"/>
                    </w:rPr>
                    <w:t>1 856</w:t>
                  </w:r>
                  <w:r w:rsidRPr="001A3630">
                    <w:rPr>
                      <w:lang w:val="it-IT"/>
                    </w:rPr>
                    <w:br/>
                    <w:t>(spazi</w:t>
                  </w:r>
                  <w:r>
                    <w:rPr>
                      <w:lang w:val="it-IT"/>
                    </w:rPr>
                    <w:t xml:space="preserve"> compre</w:t>
                  </w:r>
                  <w:r w:rsidRPr="001A3630">
                    <w:rPr>
                      <w:lang w:val="it-IT"/>
                    </w:rPr>
                    <w:t>si)</w:t>
                  </w:r>
                </w:p>
                <w:p w14:paraId="1DF26EB4" w14:textId="77777777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</w:p>
                <w:p w14:paraId="788DBFDC" w14:textId="77777777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 xml:space="preserve">redatto il: </w:t>
                  </w:r>
                  <w:r>
                    <w:rPr>
                      <w:lang w:val="it-IT"/>
                    </w:rPr>
                    <w:t>14.01</w:t>
                  </w:r>
                  <w:r w:rsidRPr="001A3630">
                    <w:rPr>
                      <w:lang w:val="it-IT"/>
                    </w:rPr>
                    <w:t>.201</w:t>
                  </w:r>
                  <w:r>
                    <w:rPr>
                      <w:lang w:val="it-IT"/>
                    </w:rPr>
                    <w:t>9</w:t>
                  </w:r>
                </w:p>
                <w:p w14:paraId="71065E45" w14:textId="77777777" w:rsidR="00FE0BDB" w:rsidRPr="001A3630" w:rsidRDefault="00FE0BDB" w:rsidP="00443751">
                  <w:pPr>
                    <w:pStyle w:val="Formatvorlage2"/>
                    <w:rPr>
                      <w:szCs w:val="20"/>
                      <w:lang w:val="it-IT"/>
                    </w:rPr>
                  </w:pPr>
                </w:p>
              </w:tc>
            </w:tr>
            <w:tr w:rsidR="00FE0BDB" w:rsidRPr="00DC0351" w14:paraId="16AC7581" w14:textId="77777777" w:rsidTr="00443751">
              <w:tc>
                <w:tcPr>
                  <w:tcW w:w="820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88F859" w14:textId="77777777" w:rsidR="00FE0BDB" w:rsidRPr="001A3630" w:rsidRDefault="00FE0BDB" w:rsidP="00443751">
                  <w:pPr>
                    <w:pStyle w:val="Formatvorlage2"/>
                    <w:rPr>
                      <w:lang w:val="it-IT"/>
                    </w:rPr>
                  </w:pPr>
                  <w:r w:rsidRPr="001A3630">
                    <w:rPr>
                      <w:lang w:val="it-IT"/>
                    </w:rPr>
                    <w:t>Vi preghiamo di inviarci una copia del testo o delle immagini pubblicate.</w:t>
                  </w:r>
                </w:p>
              </w:tc>
            </w:tr>
          </w:tbl>
          <w:p w14:paraId="7124A369" w14:textId="77777777" w:rsidR="00FE0BDB" w:rsidRPr="001A3630" w:rsidRDefault="00FE0BDB" w:rsidP="00443751">
            <w:pPr>
              <w:pStyle w:val="Formatvorlage2"/>
              <w:rPr>
                <w:lang w:val="it-IT"/>
              </w:rPr>
            </w:pPr>
          </w:p>
        </w:tc>
      </w:tr>
    </w:tbl>
    <w:p w14:paraId="2D5F98F6" w14:textId="119BB775" w:rsidR="008D7633" w:rsidRPr="00FE0BDB" w:rsidRDefault="008D7633" w:rsidP="008D7633">
      <w:pPr>
        <w:rPr>
          <w:szCs w:val="20"/>
          <w:lang w:val="it-IT"/>
        </w:rPr>
      </w:pPr>
    </w:p>
    <w:sectPr w:rsidR="008D7633" w:rsidRPr="00FE0BDB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2E0DE" w14:textId="77777777" w:rsidR="00411138" w:rsidRDefault="00411138">
      <w:r>
        <w:separator/>
      </w:r>
    </w:p>
  </w:endnote>
  <w:endnote w:type="continuationSeparator" w:id="0">
    <w:p w14:paraId="21BAC30C" w14:textId="77777777" w:rsidR="00411138" w:rsidRDefault="00411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12DDA" w14:textId="77777777" w:rsidR="002819C3" w:rsidRDefault="002819C3" w:rsidP="002819C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69412" w14:textId="77777777" w:rsidR="00411138" w:rsidRDefault="00411138">
      <w:r>
        <w:separator/>
      </w:r>
    </w:p>
  </w:footnote>
  <w:footnote w:type="continuationSeparator" w:id="0">
    <w:p w14:paraId="289B7974" w14:textId="77777777" w:rsidR="00411138" w:rsidRDefault="00411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666E6" w14:textId="77777777" w:rsidR="00F71E39" w:rsidRDefault="00B0091C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 wp14:anchorId="4E67E09A" wp14:editId="0220567B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0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40FA"/>
    <w:multiLevelType w:val="hybridMultilevel"/>
    <w:tmpl w:val="DDC20806"/>
    <w:lvl w:ilvl="0" w:tplc="2ACACB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23084">
      <w:start w:val="22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8660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509C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84F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727E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825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9A4C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7062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3A3B0A"/>
    <w:multiLevelType w:val="hybridMultilevel"/>
    <w:tmpl w:val="7A021AE6"/>
    <w:lvl w:ilvl="0" w:tplc="38F6B5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10361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CE38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8E14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8AD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2AF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984E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0436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CC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A70E8A"/>
    <w:multiLevelType w:val="hybridMultilevel"/>
    <w:tmpl w:val="E1D2D0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F6E09"/>
    <w:multiLevelType w:val="hybridMultilevel"/>
    <w:tmpl w:val="2A903DEE"/>
    <w:lvl w:ilvl="0" w:tplc="268420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2B0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DEA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EBE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86BE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54F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6F8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20C2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EE7A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A421B3"/>
    <w:multiLevelType w:val="hybridMultilevel"/>
    <w:tmpl w:val="2C840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BA4E4A"/>
    <w:multiLevelType w:val="hybridMultilevel"/>
    <w:tmpl w:val="79E600EC"/>
    <w:lvl w:ilvl="0" w:tplc="B3321E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BA8A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6C38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083E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B24D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2887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6C2D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FC94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029D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85"/>
    <w:rsid w:val="00003256"/>
    <w:rsid w:val="00012716"/>
    <w:rsid w:val="0001449A"/>
    <w:rsid w:val="0001520C"/>
    <w:rsid w:val="0001668A"/>
    <w:rsid w:val="00021DE6"/>
    <w:rsid w:val="00023860"/>
    <w:rsid w:val="0002408B"/>
    <w:rsid w:val="00026907"/>
    <w:rsid w:val="00040EBF"/>
    <w:rsid w:val="00062301"/>
    <w:rsid w:val="00064165"/>
    <w:rsid w:val="000675C7"/>
    <w:rsid w:val="000737CC"/>
    <w:rsid w:val="000743FC"/>
    <w:rsid w:val="00090045"/>
    <w:rsid w:val="000943E9"/>
    <w:rsid w:val="00095303"/>
    <w:rsid w:val="000A1DF0"/>
    <w:rsid w:val="000A5CA3"/>
    <w:rsid w:val="000C7CF6"/>
    <w:rsid w:val="000D0C02"/>
    <w:rsid w:val="000D18D5"/>
    <w:rsid w:val="000D2A27"/>
    <w:rsid w:val="000D4874"/>
    <w:rsid w:val="000E0758"/>
    <w:rsid w:val="000E424C"/>
    <w:rsid w:val="000F2936"/>
    <w:rsid w:val="000F565C"/>
    <w:rsid w:val="000F67C4"/>
    <w:rsid w:val="001020D0"/>
    <w:rsid w:val="001025BB"/>
    <w:rsid w:val="001077C6"/>
    <w:rsid w:val="0010792E"/>
    <w:rsid w:val="001128F1"/>
    <w:rsid w:val="00122F20"/>
    <w:rsid w:val="00125A10"/>
    <w:rsid w:val="00137BD1"/>
    <w:rsid w:val="00143F60"/>
    <w:rsid w:val="00145655"/>
    <w:rsid w:val="00145B48"/>
    <w:rsid w:val="001529E6"/>
    <w:rsid w:val="00155514"/>
    <w:rsid w:val="00156B0C"/>
    <w:rsid w:val="00160D3F"/>
    <w:rsid w:val="00166476"/>
    <w:rsid w:val="00166FB7"/>
    <w:rsid w:val="00171398"/>
    <w:rsid w:val="00171C51"/>
    <w:rsid w:val="001764A8"/>
    <w:rsid w:val="0019043E"/>
    <w:rsid w:val="0019342C"/>
    <w:rsid w:val="001B7003"/>
    <w:rsid w:val="001C39FF"/>
    <w:rsid w:val="001D26E4"/>
    <w:rsid w:val="001E0780"/>
    <w:rsid w:val="001E1DA6"/>
    <w:rsid w:val="002012CD"/>
    <w:rsid w:val="002046D3"/>
    <w:rsid w:val="00207E4D"/>
    <w:rsid w:val="00221319"/>
    <w:rsid w:val="00237B0F"/>
    <w:rsid w:val="00240BF1"/>
    <w:rsid w:val="00241289"/>
    <w:rsid w:val="00253494"/>
    <w:rsid w:val="00254A9B"/>
    <w:rsid w:val="002559B8"/>
    <w:rsid w:val="00255FE8"/>
    <w:rsid w:val="00272508"/>
    <w:rsid w:val="002769DE"/>
    <w:rsid w:val="002819C3"/>
    <w:rsid w:val="00283AC2"/>
    <w:rsid w:val="002A14F9"/>
    <w:rsid w:val="002A202C"/>
    <w:rsid w:val="002A2F5C"/>
    <w:rsid w:val="002C00E2"/>
    <w:rsid w:val="002C36FE"/>
    <w:rsid w:val="002C5A66"/>
    <w:rsid w:val="002C6D41"/>
    <w:rsid w:val="002E4F3D"/>
    <w:rsid w:val="002E5661"/>
    <w:rsid w:val="002E59D6"/>
    <w:rsid w:val="002F0616"/>
    <w:rsid w:val="002F18BB"/>
    <w:rsid w:val="002F466F"/>
    <w:rsid w:val="003046A4"/>
    <w:rsid w:val="00306326"/>
    <w:rsid w:val="0031150D"/>
    <w:rsid w:val="003136F5"/>
    <w:rsid w:val="00324F84"/>
    <w:rsid w:val="00326F7E"/>
    <w:rsid w:val="00330BE2"/>
    <w:rsid w:val="00336438"/>
    <w:rsid w:val="00342F60"/>
    <w:rsid w:val="00350ACA"/>
    <w:rsid w:val="003514C3"/>
    <w:rsid w:val="00357C43"/>
    <w:rsid w:val="00364DEF"/>
    <w:rsid w:val="00371137"/>
    <w:rsid w:val="00372837"/>
    <w:rsid w:val="00375A48"/>
    <w:rsid w:val="0038244F"/>
    <w:rsid w:val="0038276B"/>
    <w:rsid w:val="00383374"/>
    <w:rsid w:val="0038499F"/>
    <w:rsid w:val="003914C5"/>
    <w:rsid w:val="00392D5F"/>
    <w:rsid w:val="003A1BA5"/>
    <w:rsid w:val="003B733C"/>
    <w:rsid w:val="003D61A2"/>
    <w:rsid w:val="003E0D26"/>
    <w:rsid w:val="003E378F"/>
    <w:rsid w:val="003F5974"/>
    <w:rsid w:val="004062EF"/>
    <w:rsid w:val="00411138"/>
    <w:rsid w:val="004176D4"/>
    <w:rsid w:val="00420F79"/>
    <w:rsid w:val="004333E8"/>
    <w:rsid w:val="004363B7"/>
    <w:rsid w:val="0044187A"/>
    <w:rsid w:val="00444756"/>
    <w:rsid w:val="00445E87"/>
    <w:rsid w:val="00446899"/>
    <w:rsid w:val="00447689"/>
    <w:rsid w:val="00447FED"/>
    <w:rsid w:val="0046235C"/>
    <w:rsid w:val="004629AD"/>
    <w:rsid w:val="00466E05"/>
    <w:rsid w:val="004806AF"/>
    <w:rsid w:val="004838D7"/>
    <w:rsid w:val="00486878"/>
    <w:rsid w:val="0049107A"/>
    <w:rsid w:val="004B11F2"/>
    <w:rsid w:val="004B62AB"/>
    <w:rsid w:val="004C4FDA"/>
    <w:rsid w:val="004C503A"/>
    <w:rsid w:val="004C53BE"/>
    <w:rsid w:val="004D0EB7"/>
    <w:rsid w:val="004E20D1"/>
    <w:rsid w:val="004E2322"/>
    <w:rsid w:val="004E2BD7"/>
    <w:rsid w:val="004E3AF9"/>
    <w:rsid w:val="004E4DBE"/>
    <w:rsid w:val="004E5486"/>
    <w:rsid w:val="004F0970"/>
    <w:rsid w:val="00510B93"/>
    <w:rsid w:val="00516D5B"/>
    <w:rsid w:val="00523DDC"/>
    <w:rsid w:val="005254BE"/>
    <w:rsid w:val="00537D56"/>
    <w:rsid w:val="00552DC0"/>
    <w:rsid w:val="0055550C"/>
    <w:rsid w:val="00556691"/>
    <w:rsid w:val="00563E60"/>
    <w:rsid w:val="005806C5"/>
    <w:rsid w:val="005828DF"/>
    <w:rsid w:val="00584C78"/>
    <w:rsid w:val="005852F0"/>
    <w:rsid w:val="00592833"/>
    <w:rsid w:val="005955B3"/>
    <w:rsid w:val="005A214B"/>
    <w:rsid w:val="005A3974"/>
    <w:rsid w:val="005A5DC6"/>
    <w:rsid w:val="005A6A38"/>
    <w:rsid w:val="005B2143"/>
    <w:rsid w:val="005D7915"/>
    <w:rsid w:val="005E06F2"/>
    <w:rsid w:val="005E3E61"/>
    <w:rsid w:val="005F2A75"/>
    <w:rsid w:val="005F7B2E"/>
    <w:rsid w:val="006016B0"/>
    <w:rsid w:val="006022F2"/>
    <w:rsid w:val="0061051B"/>
    <w:rsid w:val="0061253D"/>
    <w:rsid w:val="00614446"/>
    <w:rsid w:val="00617358"/>
    <w:rsid w:val="00623785"/>
    <w:rsid w:val="006279BD"/>
    <w:rsid w:val="00630405"/>
    <w:rsid w:val="0063143A"/>
    <w:rsid w:val="00634A59"/>
    <w:rsid w:val="00636B28"/>
    <w:rsid w:val="00641A4D"/>
    <w:rsid w:val="006446D6"/>
    <w:rsid w:val="00656A7F"/>
    <w:rsid w:val="00656FEE"/>
    <w:rsid w:val="00667448"/>
    <w:rsid w:val="006676A9"/>
    <w:rsid w:val="00677317"/>
    <w:rsid w:val="006866DF"/>
    <w:rsid w:val="00686E0F"/>
    <w:rsid w:val="00692205"/>
    <w:rsid w:val="00693488"/>
    <w:rsid w:val="006944D9"/>
    <w:rsid w:val="006A05C8"/>
    <w:rsid w:val="006A2FD7"/>
    <w:rsid w:val="006A4730"/>
    <w:rsid w:val="006A7184"/>
    <w:rsid w:val="006B6CD1"/>
    <w:rsid w:val="006B7979"/>
    <w:rsid w:val="006C044C"/>
    <w:rsid w:val="006C6D45"/>
    <w:rsid w:val="006E061A"/>
    <w:rsid w:val="006E0E32"/>
    <w:rsid w:val="006E5CC8"/>
    <w:rsid w:val="006F2795"/>
    <w:rsid w:val="00701954"/>
    <w:rsid w:val="00703943"/>
    <w:rsid w:val="007046C4"/>
    <w:rsid w:val="00711DC0"/>
    <w:rsid w:val="007148FF"/>
    <w:rsid w:val="00716BDB"/>
    <w:rsid w:val="00717456"/>
    <w:rsid w:val="0072033C"/>
    <w:rsid w:val="00730E66"/>
    <w:rsid w:val="00737DE1"/>
    <w:rsid w:val="0074430F"/>
    <w:rsid w:val="00751517"/>
    <w:rsid w:val="00751F3E"/>
    <w:rsid w:val="00753805"/>
    <w:rsid w:val="00757DDE"/>
    <w:rsid w:val="00764AAC"/>
    <w:rsid w:val="0076534C"/>
    <w:rsid w:val="0076614F"/>
    <w:rsid w:val="007871C1"/>
    <w:rsid w:val="0079193B"/>
    <w:rsid w:val="00794A4F"/>
    <w:rsid w:val="007A1FEA"/>
    <w:rsid w:val="007A4386"/>
    <w:rsid w:val="007A5EB4"/>
    <w:rsid w:val="007A6E1C"/>
    <w:rsid w:val="007C0E83"/>
    <w:rsid w:val="007C50D1"/>
    <w:rsid w:val="007C5C24"/>
    <w:rsid w:val="007E2B7F"/>
    <w:rsid w:val="007E4068"/>
    <w:rsid w:val="007E5BC3"/>
    <w:rsid w:val="007F3F54"/>
    <w:rsid w:val="007F43E0"/>
    <w:rsid w:val="00801D78"/>
    <w:rsid w:val="008078CF"/>
    <w:rsid w:val="008171AF"/>
    <w:rsid w:val="0082323C"/>
    <w:rsid w:val="0082382C"/>
    <w:rsid w:val="00833D9C"/>
    <w:rsid w:val="0083465B"/>
    <w:rsid w:val="00835351"/>
    <w:rsid w:val="008366E0"/>
    <w:rsid w:val="008429DC"/>
    <w:rsid w:val="00845952"/>
    <w:rsid w:val="0085079E"/>
    <w:rsid w:val="00851201"/>
    <w:rsid w:val="00853823"/>
    <w:rsid w:val="00857800"/>
    <w:rsid w:val="0086386E"/>
    <w:rsid w:val="00867961"/>
    <w:rsid w:val="008715D9"/>
    <w:rsid w:val="00871847"/>
    <w:rsid w:val="008773FA"/>
    <w:rsid w:val="0088698F"/>
    <w:rsid w:val="0088726A"/>
    <w:rsid w:val="00894ADF"/>
    <w:rsid w:val="008C5079"/>
    <w:rsid w:val="008C7A5F"/>
    <w:rsid w:val="008D2B30"/>
    <w:rsid w:val="008D3232"/>
    <w:rsid w:val="008D4541"/>
    <w:rsid w:val="008D53EA"/>
    <w:rsid w:val="008D7633"/>
    <w:rsid w:val="008F304B"/>
    <w:rsid w:val="009065DE"/>
    <w:rsid w:val="00910883"/>
    <w:rsid w:val="0092087A"/>
    <w:rsid w:val="0092580A"/>
    <w:rsid w:val="0093490C"/>
    <w:rsid w:val="0093664F"/>
    <w:rsid w:val="00943EB0"/>
    <w:rsid w:val="00945CA5"/>
    <w:rsid w:val="0095350F"/>
    <w:rsid w:val="009553BC"/>
    <w:rsid w:val="009557EA"/>
    <w:rsid w:val="00961DB8"/>
    <w:rsid w:val="00961E83"/>
    <w:rsid w:val="00963959"/>
    <w:rsid w:val="0096600A"/>
    <w:rsid w:val="0098129C"/>
    <w:rsid w:val="009A2826"/>
    <w:rsid w:val="009B067B"/>
    <w:rsid w:val="009B4822"/>
    <w:rsid w:val="009B49DF"/>
    <w:rsid w:val="009B5300"/>
    <w:rsid w:val="009B5DE9"/>
    <w:rsid w:val="009D066D"/>
    <w:rsid w:val="009D0CC8"/>
    <w:rsid w:val="009D23AF"/>
    <w:rsid w:val="009D6C04"/>
    <w:rsid w:val="009D74EE"/>
    <w:rsid w:val="009E28F9"/>
    <w:rsid w:val="009E7275"/>
    <w:rsid w:val="009E7597"/>
    <w:rsid w:val="009F41ED"/>
    <w:rsid w:val="00A062D3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6167"/>
    <w:rsid w:val="00A64B65"/>
    <w:rsid w:val="00A64D1D"/>
    <w:rsid w:val="00A661F8"/>
    <w:rsid w:val="00A662DA"/>
    <w:rsid w:val="00A6672B"/>
    <w:rsid w:val="00A80986"/>
    <w:rsid w:val="00A87496"/>
    <w:rsid w:val="00A927D0"/>
    <w:rsid w:val="00A9705C"/>
    <w:rsid w:val="00A97B0A"/>
    <w:rsid w:val="00AA224C"/>
    <w:rsid w:val="00AA6262"/>
    <w:rsid w:val="00AB0B05"/>
    <w:rsid w:val="00AB1EC7"/>
    <w:rsid w:val="00AD4128"/>
    <w:rsid w:val="00AD7705"/>
    <w:rsid w:val="00AD7B27"/>
    <w:rsid w:val="00AE06DB"/>
    <w:rsid w:val="00AE428A"/>
    <w:rsid w:val="00AE46DF"/>
    <w:rsid w:val="00AF3AF4"/>
    <w:rsid w:val="00B0091C"/>
    <w:rsid w:val="00B057B0"/>
    <w:rsid w:val="00B11AB7"/>
    <w:rsid w:val="00B239B4"/>
    <w:rsid w:val="00B305EA"/>
    <w:rsid w:val="00B32B64"/>
    <w:rsid w:val="00B3687B"/>
    <w:rsid w:val="00B40152"/>
    <w:rsid w:val="00B41B50"/>
    <w:rsid w:val="00B47777"/>
    <w:rsid w:val="00B47ADF"/>
    <w:rsid w:val="00B62C60"/>
    <w:rsid w:val="00B62ECB"/>
    <w:rsid w:val="00B63C95"/>
    <w:rsid w:val="00B63E35"/>
    <w:rsid w:val="00B65CB7"/>
    <w:rsid w:val="00B8430F"/>
    <w:rsid w:val="00B84773"/>
    <w:rsid w:val="00B84909"/>
    <w:rsid w:val="00B908A8"/>
    <w:rsid w:val="00B9109C"/>
    <w:rsid w:val="00B92EF0"/>
    <w:rsid w:val="00B93961"/>
    <w:rsid w:val="00BA4690"/>
    <w:rsid w:val="00BA5B2A"/>
    <w:rsid w:val="00BC1CA5"/>
    <w:rsid w:val="00BC43E8"/>
    <w:rsid w:val="00BD4C44"/>
    <w:rsid w:val="00BD76B1"/>
    <w:rsid w:val="00BE2189"/>
    <w:rsid w:val="00BE62B4"/>
    <w:rsid w:val="00BE69F6"/>
    <w:rsid w:val="00BF6132"/>
    <w:rsid w:val="00C02C5D"/>
    <w:rsid w:val="00C044CA"/>
    <w:rsid w:val="00C1368E"/>
    <w:rsid w:val="00C14A00"/>
    <w:rsid w:val="00C24B77"/>
    <w:rsid w:val="00C2717C"/>
    <w:rsid w:val="00C33A1F"/>
    <w:rsid w:val="00C52D3B"/>
    <w:rsid w:val="00C53FE3"/>
    <w:rsid w:val="00C615A2"/>
    <w:rsid w:val="00C65852"/>
    <w:rsid w:val="00C663D2"/>
    <w:rsid w:val="00C72B49"/>
    <w:rsid w:val="00C77106"/>
    <w:rsid w:val="00C87836"/>
    <w:rsid w:val="00C92A2E"/>
    <w:rsid w:val="00CA3B7E"/>
    <w:rsid w:val="00CA66F5"/>
    <w:rsid w:val="00CA6BD1"/>
    <w:rsid w:val="00CD2727"/>
    <w:rsid w:val="00CE16F1"/>
    <w:rsid w:val="00CE5448"/>
    <w:rsid w:val="00CE5488"/>
    <w:rsid w:val="00CE63E0"/>
    <w:rsid w:val="00CF0E8D"/>
    <w:rsid w:val="00CF6534"/>
    <w:rsid w:val="00CF72EF"/>
    <w:rsid w:val="00CF7367"/>
    <w:rsid w:val="00CF7462"/>
    <w:rsid w:val="00D04FE4"/>
    <w:rsid w:val="00D071CF"/>
    <w:rsid w:val="00D235E9"/>
    <w:rsid w:val="00D32108"/>
    <w:rsid w:val="00D402F2"/>
    <w:rsid w:val="00D45693"/>
    <w:rsid w:val="00D47D4E"/>
    <w:rsid w:val="00D54A65"/>
    <w:rsid w:val="00D55DC3"/>
    <w:rsid w:val="00D57457"/>
    <w:rsid w:val="00D62BE2"/>
    <w:rsid w:val="00D64F60"/>
    <w:rsid w:val="00D76599"/>
    <w:rsid w:val="00D81015"/>
    <w:rsid w:val="00D87A0B"/>
    <w:rsid w:val="00DA2153"/>
    <w:rsid w:val="00DA2662"/>
    <w:rsid w:val="00DA368B"/>
    <w:rsid w:val="00DA4A12"/>
    <w:rsid w:val="00DB44DA"/>
    <w:rsid w:val="00DB4ACB"/>
    <w:rsid w:val="00DC032C"/>
    <w:rsid w:val="00DC0351"/>
    <w:rsid w:val="00DC1F2A"/>
    <w:rsid w:val="00DC2B16"/>
    <w:rsid w:val="00DD5EC2"/>
    <w:rsid w:val="00DE3025"/>
    <w:rsid w:val="00DF0034"/>
    <w:rsid w:val="00DF1C10"/>
    <w:rsid w:val="00DF1EE2"/>
    <w:rsid w:val="00DF673B"/>
    <w:rsid w:val="00E03F6F"/>
    <w:rsid w:val="00E04C83"/>
    <w:rsid w:val="00E155F0"/>
    <w:rsid w:val="00E2358B"/>
    <w:rsid w:val="00E34020"/>
    <w:rsid w:val="00E3479A"/>
    <w:rsid w:val="00E52FC8"/>
    <w:rsid w:val="00E545B4"/>
    <w:rsid w:val="00E6313B"/>
    <w:rsid w:val="00E66783"/>
    <w:rsid w:val="00E734F8"/>
    <w:rsid w:val="00E76C0B"/>
    <w:rsid w:val="00E76D9B"/>
    <w:rsid w:val="00E77789"/>
    <w:rsid w:val="00E954AC"/>
    <w:rsid w:val="00EA2954"/>
    <w:rsid w:val="00EB511E"/>
    <w:rsid w:val="00EB632F"/>
    <w:rsid w:val="00EC2B6A"/>
    <w:rsid w:val="00EE03E8"/>
    <w:rsid w:val="00EE123F"/>
    <w:rsid w:val="00EE188E"/>
    <w:rsid w:val="00EF27FD"/>
    <w:rsid w:val="00EF2F06"/>
    <w:rsid w:val="00F000B5"/>
    <w:rsid w:val="00F0149D"/>
    <w:rsid w:val="00F038E5"/>
    <w:rsid w:val="00F05D3F"/>
    <w:rsid w:val="00F0659D"/>
    <w:rsid w:val="00F10E71"/>
    <w:rsid w:val="00F10EF0"/>
    <w:rsid w:val="00F142BE"/>
    <w:rsid w:val="00F222EB"/>
    <w:rsid w:val="00F25601"/>
    <w:rsid w:val="00F344B8"/>
    <w:rsid w:val="00F41966"/>
    <w:rsid w:val="00F445E5"/>
    <w:rsid w:val="00F45D74"/>
    <w:rsid w:val="00F47EE8"/>
    <w:rsid w:val="00F50949"/>
    <w:rsid w:val="00F516C4"/>
    <w:rsid w:val="00F71E39"/>
    <w:rsid w:val="00F73478"/>
    <w:rsid w:val="00F82E34"/>
    <w:rsid w:val="00F84C8D"/>
    <w:rsid w:val="00F85798"/>
    <w:rsid w:val="00F8779B"/>
    <w:rsid w:val="00F91409"/>
    <w:rsid w:val="00FA2B0A"/>
    <w:rsid w:val="00FA3E25"/>
    <w:rsid w:val="00FB5A18"/>
    <w:rsid w:val="00FD07B9"/>
    <w:rsid w:val="00FD182E"/>
    <w:rsid w:val="00FD1A3D"/>
    <w:rsid w:val="00FE0BDB"/>
    <w:rsid w:val="00FE1822"/>
    <w:rsid w:val="00FE1C52"/>
    <w:rsid w:val="00FE226B"/>
    <w:rsid w:val="00FE3AB9"/>
    <w:rsid w:val="00FE5163"/>
    <w:rsid w:val="00FF051D"/>
    <w:rsid w:val="00FF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7E0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0149D"/>
    <w:pPr>
      <w:keepNext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qFormat/>
    <w:rsid w:val="00AD7B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4838D7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2Carattere">
    <w:name w:val="Titolo 2 Carattere"/>
    <w:link w:val="Titolo2"/>
    <w:rsid w:val="004838D7"/>
    <w:rPr>
      <w:rFonts w:ascii="Arial" w:hAnsi="Arial" w:cs="Arial"/>
      <w:b/>
      <w:bCs/>
      <w:iCs/>
      <w:sz w:val="24"/>
      <w:szCs w:val="28"/>
    </w:rPr>
  </w:style>
  <w:style w:type="character" w:customStyle="1" w:styleId="Titolo3Carattere">
    <w:name w:val="Titolo 3 Carattere"/>
    <w:aliases w:val="Subhead Carattere"/>
    <w:link w:val="Titolo3"/>
    <w:rsid w:val="004838D7"/>
    <w:rPr>
      <w:rFonts w:ascii="Arial" w:hAnsi="Arial" w:cs="Arial"/>
      <w:bCs/>
      <w:i/>
      <w:szCs w:val="22"/>
    </w:rPr>
  </w:style>
  <w:style w:type="paragraph" w:styleId="Paragrafoelenco">
    <w:name w:val="List Paragraph"/>
    <w:basedOn w:val="Normale"/>
    <w:uiPriority w:val="34"/>
    <w:qFormat/>
    <w:rsid w:val="00C663D2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Rimandocommento">
    <w:name w:val="annotation reference"/>
    <w:rsid w:val="00C663D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663D2"/>
    <w:rPr>
      <w:szCs w:val="20"/>
    </w:rPr>
  </w:style>
  <w:style w:type="character" w:customStyle="1" w:styleId="TestocommentoCarattere">
    <w:name w:val="Testo commento Carattere"/>
    <w:link w:val="Testocommento"/>
    <w:rsid w:val="00C663D2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rsid w:val="00C663D2"/>
    <w:rPr>
      <w:b/>
      <w:bCs/>
    </w:rPr>
  </w:style>
  <w:style w:type="character" w:customStyle="1" w:styleId="SoggettocommentoCarattere">
    <w:name w:val="Soggetto commento Carattere"/>
    <w:link w:val="Soggettocommento"/>
    <w:rsid w:val="00C663D2"/>
    <w:rPr>
      <w:rFonts w:ascii="Arial" w:hAnsi="Arial"/>
      <w:b/>
      <w:bCs/>
    </w:rPr>
  </w:style>
  <w:style w:type="paragraph" w:styleId="NormaleWeb">
    <w:name w:val="Normal (Web)"/>
    <w:basedOn w:val="Normale"/>
    <w:uiPriority w:val="99"/>
    <w:unhideWhenUsed/>
    <w:rsid w:val="00F065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vorlage1">
    <w:name w:val="Formatvorlage1"/>
    <w:basedOn w:val="Normale"/>
    <w:rsid w:val="00DD5EC2"/>
    <w:pPr>
      <w:tabs>
        <w:tab w:val="num" w:pos="794"/>
      </w:tabs>
      <w:ind w:left="794" w:hanging="357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0149D"/>
    <w:pPr>
      <w:keepNext/>
      <w:outlineLvl w:val="1"/>
    </w:pPr>
    <w:rPr>
      <w:rFonts w:cs="Arial"/>
      <w:b/>
      <w:bCs/>
      <w:iCs/>
      <w:sz w:val="24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qFormat/>
    <w:rsid w:val="00AD7B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4838D7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2Carattere">
    <w:name w:val="Titolo 2 Carattere"/>
    <w:link w:val="Titolo2"/>
    <w:rsid w:val="004838D7"/>
    <w:rPr>
      <w:rFonts w:ascii="Arial" w:hAnsi="Arial" w:cs="Arial"/>
      <w:b/>
      <w:bCs/>
      <w:iCs/>
      <w:sz w:val="24"/>
      <w:szCs w:val="28"/>
    </w:rPr>
  </w:style>
  <w:style w:type="character" w:customStyle="1" w:styleId="Titolo3Carattere">
    <w:name w:val="Titolo 3 Carattere"/>
    <w:aliases w:val="Subhead Carattere"/>
    <w:link w:val="Titolo3"/>
    <w:rsid w:val="004838D7"/>
    <w:rPr>
      <w:rFonts w:ascii="Arial" w:hAnsi="Arial" w:cs="Arial"/>
      <w:bCs/>
      <w:i/>
      <w:szCs w:val="22"/>
    </w:rPr>
  </w:style>
  <w:style w:type="paragraph" w:styleId="Paragrafoelenco">
    <w:name w:val="List Paragraph"/>
    <w:basedOn w:val="Normale"/>
    <w:uiPriority w:val="34"/>
    <w:qFormat/>
    <w:rsid w:val="00C663D2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Rimandocommento">
    <w:name w:val="annotation reference"/>
    <w:rsid w:val="00C663D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663D2"/>
    <w:rPr>
      <w:szCs w:val="20"/>
    </w:rPr>
  </w:style>
  <w:style w:type="character" w:customStyle="1" w:styleId="TestocommentoCarattere">
    <w:name w:val="Testo commento Carattere"/>
    <w:link w:val="Testocommento"/>
    <w:rsid w:val="00C663D2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rsid w:val="00C663D2"/>
    <w:rPr>
      <w:b/>
      <w:bCs/>
    </w:rPr>
  </w:style>
  <w:style w:type="character" w:customStyle="1" w:styleId="SoggettocommentoCarattere">
    <w:name w:val="Soggetto commento Carattere"/>
    <w:link w:val="Soggettocommento"/>
    <w:rsid w:val="00C663D2"/>
    <w:rPr>
      <w:rFonts w:ascii="Arial" w:hAnsi="Arial"/>
      <w:b/>
      <w:bCs/>
    </w:rPr>
  </w:style>
  <w:style w:type="paragraph" w:styleId="NormaleWeb">
    <w:name w:val="Normal (Web)"/>
    <w:basedOn w:val="Normale"/>
    <w:uiPriority w:val="99"/>
    <w:unhideWhenUsed/>
    <w:rsid w:val="00F065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vorlage1">
    <w:name w:val="Formatvorlage1"/>
    <w:basedOn w:val="Normale"/>
    <w:rsid w:val="00DD5EC2"/>
    <w:pPr>
      <w:tabs>
        <w:tab w:val="num" w:pos="794"/>
      </w:tabs>
      <w:ind w:left="794" w:hanging="357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777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62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62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8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67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1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4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4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1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01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68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5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80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nutzer\Kirsten\Dokumente\Kemper_Kommunikation\Dokumentvorlagen\SIEGENIA_PI_deu_elektronis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5C7D0-FBDC-425D-8F8E-680D3B128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64</TotalTime>
  <Pages>2</Pages>
  <Words>396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Mundula, Manuela KWMK-IT</cp:lastModifiedBy>
  <cp:revision>10</cp:revision>
  <cp:lastPrinted>2007-09-03T13:44:00Z</cp:lastPrinted>
  <dcterms:created xsi:type="dcterms:W3CDTF">2018-12-10T14:35:00Z</dcterms:created>
  <dcterms:modified xsi:type="dcterms:W3CDTF">2019-01-08T09:42:00Z</dcterms:modified>
</cp:coreProperties>
</file>