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0BC" w:rsidRPr="00E43B6B" w:rsidRDefault="00F95150" w:rsidP="00620F9E">
      <w:pPr>
        <w:pStyle w:val="Titolo2"/>
      </w:pPr>
      <w:r w:rsidRPr="00E43B6B">
        <w:t xml:space="preserve">Il </w:t>
      </w:r>
      <w:proofErr w:type="gramStart"/>
      <w:r w:rsidRPr="00E43B6B">
        <w:t>comfort</w:t>
      </w:r>
      <w:proofErr w:type="gramEnd"/>
      <w:r w:rsidRPr="00E43B6B">
        <w:t xml:space="preserve"> ambientale prende vita</w:t>
      </w:r>
    </w:p>
    <w:p w:rsidR="00620F9E" w:rsidRPr="00E43B6B" w:rsidRDefault="00243662" w:rsidP="00620F9E">
      <w:pPr>
        <w:pStyle w:val="Titolo1"/>
      </w:pPr>
      <w:r w:rsidRPr="00E43B6B">
        <w:t>Il bilancio positivo di SIEGENIA sul BAU 2019</w:t>
      </w:r>
    </w:p>
    <w:p w:rsidR="00620F9E" w:rsidRPr="00E43B6B" w:rsidRDefault="00620F9E" w:rsidP="008D7633"/>
    <w:p w:rsidR="00620F9E" w:rsidRPr="00E43B6B" w:rsidRDefault="00243662" w:rsidP="008D7633">
      <w:r w:rsidRPr="00E43B6B">
        <w:t xml:space="preserve">Le reazioni </w:t>
      </w:r>
      <w:proofErr w:type="gramStart"/>
      <w:r w:rsidRPr="00E43B6B">
        <w:t>estremamente</w:t>
      </w:r>
      <w:proofErr w:type="gramEnd"/>
      <w:r w:rsidRPr="00E43B6B">
        <w:t xml:space="preserve"> positive alle nuove soluzioni per il comfort ambientale e le promettenti discussioni con architetti e serramentisti hanno reso il GRUPPO SIEGENIA completamente soddisfatto dello svolgimento del BAU 2019. </w:t>
      </w:r>
    </w:p>
    <w:p w:rsidR="003A256B" w:rsidRPr="00E43B6B" w:rsidRDefault="003A256B" w:rsidP="003A256B"/>
    <w:p w:rsidR="00996AF4" w:rsidRPr="00E43B6B" w:rsidRDefault="00BD22F6" w:rsidP="003A256B">
      <w:r w:rsidRPr="00E43B6B">
        <w:t xml:space="preserve">Il loft si è rivelato in assoluto la parte migliore, in cui SIEGENIA ha dimostrato come le sue soluzioni siano in grado di interagire in modo intelligente quando </w:t>
      </w:r>
      <w:proofErr w:type="gramStart"/>
      <w:r w:rsidRPr="00E43B6B">
        <w:t>vengono</w:t>
      </w:r>
      <w:proofErr w:type="gramEnd"/>
      <w:r w:rsidRPr="00E43B6B">
        <w:t xml:space="preserve"> applicate in modo concreto. «</w:t>
      </w:r>
      <w:proofErr w:type="gramStart"/>
      <w:r w:rsidRPr="00E43B6B">
        <w:t>Sulla base di</w:t>
      </w:r>
      <w:proofErr w:type="gramEnd"/>
      <w:r w:rsidRPr="00E43B6B">
        <w:t xml:space="preserve"> uno scenario abitativo realistico, che permette di vivere il comfort ambientale attraverso la sintesi di funzionalità ed estetica, nel loft siamo riusciti a rivolgerci nello stesso modo sia agli architetti che ai serramentisti e a convincerli con le nostre soluzioni», riferisce Guy Muller, responsabile della divisione mercato-clienti di SIEGENIA. «Per i nostri partner nella lavorazione di porte e finestre, l'utilizzo delle soluzioni smart di SIEGENIA è diventato ancora una volta molto più interessante», aggiunge Katja Schreiber, responsabile di marketing e comunicazione. </w:t>
      </w:r>
    </w:p>
    <w:p w:rsidR="00BD22F6" w:rsidRPr="00E43B6B" w:rsidRDefault="00BD22F6" w:rsidP="003A256B"/>
    <w:p w:rsidR="0020622D" w:rsidRPr="00E43B6B" w:rsidRDefault="00ED2215" w:rsidP="003A256B">
      <w:r w:rsidRPr="00E43B6B">
        <w:t xml:space="preserve">All'interno del loft, una notevole attenzione è </w:t>
      </w:r>
      <w:bookmarkStart w:id="0" w:name="_GoBack"/>
      <w:bookmarkEnd w:id="0"/>
      <w:r w:rsidRPr="00E43B6B">
        <w:t xml:space="preserve">stata dedicata anche all'integrazione delle più recenti innovazioni di prodotto </w:t>
      </w:r>
      <w:proofErr w:type="gramStart"/>
      <w:r w:rsidRPr="00E43B6B">
        <w:t xml:space="preserve">nella </w:t>
      </w:r>
      <w:proofErr w:type="gramEnd"/>
      <w:r w:rsidRPr="00E43B6B">
        <w:t xml:space="preserve">app SIEGENIA Comfort. Oltre ai nuovi sistemi di controllo degli accessi, che abbinano una sicurezza smart alla massima flessibilità possibile e </w:t>
      </w:r>
      <w:proofErr w:type="gramStart"/>
      <w:r w:rsidRPr="00E43B6B">
        <w:t>a</w:t>
      </w:r>
      <w:proofErr w:type="gramEnd"/>
      <w:r w:rsidRPr="00E43B6B">
        <w:t xml:space="preserve"> </w:t>
      </w:r>
      <w:proofErr w:type="gramStart"/>
      <w:r w:rsidRPr="00E43B6B">
        <w:t>numerose</w:t>
      </w:r>
      <w:proofErr w:type="gramEnd"/>
      <w:r w:rsidRPr="00E43B6B">
        <w:t xml:space="preserve"> funzioni per il comfort anche grazie alla tecnologia WiFi e Bluetooth integrata, il nuovo sensore per finestre senso secure offre nuove possibilità per realizzare progetti residenziali di pregio.</w:t>
      </w:r>
      <w:r w:rsidRPr="00E43B6B">
        <w:rPr>
          <w:szCs w:val="20"/>
        </w:rPr>
        <w:t xml:space="preserve"> </w:t>
      </w:r>
    </w:p>
    <w:p w:rsidR="003432CF" w:rsidRDefault="0081438E" w:rsidP="00384D52">
      <w:pPr>
        <w:pStyle w:val="Titolo4"/>
      </w:pPr>
      <w:r>
        <w:t>Un buon inizio per AEROMAT flex HY</w:t>
      </w:r>
    </w:p>
    <w:p w:rsidR="00FE6180" w:rsidRDefault="00384D52" w:rsidP="003432CF">
      <w:r>
        <w:t xml:space="preserve">SIEGENIA valuta positivamente anche il vivace dialogo con architetti e progettisti. </w:t>
      </w:r>
      <w:proofErr w:type="gramStart"/>
      <w:r>
        <w:t>«</w:t>
      </w:r>
      <w:proofErr w:type="gramEnd"/>
      <w:r>
        <w:t xml:space="preserve">Parecchi partner commerciali hanno chiesto di incontrarsi per discuterne in dettaglio a fiera finita, fatto che parla da sé. Abbiamo ricevuto richieste concrete direttamente allo stand per il nostro nuovo aeratore a serramento AEROMAT flex HY», riassume Stephan Stoll, </w:t>
      </w:r>
      <w:proofErr w:type="gramStart"/>
      <w:r>
        <w:t>direttore vendite AERO</w:t>
      </w:r>
      <w:proofErr w:type="gramEnd"/>
      <w:r>
        <w:t xml:space="preserve"> e responsabile del team dei progetti di SIEGENIA. La combinazione tra un aspetto discreto e l'assenza di fresature, abbinata a un isolamento acustico e a valori di trasmittanza termica elevati e a un montaggio flessibile, rende questo prodotto la soluzione ideale per i moderni progetti di aerazione. «L'approccio che stiamo perseguendo con </w:t>
      </w:r>
      <w:proofErr w:type="gramStart"/>
      <w:r>
        <w:t>questo</w:t>
      </w:r>
      <w:proofErr w:type="gramEnd"/>
      <w:r>
        <w:t xml:space="preserve"> aeratore è così convincente che in alcuni casi i partner che abbiamo incontrato allo stand hanno deciso di </w:t>
      </w:r>
      <w:r>
        <w:lastRenderedPageBreak/>
        <w:t>riprogrammare la realizzazione dei progetti in corso per attendere il lancio sul mercato di AEROMAT flex HY».</w:t>
      </w:r>
    </w:p>
    <w:p w:rsidR="00384D52" w:rsidRDefault="00384D52" w:rsidP="003432CF"/>
    <w:p w:rsidR="00384D52" w:rsidRDefault="00384D52" w:rsidP="003432CF"/>
    <w:p w:rsidR="00384D52" w:rsidRDefault="00384D52" w:rsidP="00384D52"/>
    <w:p w:rsidR="00384D52" w:rsidRDefault="00384D52" w:rsidP="00384D52"/>
    <w:p w:rsidR="008E086A" w:rsidRDefault="008E086A" w:rsidP="00384D52"/>
    <w:p w:rsidR="008E086A" w:rsidRDefault="008E086A" w:rsidP="00384D52"/>
    <w:p w:rsidR="008E086A" w:rsidRPr="00514104" w:rsidRDefault="008E086A" w:rsidP="00384D52"/>
    <w:p w:rsidR="008E086A" w:rsidRDefault="008E086A" w:rsidP="008E086A">
      <w:pPr>
        <w:pStyle w:val="Titolo4"/>
      </w:pPr>
      <w:r>
        <w:t>Didascalie</w:t>
      </w:r>
    </w:p>
    <w:p w:rsidR="008E086A" w:rsidRDefault="008E086A" w:rsidP="008E086A">
      <w:r>
        <w:t>Fonte illustrazioni: SIEGENIA</w:t>
      </w:r>
    </w:p>
    <w:p w:rsidR="008E086A" w:rsidRPr="002A7F37" w:rsidRDefault="008E086A" w:rsidP="008E086A"/>
    <w:p w:rsidR="008E086A" w:rsidRDefault="008E086A" w:rsidP="008E086A">
      <w:pPr>
        <w:rPr>
          <w:bCs/>
          <w:i/>
        </w:rPr>
      </w:pPr>
      <w:r>
        <w:rPr>
          <w:bCs/>
          <w:i/>
        </w:rPr>
        <w:t xml:space="preserve">Soggetto I: SIE_BAU 2019_Messegeschehen_1301.jpg </w:t>
      </w:r>
    </w:p>
    <w:p w:rsidR="008E086A" w:rsidRDefault="008E086A" w:rsidP="008E086A">
      <w:r>
        <w:t xml:space="preserve">Le reazioni </w:t>
      </w:r>
      <w:proofErr w:type="gramStart"/>
      <w:r>
        <w:t>estremamente</w:t>
      </w:r>
      <w:proofErr w:type="gramEnd"/>
      <w:r>
        <w:t xml:space="preserve"> positive alle nuove soluzioni per il comfort ambientale e le promettenti discussioni hanno reso il GRUPPO SIEGENIA completamente soddisfatto dello svolgimento del BAU 2019. </w:t>
      </w:r>
    </w:p>
    <w:p w:rsidR="008E086A" w:rsidRDefault="008E086A" w:rsidP="008E086A"/>
    <w:p w:rsidR="008E086A" w:rsidRPr="00ED5404" w:rsidRDefault="008E086A" w:rsidP="008E086A">
      <w:pPr>
        <w:rPr>
          <w:bCs/>
          <w:i/>
          <w:lang w:val="de-DE"/>
        </w:rPr>
      </w:pPr>
      <w:proofErr w:type="spellStart"/>
      <w:r w:rsidRPr="00ED5404">
        <w:rPr>
          <w:bCs/>
          <w:i/>
          <w:lang w:val="de-DE"/>
        </w:rPr>
        <w:t>Soggetto</w:t>
      </w:r>
      <w:proofErr w:type="spellEnd"/>
      <w:r w:rsidRPr="00ED5404">
        <w:rPr>
          <w:bCs/>
          <w:i/>
          <w:lang w:val="de-DE"/>
        </w:rPr>
        <w:t xml:space="preserve"> II: SIE_BAU2019_Beratungsgespräch Loft_1328.jpg</w:t>
      </w:r>
    </w:p>
    <w:p w:rsidR="008E086A" w:rsidRDefault="008E086A" w:rsidP="008E086A">
      <w:r>
        <w:t xml:space="preserve">È stato ben accolto da architetti e serramentisti: nel loft, SIEGENIA ha dimostrato come le sue soluzioni per il </w:t>
      </w:r>
      <w:proofErr w:type="gramStart"/>
      <w:r>
        <w:t>comfort</w:t>
      </w:r>
      <w:proofErr w:type="gramEnd"/>
      <w:r>
        <w:t xml:space="preserve"> ambientale possano interagire in modo intelligente quando vengono applicate in modo concreto. </w:t>
      </w:r>
    </w:p>
    <w:p w:rsidR="008E086A" w:rsidRDefault="008E086A" w:rsidP="008E086A"/>
    <w:p w:rsidR="008E086A" w:rsidRDefault="008E086A" w:rsidP="008E086A">
      <w:pPr>
        <w:rPr>
          <w:bCs/>
          <w:i/>
        </w:rPr>
      </w:pPr>
      <w:r>
        <w:rPr>
          <w:bCs/>
          <w:i/>
        </w:rPr>
        <w:t>Soggetto III: SIE_AERO_AEROMAT flex HY_Loft.jpg</w:t>
      </w:r>
    </w:p>
    <w:p w:rsidR="008E086A" w:rsidRDefault="008E086A" w:rsidP="008E086A">
      <w:r>
        <w:t>Per il nuovo aeratore a serramento AEROMAT flex HY, già allo stand SIEGENIA ha ricevuto concrete richieste di progetti da parte di progettisti e architetti.</w:t>
      </w:r>
    </w:p>
    <w:p w:rsidR="00ED5404" w:rsidRDefault="00ED5404" w:rsidP="008E086A"/>
    <w:p w:rsidR="00ED5404" w:rsidRDefault="00ED5404" w:rsidP="008E086A"/>
    <w:p w:rsidR="00ED5404" w:rsidRDefault="00ED5404" w:rsidP="008E086A"/>
    <w:p w:rsidR="00ED5404" w:rsidRDefault="00ED5404" w:rsidP="008E086A"/>
    <w:p w:rsidR="00ED5404" w:rsidRDefault="00ED5404" w:rsidP="008E086A"/>
    <w:p w:rsidR="00ED5404" w:rsidRDefault="00ED5404" w:rsidP="008E086A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Pubblicazione a cura </w:t>
            </w:r>
            <w:proofErr w:type="gramStart"/>
            <w:r>
              <w:rPr>
                <w:u w:val="single"/>
              </w:rPr>
              <w:t>di</w:t>
            </w:r>
            <w:proofErr w:type="gramEnd"/>
          </w:p>
          <w:p w:rsidR="008D7633" w:rsidRDefault="008D7633" w:rsidP="007A5EB4">
            <w:pPr>
              <w:pStyle w:val="Formatvorlage2"/>
            </w:pPr>
            <w:r>
              <w:t>GRUPPO SIEGENIA</w:t>
            </w:r>
          </w:p>
          <w:p w:rsidR="008D7633" w:rsidRDefault="008D7633" w:rsidP="007A5EB4">
            <w:pPr>
              <w:pStyle w:val="Formatvorlage2"/>
            </w:pPr>
            <w:r>
              <w:t>Marketing-comunicazione</w:t>
            </w:r>
          </w:p>
          <w:p w:rsidR="008D7633" w:rsidRDefault="008D7633" w:rsidP="007A5EB4">
            <w:pPr>
              <w:pStyle w:val="Formatvorlage2"/>
            </w:pPr>
            <w:r>
              <w:t>Industriestraße 1-3</w:t>
            </w:r>
          </w:p>
          <w:p w:rsidR="008D7633" w:rsidRDefault="008D7633" w:rsidP="007A5EB4">
            <w:pPr>
              <w:pStyle w:val="Formatvorlage2"/>
            </w:pPr>
            <w:r>
              <w:t>D - 57234 Wilnsdorf</w:t>
            </w:r>
          </w:p>
          <w:p w:rsidR="008D7633" w:rsidRDefault="00FD182E" w:rsidP="007A5EB4">
            <w:pPr>
              <w:pStyle w:val="Formatvorlage2"/>
            </w:pPr>
            <w:r>
              <w:t>Tel.: +49 271 3931-412</w:t>
            </w:r>
          </w:p>
          <w:p w:rsidR="008D7633" w:rsidRDefault="008D7633" w:rsidP="007A5EB4">
            <w:pPr>
              <w:pStyle w:val="Formatvorlage2"/>
            </w:pPr>
            <w:r>
              <w:t>Fax: +49 271 3931-77412</w:t>
            </w:r>
          </w:p>
          <w:p w:rsidR="008D7633" w:rsidRPr="00392D5F" w:rsidRDefault="0088698F" w:rsidP="007A5EB4">
            <w:pPr>
              <w:pStyle w:val="Formatvorlage2"/>
            </w:pPr>
            <w:r>
              <w:lastRenderedPageBreak/>
              <w:t>E-mail: pr@siegenia.com</w:t>
            </w:r>
          </w:p>
          <w:p w:rsidR="002E59D6" w:rsidRDefault="00510191" w:rsidP="007A5EB4">
            <w:pPr>
              <w:pStyle w:val="Formatvorlage2"/>
            </w:pPr>
            <w:proofErr w:type="gramStart"/>
            <w:r>
              <w:t>www.siegenia.com</w:t>
            </w:r>
            <w:proofErr w:type="gramEnd"/>
          </w:p>
          <w:p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8D7633" w:rsidRPr="00ED5404" w:rsidRDefault="008D7633" w:rsidP="007A5EB4">
            <w:pPr>
              <w:pStyle w:val="Formatvorlage2"/>
              <w:rPr>
                <w:u w:val="single"/>
                <w:lang w:val="de-DE"/>
              </w:rPr>
            </w:pPr>
            <w:proofErr w:type="spellStart"/>
            <w:r w:rsidRPr="00ED5404">
              <w:rPr>
                <w:u w:val="single"/>
                <w:lang w:val="de-DE"/>
              </w:rPr>
              <w:lastRenderedPageBreak/>
              <w:t>Redazione</w:t>
            </w:r>
            <w:proofErr w:type="spellEnd"/>
            <w:r w:rsidRPr="00ED5404">
              <w:rPr>
                <w:u w:val="single"/>
                <w:lang w:val="de-DE"/>
              </w:rPr>
              <w:t>/</w:t>
            </w:r>
            <w:proofErr w:type="spellStart"/>
            <w:r w:rsidRPr="00ED5404">
              <w:rPr>
                <w:u w:val="single"/>
                <w:lang w:val="de-DE"/>
              </w:rPr>
              <w:t>contatti</w:t>
            </w:r>
            <w:proofErr w:type="spellEnd"/>
          </w:p>
          <w:p w:rsidR="008D7633" w:rsidRPr="00ED5404" w:rsidRDefault="008D7633" w:rsidP="007A5EB4">
            <w:pPr>
              <w:pStyle w:val="Formatvorlage2"/>
              <w:rPr>
                <w:lang w:val="de-DE"/>
              </w:rPr>
            </w:pPr>
            <w:r w:rsidRPr="00ED5404">
              <w:rPr>
                <w:lang w:val="de-DE"/>
              </w:rPr>
              <w:t>Kemper Kommunikation</w:t>
            </w:r>
          </w:p>
          <w:p w:rsidR="008D7633" w:rsidRPr="00ED5404" w:rsidRDefault="008D7633" w:rsidP="007A5EB4">
            <w:pPr>
              <w:pStyle w:val="Formatvorlage2"/>
              <w:rPr>
                <w:lang w:val="de-DE"/>
              </w:rPr>
            </w:pPr>
            <w:r w:rsidRPr="00ED5404">
              <w:rPr>
                <w:lang w:val="de-DE"/>
              </w:rPr>
              <w:t xml:space="preserve">Kirsten Kemper </w:t>
            </w:r>
          </w:p>
          <w:p w:rsidR="008D7633" w:rsidRPr="00ED5404" w:rsidRDefault="008D7633" w:rsidP="007A5EB4">
            <w:pPr>
              <w:pStyle w:val="Formatvorlage2"/>
              <w:rPr>
                <w:lang w:val="de-DE"/>
              </w:rPr>
            </w:pPr>
            <w:r w:rsidRPr="00ED5404">
              <w:rPr>
                <w:lang w:val="de-DE"/>
              </w:rPr>
              <w:t>Feuerwehrstraße 42</w:t>
            </w:r>
          </w:p>
          <w:p w:rsidR="008D7633" w:rsidRPr="00ED5404" w:rsidRDefault="008D7633" w:rsidP="007A5EB4">
            <w:pPr>
              <w:pStyle w:val="Formatvorlage2"/>
              <w:rPr>
                <w:lang w:val="de-DE"/>
              </w:rPr>
            </w:pPr>
            <w:r w:rsidRPr="00ED5404">
              <w:rPr>
                <w:lang w:val="de-DE"/>
              </w:rPr>
              <w:t xml:space="preserve">D - 51588 </w:t>
            </w:r>
            <w:proofErr w:type="spellStart"/>
            <w:r w:rsidRPr="00ED5404">
              <w:rPr>
                <w:lang w:val="de-DE"/>
              </w:rPr>
              <w:t>Nümbrecht</w:t>
            </w:r>
            <w:proofErr w:type="spellEnd"/>
            <w:r w:rsidRPr="00ED5404">
              <w:rPr>
                <w:lang w:val="de-DE"/>
              </w:rPr>
              <w:t xml:space="preserve"> </w:t>
            </w:r>
            <w:r w:rsidRPr="00ED5404">
              <w:rPr>
                <w:lang w:val="de-DE"/>
              </w:rPr>
              <w:br/>
              <w:t>Tel.: +49 2293 909890</w:t>
            </w:r>
          </w:p>
          <w:p w:rsidR="008D7633" w:rsidRPr="00ED5404" w:rsidRDefault="008D7633" w:rsidP="007A5EB4">
            <w:pPr>
              <w:pStyle w:val="Formatvorlage2"/>
              <w:rPr>
                <w:lang w:val="de-DE"/>
              </w:rPr>
            </w:pPr>
            <w:r w:rsidRPr="00ED5404">
              <w:rPr>
                <w:lang w:val="de-DE"/>
              </w:rPr>
              <w:t>Fax: +49 2293 909891</w:t>
            </w:r>
          </w:p>
          <w:p w:rsidR="008D7633" w:rsidRPr="00C55524" w:rsidRDefault="0088698F" w:rsidP="007A5EB4">
            <w:pPr>
              <w:pStyle w:val="Formatvorlage2"/>
            </w:pPr>
            <w:r>
              <w:lastRenderedPageBreak/>
              <w:t>E-mail: info@kemper-kommunikation.de</w:t>
            </w:r>
          </w:p>
          <w:p w:rsidR="008D7633" w:rsidRDefault="00716BDB" w:rsidP="007A5EB4">
            <w:pPr>
              <w:pStyle w:val="Formatvorlage2"/>
            </w:pPr>
            <w:proofErr w:type="gramStart"/>
            <w:r>
              <w:t>www.kemper-kommunikation.de</w:t>
            </w:r>
            <w:proofErr w:type="gramEnd"/>
          </w:p>
          <w:p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D7633" w:rsidRPr="001B3626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lastRenderedPageBreak/>
              <w:t>Informazioni sul testo</w:t>
            </w:r>
          </w:p>
          <w:p w:rsidR="008D7633" w:rsidRPr="001B3626" w:rsidRDefault="008D7633" w:rsidP="007A5EB4">
            <w:pPr>
              <w:pStyle w:val="Formatvorlage2"/>
            </w:pPr>
            <w:r>
              <w:t xml:space="preserve">Pagine: </w:t>
            </w:r>
            <w:proofErr w:type="gramStart"/>
            <w:r>
              <w:t>2</w:t>
            </w:r>
            <w:proofErr w:type="gramEnd"/>
          </w:p>
          <w:p w:rsidR="008D7633" w:rsidRPr="001B3626" w:rsidRDefault="008D7633" w:rsidP="007A5EB4">
            <w:pPr>
              <w:pStyle w:val="Formatvorlage2"/>
            </w:pPr>
            <w:r>
              <w:t xml:space="preserve">Parole: </w:t>
            </w:r>
            <w:proofErr w:type="gramStart"/>
            <w:r w:rsidR="00ED5404">
              <w:t>3</w:t>
            </w:r>
            <w:proofErr w:type="gramEnd"/>
            <w:r w:rsidR="00ED5404">
              <w:t xml:space="preserve"> 870</w:t>
            </w:r>
          </w:p>
          <w:p w:rsidR="008D7633" w:rsidRPr="001B3626" w:rsidRDefault="008D7633" w:rsidP="007A5EB4">
            <w:pPr>
              <w:pStyle w:val="Formatvorlage2"/>
            </w:pPr>
            <w:r>
              <w:t xml:space="preserve">Caratteri: </w:t>
            </w:r>
            <w:r w:rsidR="00ED5404">
              <w:t>568</w:t>
            </w:r>
            <w:r>
              <w:br/>
            </w:r>
            <w:proofErr w:type="gramStart"/>
            <w:r>
              <w:t>(spazi</w:t>
            </w:r>
            <w:proofErr w:type="gramEnd"/>
            <w:r>
              <w:t xml:space="preserve"> compresi)</w:t>
            </w:r>
          </w:p>
          <w:p w:rsidR="008D7633" w:rsidRPr="00C33A1F" w:rsidRDefault="008D7633" w:rsidP="007A5EB4">
            <w:pPr>
              <w:pStyle w:val="Formatvorlage2"/>
            </w:pPr>
            <w:r>
              <w:t>Redatto il: 24/01/2019</w:t>
            </w:r>
          </w:p>
          <w:p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7633" w:rsidRPr="003F183E" w:rsidRDefault="008D7633" w:rsidP="007A5EB4">
            <w:pPr>
              <w:pStyle w:val="Formatvorlage2"/>
            </w:pPr>
            <w:r>
              <w:lastRenderedPageBreak/>
              <w:t>Vi preghiamo di inviarci una copia del testo o delle immagini pubblicate.</w:t>
            </w:r>
          </w:p>
        </w:tc>
      </w:tr>
    </w:tbl>
    <w:p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9"/>
      <w:footerReference w:type="default" r:id="rId10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005" w:rsidRDefault="00770005">
      <w:r>
        <w:separator/>
      </w:r>
    </w:p>
  </w:endnote>
  <w:endnote w:type="continuationSeparator" w:id="0">
    <w:p w:rsidR="00770005" w:rsidRDefault="00770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-Book">
    <w:altName w:val="Century Gothic"/>
    <w:panose1 w:val="000B05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 Sans Alt Pro Boo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edra Sans Alt Pro Bold">
    <w:altName w:val="Malgun Gothic"/>
    <w:panose1 w:val="00000000000000000000"/>
    <w:charset w:val="00"/>
    <w:family w:val="swiss"/>
    <w:notTrueType/>
    <w:pitch w:val="default"/>
    <w:sig w:usb0="00000003" w:usb1="09060000" w:usb2="00000010" w:usb3="00000000" w:csb0="00080001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19C" w:rsidRDefault="001F719C" w:rsidP="002819C3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005" w:rsidRDefault="00770005">
      <w:r>
        <w:separator/>
      </w:r>
    </w:p>
  </w:footnote>
  <w:footnote w:type="continuationSeparator" w:id="0">
    <w:p w:rsidR="00770005" w:rsidRDefault="007700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19C" w:rsidRDefault="001F719C">
    <w:pPr>
      <w:pStyle w:val="Intestazion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C9D2355" wp14:editId="4361568F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F4A85"/>
    <w:multiLevelType w:val="hybridMultilevel"/>
    <w:tmpl w:val="142ACD36"/>
    <w:lvl w:ilvl="0" w:tplc="3CE6C2EA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06977"/>
    <w:multiLevelType w:val="hybridMultilevel"/>
    <w:tmpl w:val="B298DF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5F66DAF"/>
    <w:multiLevelType w:val="hybridMultilevel"/>
    <w:tmpl w:val="A7A61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7FB"/>
    <w:rsid w:val="000024D9"/>
    <w:rsid w:val="00003256"/>
    <w:rsid w:val="0001449A"/>
    <w:rsid w:val="0001520C"/>
    <w:rsid w:val="000235BF"/>
    <w:rsid w:val="00025162"/>
    <w:rsid w:val="00026907"/>
    <w:rsid w:val="00040EBF"/>
    <w:rsid w:val="00041338"/>
    <w:rsid w:val="0006008F"/>
    <w:rsid w:val="00064165"/>
    <w:rsid w:val="000675C7"/>
    <w:rsid w:val="0007374B"/>
    <w:rsid w:val="00090045"/>
    <w:rsid w:val="00095303"/>
    <w:rsid w:val="000A1DF0"/>
    <w:rsid w:val="000A5CA3"/>
    <w:rsid w:val="000D0C02"/>
    <w:rsid w:val="000D23DB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646"/>
    <w:rsid w:val="00122F20"/>
    <w:rsid w:val="00137BD1"/>
    <w:rsid w:val="00145B48"/>
    <w:rsid w:val="001529E6"/>
    <w:rsid w:val="00152D17"/>
    <w:rsid w:val="00156B0C"/>
    <w:rsid w:val="00166476"/>
    <w:rsid w:val="00166FB7"/>
    <w:rsid w:val="00171C51"/>
    <w:rsid w:val="0019145E"/>
    <w:rsid w:val="001A029B"/>
    <w:rsid w:val="001B3626"/>
    <w:rsid w:val="001B7003"/>
    <w:rsid w:val="001C39FF"/>
    <w:rsid w:val="001C758C"/>
    <w:rsid w:val="001D26E4"/>
    <w:rsid w:val="001D3908"/>
    <w:rsid w:val="001E0780"/>
    <w:rsid w:val="001E1DA6"/>
    <w:rsid w:val="001F3432"/>
    <w:rsid w:val="001F5E26"/>
    <w:rsid w:val="001F719C"/>
    <w:rsid w:val="002046D3"/>
    <w:rsid w:val="00204AB0"/>
    <w:rsid w:val="0020622D"/>
    <w:rsid w:val="00213F8F"/>
    <w:rsid w:val="00230601"/>
    <w:rsid w:val="00243662"/>
    <w:rsid w:val="00253494"/>
    <w:rsid w:val="00254A9B"/>
    <w:rsid w:val="00255FE8"/>
    <w:rsid w:val="00272508"/>
    <w:rsid w:val="002769DE"/>
    <w:rsid w:val="002819C3"/>
    <w:rsid w:val="002A202C"/>
    <w:rsid w:val="002A7F37"/>
    <w:rsid w:val="002C00E2"/>
    <w:rsid w:val="002C10D8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425B5"/>
    <w:rsid w:val="00342EFC"/>
    <w:rsid w:val="003432CF"/>
    <w:rsid w:val="00350ACA"/>
    <w:rsid w:val="003514C3"/>
    <w:rsid w:val="00357C43"/>
    <w:rsid w:val="00364DEF"/>
    <w:rsid w:val="00372557"/>
    <w:rsid w:val="00375A48"/>
    <w:rsid w:val="00381640"/>
    <w:rsid w:val="0038244F"/>
    <w:rsid w:val="0038276B"/>
    <w:rsid w:val="0038499F"/>
    <w:rsid w:val="00384D52"/>
    <w:rsid w:val="003914C5"/>
    <w:rsid w:val="00392D5F"/>
    <w:rsid w:val="003A1BA5"/>
    <w:rsid w:val="003A256B"/>
    <w:rsid w:val="003A3F40"/>
    <w:rsid w:val="003D61A2"/>
    <w:rsid w:val="003E0D26"/>
    <w:rsid w:val="003E378F"/>
    <w:rsid w:val="003F3110"/>
    <w:rsid w:val="004176D4"/>
    <w:rsid w:val="00420F79"/>
    <w:rsid w:val="00421521"/>
    <w:rsid w:val="00422017"/>
    <w:rsid w:val="00423562"/>
    <w:rsid w:val="004333E8"/>
    <w:rsid w:val="0044187A"/>
    <w:rsid w:val="00446899"/>
    <w:rsid w:val="00447689"/>
    <w:rsid w:val="00450A89"/>
    <w:rsid w:val="0045681F"/>
    <w:rsid w:val="0046235C"/>
    <w:rsid w:val="004629AD"/>
    <w:rsid w:val="004806AF"/>
    <w:rsid w:val="00482B98"/>
    <w:rsid w:val="00486878"/>
    <w:rsid w:val="00497A04"/>
    <w:rsid w:val="004B62AB"/>
    <w:rsid w:val="004C4FDA"/>
    <w:rsid w:val="004C4FF8"/>
    <w:rsid w:val="004C503A"/>
    <w:rsid w:val="004E057A"/>
    <w:rsid w:val="004E2322"/>
    <w:rsid w:val="004E2BD7"/>
    <w:rsid w:val="004E3AF9"/>
    <w:rsid w:val="00501BE4"/>
    <w:rsid w:val="0050451D"/>
    <w:rsid w:val="00510191"/>
    <w:rsid w:val="00514104"/>
    <w:rsid w:val="005254BE"/>
    <w:rsid w:val="0052661D"/>
    <w:rsid w:val="00552DC0"/>
    <w:rsid w:val="0055550C"/>
    <w:rsid w:val="00563E60"/>
    <w:rsid w:val="00592833"/>
    <w:rsid w:val="005A1845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8ED"/>
    <w:rsid w:val="005F7B2E"/>
    <w:rsid w:val="00600CE8"/>
    <w:rsid w:val="006016B0"/>
    <w:rsid w:val="0061051B"/>
    <w:rsid w:val="0061253D"/>
    <w:rsid w:val="00617358"/>
    <w:rsid w:val="00617D76"/>
    <w:rsid w:val="00620D66"/>
    <w:rsid w:val="00620F9E"/>
    <w:rsid w:val="006279BD"/>
    <w:rsid w:val="00630405"/>
    <w:rsid w:val="00634A59"/>
    <w:rsid w:val="006446D6"/>
    <w:rsid w:val="00655AB2"/>
    <w:rsid w:val="00656A7F"/>
    <w:rsid w:val="00656FEE"/>
    <w:rsid w:val="00667448"/>
    <w:rsid w:val="00672C40"/>
    <w:rsid w:val="006866DF"/>
    <w:rsid w:val="00692205"/>
    <w:rsid w:val="006944D9"/>
    <w:rsid w:val="006A2FD7"/>
    <w:rsid w:val="006A7184"/>
    <w:rsid w:val="006B6CD1"/>
    <w:rsid w:val="006B7979"/>
    <w:rsid w:val="006C044C"/>
    <w:rsid w:val="006C23CE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6A25"/>
    <w:rsid w:val="00757DDE"/>
    <w:rsid w:val="0076094B"/>
    <w:rsid w:val="00764AAC"/>
    <w:rsid w:val="00770005"/>
    <w:rsid w:val="007735F8"/>
    <w:rsid w:val="007802BE"/>
    <w:rsid w:val="007871C1"/>
    <w:rsid w:val="0079193B"/>
    <w:rsid w:val="007937FB"/>
    <w:rsid w:val="0079464B"/>
    <w:rsid w:val="00794A4F"/>
    <w:rsid w:val="007A5EB4"/>
    <w:rsid w:val="007A6E1C"/>
    <w:rsid w:val="007C0413"/>
    <w:rsid w:val="007C50D1"/>
    <w:rsid w:val="007C5C24"/>
    <w:rsid w:val="007E23A0"/>
    <w:rsid w:val="007E2B7F"/>
    <w:rsid w:val="007F3F54"/>
    <w:rsid w:val="007F43E0"/>
    <w:rsid w:val="0080079E"/>
    <w:rsid w:val="00801D78"/>
    <w:rsid w:val="0080703D"/>
    <w:rsid w:val="008078CF"/>
    <w:rsid w:val="0081438E"/>
    <w:rsid w:val="008171AF"/>
    <w:rsid w:val="00821E6A"/>
    <w:rsid w:val="00831B37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72DFD"/>
    <w:rsid w:val="0088698F"/>
    <w:rsid w:val="00892E97"/>
    <w:rsid w:val="00894ADF"/>
    <w:rsid w:val="008A6F1F"/>
    <w:rsid w:val="008C3491"/>
    <w:rsid w:val="008C5079"/>
    <w:rsid w:val="008D2B30"/>
    <w:rsid w:val="008D3232"/>
    <w:rsid w:val="008D7633"/>
    <w:rsid w:val="008E086A"/>
    <w:rsid w:val="0090145D"/>
    <w:rsid w:val="00910883"/>
    <w:rsid w:val="009132BA"/>
    <w:rsid w:val="0092580A"/>
    <w:rsid w:val="0093490C"/>
    <w:rsid w:val="00935B68"/>
    <w:rsid w:val="0093664F"/>
    <w:rsid w:val="00943EB0"/>
    <w:rsid w:val="00945CA5"/>
    <w:rsid w:val="009553BC"/>
    <w:rsid w:val="009557EA"/>
    <w:rsid w:val="00963959"/>
    <w:rsid w:val="00963D60"/>
    <w:rsid w:val="00963DB9"/>
    <w:rsid w:val="0096600A"/>
    <w:rsid w:val="0097599E"/>
    <w:rsid w:val="009866F6"/>
    <w:rsid w:val="009934D8"/>
    <w:rsid w:val="00996AF4"/>
    <w:rsid w:val="009B067B"/>
    <w:rsid w:val="009B4822"/>
    <w:rsid w:val="009B5300"/>
    <w:rsid w:val="009B5DE9"/>
    <w:rsid w:val="009B60BC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7618"/>
    <w:rsid w:val="00A60331"/>
    <w:rsid w:val="00A64B65"/>
    <w:rsid w:val="00A6502B"/>
    <w:rsid w:val="00A661F8"/>
    <w:rsid w:val="00A6672B"/>
    <w:rsid w:val="00A82224"/>
    <w:rsid w:val="00A85FB3"/>
    <w:rsid w:val="00A87496"/>
    <w:rsid w:val="00A927D0"/>
    <w:rsid w:val="00A9705C"/>
    <w:rsid w:val="00A97B0A"/>
    <w:rsid w:val="00AA199D"/>
    <w:rsid w:val="00AA224C"/>
    <w:rsid w:val="00AA6262"/>
    <w:rsid w:val="00AB1EC7"/>
    <w:rsid w:val="00AB751E"/>
    <w:rsid w:val="00AC6FF9"/>
    <w:rsid w:val="00AD2613"/>
    <w:rsid w:val="00AD4128"/>
    <w:rsid w:val="00AD7705"/>
    <w:rsid w:val="00AD7B27"/>
    <w:rsid w:val="00AE06DB"/>
    <w:rsid w:val="00AF57F8"/>
    <w:rsid w:val="00B057B0"/>
    <w:rsid w:val="00B11AB7"/>
    <w:rsid w:val="00B1275D"/>
    <w:rsid w:val="00B239B4"/>
    <w:rsid w:val="00B24477"/>
    <w:rsid w:val="00B27BF2"/>
    <w:rsid w:val="00B3687B"/>
    <w:rsid w:val="00B41B50"/>
    <w:rsid w:val="00B47777"/>
    <w:rsid w:val="00B47ADF"/>
    <w:rsid w:val="00B53D3F"/>
    <w:rsid w:val="00B55070"/>
    <w:rsid w:val="00B60F71"/>
    <w:rsid w:val="00B62ECB"/>
    <w:rsid w:val="00B63C95"/>
    <w:rsid w:val="00B63CDB"/>
    <w:rsid w:val="00B63E35"/>
    <w:rsid w:val="00B84773"/>
    <w:rsid w:val="00B908A8"/>
    <w:rsid w:val="00B92EF0"/>
    <w:rsid w:val="00B93961"/>
    <w:rsid w:val="00BA5B2A"/>
    <w:rsid w:val="00BD22F6"/>
    <w:rsid w:val="00BD76B1"/>
    <w:rsid w:val="00BE41DE"/>
    <w:rsid w:val="00BE62B4"/>
    <w:rsid w:val="00BE69F6"/>
    <w:rsid w:val="00BF156A"/>
    <w:rsid w:val="00BF6132"/>
    <w:rsid w:val="00C02C5D"/>
    <w:rsid w:val="00C1045A"/>
    <w:rsid w:val="00C14A00"/>
    <w:rsid w:val="00C24B77"/>
    <w:rsid w:val="00C26589"/>
    <w:rsid w:val="00C2717C"/>
    <w:rsid w:val="00C27D66"/>
    <w:rsid w:val="00C33A1F"/>
    <w:rsid w:val="00C45CA8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234A1"/>
    <w:rsid w:val="00D313A4"/>
    <w:rsid w:val="00D32108"/>
    <w:rsid w:val="00D43070"/>
    <w:rsid w:val="00D45693"/>
    <w:rsid w:val="00D47D4E"/>
    <w:rsid w:val="00D55DC3"/>
    <w:rsid w:val="00D57457"/>
    <w:rsid w:val="00D62737"/>
    <w:rsid w:val="00D64F60"/>
    <w:rsid w:val="00D94591"/>
    <w:rsid w:val="00DA2153"/>
    <w:rsid w:val="00DA2662"/>
    <w:rsid w:val="00DA7A6C"/>
    <w:rsid w:val="00DB034B"/>
    <w:rsid w:val="00DB44DA"/>
    <w:rsid w:val="00DB4ACB"/>
    <w:rsid w:val="00DC032C"/>
    <w:rsid w:val="00DC1F2A"/>
    <w:rsid w:val="00DE3025"/>
    <w:rsid w:val="00DF1C10"/>
    <w:rsid w:val="00DF1ED0"/>
    <w:rsid w:val="00DF1EE2"/>
    <w:rsid w:val="00E03F6F"/>
    <w:rsid w:val="00E04C83"/>
    <w:rsid w:val="00E0661A"/>
    <w:rsid w:val="00E14DD8"/>
    <w:rsid w:val="00E155F0"/>
    <w:rsid w:val="00E17E89"/>
    <w:rsid w:val="00E20D4D"/>
    <w:rsid w:val="00E2358B"/>
    <w:rsid w:val="00E34020"/>
    <w:rsid w:val="00E3479A"/>
    <w:rsid w:val="00E43B6B"/>
    <w:rsid w:val="00E6313B"/>
    <w:rsid w:val="00E66783"/>
    <w:rsid w:val="00E76C0B"/>
    <w:rsid w:val="00E76D9B"/>
    <w:rsid w:val="00E77755"/>
    <w:rsid w:val="00E77789"/>
    <w:rsid w:val="00E80515"/>
    <w:rsid w:val="00E866F6"/>
    <w:rsid w:val="00E954AC"/>
    <w:rsid w:val="00EA2954"/>
    <w:rsid w:val="00EB3905"/>
    <w:rsid w:val="00EB511E"/>
    <w:rsid w:val="00EB632F"/>
    <w:rsid w:val="00EC1396"/>
    <w:rsid w:val="00ED2215"/>
    <w:rsid w:val="00ED5404"/>
    <w:rsid w:val="00EE123F"/>
    <w:rsid w:val="00EF15B4"/>
    <w:rsid w:val="00EF2F06"/>
    <w:rsid w:val="00F0149D"/>
    <w:rsid w:val="00F01B47"/>
    <w:rsid w:val="00F05D3F"/>
    <w:rsid w:val="00F10E71"/>
    <w:rsid w:val="00F142BE"/>
    <w:rsid w:val="00F155EE"/>
    <w:rsid w:val="00F21DE2"/>
    <w:rsid w:val="00F222EB"/>
    <w:rsid w:val="00F22D01"/>
    <w:rsid w:val="00F25601"/>
    <w:rsid w:val="00F344B8"/>
    <w:rsid w:val="00F367C5"/>
    <w:rsid w:val="00F41966"/>
    <w:rsid w:val="00F445E5"/>
    <w:rsid w:val="00F45D74"/>
    <w:rsid w:val="00F516C4"/>
    <w:rsid w:val="00F6067C"/>
    <w:rsid w:val="00F61445"/>
    <w:rsid w:val="00F62D14"/>
    <w:rsid w:val="00F71E39"/>
    <w:rsid w:val="00F729BE"/>
    <w:rsid w:val="00F73478"/>
    <w:rsid w:val="00F82E34"/>
    <w:rsid w:val="00F84C8D"/>
    <w:rsid w:val="00F86358"/>
    <w:rsid w:val="00F95150"/>
    <w:rsid w:val="00FA07A1"/>
    <w:rsid w:val="00FA3E25"/>
    <w:rsid w:val="00FB441B"/>
    <w:rsid w:val="00FB5A18"/>
    <w:rsid w:val="00FC26BF"/>
    <w:rsid w:val="00FD07B9"/>
    <w:rsid w:val="00FD182E"/>
    <w:rsid w:val="00FE1822"/>
    <w:rsid w:val="00FE1C52"/>
    <w:rsid w:val="00FE226B"/>
    <w:rsid w:val="00FE3AB9"/>
    <w:rsid w:val="00FE6180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Titolo1">
    <w:name w:val="heading 1"/>
    <w:basedOn w:val="Normale"/>
    <w:next w:val="Normale"/>
    <w:link w:val="Titolo1Carattere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Titolo3">
    <w:name w:val="heading 3"/>
    <w:aliases w:val="Subhead"/>
    <w:basedOn w:val="Normale"/>
    <w:next w:val="Normale"/>
    <w:link w:val="Titolo3Carattere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Titolo4">
    <w:name w:val="heading 4"/>
    <w:basedOn w:val="Normale"/>
    <w:next w:val="Normale"/>
    <w:link w:val="Titolo4Carattere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D7B27"/>
    <w:rPr>
      <w:rFonts w:ascii="Arial" w:hAnsi="Arial"/>
      <w:color w:val="auto"/>
      <w:sz w:val="20"/>
      <w:u w:val="single"/>
    </w:rPr>
  </w:style>
  <w:style w:type="paragraph" w:styleId="Corpotesto">
    <w:name w:val="Body Text"/>
    <w:basedOn w:val="Normale"/>
    <w:rsid w:val="00AD7B27"/>
    <w:pPr>
      <w:spacing w:line="240" w:lineRule="auto"/>
    </w:pPr>
    <w:rPr>
      <w:szCs w:val="20"/>
    </w:rPr>
  </w:style>
  <w:style w:type="character" w:styleId="Numerorig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padocumento">
    <w:name w:val="Document Map"/>
    <w:basedOn w:val="Normale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Intestazione">
    <w:name w:val="header"/>
    <w:basedOn w:val="Normale"/>
    <w:rsid w:val="00FA3E25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e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Tabellanorma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5A3974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Titolo3Carattere">
    <w:name w:val="Titolo 3 Carattere"/>
    <w:aliases w:val="Subhead Carattere"/>
    <w:basedOn w:val="Carpredefinitoparagrafo"/>
    <w:link w:val="Titolo3"/>
    <w:rsid w:val="005E1468"/>
    <w:rPr>
      <w:rFonts w:ascii="Arial" w:hAnsi="Arial" w:cs="Arial"/>
      <w:bCs/>
      <w:i/>
      <w:szCs w:val="22"/>
    </w:rPr>
  </w:style>
  <w:style w:type="character" w:styleId="Rimandocommento">
    <w:name w:val="annotation reference"/>
    <w:basedOn w:val="Carpredefinitoparagrafo"/>
    <w:semiHidden/>
    <w:unhideWhenUsed/>
    <w:rsid w:val="005E146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E146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E146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E146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E1468"/>
    <w:rPr>
      <w:rFonts w:ascii="Arial" w:hAnsi="Arial"/>
      <w:b/>
      <w:bCs/>
    </w:rPr>
  </w:style>
  <w:style w:type="paragraph" w:styleId="Paragrafoelenco">
    <w:name w:val="List Paragraph"/>
    <w:basedOn w:val="Normale"/>
    <w:uiPriority w:val="34"/>
    <w:qFormat/>
    <w:rsid w:val="005A7C57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7937FB"/>
    <w:rPr>
      <w:b/>
      <w:bCs/>
    </w:rPr>
  </w:style>
  <w:style w:type="character" w:customStyle="1" w:styleId="Titolo4Carattere">
    <w:name w:val="Titolo 4 Carattere"/>
    <w:basedOn w:val="Carpredefinitoparagrafo"/>
    <w:link w:val="Titolo4"/>
    <w:rsid w:val="00422017"/>
    <w:rPr>
      <w:rFonts w:ascii="Arial" w:hAnsi="Arial"/>
      <w:b/>
      <w:bCs/>
      <w:sz w:val="24"/>
      <w:szCs w:val="28"/>
    </w:rPr>
  </w:style>
  <w:style w:type="character" w:customStyle="1" w:styleId="A4">
    <w:name w:val="A4"/>
    <w:uiPriority w:val="99"/>
    <w:rsid w:val="00AB751E"/>
    <w:rPr>
      <w:rFonts w:ascii="Times New Roman" w:hAnsi="Times New Roman" w:cs="Fedra Sans Alt Pro Book"/>
      <w:color w:val="221E1F"/>
      <w:sz w:val="16"/>
      <w:szCs w:val="16"/>
    </w:rPr>
  </w:style>
  <w:style w:type="character" w:customStyle="1" w:styleId="A3">
    <w:name w:val="A3"/>
    <w:uiPriority w:val="99"/>
    <w:rsid w:val="00AB751E"/>
    <w:rPr>
      <w:rFonts w:ascii="Fedra Sans Alt Pro Bold" w:hAnsi="Fedra Sans Alt Pro Bold" w:cs="Fedra Sans Alt Pro Bold"/>
      <w:b/>
      <w:bCs/>
      <w:color w:val="221E1F"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rsid w:val="0079464B"/>
    <w:rPr>
      <w:rFonts w:ascii="Arial" w:hAnsi="Arial" w:cs="Arial"/>
      <w:b/>
      <w:bCs/>
      <w:iCs/>
      <w:sz w:val="36"/>
      <w:szCs w:val="28"/>
    </w:rPr>
  </w:style>
  <w:style w:type="character" w:styleId="Collegamentovisitato">
    <w:name w:val="FollowedHyperlink"/>
    <w:basedOn w:val="Carpredefinitoparagrafo"/>
    <w:semiHidden/>
    <w:unhideWhenUsed/>
    <w:rsid w:val="0090145D"/>
    <w:rPr>
      <w:color w:val="800080" w:themeColor="followedHyperlink"/>
      <w:u w:val="single"/>
    </w:rPr>
  </w:style>
  <w:style w:type="paragraph" w:customStyle="1" w:styleId="FormatvorlageEbrima105PtZeilenabstandGenau13Pt">
    <w:name w:val="Formatvorlage Ebrima 105 Pt. Zeilenabstand:  Genau 13 Pt."/>
    <w:basedOn w:val="Normale"/>
    <w:rsid w:val="00620F9E"/>
    <w:pPr>
      <w:spacing w:line="260" w:lineRule="exact"/>
    </w:pPr>
    <w:rPr>
      <w:rFonts w:ascii="Ebrima" w:hAnsi="Ebrima"/>
      <w:sz w:val="21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Titolo1">
    <w:name w:val="heading 1"/>
    <w:basedOn w:val="Normale"/>
    <w:next w:val="Normale"/>
    <w:link w:val="Titolo1Carattere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Titolo3">
    <w:name w:val="heading 3"/>
    <w:aliases w:val="Subhead"/>
    <w:basedOn w:val="Normale"/>
    <w:next w:val="Normale"/>
    <w:link w:val="Titolo3Carattere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Titolo4">
    <w:name w:val="heading 4"/>
    <w:basedOn w:val="Normale"/>
    <w:next w:val="Normale"/>
    <w:link w:val="Titolo4Carattere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D7B27"/>
    <w:rPr>
      <w:rFonts w:ascii="Arial" w:hAnsi="Arial"/>
      <w:color w:val="auto"/>
      <w:sz w:val="20"/>
      <w:u w:val="single"/>
    </w:rPr>
  </w:style>
  <w:style w:type="paragraph" w:styleId="Corpotesto">
    <w:name w:val="Body Text"/>
    <w:basedOn w:val="Normale"/>
    <w:rsid w:val="00AD7B27"/>
    <w:pPr>
      <w:spacing w:line="240" w:lineRule="auto"/>
    </w:pPr>
    <w:rPr>
      <w:szCs w:val="20"/>
    </w:rPr>
  </w:style>
  <w:style w:type="character" w:styleId="Numerorig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padocumento">
    <w:name w:val="Document Map"/>
    <w:basedOn w:val="Normale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Intestazione">
    <w:name w:val="header"/>
    <w:basedOn w:val="Normale"/>
    <w:rsid w:val="00FA3E25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e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Tabellanorma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5A3974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Titolo3Carattere">
    <w:name w:val="Titolo 3 Carattere"/>
    <w:aliases w:val="Subhead Carattere"/>
    <w:basedOn w:val="Carpredefinitoparagrafo"/>
    <w:link w:val="Titolo3"/>
    <w:rsid w:val="005E1468"/>
    <w:rPr>
      <w:rFonts w:ascii="Arial" w:hAnsi="Arial" w:cs="Arial"/>
      <w:bCs/>
      <w:i/>
      <w:szCs w:val="22"/>
    </w:rPr>
  </w:style>
  <w:style w:type="character" w:styleId="Rimandocommento">
    <w:name w:val="annotation reference"/>
    <w:basedOn w:val="Carpredefinitoparagrafo"/>
    <w:semiHidden/>
    <w:unhideWhenUsed/>
    <w:rsid w:val="005E146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E146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E146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E146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E1468"/>
    <w:rPr>
      <w:rFonts w:ascii="Arial" w:hAnsi="Arial"/>
      <w:b/>
      <w:bCs/>
    </w:rPr>
  </w:style>
  <w:style w:type="paragraph" w:styleId="Paragrafoelenco">
    <w:name w:val="List Paragraph"/>
    <w:basedOn w:val="Normale"/>
    <w:uiPriority w:val="34"/>
    <w:qFormat/>
    <w:rsid w:val="005A7C57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7937FB"/>
    <w:rPr>
      <w:b/>
      <w:bCs/>
    </w:rPr>
  </w:style>
  <w:style w:type="character" w:customStyle="1" w:styleId="Titolo4Carattere">
    <w:name w:val="Titolo 4 Carattere"/>
    <w:basedOn w:val="Carpredefinitoparagrafo"/>
    <w:link w:val="Titolo4"/>
    <w:rsid w:val="00422017"/>
    <w:rPr>
      <w:rFonts w:ascii="Arial" w:hAnsi="Arial"/>
      <w:b/>
      <w:bCs/>
      <w:sz w:val="24"/>
      <w:szCs w:val="28"/>
    </w:rPr>
  </w:style>
  <w:style w:type="character" w:customStyle="1" w:styleId="A4">
    <w:name w:val="A4"/>
    <w:uiPriority w:val="99"/>
    <w:rsid w:val="00AB751E"/>
    <w:rPr>
      <w:rFonts w:ascii="Times New Roman" w:hAnsi="Times New Roman" w:cs="Fedra Sans Alt Pro Book"/>
      <w:color w:val="221E1F"/>
      <w:sz w:val="16"/>
      <w:szCs w:val="16"/>
    </w:rPr>
  </w:style>
  <w:style w:type="character" w:customStyle="1" w:styleId="A3">
    <w:name w:val="A3"/>
    <w:uiPriority w:val="99"/>
    <w:rsid w:val="00AB751E"/>
    <w:rPr>
      <w:rFonts w:ascii="Fedra Sans Alt Pro Bold" w:hAnsi="Fedra Sans Alt Pro Bold" w:cs="Fedra Sans Alt Pro Bold"/>
      <w:b/>
      <w:bCs/>
      <w:color w:val="221E1F"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rsid w:val="0079464B"/>
    <w:rPr>
      <w:rFonts w:ascii="Arial" w:hAnsi="Arial" w:cs="Arial"/>
      <w:b/>
      <w:bCs/>
      <w:iCs/>
      <w:sz w:val="36"/>
      <w:szCs w:val="28"/>
    </w:rPr>
  </w:style>
  <w:style w:type="character" w:styleId="Collegamentovisitato">
    <w:name w:val="FollowedHyperlink"/>
    <w:basedOn w:val="Carpredefinitoparagrafo"/>
    <w:semiHidden/>
    <w:unhideWhenUsed/>
    <w:rsid w:val="0090145D"/>
    <w:rPr>
      <w:color w:val="800080" w:themeColor="followedHyperlink"/>
      <w:u w:val="single"/>
    </w:rPr>
  </w:style>
  <w:style w:type="paragraph" w:customStyle="1" w:styleId="FormatvorlageEbrima105PtZeilenabstandGenau13Pt">
    <w:name w:val="Formatvorlage Ebrima 105 Pt. Zeilenabstand:  Genau 13 Pt."/>
    <w:basedOn w:val="Normale"/>
    <w:rsid w:val="00620F9E"/>
    <w:pPr>
      <w:spacing w:line="260" w:lineRule="exact"/>
    </w:pPr>
    <w:rPr>
      <w:rFonts w:ascii="Ebrima" w:hAnsi="Ebrima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2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BB3BA-5D8F-415E-A4D2-AACAE5A06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9</TotalTime>
  <Pages>3</Pages>
  <Words>552</Words>
  <Characters>3378</Characters>
  <Application>Microsoft Office Word</Application>
  <DocSecurity>4</DocSecurity>
  <Lines>28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Innovativ in Technik und Marketing (Futura-Heavy 11 pt, kursiv)</vt:lpstr>
      <vt:lpstr>Innovativ in Technik und Marketing (Futura-Heavy 11 pt, kursiv)</vt:lpstr>
    </vt:vector>
  </TitlesOfParts>
  <Company>Kemper Kommunikation</Company>
  <LinksUpToDate>false</LinksUpToDate>
  <CharactersWithSpaces>3923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Penso, Anni KWMK-IT</cp:lastModifiedBy>
  <cp:revision>2</cp:revision>
  <cp:lastPrinted>2007-09-03T14:44:00Z</cp:lastPrinted>
  <dcterms:created xsi:type="dcterms:W3CDTF">2019-01-30T15:40:00Z</dcterms:created>
  <dcterms:modified xsi:type="dcterms:W3CDTF">2019-01-30T15:40:00Z</dcterms:modified>
</cp:coreProperties>
</file>