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ECD6C" w14:textId="48B64608" w:rsidR="005E1468" w:rsidRDefault="004154C8" w:rsidP="005E1468">
      <w:pPr>
        <w:pStyle w:val="berschrift2"/>
      </w:pPr>
      <w:r>
        <w:t>Ein „</w:t>
      </w:r>
      <w:r w:rsidR="005C32E7">
        <w:t>Werkzeugführerschein</w:t>
      </w:r>
      <w:r>
        <w:t>“ für die SIEGENIA</w:t>
      </w:r>
      <w:r w:rsidR="00084470">
        <w:t xml:space="preserve"> </w:t>
      </w:r>
      <w:r>
        <w:t>Kids</w:t>
      </w:r>
    </w:p>
    <w:p w14:paraId="185B63C5" w14:textId="10E72DAB" w:rsidR="00A82224" w:rsidRDefault="004154C8" w:rsidP="00A82224">
      <w:pPr>
        <w:pStyle w:val="berschrift1"/>
      </w:pPr>
      <w:r>
        <w:t xml:space="preserve">Neues Kooperationsprojekt bietet </w:t>
      </w:r>
      <w:r w:rsidRPr="00BE52BE">
        <w:t>erste Einblicke in die Welt</w:t>
      </w:r>
      <w:r>
        <w:t xml:space="preserve"> der</w:t>
      </w:r>
      <w:r w:rsidRPr="00BE52BE">
        <w:t xml:space="preserve"> Technik</w:t>
      </w:r>
    </w:p>
    <w:p w14:paraId="050F28E4" w14:textId="77777777" w:rsidR="005E1468" w:rsidRPr="00B55070" w:rsidRDefault="005E1468" w:rsidP="005E1468"/>
    <w:p w14:paraId="5BBBF9EA" w14:textId="41F5A994" w:rsidR="00BC1F47" w:rsidRDefault="00806A59" w:rsidP="00084470">
      <w:r>
        <w:t xml:space="preserve">Wie baut man einen Holzroboter und welche Arbeitsschritte gehören dazu? Was muss man über </w:t>
      </w:r>
      <w:r w:rsidR="00084470">
        <w:t>die</w:t>
      </w:r>
      <w:r>
        <w:t xml:space="preserve"> Werkzeuge wissen</w:t>
      </w:r>
      <w:r w:rsidR="00084470">
        <w:t xml:space="preserve"> und wie geht man sicher mit ihnen um</w:t>
      </w:r>
      <w:r>
        <w:t>? I</w:t>
      </w:r>
      <w:r w:rsidR="005276B1">
        <w:t>m</w:t>
      </w:r>
      <w:r>
        <w:t xml:space="preserve"> </w:t>
      </w:r>
      <w:r w:rsidR="00BC1F47">
        <w:t>Rahmen eines</w:t>
      </w:r>
      <w:r>
        <w:t xml:space="preserve"> neuen Kooperationsprojekt</w:t>
      </w:r>
      <w:r w:rsidR="00BC1F47">
        <w:t>s</w:t>
      </w:r>
      <w:r>
        <w:t xml:space="preserve"> zwischen der </w:t>
      </w:r>
      <w:proofErr w:type="gramStart"/>
      <w:r w:rsidR="00084470" w:rsidRPr="00084470">
        <w:t>CJD Betriebskindertagesstätte</w:t>
      </w:r>
      <w:proofErr w:type="gramEnd"/>
      <w:r w:rsidR="00084470" w:rsidRPr="00084470">
        <w:t xml:space="preserve"> "SIEGENIA Kids"</w:t>
      </w:r>
      <w:r w:rsidR="00084470">
        <w:t xml:space="preserve"> </w:t>
      </w:r>
      <w:r>
        <w:t xml:space="preserve">und der </w:t>
      </w:r>
      <w:r w:rsidR="00F37647">
        <w:t xml:space="preserve">SIEGENIA </w:t>
      </w:r>
      <w:r>
        <w:t xml:space="preserve">Ausbildung erhielten </w:t>
      </w:r>
      <w:r w:rsidR="00084470">
        <w:t xml:space="preserve">elf KiTa-Kinder die Möglichkeit, </w:t>
      </w:r>
      <w:r w:rsidR="00084470" w:rsidRPr="00BE52BE">
        <w:t>auf spielerische Weise</w:t>
      </w:r>
      <w:r w:rsidR="00084470">
        <w:t xml:space="preserve"> erste Erfahrungen in der </w:t>
      </w:r>
      <w:r w:rsidR="00084470" w:rsidRPr="00BE52BE">
        <w:t xml:space="preserve">Welt von Werkzeug, Technik und handwerklicher Arbeit </w:t>
      </w:r>
      <w:r w:rsidR="00084470">
        <w:t>zu machen</w:t>
      </w:r>
      <w:r w:rsidR="00084470" w:rsidRPr="00BE52BE">
        <w:t>.</w:t>
      </w:r>
      <w:r w:rsidR="002C1554">
        <w:t xml:space="preserve"> </w:t>
      </w:r>
    </w:p>
    <w:p w14:paraId="7BE7ADD6" w14:textId="77777777" w:rsidR="00BC1F47" w:rsidRDefault="00BC1F47" w:rsidP="00084470"/>
    <w:p w14:paraId="16D9ECFC" w14:textId="54B37021" w:rsidR="00FC0964" w:rsidRDefault="002C1554" w:rsidP="00084470">
      <w:r>
        <w:t xml:space="preserve">Unter Anleitung der beiden </w:t>
      </w:r>
      <w:r w:rsidR="00F37647">
        <w:t xml:space="preserve">SIEGENIA </w:t>
      </w:r>
      <w:r>
        <w:t xml:space="preserve">Ausbilder </w:t>
      </w:r>
      <w:r w:rsidRPr="00BE52BE">
        <w:t>Sven Wiechmann</w:t>
      </w:r>
      <w:r>
        <w:t xml:space="preserve"> und</w:t>
      </w:r>
      <w:r w:rsidRPr="00BE52BE">
        <w:t xml:space="preserve"> Patrick Böhme</w:t>
      </w:r>
      <w:r>
        <w:t xml:space="preserve"> sowie von sechs </w:t>
      </w:r>
      <w:r w:rsidRPr="00BE52BE">
        <w:t>Auszubildende</w:t>
      </w:r>
      <w:r>
        <w:t>n</w:t>
      </w:r>
      <w:r w:rsidRPr="00BE52BE">
        <w:t xml:space="preserve"> aus den Bereichen Mechatronik und Werkzeugmechanik</w:t>
      </w:r>
      <w:r>
        <w:t xml:space="preserve"> </w:t>
      </w:r>
      <w:r w:rsidR="00086F11">
        <w:t>stellten</w:t>
      </w:r>
      <w:r>
        <w:t xml:space="preserve"> die Kinder drei Tage lang mit </w:t>
      </w:r>
      <w:r w:rsidR="00BC1F47">
        <w:t>viel Freude</w:t>
      </w:r>
      <w:r>
        <w:t xml:space="preserve"> ihre Werkstücke</w:t>
      </w:r>
      <w:r w:rsidR="00086F11">
        <w:t xml:space="preserve"> fertig</w:t>
      </w:r>
      <w:r>
        <w:t xml:space="preserve">. </w:t>
      </w:r>
      <w:r w:rsidR="00BC1F47">
        <w:t xml:space="preserve">Als </w:t>
      </w:r>
      <w:r w:rsidR="00BC1F47" w:rsidRPr="00BE52BE">
        <w:t>Anerkennung für die erworbenen Fähigkeiten</w:t>
      </w:r>
      <w:r w:rsidR="00BC1F47">
        <w:t xml:space="preserve"> erhielten sie am Ende der Projekttage einen „Werkzeugführerschein“. „Das Projekt ist eine wertvolle Ergänzung unseres MINT-Engagements, für das wir </w:t>
      </w:r>
      <w:r w:rsidR="00FC3E2E">
        <w:t xml:space="preserve">dieses </w:t>
      </w:r>
      <w:r w:rsidR="00BC1F47">
        <w:t>Jahr die Rezertifizierung der ‚Stiftung Kinder forschen‘ erh</w:t>
      </w:r>
      <w:r w:rsidR="00086F11">
        <w:t>a</w:t>
      </w:r>
      <w:r w:rsidR="00BC1F47">
        <w:t>lten</w:t>
      </w:r>
      <w:r w:rsidR="00086F11">
        <w:t xml:space="preserve"> haben</w:t>
      </w:r>
      <w:r w:rsidR="00BC1F47">
        <w:t xml:space="preserve">“, </w:t>
      </w:r>
      <w:r w:rsidR="00FC0964">
        <w:t>erläutert</w:t>
      </w:r>
      <w:r w:rsidR="00BC1F47">
        <w:t xml:space="preserve"> Sabrina Stein, </w:t>
      </w:r>
      <w:r w:rsidR="00FC0964" w:rsidRPr="00457A3B">
        <w:t xml:space="preserve">Leitung </w:t>
      </w:r>
      <w:r w:rsidR="00FC3E2E">
        <w:t xml:space="preserve">CJD </w:t>
      </w:r>
      <w:r w:rsidR="00FC0964" w:rsidRPr="00457A3B">
        <w:t xml:space="preserve">Betriebskindertagesstätte </w:t>
      </w:r>
      <w:r w:rsidR="00F37647">
        <w:t xml:space="preserve">SIEGENIA </w:t>
      </w:r>
      <w:r w:rsidR="00FC0964" w:rsidRPr="00457A3B">
        <w:t>Kids</w:t>
      </w:r>
      <w:r w:rsidR="00FC0964">
        <w:t xml:space="preserve">. „Mit dem </w:t>
      </w:r>
      <w:r w:rsidR="00086F11">
        <w:t>Kooperationsp</w:t>
      </w:r>
      <w:r w:rsidR="00FC0964">
        <w:t xml:space="preserve">rojekt </w:t>
      </w:r>
      <w:r w:rsidR="00086F11">
        <w:t>verfolgen</w:t>
      </w:r>
      <w:r w:rsidR="00FC0964">
        <w:t xml:space="preserve"> wir das Ziel, das technische Interesse der Kinder frühzeitig zu wecken und zu fördern. Über den erfolgreichen Verlauf </w:t>
      </w:r>
      <w:r w:rsidR="00086F11">
        <w:t>und die Begeisterung der Kinder</w:t>
      </w:r>
      <w:r w:rsidR="00FC0964">
        <w:t xml:space="preserve"> freuen wir uns sehr.“</w:t>
      </w:r>
    </w:p>
    <w:p w14:paraId="76472D82" w14:textId="728731C4" w:rsidR="00084470" w:rsidRPr="00084470" w:rsidRDefault="005B0DB7" w:rsidP="00FC0964">
      <w:pPr>
        <w:pStyle w:val="berschrift4"/>
        <w:rPr>
          <w:sz w:val="20"/>
          <w:szCs w:val="21"/>
        </w:rPr>
      </w:pPr>
      <w:r>
        <w:t>Schritt für Schritt zum fertigen Holzroboter</w:t>
      </w:r>
      <w:r w:rsidR="00FC0964">
        <w:t xml:space="preserve"> </w:t>
      </w:r>
    </w:p>
    <w:p w14:paraId="3F5550A8" w14:textId="330C061F" w:rsidR="008E3629" w:rsidRDefault="00086F11" w:rsidP="005E1468">
      <w:r>
        <w:t xml:space="preserve">Unterstützt von den Azubis arbeiteten die </w:t>
      </w:r>
      <w:r w:rsidR="00C10B84">
        <w:t>SIEGENIA Kids</w:t>
      </w:r>
      <w:r>
        <w:t xml:space="preserve"> zunächst zwei Tage lang in ihrer vertrauten Umgebung in der </w:t>
      </w:r>
      <w:r w:rsidRPr="00F37647">
        <w:t>KiTa</w:t>
      </w:r>
      <w:r w:rsidR="00FC3E2E" w:rsidRPr="00F37647">
        <w:t>-Werkstatt</w:t>
      </w:r>
      <w:r w:rsidRPr="00F37647">
        <w:t xml:space="preserve"> an </w:t>
      </w:r>
      <w:r w:rsidR="005276B1" w:rsidRPr="00F37647">
        <w:t>i</w:t>
      </w:r>
      <w:r w:rsidR="005B0DB7" w:rsidRPr="00F37647">
        <w:t>hren Holzrobotern</w:t>
      </w:r>
      <w:r w:rsidRPr="00F37647">
        <w:t>.</w:t>
      </w:r>
      <w:r w:rsidR="00FC3E2E" w:rsidRPr="00F37647">
        <w:t xml:space="preserve"> Bereits vorab hatten sie im Rahmen der wöchentlich stattfindenden Kreativwerkstatt erste handwerkliche Erfahrungen gesammelt und unter anderem Fledermaus</w:t>
      </w:r>
      <w:r w:rsidR="005276B1" w:rsidRPr="00F37647">
        <w:t>- und</w:t>
      </w:r>
      <w:r w:rsidR="00FC3E2E" w:rsidRPr="00F37647">
        <w:t xml:space="preserve"> Vogelhäuser gefertigt. Das Projekt mit der </w:t>
      </w:r>
      <w:r w:rsidR="00F37647">
        <w:t xml:space="preserve">SIEGENIA </w:t>
      </w:r>
      <w:r w:rsidR="00FC3E2E" w:rsidRPr="00F37647">
        <w:t xml:space="preserve">Ausbildung knüpfte daran an und bot den Kindern die Möglichkeit, </w:t>
      </w:r>
      <w:proofErr w:type="gramStart"/>
      <w:r w:rsidR="00FC3E2E" w:rsidRPr="00F37647">
        <w:t>das</w:t>
      </w:r>
      <w:proofErr w:type="gramEnd"/>
      <w:r w:rsidR="00FC3E2E" w:rsidRPr="00F37647">
        <w:t xml:space="preserve"> bereits Gelernte gemeinsam mit den Auszubildenden auszubauen. Bei der Arbeit an den Holzrobotern durchliefen die Kinder verschiedene Arbeitsschritte: </w:t>
      </w:r>
      <w:r w:rsidRPr="00F37647">
        <w:t xml:space="preserve">Vom Anzeichnen der Bohrlöcher mit Zollstock und Bleistift über das Schmirgeln und Entgraten </w:t>
      </w:r>
      <w:r w:rsidR="005B0DB7" w:rsidRPr="00F37647">
        <w:t>des</w:t>
      </w:r>
      <w:r w:rsidRPr="00F37647">
        <w:t xml:space="preserve"> Holzwürfels und dem angeleiteten Bohren </w:t>
      </w:r>
      <w:r w:rsidR="005B0DB7" w:rsidRPr="00F37647">
        <w:t>von</w:t>
      </w:r>
      <w:r w:rsidRPr="00F37647">
        <w:t xml:space="preserve"> Löcher</w:t>
      </w:r>
      <w:r w:rsidR="005B0DB7" w:rsidRPr="00F37647">
        <w:t>n</w:t>
      </w:r>
      <w:r w:rsidRPr="00F37647">
        <w:t xml:space="preserve"> bis zur Befestigung der Schrauben mithilfe von Schraubendrehern und Steckschlüsselknarren erlernten sie </w:t>
      </w:r>
      <w:r w:rsidR="00C10B84" w:rsidRPr="00F37647">
        <w:t xml:space="preserve">dabei </w:t>
      </w:r>
      <w:r w:rsidR="005276B1" w:rsidRPr="00F37647">
        <w:t>neue</w:t>
      </w:r>
      <w:r w:rsidRPr="00F37647">
        <w:t xml:space="preserve"> handwerkliche Fertigkeiten. </w:t>
      </w:r>
      <w:r w:rsidR="00C10B84" w:rsidRPr="00F37647">
        <w:t>Echte Werkstattluft schnupperten</w:t>
      </w:r>
      <w:r w:rsidR="00C10B84">
        <w:t xml:space="preserve"> sie am dritten Tag im </w:t>
      </w:r>
      <w:r w:rsidR="00C10B84" w:rsidRPr="00BE52BE">
        <w:t xml:space="preserve">Ausbildungszentrum </w:t>
      </w:r>
      <w:r w:rsidR="00C10B84">
        <w:t>von</w:t>
      </w:r>
      <w:r w:rsidR="00C10B84" w:rsidRPr="00BE52BE">
        <w:t xml:space="preserve"> SIEGENIA </w:t>
      </w:r>
      <w:r w:rsidR="00C10B84">
        <w:t xml:space="preserve">– ein ganz besonderes Erlebnis. </w:t>
      </w:r>
    </w:p>
    <w:p w14:paraId="7FAA62BB" w14:textId="77777777" w:rsidR="008E3629" w:rsidRDefault="008E3629" w:rsidP="005E1468"/>
    <w:p w14:paraId="31A06405" w14:textId="251B2B54" w:rsidR="00A82224" w:rsidRDefault="00450BBB" w:rsidP="005E1468">
      <w:r>
        <w:lastRenderedPageBreak/>
        <w:t xml:space="preserve">„Durch die altersgerechte Vermittlung hatten die Kinder reichlich Raum, ihre motorischen Fähigkeiten zu entwickeln und erste Erfahrungen im Umgang mit Werkzeugen zu sammeln“, schildert Sabrina Stein. </w:t>
      </w:r>
      <w:r w:rsidR="00A70231">
        <w:t xml:space="preserve">Auch die </w:t>
      </w:r>
      <w:r w:rsidR="00A70231" w:rsidRPr="00BE52BE">
        <w:t xml:space="preserve">interne Nachwuchsentwicklung und </w:t>
      </w:r>
      <w:r w:rsidR="00A70231">
        <w:t xml:space="preserve">der </w:t>
      </w:r>
      <w:r w:rsidR="00A70231" w:rsidRPr="00BE52BE">
        <w:t xml:space="preserve">Wissenstransfer zwischen Generationen </w:t>
      </w:r>
      <w:r w:rsidR="00A70231">
        <w:t>standen im Fokus des Kooperationsprojekts</w:t>
      </w:r>
      <w:r w:rsidR="008E3629">
        <w:t xml:space="preserve">. Über die Zusammenarbeit mit den Kindern konnten die </w:t>
      </w:r>
      <w:r w:rsidR="00A70231">
        <w:t>Auszubildenden ihre Fähigkeit zur Wissensvermittlung</w:t>
      </w:r>
      <w:r w:rsidR="008E3629">
        <w:t xml:space="preserve"> und zur Übernahme von Verantwortung ausbauen. „Ein gelungenes Beispiel </w:t>
      </w:r>
      <w:r w:rsidR="008E3629" w:rsidRPr="00BE52BE">
        <w:t>für nachhaltige Bildungspartnerschaft und gelebte Unternehmenskultur</w:t>
      </w:r>
      <w:r w:rsidR="008E3629">
        <w:t xml:space="preserve">“, freut sich Sabrina Stein. </w:t>
      </w:r>
    </w:p>
    <w:p w14:paraId="3705FEEA" w14:textId="77777777" w:rsidR="00806A59" w:rsidRPr="00B55070" w:rsidRDefault="00806A59" w:rsidP="005E1468"/>
    <w:p w14:paraId="69F6C6C0" w14:textId="77777777" w:rsidR="009A0520" w:rsidRDefault="009A0520" w:rsidP="009A0520"/>
    <w:p w14:paraId="157DE532" w14:textId="77777777" w:rsidR="009A0520" w:rsidRDefault="009A0520" w:rsidP="009A0520"/>
    <w:p w14:paraId="7129E3F3" w14:textId="77777777" w:rsidR="00F6067C" w:rsidRPr="00B55070" w:rsidRDefault="00F6067C" w:rsidP="00F6067C">
      <w:pPr>
        <w:rPr>
          <w:szCs w:val="20"/>
        </w:rPr>
      </w:pPr>
    </w:p>
    <w:p w14:paraId="6F1AD873" w14:textId="77777777" w:rsidR="00F6067C" w:rsidRPr="00B55070" w:rsidRDefault="00F6067C" w:rsidP="00F6067C">
      <w:pPr>
        <w:rPr>
          <w:szCs w:val="20"/>
        </w:rPr>
      </w:pPr>
    </w:p>
    <w:p w14:paraId="73EE9D0C" w14:textId="77777777" w:rsidR="005E1468" w:rsidRPr="00B55070" w:rsidRDefault="005E1468" w:rsidP="005E1468"/>
    <w:p w14:paraId="240BDD82" w14:textId="77777777" w:rsidR="005F3D5F" w:rsidRDefault="005F3D5F" w:rsidP="005E1468"/>
    <w:p w14:paraId="03E7B383" w14:textId="77777777" w:rsidR="00AD3B04" w:rsidRDefault="00AD3B04" w:rsidP="005E1468"/>
    <w:p w14:paraId="79E7A0EB" w14:textId="77777777" w:rsidR="00AD3B04" w:rsidRDefault="00AD3B04" w:rsidP="005E1468"/>
    <w:p w14:paraId="3DD7AF84" w14:textId="77777777" w:rsidR="00AD3B04" w:rsidRDefault="00AD3B04" w:rsidP="005E1468"/>
    <w:p w14:paraId="3EB77838" w14:textId="77777777" w:rsidR="00AD3B04" w:rsidRDefault="00AD3B04" w:rsidP="005E1468"/>
    <w:p w14:paraId="598378EC" w14:textId="77777777" w:rsidR="00AD3B04" w:rsidRDefault="00AD3B04" w:rsidP="005E1468"/>
    <w:p w14:paraId="763D7959" w14:textId="77777777" w:rsidR="005E1468" w:rsidRDefault="005E1468" w:rsidP="005A7C57">
      <w:pPr>
        <w:pStyle w:val="berschrift4"/>
      </w:pPr>
      <w:r>
        <w:t>Bildunterschriften</w:t>
      </w:r>
    </w:p>
    <w:p w14:paraId="2F654338" w14:textId="77777777" w:rsidR="002A7F37" w:rsidRDefault="002A7F37" w:rsidP="002A7F37">
      <w:r>
        <w:t>Bildquelle: SIEGENIA</w:t>
      </w:r>
    </w:p>
    <w:p w14:paraId="5AD086CC" w14:textId="77777777" w:rsidR="002A7F37" w:rsidRPr="002A7F37" w:rsidRDefault="002A7F37" w:rsidP="002A7F37"/>
    <w:p w14:paraId="0CD01694" w14:textId="710868D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="005276B1" w:rsidRPr="005276B1">
        <w:rPr>
          <w:bCs/>
          <w:i/>
        </w:rPr>
        <w:t>SIE_Werkzeugführerschein</w:t>
      </w:r>
      <w:proofErr w:type="spellEnd"/>
      <w:r w:rsidR="005276B1" w:rsidRPr="005276B1">
        <w:rPr>
          <w:bCs/>
          <w:i/>
        </w:rPr>
        <w:t xml:space="preserve"> 2025_</w:t>
      </w:r>
      <w:r w:rsidR="005276B1">
        <w:rPr>
          <w:bCs/>
          <w:i/>
        </w:rPr>
        <w:t>1024.</w:t>
      </w:r>
      <w:r w:rsidRPr="00D129AE">
        <w:rPr>
          <w:bCs/>
          <w:i/>
        </w:rPr>
        <w:t xml:space="preserve">jpg </w:t>
      </w:r>
    </w:p>
    <w:p w14:paraId="25FEF6C5" w14:textId="4FBBCD75" w:rsidR="005E1468" w:rsidRPr="00D129AE" w:rsidRDefault="00C47BD1" w:rsidP="005E1468">
      <w:r>
        <w:t>Große Freude über den „Werkzeugführerschein“: A</w:t>
      </w:r>
      <w:r w:rsidRPr="00BE52BE">
        <w:t>uf spielerische Weise</w:t>
      </w:r>
      <w:r>
        <w:t xml:space="preserve"> machten elf Kinder der </w:t>
      </w:r>
      <w:proofErr w:type="gramStart"/>
      <w:r w:rsidRPr="00084470">
        <w:t>CJD Betriebskindertagesstätte</w:t>
      </w:r>
      <w:proofErr w:type="gramEnd"/>
      <w:r w:rsidRPr="00084470">
        <w:t xml:space="preserve"> "SIEGENIA Kids"</w:t>
      </w:r>
      <w:r>
        <w:t xml:space="preserve"> erste Erfahrungen rund um</w:t>
      </w:r>
      <w:r w:rsidRPr="00BE52BE">
        <w:t xml:space="preserve"> Werkzeug, Technik und handwerkliche Arbeit.</w:t>
      </w:r>
      <w:r>
        <w:t xml:space="preserve"> </w:t>
      </w:r>
    </w:p>
    <w:p w14:paraId="414DB696" w14:textId="77777777" w:rsidR="005E1468" w:rsidRDefault="005E1468" w:rsidP="005E1468"/>
    <w:p w14:paraId="5D627C38" w14:textId="1F88FE9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="005276B1" w:rsidRPr="005276B1">
        <w:rPr>
          <w:bCs/>
          <w:i/>
        </w:rPr>
        <w:t>SIE_Werkzeugführerschein</w:t>
      </w:r>
      <w:proofErr w:type="spellEnd"/>
      <w:r w:rsidR="005276B1" w:rsidRPr="005276B1">
        <w:rPr>
          <w:bCs/>
          <w:i/>
        </w:rPr>
        <w:t xml:space="preserve"> 2025_0</w:t>
      </w:r>
      <w:r w:rsidR="005276B1">
        <w:rPr>
          <w:bCs/>
          <w:i/>
        </w:rPr>
        <w:t>643.</w:t>
      </w:r>
      <w:r w:rsidR="005276B1" w:rsidRPr="00D129AE">
        <w:rPr>
          <w:bCs/>
          <w:i/>
        </w:rPr>
        <w:t>jpg</w:t>
      </w:r>
    </w:p>
    <w:p w14:paraId="2644677B" w14:textId="6653D2EC" w:rsidR="005E1468" w:rsidRPr="00D129AE" w:rsidRDefault="00C47BD1" w:rsidP="005E1468">
      <w:r>
        <w:t xml:space="preserve">Die Arbeit an den Holzrobotern beinhaltete das Bohren von Löchern. Tatkräftig unterstützt von den Auszubildenden führten die </w:t>
      </w:r>
      <w:r w:rsidR="00AD3B04">
        <w:t>Kinder</w:t>
      </w:r>
      <w:r>
        <w:t xml:space="preserve"> diesen Arbeitsschritt Im </w:t>
      </w:r>
      <w:r w:rsidRPr="00BE52BE">
        <w:t xml:space="preserve">Ausbildungszentrum </w:t>
      </w:r>
      <w:r>
        <w:t>von</w:t>
      </w:r>
      <w:r w:rsidRPr="00BE52BE">
        <w:t xml:space="preserve"> SIEGENIA</w:t>
      </w:r>
      <w:r>
        <w:t xml:space="preserve"> aus. </w:t>
      </w:r>
    </w:p>
    <w:p w14:paraId="2942AC2E" w14:textId="77777777" w:rsidR="005E1468" w:rsidRDefault="005E1468" w:rsidP="005E1468"/>
    <w:p w14:paraId="34CBF682" w14:textId="3C59C76D" w:rsidR="005276B1" w:rsidRPr="00D129AE" w:rsidRDefault="005276B1" w:rsidP="005276B1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 xml:space="preserve">I: </w:t>
      </w:r>
      <w:proofErr w:type="spellStart"/>
      <w:r w:rsidRPr="005276B1">
        <w:rPr>
          <w:bCs/>
          <w:i/>
        </w:rPr>
        <w:t>SIE_Werkzeugführerschein</w:t>
      </w:r>
      <w:proofErr w:type="spellEnd"/>
      <w:r w:rsidRPr="005276B1">
        <w:rPr>
          <w:bCs/>
          <w:i/>
        </w:rPr>
        <w:t xml:space="preserve"> 2025_0725</w:t>
      </w:r>
      <w:r>
        <w:rPr>
          <w:bCs/>
          <w:i/>
        </w:rPr>
        <w:t>.</w:t>
      </w:r>
      <w:r w:rsidRPr="00D129AE">
        <w:rPr>
          <w:bCs/>
          <w:i/>
        </w:rPr>
        <w:t>jpg</w:t>
      </w:r>
    </w:p>
    <w:p w14:paraId="7DD43A06" w14:textId="3F2BFC47" w:rsidR="008D7633" w:rsidRPr="00ED6392" w:rsidRDefault="00C47BD1" w:rsidP="008D7633">
      <w:r w:rsidRPr="00AD3B04">
        <w:t>Zu den neuen handwerklichen Fertigkeiten, die die</w:t>
      </w:r>
      <w:r>
        <w:t xml:space="preserve"> SIEGENIA Kids erlernten, zählte</w:t>
      </w:r>
      <w:r w:rsidR="00AD3B04">
        <w:t xml:space="preserve"> auch</w:t>
      </w:r>
      <w:r>
        <w:t xml:space="preserve"> die Befestigung der</w:t>
      </w:r>
      <w:r w:rsidRPr="00BE52BE">
        <w:t xml:space="preserve"> Schrauben mit</w:t>
      </w:r>
      <w:r>
        <w:t>hilfe von</w:t>
      </w:r>
      <w:r w:rsidRPr="00BE52BE">
        <w:t xml:space="preserve"> Schraubendreher</w:t>
      </w:r>
      <w:r>
        <w:t>n</w:t>
      </w:r>
      <w:r w:rsidRPr="00BE52BE">
        <w:t xml:space="preserve"> und Steckschlüsselknarre</w:t>
      </w:r>
      <w:r>
        <w:t>n.</w:t>
      </w:r>
    </w:p>
    <w:p w14:paraId="556FE64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9B928A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0E3066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07A06AB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45EB91E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0F09C6D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9ADC3F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A4471D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ED01B8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BD317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51FB0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BD4F4E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3C447D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C03E72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CC8A9C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925F7A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09AC2F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C3777E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6FF5C1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D7BC3C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0128DB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2D2CECB" w14:textId="6848E47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37647">
              <w:t>375</w:t>
            </w:r>
          </w:p>
          <w:p w14:paraId="6C53EF26" w14:textId="7700D95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F37647">
              <w:t xml:space="preserve"> 873</w:t>
            </w:r>
            <w:r w:rsidRPr="00C33A1F">
              <w:br/>
              <w:t>(mit Leerzeichen)</w:t>
            </w:r>
          </w:p>
          <w:p w14:paraId="6B0A87DB" w14:textId="77777777" w:rsidR="008D7633" w:rsidRDefault="008D7633" w:rsidP="007A5EB4">
            <w:pPr>
              <w:pStyle w:val="Formatvorlage2"/>
            </w:pPr>
          </w:p>
          <w:p w14:paraId="0E0AC17E" w14:textId="4F64738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F37647">
              <w:t>7</w:t>
            </w:r>
            <w:r>
              <w:t>.</w:t>
            </w:r>
            <w:r w:rsidR="00486878">
              <w:t>0</w:t>
            </w:r>
            <w:r w:rsidR="004154C8">
              <w:t>7</w:t>
            </w:r>
            <w:r>
              <w:t>.20</w:t>
            </w:r>
            <w:r w:rsidR="00122FEC">
              <w:t>2</w:t>
            </w:r>
            <w:r w:rsidR="004154C8">
              <w:t>5</w:t>
            </w:r>
          </w:p>
          <w:p w14:paraId="4DADA5A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E7F14C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9437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4D3EF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71B9B" w14:textId="77777777" w:rsidR="00FB649C" w:rsidRDefault="00FB649C">
      <w:r>
        <w:separator/>
      </w:r>
    </w:p>
  </w:endnote>
  <w:endnote w:type="continuationSeparator" w:id="0">
    <w:p w14:paraId="50C2FF9F" w14:textId="77777777" w:rsidR="00FB649C" w:rsidRDefault="00FB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104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4EA71" w14:textId="77777777" w:rsidR="00FB649C" w:rsidRDefault="00FB649C">
      <w:r>
        <w:separator/>
      </w:r>
    </w:p>
  </w:footnote>
  <w:footnote w:type="continuationSeparator" w:id="0">
    <w:p w14:paraId="1873B0AB" w14:textId="77777777" w:rsidR="00FB649C" w:rsidRDefault="00FB6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2F6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01C956" wp14:editId="749598F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190"/>
    <w:multiLevelType w:val="multilevel"/>
    <w:tmpl w:val="9C90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C82B57"/>
    <w:multiLevelType w:val="hybridMultilevel"/>
    <w:tmpl w:val="A6B86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17074"/>
    <w:multiLevelType w:val="hybridMultilevel"/>
    <w:tmpl w:val="C3EE2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603F5"/>
    <w:multiLevelType w:val="hybridMultilevel"/>
    <w:tmpl w:val="1D02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904ED"/>
    <w:multiLevelType w:val="multilevel"/>
    <w:tmpl w:val="3F36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36152613">
    <w:abstractNumId w:val="3"/>
  </w:num>
  <w:num w:numId="2" w16cid:durableId="1418595171">
    <w:abstractNumId w:val="2"/>
  </w:num>
  <w:num w:numId="3" w16cid:durableId="1064911921">
    <w:abstractNumId w:val="7"/>
  </w:num>
  <w:num w:numId="4" w16cid:durableId="230700180">
    <w:abstractNumId w:val="5"/>
  </w:num>
  <w:num w:numId="5" w16cid:durableId="1669287507">
    <w:abstractNumId w:val="8"/>
  </w:num>
  <w:num w:numId="6" w16cid:durableId="1065495200">
    <w:abstractNumId w:val="0"/>
  </w:num>
  <w:num w:numId="7" w16cid:durableId="223563741">
    <w:abstractNumId w:val="4"/>
  </w:num>
  <w:num w:numId="8" w16cid:durableId="1257984564">
    <w:abstractNumId w:val="6"/>
  </w:num>
  <w:num w:numId="9" w16cid:durableId="314261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20"/>
    <w:rsid w:val="000024D9"/>
    <w:rsid w:val="00003256"/>
    <w:rsid w:val="0001449A"/>
    <w:rsid w:val="0001520C"/>
    <w:rsid w:val="00026907"/>
    <w:rsid w:val="00040EBF"/>
    <w:rsid w:val="0004771F"/>
    <w:rsid w:val="00064165"/>
    <w:rsid w:val="000675C7"/>
    <w:rsid w:val="00084470"/>
    <w:rsid w:val="00086F11"/>
    <w:rsid w:val="00090045"/>
    <w:rsid w:val="00095303"/>
    <w:rsid w:val="000A1DF0"/>
    <w:rsid w:val="000A5CA3"/>
    <w:rsid w:val="000C174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1554"/>
    <w:rsid w:val="002C36FE"/>
    <w:rsid w:val="002C5A66"/>
    <w:rsid w:val="002C6D41"/>
    <w:rsid w:val="002E48B5"/>
    <w:rsid w:val="002E59D6"/>
    <w:rsid w:val="002F18BB"/>
    <w:rsid w:val="002F466F"/>
    <w:rsid w:val="002F6F51"/>
    <w:rsid w:val="00303A46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F7F86"/>
    <w:rsid w:val="004154C8"/>
    <w:rsid w:val="004176D4"/>
    <w:rsid w:val="00420F79"/>
    <w:rsid w:val="004333E8"/>
    <w:rsid w:val="0044187A"/>
    <w:rsid w:val="00446899"/>
    <w:rsid w:val="00447689"/>
    <w:rsid w:val="00450BBB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76B1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0DB7"/>
    <w:rsid w:val="005C32E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95F3A"/>
    <w:rsid w:val="006A2FD7"/>
    <w:rsid w:val="006A7184"/>
    <w:rsid w:val="006B6CD1"/>
    <w:rsid w:val="006B7979"/>
    <w:rsid w:val="006C044C"/>
    <w:rsid w:val="006C29F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6A59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E3629"/>
    <w:rsid w:val="00910883"/>
    <w:rsid w:val="0092580A"/>
    <w:rsid w:val="009262B6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0520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231"/>
    <w:rsid w:val="00A82224"/>
    <w:rsid w:val="00A87496"/>
    <w:rsid w:val="00A927D0"/>
    <w:rsid w:val="00A9705C"/>
    <w:rsid w:val="00A97B0A"/>
    <w:rsid w:val="00AA224C"/>
    <w:rsid w:val="00AA6262"/>
    <w:rsid w:val="00AB1EC7"/>
    <w:rsid w:val="00AD3B04"/>
    <w:rsid w:val="00AD4128"/>
    <w:rsid w:val="00AD7705"/>
    <w:rsid w:val="00AD7B27"/>
    <w:rsid w:val="00AE06DB"/>
    <w:rsid w:val="00B057B0"/>
    <w:rsid w:val="00B11AB7"/>
    <w:rsid w:val="00B2155D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160B"/>
    <w:rsid w:val="00B84773"/>
    <w:rsid w:val="00B908A8"/>
    <w:rsid w:val="00B92EF0"/>
    <w:rsid w:val="00B93961"/>
    <w:rsid w:val="00BA5B2A"/>
    <w:rsid w:val="00BC1F47"/>
    <w:rsid w:val="00BD76B1"/>
    <w:rsid w:val="00BE62B4"/>
    <w:rsid w:val="00BE69F6"/>
    <w:rsid w:val="00BF6132"/>
    <w:rsid w:val="00C02C5D"/>
    <w:rsid w:val="00C10B84"/>
    <w:rsid w:val="00C14A00"/>
    <w:rsid w:val="00C24B77"/>
    <w:rsid w:val="00C2717C"/>
    <w:rsid w:val="00C33A1F"/>
    <w:rsid w:val="00C4515A"/>
    <w:rsid w:val="00C47BD1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029C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7647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B649C"/>
    <w:rsid w:val="00FC0964"/>
    <w:rsid w:val="00FC3E2E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5D5A77"/>
  <w15:docId w15:val="{D2816DFE-29B5-41DA-9D5B-0847C22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47BD1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E0029C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545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4330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2025-07-17T14:37:00Z</dcterms:created>
  <dcterms:modified xsi:type="dcterms:W3CDTF">2025-07-17T14:37:00Z</dcterms:modified>
</cp:coreProperties>
</file>