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E0282" w14:textId="5337828C" w:rsidR="005E1468" w:rsidRDefault="00D95BA6" w:rsidP="005E1468">
      <w:pPr>
        <w:pStyle w:val="berschrift2"/>
      </w:pPr>
      <w:r>
        <w:t>2.500 Euro für einen guten Zweck</w:t>
      </w:r>
    </w:p>
    <w:p w14:paraId="1C1328D8" w14:textId="0DAB0B90" w:rsidR="00A82224" w:rsidRDefault="00B35812" w:rsidP="00A82224">
      <w:pPr>
        <w:pStyle w:val="berschrift1"/>
      </w:pPr>
      <w:r>
        <w:t xml:space="preserve">Azubis von SIEGENIA machen sich </w:t>
      </w:r>
      <w:r w:rsidR="00D95BA6">
        <w:t>erneut</w:t>
      </w:r>
      <w:r w:rsidR="00294991">
        <w:t xml:space="preserve"> </w:t>
      </w:r>
      <w:r>
        <w:t xml:space="preserve">für </w:t>
      </w:r>
      <w:r w:rsidR="00294991">
        <w:t xml:space="preserve">Hilfsbedürftige </w:t>
      </w:r>
      <w:r>
        <w:t>stark</w:t>
      </w:r>
    </w:p>
    <w:p w14:paraId="2612A470" w14:textId="55265024" w:rsidR="005E1468" w:rsidRDefault="005E1468" w:rsidP="005E1468"/>
    <w:p w14:paraId="343B187B" w14:textId="4F6A985E" w:rsidR="00E113D6" w:rsidRPr="00857C00" w:rsidRDefault="00E113D6" w:rsidP="00D95BA6">
      <w:pPr>
        <w:rPr>
          <w:vertAlign w:val="subscript"/>
        </w:rPr>
      </w:pPr>
      <w:r>
        <w:t xml:space="preserve">Mehr als </w:t>
      </w:r>
      <w:r w:rsidR="00035D0F">
        <w:t>160</w:t>
      </w:r>
      <w:r>
        <w:t xml:space="preserve"> verkaufte Präsente und ein </w:t>
      </w:r>
      <w:r w:rsidR="00294991">
        <w:t xml:space="preserve">Erlös </w:t>
      </w:r>
      <w:r>
        <w:t xml:space="preserve">von </w:t>
      </w:r>
      <w:r w:rsidR="00D95BA6">
        <w:t xml:space="preserve">knapp </w:t>
      </w:r>
      <w:r w:rsidR="002D04E3">
        <w:t>1</w:t>
      </w:r>
      <w:r w:rsidR="00294991">
        <w:t>.</w:t>
      </w:r>
      <w:r w:rsidR="00D95BA6">
        <w:t>3</w:t>
      </w:r>
      <w:r w:rsidR="002D04E3">
        <w:t>00</w:t>
      </w:r>
      <w:r>
        <w:t xml:space="preserve"> Euro</w:t>
      </w:r>
      <w:r w:rsidR="00D95BA6">
        <w:t xml:space="preserve">, davon allein fast 200 Euro aufgrund freiwilliger Spenden der Mitarbeiter: Die Azubis von SIEGENIA </w:t>
      </w:r>
      <w:r w:rsidR="007E729A">
        <w:t xml:space="preserve">freuen sich über den </w:t>
      </w:r>
      <w:r w:rsidR="00D95BA6">
        <w:t xml:space="preserve">Erlös des diesjährigen Weihnachtsverkaufs. </w:t>
      </w:r>
      <w:r>
        <w:t xml:space="preserve">Die Unterstützung </w:t>
      </w:r>
      <w:r w:rsidR="002D04E3">
        <w:t xml:space="preserve">von </w:t>
      </w:r>
      <w:r w:rsidR="00D95BA6">
        <w:t>Hilfso</w:t>
      </w:r>
      <w:r w:rsidR="002D04E3">
        <w:t>rganisationen aus der Region</w:t>
      </w:r>
      <w:r>
        <w:t xml:space="preserve"> hat </w:t>
      </w:r>
      <w:r w:rsidR="00D95BA6">
        <w:t xml:space="preserve">bei ihnen </w:t>
      </w:r>
      <w:r w:rsidR="007D6EA4">
        <w:t>eine lange</w:t>
      </w:r>
      <w:r w:rsidR="00D95BA6">
        <w:t xml:space="preserve"> </w:t>
      </w:r>
      <w:r>
        <w:t>Tradition.</w:t>
      </w:r>
      <w:r w:rsidR="00D95BA6">
        <w:t xml:space="preserve"> </w:t>
      </w:r>
      <w:r w:rsidR="007E729A">
        <w:t xml:space="preserve">Wie </w:t>
      </w:r>
      <w:r w:rsidR="007D6EA4">
        <w:t xml:space="preserve">bereits </w:t>
      </w:r>
      <w:r w:rsidR="007E729A">
        <w:t xml:space="preserve">in den Vorjahren </w:t>
      </w:r>
      <w:r w:rsidR="00D95BA6">
        <w:t xml:space="preserve">führten sie </w:t>
      </w:r>
      <w:r w:rsidR="007E729A">
        <w:t xml:space="preserve">deshalb auch </w:t>
      </w:r>
      <w:r w:rsidR="007D6EA4">
        <w:t xml:space="preserve">Anfang </w:t>
      </w:r>
      <w:r w:rsidR="007E729A">
        <w:t xml:space="preserve">2019 </w:t>
      </w:r>
      <w:r w:rsidR="002D04E3">
        <w:t>mit Engagement und Einsatz</w:t>
      </w:r>
      <w:r w:rsidR="00367E21">
        <w:t xml:space="preserve"> </w:t>
      </w:r>
      <w:r w:rsidR="002D04E3">
        <w:t>eine große Verkaufsaktion</w:t>
      </w:r>
      <w:r w:rsidR="00D14B1A">
        <w:t xml:space="preserve"> durch</w:t>
      </w:r>
      <w:r w:rsidR="00367E21" w:rsidRPr="004D780D">
        <w:t xml:space="preserve">, </w:t>
      </w:r>
      <w:r w:rsidR="00294991">
        <w:t xml:space="preserve">bei </w:t>
      </w:r>
      <w:r w:rsidR="008228F0">
        <w:t xml:space="preserve">der ihre Kolleginnen und Kollegen </w:t>
      </w:r>
      <w:r w:rsidR="00367E21">
        <w:t xml:space="preserve">die </w:t>
      </w:r>
      <w:r w:rsidR="008228F0">
        <w:t xml:space="preserve">in der Vorweihnachtszeit </w:t>
      </w:r>
      <w:r w:rsidR="00367E21" w:rsidRPr="004D780D">
        <w:t xml:space="preserve">eingegangenen </w:t>
      </w:r>
      <w:r w:rsidR="008228F0">
        <w:t>P</w:t>
      </w:r>
      <w:r w:rsidR="002D04E3">
        <w:t>räsente</w:t>
      </w:r>
      <w:r w:rsidR="002D04E3" w:rsidRPr="004D780D">
        <w:t xml:space="preserve"> </w:t>
      </w:r>
      <w:r w:rsidR="00367E21" w:rsidRPr="004D780D">
        <w:t xml:space="preserve">zu </w:t>
      </w:r>
      <w:r w:rsidR="008228F0">
        <w:t xml:space="preserve">fairen </w:t>
      </w:r>
      <w:r w:rsidR="00367E21" w:rsidRPr="004D780D">
        <w:t>Preisen erw</w:t>
      </w:r>
      <w:r w:rsidR="00367E21">
        <w:t>e</w:t>
      </w:r>
      <w:r w:rsidR="00367E21" w:rsidRPr="004D780D">
        <w:t>rben</w:t>
      </w:r>
      <w:r w:rsidR="00367E21">
        <w:t xml:space="preserve"> konnten</w:t>
      </w:r>
      <w:r w:rsidR="00367E21" w:rsidRPr="004D780D">
        <w:t>.</w:t>
      </w:r>
      <w:r w:rsidR="00D71D78">
        <w:t xml:space="preserve"> </w:t>
      </w:r>
      <w:r w:rsidR="008228F0">
        <w:t xml:space="preserve">Ebenso traditionell wie das Engagement der Auszubildenden ist die Bereitschaft von Firmeninhaber Wieland Frank zur </w:t>
      </w:r>
      <w:r w:rsidR="00C2342F">
        <w:t>aktiven Beteiligung an</w:t>
      </w:r>
      <w:r w:rsidR="008228F0">
        <w:t xml:space="preserve"> dieser Initiative</w:t>
      </w:r>
      <w:r w:rsidR="00C2342F">
        <w:t>.</w:t>
      </w:r>
      <w:r w:rsidR="008228F0">
        <w:t xml:space="preserve"> Er stockte den </w:t>
      </w:r>
      <w:r w:rsidR="00294991">
        <w:t xml:space="preserve">Erlös </w:t>
      </w:r>
      <w:r w:rsidR="002D04E3">
        <w:t xml:space="preserve">auf </w:t>
      </w:r>
      <w:r w:rsidR="008228F0">
        <w:t>2</w:t>
      </w:r>
      <w:r w:rsidR="00294991">
        <w:t>.</w:t>
      </w:r>
      <w:r w:rsidR="002D04E3">
        <w:t xml:space="preserve">500 Euro </w:t>
      </w:r>
      <w:r w:rsidR="00D71D78">
        <w:t xml:space="preserve">auf. </w:t>
      </w:r>
    </w:p>
    <w:p w14:paraId="5A26FE93" w14:textId="43D40383" w:rsidR="0064677C" w:rsidRPr="004D780D" w:rsidRDefault="00BF352E" w:rsidP="00857C00">
      <w:pPr>
        <w:pStyle w:val="berschrift4"/>
      </w:pPr>
      <w:r>
        <w:t>Zwei</w:t>
      </w:r>
      <w:r w:rsidR="00A834B1">
        <w:t xml:space="preserve"> Schecks in Höhe von </w:t>
      </w:r>
      <w:r w:rsidR="00294991">
        <w:t>je 1.</w:t>
      </w:r>
      <w:r>
        <w:t>2</w:t>
      </w:r>
      <w:r w:rsidR="00294991">
        <w:t xml:space="preserve">50 </w:t>
      </w:r>
      <w:r w:rsidR="00A834B1">
        <w:t>Euro</w:t>
      </w:r>
    </w:p>
    <w:p w14:paraId="250129B7" w14:textId="2CE89861" w:rsidR="00857C00" w:rsidRDefault="000257EB" w:rsidP="00102A93">
      <w:r>
        <w:t xml:space="preserve">In diesem Jahr wählte die Unternehmensleitung aus den Vorschlägen der Mitarbeiter zwei Siegerländer </w:t>
      </w:r>
      <w:r w:rsidR="00857C00">
        <w:t>Organisationen</w:t>
      </w:r>
      <w:r>
        <w:t xml:space="preserve"> aus</w:t>
      </w:r>
      <w:r w:rsidR="00857C00">
        <w:t xml:space="preserve">, </w:t>
      </w:r>
      <w:r w:rsidR="00C2342F">
        <w:t>deren Arbeit mithilfe dieses Betrags unterstützt werden soll: das Projekt „Zeitpaten“ des Bezirksverbands der Siegerländer Frauenhilfen sowie die „</w:t>
      </w:r>
      <w:proofErr w:type="spellStart"/>
      <w:r w:rsidR="00C2342F">
        <w:t>kinderinsel</w:t>
      </w:r>
      <w:proofErr w:type="spellEnd"/>
      <w:r w:rsidR="00C2342F">
        <w:t>“ der DRK-Kinderklinik Siegen</w:t>
      </w:r>
      <w:r>
        <w:t>.</w:t>
      </w:r>
      <w:r w:rsidR="00C2342F">
        <w:t xml:space="preserve"> </w:t>
      </w:r>
      <w:r w:rsidR="00102A93">
        <w:t>Sie erhielten</w:t>
      </w:r>
      <w:r w:rsidR="00A92874">
        <w:t xml:space="preserve"> </w:t>
      </w:r>
      <w:r w:rsidR="00102A93">
        <w:t>von den Azubis der SIEGENIA GRUPPE einen Scheck über jeweils 1</w:t>
      </w:r>
      <w:r w:rsidR="00A04FA5">
        <w:t>.</w:t>
      </w:r>
      <w:r>
        <w:t>2</w:t>
      </w:r>
      <w:r w:rsidR="00102A93">
        <w:t>50 Euro.</w:t>
      </w:r>
    </w:p>
    <w:p w14:paraId="38AA22EE" w14:textId="77777777" w:rsidR="00857C00" w:rsidRDefault="00857C00" w:rsidP="00181443"/>
    <w:p w14:paraId="37945130" w14:textId="43AAFAF8" w:rsidR="00FD7C56" w:rsidRPr="00711885" w:rsidRDefault="007E729A" w:rsidP="00711885">
      <w:pPr>
        <w:rPr>
          <w:rFonts w:cs="Arial"/>
          <w:szCs w:val="20"/>
        </w:rPr>
      </w:pPr>
      <w:r>
        <w:rPr>
          <w:rFonts w:cs="Arial"/>
          <w:szCs w:val="20"/>
        </w:rPr>
        <w:t>Im Rahmen des Projekts „Zeitpaten“ schenken ehrenamtlich tätige Frauen und Männer Kindern aus einer anderen Familie</w:t>
      </w:r>
      <w:r w:rsidR="00AA49C8">
        <w:rPr>
          <w:rFonts w:cs="Arial"/>
          <w:szCs w:val="20"/>
        </w:rPr>
        <w:t xml:space="preserve"> regelmäßig</w:t>
      </w:r>
      <w:r>
        <w:rPr>
          <w:rFonts w:cs="Arial"/>
          <w:szCs w:val="20"/>
        </w:rPr>
        <w:t xml:space="preserve"> </w:t>
      </w:r>
      <w:r w:rsidR="00AA49C8">
        <w:rPr>
          <w:rFonts w:cs="Arial"/>
          <w:szCs w:val="20"/>
        </w:rPr>
        <w:t>ihre</w:t>
      </w:r>
      <w:r>
        <w:rPr>
          <w:rFonts w:cs="Arial"/>
          <w:szCs w:val="20"/>
        </w:rPr>
        <w:t xml:space="preserve"> Zeit</w:t>
      </w:r>
      <w:r w:rsidR="00AA49C8">
        <w:rPr>
          <w:rFonts w:cs="Arial"/>
          <w:szCs w:val="20"/>
        </w:rPr>
        <w:t xml:space="preserve">, um </w:t>
      </w:r>
      <w:r w:rsidR="007D6EA4">
        <w:rPr>
          <w:rFonts w:cs="Arial"/>
          <w:szCs w:val="20"/>
        </w:rPr>
        <w:t xml:space="preserve">gemeinsam mit ihnen Hausaufgaben zu erledigen, </w:t>
      </w:r>
      <w:r w:rsidR="00AA49C8">
        <w:rPr>
          <w:rFonts w:cs="Arial"/>
          <w:szCs w:val="20"/>
        </w:rPr>
        <w:t>zu spielen, zu erzählen</w:t>
      </w:r>
      <w:r w:rsidR="007D6EA4">
        <w:rPr>
          <w:rFonts w:cs="Arial"/>
          <w:szCs w:val="20"/>
        </w:rPr>
        <w:t xml:space="preserve"> </w:t>
      </w:r>
      <w:r w:rsidR="00AA49C8">
        <w:rPr>
          <w:rFonts w:cs="Arial"/>
          <w:szCs w:val="20"/>
        </w:rPr>
        <w:t xml:space="preserve">oder Ausflüge zu machen. Die Erfahrung der bislang rund 80 Siegerländer Familien, die bereits </w:t>
      </w:r>
      <w:r w:rsidR="007D6EA4">
        <w:rPr>
          <w:rFonts w:cs="Arial"/>
          <w:szCs w:val="20"/>
        </w:rPr>
        <w:t>an dem Programm teil</w:t>
      </w:r>
      <w:r w:rsidR="009955EB">
        <w:rPr>
          <w:rFonts w:cs="Arial"/>
          <w:szCs w:val="20"/>
        </w:rPr>
        <w:t>g</w:t>
      </w:r>
      <w:r w:rsidR="007D6EA4">
        <w:rPr>
          <w:rFonts w:cs="Arial"/>
          <w:szCs w:val="20"/>
        </w:rPr>
        <w:t>enommen haben</w:t>
      </w:r>
      <w:r w:rsidR="002E66EC">
        <w:rPr>
          <w:rFonts w:cs="Arial"/>
          <w:szCs w:val="20"/>
        </w:rPr>
        <w:t>,</w:t>
      </w:r>
      <w:r w:rsidR="00AA49C8">
        <w:rPr>
          <w:rFonts w:cs="Arial"/>
          <w:szCs w:val="20"/>
        </w:rPr>
        <w:t xml:space="preserve"> zeigt, dass dies nicht nur die Eltern entlastet, sondern auch den Selbstwert der Kinder fördert und sie </w:t>
      </w:r>
      <w:r w:rsidR="007D6EA4">
        <w:rPr>
          <w:rFonts w:cs="Arial"/>
          <w:szCs w:val="20"/>
        </w:rPr>
        <w:t xml:space="preserve">beim Ausbau </w:t>
      </w:r>
      <w:r w:rsidR="00AA49C8">
        <w:rPr>
          <w:rFonts w:cs="Arial"/>
          <w:szCs w:val="20"/>
        </w:rPr>
        <w:t>persönliche</w:t>
      </w:r>
      <w:r w:rsidR="007D6EA4">
        <w:rPr>
          <w:rFonts w:cs="Arial"/>
          <w:szCs w:val="20"/>
        </w:rPr>
        <w:t>r</w:t>
      </w:r>
      <w:r w:rsidR="00AA49C8">
        <w:rPr>
          <w:rFonts w:cs="Arial"/>
          <w:szCs w:val="20"/>
        </w:rPr>
        <w:t xml:space="preserve"> Stärken </w:t>
      </w:r>
      <w:r w:rsidR="007D6EA4">
        <w:rPr>
          <w:rFonts w:cs="Arial"/>
          <w:szCs w:val="20"/>
        </w:rPr>
        <w:t>unterstützt</w:t>
      </w:r>
      <w:r w:rsidR="00AA49C8">
        <w:rPr>
          <w:rFonts w:cs="Arial"/>
          <w:szCs w:val="20"/>
        </w:rPr>
        <w:t xml:space="preserve">. </w:t>
      </w:r>
      <w:r w:rsidR="00A45CA3">
        <w:rPr>
          <w:rFonts w:cs="Arial"/>
          <w:szCs w:val="20"/>
        </w:rPr>
        <w:t>Auch die Zeit</w:t>
      </w:r>
      <w:r w:rsidR="002E66EC">
        <w:rPr>
          <w:rFonts w:cs="Arial"/>
          <w:szCs w:val="20"/>
        </w:rPr>
        <w:t xml:space="preserve">paten selbst empfinden das Engagement als bereichernd. </w:t>
      </w:r>
    </w:p>
    <w:p w14:paraId="6B42B607" w14:textId="0D302B51" w:rsidR="006E02DB" w:rsidRDefault="006E02DB" w:rsidP="005E1468"/>
    <w:p w14:paraId="449AD55B" w14:textId="2E63F4EC" w:rsidR="00197931" w:rsidRDefault="00197931" w:rsidP="00197931">
      <w:r>
        <w:t>Die „</w:t>
      </w:r>
      <w:proofErr w:type="spellStart"/>
      <w:r>
        <w:t>kinderinsel</w:t>
      </w:r>
      <w:proofErr w:type="spellEnd"/>
      <w:r>
        <w:t xml:space="preserve">“ der Kinderklinik Siegen versorgt als Intensivstation mit Wohncharakter langzeitbeatmete Kinder und Jugendliche aus dem gesamten Bundesgebiet. Ziel ist es, die </w:t>
      </w:r>
      <w:r w:rsidR="0018128A">
        <w:t xml:space="preserve">jungen </w:t>
      </w:r>
      <w:r>
        <w:t xml:space="preserve">Patienten </w:t>
      </w:r>
      <w:r w:rsidR="0018128A">
        <w:t xml:space="preserve">nach besten Kräften zu fördern und </w:t>
      </w:r>
      <w:r>
        <w:t xml:space="preserve">ein Umfeld zu schaffen, das </w:t>
      </w:r>
      <w:r w:rsidR="0018128A">
        <w:t>ihnen im Rahmen ihrer Möglichkeiten</w:t>
      </w:r>
      <w:r>
        <w:t xml:space="preserve"> Selbständigkeit und Normalität erlaubt</w:t>
      </w:r>
      <w:r w:rsidR="00480240">
        <w:t>.</w:t>
      </w:r>
      <w:r w:rsidR="0018128A">
        <w:t xml:space="preserve"> Durch die Anbindung an die DRK-Kinderklinik und damit auch an die Häusliche Kinderkrankenpflege schließt das auf Wunsch die Begleitung auf dem Weg zurück in die eigene Familie ein. </w:t>
      </w:r>
    </w:p>
    <w:p w14:paraId="367B8067" w14:textId="21368BB8" w:rsidR="00197931" w:rsidRDefault="00480240" w:rsidP="00197931">
      <w:r>
        <w:t xml:space="preserve"> </w:t>
      </w:r>
    </w:p>
    <w:p w14:paraId="7B762227" w14:textId="666C8F73" w:rsidR="005E1468" w:rsidRDefault="006E02DB" w:rsidP="005A7C57">
      <w:pPr>
        <w:pStyle w:val="berschrift4"/>
      </w:pPr>
      <w:r>
        <w:lastRenderedPageBreak/>
        <w:t>Bildunterschrift</w:t>
      </w:r>
    </w:p>
    <w:p w14:paraId="7E09391C" w14:textId="77777777" w:rsidR="002A7F37" w:rsidRDefault="002A7F37" w:rsidP="002A7F37">
      <w:r>
        <w:t>Bildquelle: SIEGENIA</w:t>
      </w:r>
    </w:p>
    <w:p w14:paraId="0B1FEB78" w14:textId="77777777" w:rsidR="006646FD" w:rsidRPr="002A7F37" w:rsidRDefault="006646FD" w:rsidP="002A7F37"/>
    <w:p w14:paraId="6299188F" w14:textId="479F3C2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657281">
        <w:rPr>
          <w:bCs/>
          <w:i/>
        </w:rPr>
        <w:t xml:space="preserve"> 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E02DB">
        <w:rPr>
          <w:bCs/>
          <w:i/>
        </w:rPr>
        <w:t>Spenden</w:t>
      </w:r>
      <w:r w:rsidR="00645E12">
        <w:rPr>
          <w:bCs/>
          <w:i/>
        </w:rPr>
        <w:t>ü</w:t>
      </w:r>
      <w:r w:rsidR="006E02DB">
        <w:rPr>
          <w:bCs/>
          <w:i/>
        </w:rPr>
        <w:t>bergabe</w:t>
      </w:r>
      <w:proofErr w:type="spellEnd"/>
      <w:r w:rsidR="00BF352E">
        <w:rPr>
          <w:bCs/>
          <w:i/>
        </w:rPr>
        <w:t xml:space="preserve"> 2019</w:t>
      </w:r>
      <w:r w:rsidR="00A92874">
        <w:rPr>
          <w:bCs/>
          <w:i/>
        </w:rPr>
        <w:t>_</w:t>
      </w:r>
      <w:r w:rsidR="00657281">
        <w:rPr>
          <w:bCs/>
          <w:i/>
        </w:rPr>
        <w:t>Zeitpaten_</w:t>
      </w:r>
      <w:r w:rsidR="00A92874">
        <w:rPr>
          <w:bCs/>
          <w:i/>
        </w:rPr>
        <w:t>Pr</w:t>
      </w:r>
      <w:r w:rsidR="00645E12">
        <w:rPr>
          <w:bCs/>
          <w:i/>
        </w:rPr>
        <w:t>esse</w:t>
      </w:r>
      <w:r w:rsidRPr="00D129AE">
        <w:rPr>
          <w:bCs/>
          <w:i/>
        </w:rPr>
        <w:t xml:space="preserve">.jpg </w:t>
      </w:r>
    </w:p>
    <w:p w14:paraId="0D4C6688" w14:textId="5D9D7BDD" w:rsidR="00645E12" w:rsidRDefault="00645E12" w:rsidP="00645E12">
      <w:pPr>
        <w:rPr>
          <w:rFonts w:cs="Arial"/>
          <w:szCs w:val="20"/>
        </w:rPr>
      </w:pPr>
      <w:r>
        <w:rPr>
          <w:rFonts w:cs="Arial"/>
          <w:szCs w:val="20"/>
        </w:rPr>
        <w:t xml:space="preserve">Silke Kötz (2. v. l.) und Erika Denker (3. v. l.) vom </w:t>
      </w:r>
      <w:r>
        <w:t>Projekt „Zeitpaten“ der Siegerländer Frauenhilfen</w:t>
      </w:r>
      <w:r>
        <w:rPr>
          <w:rFonts w:cs="Arial"/>
          <w:szCs w:val="20"/>
        </w:rPr>
        <w:t xml:space="preserve"> freuen sich über den Scheck in Höhe von 1.250 Euro, den ihnen die SIEGENIA-Azubis Michelle Ochs und Gian-Luca </w:t>
      </w:r>
      <w:proofErr w:type="spellStart"/>
      <w:r>
        <w:rPr>
          <w:rFonts w:cs="Arial"/>
          <w:szCs w:val="20"/>
        </w:rPr>
        <w:t>Massafra</w:t>
      </w:r>
      <w:proofErr w:type="spellEnd"/>
      <w:r>
        <w:rPr>
          <w:rFonts w:cs="Arial"/>
          <w:szCs w:val="20"/>
        </w:rPr>
        <w:t xml:space="preserve"> überreichten.</w:t>
      </w:r>
    </w:p>
    <w:p w14:paraId="4F27D10D" w14:textId="1C9389CF" w:rsidR="005E1468" w:rsidRDefault="005E1468" w:rsidP="005E1468">
      <w:pPr>
        <w:rPr>
          <w:bCs/>
          <w:i/>
        </w:rPr>
      </w:pPr>
    </w:p>
    <w:p w14:paraId="3498E1E6" w14:textId="46AC1102" w:rsidR="00657281" w:rsidRPr="00D129AE" w:rsidRDefault="00657281" w:rsidP="00657281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</w:t>
      </w:r>
      <w:r>
        <w:rPr>
          <w:bCs/>
          <w:i/>
        </w:rPr>
        <w:t>I</w:t>
      </w:r>
      <w:r>
        <w:rPr>
          <w:bCs/>
          <w:i/>
        </w:rPr>
        <w:t>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Spendenübergabe</w:t>
      </w:r>
      <w:proofErr w:type="spellEnd"/>
      <w:r>
        <w:rPr>
          <w:bCs/>
          <w:i/>
        </w:rPr>
        <w:t xml:space="preserve"> 2019_</w:t>
      </w:r>
      <w:r>
        <w:rPr>
          <w:bCs/>
          <w:i/>
        </w:rPr>
        <w:t>Kinderinsel</w:t>
      </w:r>
      <w:r>
        <w:rPr>
          <w:bCs/>
          <w:i/>
        </w:rPr>
        <w:t>_Presse</w:t>
      </w:r>
      <w:r w:rsidRPr="00D129AE">
        <w:rPr>
          <w:bCs/>
          <w:i/>
        </w:rPr>
        <w:t xml:space="preserve">.jpg </w:t>
      </w:r>
    </w:p>
    <w:p w14:paraId="12BD91FE" w14:textId="01706A38" w:rsidR="00312637" w:rsidRDefault="00312637" w:rsidP="00312637">
      <w:pPr>
        <w:rPr>
          <w:rFonts w:cs="Arial"/>
          <w:szCs w:val="20"/>
        </w:rPr>
      </w:pPr>
      <w:r>
        <w:t xml:space="preserve">Große Freude bei der Scheckübergabe: </w:t>
      </w:r>
      <w:r>
        <w:t>Die „</w:t>
      </w:r>
      <w:proofErr w:type="spellStart"/>
      <w:r>
        <w:t>kinderinsel</w:t>
      </w:r>
      <w:proofErr w:type="spellEnd"/>
      <w:r>
        <w:t xml:space="preserve">“ der Kinderklinik Siegen erhält einen Scheck in Höhe von 1.250 Euro von den </w:t>
      </w:r>
      <w:r w:rsidRPr="00312637">
        <w:t xml:space="preserve">SIEGENIA-Azubis Lars Simon Katz </w:t>
      </w:r>
      <w:r>
        <w:t xml:space="preserve">(l.) </w:t>
      </w:r>
      <w:r w:rsidRPr="00312637">
        <w:t>und Lili Eisenbraun</w:t>
      </w:r>
      <w:r>
        <w:t xml:space="preserve"> (r.). </w:t>
      </w:r>
    </w:p>
    <w:p w14:paraId="3E2B72CD" w14:textId="3C9BA92A" w:rsidR="009955EB" w:rsidRDefault="009955EB" w:rsidP="005E1468"/>
    <w:p w14:paraId="3AB57C03" w14:textId="629BF2BC" w:rsidR="009955EB" w:rsidRDefault="009955EB" w:rsidP="005E1468"/>
    <w:p w14:paraId="13BC07BE" w14:textId="602A7181" w:rsidR="009955EB" w:rsidRDefault="009955EB" w:rsidP="005E1468"/>
    <w:p w14:paraId="57514CEF" w14:textId="1D5414C1" w:rsidR="009955EB" w:rsidRDefault="009955EB" w:rsidP="005E1468"/>
    <w:p w14:paraId="3DACF786" w14:textId="67EB667E" w:rsidR="009955EB" w:rsidRDefault="009955EB" w:rsidP="005E1468"/>
    <w:p w14:paraId="4CC7CD0F" w14:textId="1C94C600" w:rsidR="009955EB" w:rsidRDefault="009955EB" w:rsidP="005E1468"/>
    <w:p w14:paraId="127CACCB" w14:textId="222B4205" w:rsidR="009955EB" w:rsidRDefault="009955EB" w:rsidP="005E1468"/>
    <w:p w14:paraId="709081D2" w14:textId="114018E8" w:rsidR="009955EB" w:rsidRDefault="009955EB" w:rsidP="005E1468"/>
    <w:p w14:paraId="2C988374" w14:textId="77777777" w:rsidR="009955EB" w:rsidRDefault="009955EB" w:rsidP="005E1468"/>
    <w:p w14:paraId="1EE71DA1" w14:textId="77777777" w:rsidR="008D7633" w:rsidRPr="00ED6392" w:rsidRDefault="008D7633" w:rsidP="008D7633"/>
    <w:p w14:paraId="2368741E" w14:textId="77777777" w:rsidR="008D7633" w:rsidRDefault="008D7633" w:rsidP="008D7633">
      <w:pPr>
        <w:rPr>
          <w:szCs w:val="20"/>
        </w:rPr>
      </w:pPr>
    </w:p>
    <w:p w14:paraId="793B7970" w14:textId="77777777" w:rsidR="008D7633" w:rsidRPr="00E14DD8" w:rsidRDefault="008D7633" w:rsidP="008D7633">
      <w:pPr>
        <w:rPr>
          <w:szCs w:val="20"/>
        </w:rPr>
      </w:pPr>
    </w:p>
    <w:p w14:paraId="79AEB605" w14:textId="77777777" w:rsidR="008D7633" w:rsidRPr="00E14DD8" w:rsidRDefault="008D7633" w:rsidP="008D7633">
      <w:pPr>
        <w:rPr>
          <w:szCs w:val="20"/>
        </w:rPr>
      </w:pPr>
    </w:p>
    <w:p w14:paraId="3E89D33B" w14:textId="77777777" w:rsidR="008D7633" w:rsidRPr="00E14DD8" w:rsidRDefault="008D7633" w:rsidP="008D7633">
      <w:pPr>
        <w:rPr>
          <w:szCs w:val="20"/>
        </w:rPr>
      </w:pPr>
    </w:p>
    <w:p w14:paraId="48794A30" w14:textId="70E8DC15" w:rsidR="008D7633" w:rsidRDefault="008D7633" w:rsidP="008D7633">
      <w:pPr>
        <w:rPr>
          <w:szCs w:val="20"/>
        </w:rPr>
      </w:pPr>
    </w:p>
    <w:p w14:paraId="701FDF6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39EB8B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CAC66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B29BEEC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B8E405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B475D4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BD2BA5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E42BED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1A0434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C40E5E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0C0F88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60C426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F5CCCC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627BF57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DE41B10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2EEFFF6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5DE87B0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5508469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98854DD" w14:textId="77777777" w:rsidR="008D7633" w:rsidRPr="00E81C44" w:rsidRDefault="0088698F" w:rsidP="007A5EB4">
            <w:pPr>
              <w:pStyle w:val="Formatvorlage2"/>
              <w:rPr>
                <w:lang w:val="it-IT"/>
              </w:rPr>
            </w:pPr>
            <w:r w:rsidRPr="00E81C44">
              <w:rPr>
                <w:lang w:val="it-IT"/>
              </w:rPr>
              <w:t>E</w:t>
            </w:r>
            <w:r w:rsidR="008D7633" w:rsidRPr="00E81C44">
              <w:rPr>
                <w:lang w:val="it-IT"/>
              </w:rPr>
              <w:t>-Mail: info@kemper-kommunikation.de</w:t>
            </w:r>
          </w:p>
          <w:p w14:paraId="3E2C657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83E905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334B7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85E0AFE" w14:textId="192DAF81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A92874">
              <w:t>1</w:t>
            </w:r>
          </w:p>
          <w:p w14:paraId="0AD87364" w14:textId="4A926AE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3264A">
              <w:t>3</w:t>
            </w:r>
            <w:r w:rsidR="009955EB">
              <w:t>2</w:t>
            </w:r>
            <w:r w:rsidR="00706025">
              <w:t>2</w:t>
            </w:r>
          </w:p>
          <w:p w14:paraId="2CCF70E3" w14:textId="59FD682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3264A">
              <w:t>2</w:t>
            </w:r>
            <w:r w:rsidR="006646FD">
              <w:t xml:space="preserve"> </w:t>
            </w:r>
            <w:r w:rsidR="009955EB">
              <w:t>2</w:t>
            </w:r>
            <w:r w:rsidR="00706025">
              <w:t>7</w:t>
            </w:r>
            <w:r w:rsidR="009955EB">
              <w:t>9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2D2A78BA" w14:textId="77777777" w:rsidR="008D7633" w:rsidRDefault="008D7633" w:rsidP="007A5EB4">
            <w:pPr>
              <w:pStyle w:val="Formatvorlage2"/>
            </w:pPr>
          </w:p>
          <w:p w14:paraId="51663D41" w14:textId="417920A4" w:rsidR="008D7633" w:rsidRPr="00C33A1F" w:rsidRDefault="006646FD" w:rsidP="007A5EB4">
            <w:pPr>
              <w:pStyle w:val="Formatvorlage2"/>
            </w:pPr>
            <w:r>
              <w:t xml:space="preserve">erstellt am: </w:t>
            </w:r>
            <w:r w:rsidR="00657281">
              <w:t>28</w:t>
            </w:r>
            <w:r w:rsidR="008D7633">
              <w:t>.</w:t>
            </w:r>
            <w:r w:rsidR="00486878">
              <w:t>0</w:t>
            </w:r>
            <w:r w:rsidR="00645E12">
              <w:t>3</w:t>
            </w:r>
            <w:r w:rsidR="008D7633">
              <w:t>.201</w:t>
            </w:r>
            <w:r w:rsidR="00BF352E">
              <w:t>9</w:t>
            </w:r>
          </w:p>
          <w:p w14:paraId="5A48BD9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23BB62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1941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7C821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87EAC" w14:textId="77777777" w:rsidR="00AC4916" w:rsidRDefault="00AC4916">
      <w:r>
        <w:separator/>
      </w:r>
    </w:p>
  </w:endnote>
  <w:endnote w:type="continuationSeparator" w:id="0">
    <w:p w14:paraId="5532D087" w14:textId="77777777" w:rsidR="00AC4916" w:rsidRDefault="00AC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179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32D67" w14:textId="77777777" w:rsidR="00AC4916" w:rsidRDefault="00AC4916">
      <w:r>
        <w:separator/>
      </w:r>
    </w:p>
  </w:footnote>
  <w:footnote w:type="continuationSeparator" w:id="0">
    <w:p w14:paraId="1FAC1117" w14:textId="77777777" w:rsidR="00AC4916" w:rsidRDefault="00AC4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091D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6E5145D" wp14:editId="3D4AEBD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A057C"/>
    <w:multiLevelType w:val="hybridMultilevel"/>
    <w:tmpl w:val="147A08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B3BC1"/>
    <w:multiLevelType w:val="multilevel"/>
    <w:tmpl w:val="1208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40468C"/>
    <w:multiLevelType w:val="hybridMultilevel"/>
    <w:tmpl w:val="63D0A2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F1008"/>
    <w:multiLevelType w:val="hybridMultilevel"/>
    <w:tmpl w:val="45F63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443"/>
    <w:rsid w:val="000024D9"/>
    <w:rsid w:val="00003256"/>
    <w:rsid w:val="000039FE"/>
    <w:rsid w:val="000065CD"/>
    <w:rsid w:val="0000718F"/>
    <w:rsid w:val="0001449A"/>
    <w:rsid w:val="0001520C"/>
    <w:rsid w:val="000257EB"/>
    <w:rsid w:val="00026907"/>
    <w:rsid w:val="00035D0F"/>
    <w:rsid w:val="00040EBF"/>
    <w:rsid w:val="00044F46"/>
    <w:rsid w:val="00064165"/>
    <w:rsid w:val="0006699F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2A93"/>
    <w:rsid w:val="0010792E"/>
    <w:rsid w:val="001128F1"/>
    <w:rsid w:val="0012119D"/>
    <w:rsid w:val="00122F20"/>
    <w:rsid w:val="00136337"/>
    <w:rsid w:val="00137BD1"/>
    <w:rsid w:val="00145B48"/>
    <w:rsid w:val="001529E6"/>
    <w:rsid w:val="00156B0C"/>
    <w:rsid w:val="0016382B"/>
    <w:rsid w:val="00166476"/>
    <w:rsid w:val="00166FB7"/>
    <w:rsid w:val="00171C51"/>
    <w:rsid w:val="0018128A"/>
    <w:rsid w:val="00181443"/>
    <w:rsid w:val="00197931"/>
    <w:rsid w:val="001B7003"/>
    <w:rsid w:val="001C39FF"/>
    <w:rsid w:val="001C7D04"/>
    <w:rsid w:val="001D0718"/>
    <w:rsid w:val="001D26E4"/>
    <w:rsid w:val="001E0780"/>
    <w:rsid w:val="001E1DA6"/>
    <w:rsid w:val="001F1493"/>
    <w:rsid w:val="001F3432"/>
    <w:rsid w:val="002046D3"/>
    <w:rsid w:val="00253494"/>
    <w:rsid w:val="00254803"/>
    <w:rsid w:val="00254A9B"/>
    <w:rsid w:val="00255FE8"/>
    <w:rsid w:val="00272508"/>
    <w:rsid w:val="002769DE"/>
    <w:rsid w:val="002819C3"/>
    <w:rsid w:val="00294991"/>
    <w:rsid w:val="002A202C"/>
    <w:rsid w:val="002A7F37"/>
    <w:rsid w:val="002C00E2"/>
    <w:rsid w:val="002C36FE"/>
    <w:rsid w:val="002C5A66"/>
    <w:rsid w:val="002C6D41"/>
    <w:rsid w:val="002D04E3"/>
    <w:rsid w:val="002E48B5"/>
    <w:rsid w:val="002E59D6"/>
    <w:rsid w:val="002E66EC"/>
    <w:rsid w:val="002F18BB"/>
    <w:rsid w:val="002F466F"/>
    <w:rsid w:val="0031150D"/>
    <w:rsid w:val="00312637"/>
    <w:rsid w:val="003136F5"/>
    <w:rsid w:val="0031568A"/>
    <w:rsid w:val="00324F84"/>
    <w:rsid w:val="00326F7E"/>
    <w:rsid w:val="00350ACA"/>
    <w:rsid w:val="003514C3"/>
    <w:rsid w:val="00357C43"/>
    <w:rsid w:val="00364DEF"/>
    <w:rsid w:val="00367E21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26383"/>
    <w:rsid w:val="004333E8"/>
    <w:rsid w:val="0044187A"/>
    <w:rsid w:val="00446899"/>
    <w:rsid w:val="00447689"/>
    <w:rsid w:val="0046235C"/>
    <w:rsid w:val="004629AD"/>
    <w:rsid w:val="0047024F"/>
    <w:rsid w:val="00480240"/>
    <w:rsid w:val="004806AF"/>
    <w:rsid w:val="00486878"/>
    <w:rsid w:val="004A7029"/>
    <w:rsid w:val="004B2E39"/>
    <w:rsid w:val="004B62AB"/>
    <w:rsid w:val="004C4FDA"/>
    <w:rsid w:val="004C503A"/>
    <w:rsid w:val="004E057A"/>
    <w:rsid w:val="004E2322"/>
    <w:rsid w:val="004E2BD7"/>
    <w:rsid w:val="004E3AF9"/>
    <w:rsid w:val="00510191"/>
    <w:rsid w:val="0052436A"/>
    <w:rsid w:val="005254BE"/>
    <w:rsid w:val="00533516"/>
    <w:rsid w:val="0053507B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7CB5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45E12"/>
    <w:rsid w:val="0064677C"/>
    <w:rsid w:val="00656A7F"/>
    <w:rsid w:val="00656FEE"/>
    <w:rsid w:val="00657281"/>
    <w:rsid w:val="006646FD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097B"/>
    <w:rsid w:val="006E02DB"/>
    <w:rsid w:val="006E5CC8"/>
    <w:rsid w:val="00701954"/>
    <w:rsid w:val="00703943"/>
    <w:rsid w:val="00704558"/>
    <w:rsid w:val="007046C4"/>
    <w:rsid w:val="00706025"/>
    <w:rsid w:val="00707B5C"/>
    <w:rsid w:val="00711885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38F4"/>
    <w:rsid w:val="00794A4F"/>
    <w:rsid w:val="007A5EB4"/>
    <w:rsid w:val="007A6E1C"/>
    <w:rsid w:val="007C50D1"/>
    <w:rsid w:val="007C5C24"/>
    <w:rsid w:val="007D6EA4"/>
    <w:rsid w:val="007E2B7F"/>
    <w:rsid w:val="007E377E"/>
    <w:rsid w:val="007E729A"/>
    <w:rsid w:val="007F3F54"/>
    <w:rsid w:val="007F43E0"/>
    <w:rsid w:val="00801D78"/>
    <w:rsid w:val="008078CF"/>
    <w:rsid w:val="008171AF"/>
    <w:rsid w:val="008228F0"/>
    <w:rsid w:val="0083465B"/>
    <w:rsid w:val="00835351"/>
    <w:rsid w:val="008366E0"/>
    <w:rsid w:val="008429DC"/>
    <w:rsid w:val="0085079E"/>
    <w:rsid w:val="00853823"/>
    <w:rsid w:val="00857800"/>
    <w:rsid w:val="00857C00"/>
    <w:rsid w:val="0086386E"/>
    <w:rsid w:val="00871847"/>
    <w:rsid w:val="0088698F"/>
    <w:rsid w:val="008948FE"/>
    <w:rsid w:val="00894ADF"/>
    <w:rsid w:val="008A6F1F"/>
    <w:rsid w:val="008C3491"/>
    <w:rsid w:val="008C5079"/>
    <w:rsid w:val="008D258E"/>
    <w:rsid w:val="008D2B30"/>
    <w:rsid w:val="008D3232"/>
    <w:rsid w:val="008D7633"/>
    <w:rsid w:val="00910883"/>
    <w:rsid w:val="00912905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55EB"/>
    <w:rsid w:val="009A4DF1"/>
    <w:rsid w:val="009B067B"/>
    <w:rsid w:val="009B4822"/>
    <w:rsid w:val="009B5300"/>
    <w:rsid w:val="009B5DE9"/>
    <w:rsid w:val="009D0CC8"/>
    <w:rsid w:val="009D6C04"/>
    <w:rsid w:val="009E28F9"/>
    <w:rsid w:val="009E7597"/>
    <w:rsid w:val="00A04FA5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5CA3"/>
    <w:rsid w:val="00A549FF"/>
    <w:rsid w:val="00A64B65"/>
    <w:rsid w:val="00A6502B"/>
    <w:rsid w:val="00A661F8"/>
    <w:rsid w:val="00A6672B"/>
    <w:rsid w:val="00A82224"/>
    <w:rsid w:val="00A834B1"/>
    <w:rsid w:val="00A87496"/>
    <w:rsid w:val="00A927D0"/>
    <w:rsid w:val="00A92874"/>
    <w:rsid w:val="00A92CCF"/>
    <w:rsid w:val="00A9705C"/>
    <w:rsid w:val="00A97B0A"/>
    <w:rsid w:val="00AA224C"/>
    <w:rsid w:val="00AA49C8"/>
    <w:rsid w:val="00AA6262"/>
    <w:rsid w:val="00AB1459"/>
    <w:rsid w:val="00AB1EC7"/>
    <w:rsid w:val="00AC4916"/>
    <w:rsid w:val="00AD4128"/>
    <w:rsid w:val="00AD7705"/>
    <w:rsid w:val="00AD7B27"/>
    <w:rsid w:val="00AE06DB"/>
    <w:rsid w:val="00B057B0"/>
    <w:rsid w:val="00B11AB7"/>
    <w:rsid w:val="00B239B4"/>
    <w:rsid w:val="00B35812"/>
    <w:rsid w:val="00B3687B"/>
    <w:rsid w:val="00B41B50"/>
    <w:rsid w:val="00B47777"/>
    <w:rsid w:val="00B47ADF"/>
    <w:rsid w:val="00B62E0F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352E"/>
    <w:rsid w:val="00BF6132"/>
    <w:rsid w:val="00C02C5D"/>
    <w:rsid w:val="00C14A00"/>
    <w:rsid w:val="00C2342F"/>
    <w:rsid w:val="00C24B77"/>
    <w:rsid w:val="00C2717C"/>
    <w:rsid w:val="00C33A1F"/>
    <w:rsid w:val="00C52D3B"/>
    <w:rsid w:val="00C53FE3"/>
    <w:rsid w:val="00C54D4E"/>
    <w:rsid w:val="00C615A2"/>
    <w:rsid w:val="00C65852"/>
    <w:rsid w:val="00C72B49"/>
    <w:rsid w:val="00C757BF"/>
    <w:rsid w:val="00C77106"/>
    <w:rsid w:val="00C87836"/>
    <w:rsid w:val="00C92A2E"/>
    <w:rsid w:val="00CA66F5"/>
    <w:rsid w:val="00CA6BD1"/>
    <w:rsid w:val="00CC02A7"/>
    <w:rsid w:val="00CD585A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4B1A"/>
    <w:rsid w:val="00D313A4"/>
    <w:rsid w:val="00D32108"/>
    <w:rsid w:val="00D45693"/>
    <w:rsid w:val="00D47D4E"/>
    <w:rsid w:val="00D522D4"/>
    <w:rsid w:val="00D55DC3"/>
    <w:rsid w:val="00D57457"/>
    <w:rsid w:val="00D64F60"/>
    <w:rsid w:val="00D71D78"/>
    <w:rsid w:val="00D903F0"/>
    <w:rsid w:val="00D95BA6"/>
    <w:rsid w:val="00DA2153"/>
    <w:rsid w:val="00DA2662"/>
    <w:rsid w:val="00DB44DA"/>
    <w:rsid w:val="00DB492C"/>
    <w:rsid w:val="00DB4ACB"/>
    <w:rsid w:val="00DC032C"/>
    <w:rsid w:val="00DC1F2A"/>
    <w:rsid w:val="00DE3025"/>
    <w:rsid w:val="00DF1C10"/>
    <w:rsid w:val="00DF1EE2"/>
    <w:rsid w:val="00E03F6F"/>
    <w:rsid w:val="00E04C83"/>
    <w:rsid w:val="00E113D6"/>
    <w:rsid w:val="00E14DD8"/>
    <w:rsid w:val="00E155F0"/>
    <w:rsid w:val="00E17E89"/>
    <w:rsid w:val="00E20D4D"/>
    <w:rsid w:val="00E2358B"/>
    <w:rsid w:val="00E314A1"/>
    <w:rsid w:val="00E3264A"/>
    <w:rsid w:val="00E34020"/>
    <w:rsid w:val="00E3479A"/>
    <w:rsid w:val="00E6313B"/>
    <w:rsid w:val="00E66783"/>
    <w:rsid w:val="00E76C0B"/>
    <w:rsid w:val="00E76D9B"/>
    <w:rsid w:val="00E77789"/>
    <w:rsid w:val="00E80515"/>
    <w:rsid w:val="00E81C44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70AAE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7C56"/>
    <w:rsid w:val="00FE0F80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324D2CF"/>
  <w15:docId w15:val="{B5201A10-D89F-4A3C-9BF9-134359A4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D7C56"/>
    <w:rPr>
      <w:color w:val="800080" w:themeColor="followedHyperlink"/>
      <w:u w:val="single"/>
    </w:rPr>
  </w:style>
  <w:style w:type="paragraph" w:customStyle="1" w:styleId="bodytext">
    <w:name w:val="bodytext"/>
    <w:basedOn w:val="Standard"/>
    <w:rsid w:val="00FD7C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FD7C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D903F0"/>
    <w:rPr>
      <w:b/>
      <w:bCs/>
    </w:rPr>
  </w:style>
  <w:style w:type="character" w:styleId="Hervorhebung">
    <w:name w:val="Emphasis"/>
    <w:basedOn w:val="Absatz-Standardschriftart"/>
    <w:uiPriority w:val="20"/>
    <w:qFormat/>
    <w:rsid w:val="004802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8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9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489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3568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19</cp:revision>
  <cp:lastPrinted>2007-09-03T14:44:00Z</cp:lastPrinted>
  <dcterms:created xsi:type="dcterms:W3CDTF">2019-02-01T13:07:00Z</dcterms:created>
  <dcterms:modified xsi:type="dcterms:W3CDTF">2019-03-28T12:20:00Z</dcterms:modified>
</cp:coreProperties>
</file>