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B7236" w14:textId="03035A0F" w:rsidR="004A4647" w:rsidRPr="004A4647" w:rsidRDefault="00307DD7" w:rsidP="004A4647">
      <w:pPr>
        <w:pStyle w:val="berschrift2"/>
      </w:pPr>
      <w:r>
        <w:t xml:space="preserve">Neue EPDs </w:t>
      </w:r>
      <w:r w:rsidR="004A4647">
        <w:t xml:space="preserve">von SIEGENIA </w:t>
      </w:r>
      <w:r w:rsidR="004A4647">
        <w:br/>
        <w:t>für nachhaltiges Bauen</w:t>
      </w:r>
    </w:p>
    <w:p w14:paraId="6C5826FE" w14:textId="4569AF9B" w:rsidR="00A82224" w:rsidRDefault="009909EA" w:rsidP="00A82224">
      <w:pPr>
        <w:pStyle w:val="berschrift1"/>
      </w:pPr>
      <w:r>
        <w:t xml:space="preserve">individuelle </w:t>
      </w:r>
      <w:r w:rsidR="004A4647">
        <w:t>Nachweise für einen Großteil des Portfolios</w:t>
      </w:r>
    </w:p>
    <w:p w14:paraId="0CDCD171" w14:textId="77777777" w:rsidR="005E1468" w:rsidRDefault="005E1468" w:rsidP="005E1468"/>
    <w:p w14:paraId="1593A0C3" w14:textId="461392DB" w:rsidR="00FB3C31" w:rsidRDefault="004A4647" w:rsidP="005E1468">
      <w:r w:rsidRPr="00AF77EF">
        <w:t>Die Entwicklung zukunftsweisender Produkte und Systeme</w:t>
      </w:r>
      <w:r>
        <w:t xml:space="preserve"> ist bei SIEGENIA untrennbar mit </w:t>
      </w:r>
      <w:r w:rsidRPr="00AF77EF">
        <w:t>nachhaltige</w:t>
      </w:r>
      <w:r>
        <w:t>m</w:t>
      </w:r>
      <w:r w:rsidRPr="00AF77EF">
        <w:t xml:space="preserve"> Denken und Handeln</w:t>
      </w:r>
      <w:r>
        <w:t xml:space="preserve"> verknüpft. </w:t>
      </w:r>
      <w:r w:rsidR="00025A63">
        <w:t xml:space="preserve">Als eines der ersten Unternehmen der Branche dokumentierte </w:t>
      </w:r>
      <w:r>
        <w:t xml:space="preserve">das Unternehmen seinen Nachhaltigkeitsanspruch mit individuellen EPDs (Environmental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Declarations</w:t>
      </w:r>
      <w:proofErr w:type="spellEnd"/>
      <w:r>
        <w:t>) für</w:t>
      </w:r>
      <w:r w:rsidR="00F75D51">
        <w:t xml:space="preserve"> </w:t>
      </w:r>
      <w:r w:rsidR="00F75D51" w:rsidRPr="00ED6B87">
        <w:t xml:space="preserve">Dreh-Kipp-Beschläge </w:t>
      </w:r>
      <w:r w:rsidR="00F75D51">
        <w:t xml:space="preserve">sowie elektrische Antriebe für Fenster. </w:t>
      </w:r>
      <w:r w:rsidR="00025A63">
        <w:t xml:space="preserve">Jetzt </w:t>
      </w:r>
      <w:r w:rsidR="00025A63" w:rsidRPr="00025A63">
        <w:t>unterstreicht</w:t>
      </w:r>
      <w:r w:rsidR="00025A63">
        <w:t xml:space="preserve"> SIEGENIA seine Vorreiterposition mit einer deutlichen Erweiterung seines Angebots.</w:t>
      </w:r>
    </w:p>
    <w:p w14:paraId="5D63CD80" w14:textId="44ED2905" w:rsidR="00FB3C31" w:rsidRDefault="00FB3C31" w:rsidP="00FB3C31">
      <w:pPr>
        <w:pStyle w:val="berschrift4"/>
      </w:pPr>
      <w:r>
        <w:t>Für Zertifizierungen auf Gebäudeebene</w:t>
      </w:r>
    </w:p>
    <w:p w14:paraId="45EAB8EC" w14:textId="570A09E7" w:rsidR="004A4647" w:rsidRDefault="00F75D51" w:rsidP="00005E72">
      <w:r>
        <w:t xml:space="preserve">Ab sofort </w:t>
      </w:r>
      <w:r w:rsidR="00F724B9">
        <w:t xml:space="preserve">haben die Partner des Unternehmens Zugriff auf </w:t>
      </w:r>
      <w:r w:rsidR="00DF653A">
        <w:t xml:space="preserve">individuelle EPDs für </w:t>
      </w:r>
      <w:r w:rsidR="00CA16DA">
        <w:t>weitere mechanische, elektromechanische und smarte Produkte</w:t>
      </w:r>
      <w:r w:rsidR="00F724B9">
        <w:t xml:space="preserve">. </w:t>
      </w:r>
      <w:r w:rsidR="002C2180">
        <w:t xml:space="preserve">Erstellt wurden die EPDs durch </w:t>
      </w:r>
      <w:r w:rsidR="002C2180" w:rsidRPr="00DE2B3F">
        <w:t xml:space="preserve">das </w:t>
      </w:r>
      <w:proofErr w:type="spellStart"/>
      <w:r w:rsidR="002C2180" w:rsidRPr="00DE2B3F">
        <w:t>ift</w:t>
      </w:r>
      <w:proofErr w:type="spellEnd"/>
      <w:r w:rsidR="002C2180" w:rsidRPr="00DE2B3F">
        <w:t xml:space="preserve"> Rosenheim als akkreditierter Programmbetreiber</w:t>
      </w:r>
      <w:r w:rsidR="00CA16DA">
        <w:t xml:space="preserve">. </w:t>
      </w:r>
      <w:r w:rsidR="00CA16DA">
        <w:rPr>
          <w:rFonts w:cs="Arial"/>
        </w:rPr>
        <w:t>Ganz</w:t>
      </w:r>
      <w:r w:rsidR="00DF653A">
        <w:rPr>
          <w:rFonts w:cs="Arial"/>
        </w:rPr>
        <w:t xml:space="preserve"> neu im EPD-Portfolio von SIEGENIA sind individuelle Nachweise für das Lüftersystem AEROMAT VT</w:t>
      </w:r>
      <w:r w:rsidR="00F724B9" w:rsidRPr="002B485F">
        <w:rPr>
          <w:rFonts w:cs="Arial"/>
        </w:rPr>
        <w:t>,</w:t>
      </w:r>
      <w:r w:rsidR="00DF653A" w:rsidRPr="002B485F">
        <w:rPr>
          <w:rFonts w:cs="Arial"/>
        </w:rPr>
        <w:t xml:space="preserve"> den smarten Fenstergriff </w:t>
      </w:r>
      <w:r w:rsidR="00F724B9" w:rsidRPr="002B485F">
        <w:rPr>
          <w:rFonts w:cs="Arial"/>
        </w:rPr>
        <w:t>sowie</w:t>
      </w:r>
      <w:r w:rsidR="00DF653A" w:rsidRPr="002B485F">
        <w:rPr>
          <w:rFonts w:cs="Arial"/>
        </w:rPr>
        <w:t xml:space="preserve"> den smarten Sensor. </w:t>
      </w:r>
      <w:r w:rsidR="00005E72" w:rsidRPr="002B485F">
        <w:rPr>
          <w:rFonts w:cs="Arial"/>
        </w:rPr>
        <w:t xml:space="preserve">Das erlaubt Herstellern, die Nachhaltigkeit ihrer Lösungen gezielt zu optimieren und verschafft ihnen Mehrwert bei der klimafreundlicheren Gestaltung ihres Produktportfolios. </w:t>
      </w:r>
      <w:r w:rsidR="00DF653A" w:rsidRPr="002B485F">
        <w:rPr>
          <w:rFonts w:cs="Arial"/>
        </w:rPr>
        <w:t>Die in den</w:t>
      </w:r>
      <w:r w:rsidR="00DF653A">
        <w:rPr>
          <w:rFonts w:cs="Arial"/>
        </w:rPr>
        <w:t xml:space="preserve"> EPDs enthaltenen Daten </w:t>
      </w:r>
      <w:r w:rsidR="00DF653A" w:rsidRPr="00790DF7">
        <w:rPr>
          <w:rFonts w:cs="Arial"/>
        </w:rPr>
        <w:t xml:space="preserve">sind </w:t>
      </w:r>
      <w:r w:rsidR="00005E72">
        <w:rPr>
          <w:rFonts w:cs="Arial"/>
        </w:rPr>
        <w:t xml:space="preserve">zudem </w:t>
      </w:r>
      <w:r w:rsidR="00DF653A" w:rsidRPr="00790DF7">
        <w:rPr>
          <w:rFonts w:cs="Arial"/>
        </w:rPr>
        <w:t>für Zertifizierungen auf Gebäudeebene</w:t>
      </w:r>
      <w:r w:rsidR="00DF653A">
        <w:rPr>
          <w:rFonts w:cs="Arial"/>
        </w:rPr>
        <w:t xml:space="preserve"> erforderlich</w:t>
      </w:r>
      <w:r w:rsidR="00DF653A" w:rsidRPr="00790DF7">
        <w:rPr>
          <w:rFonts w:cs="Arial"/>
        </w:rPr>
        <w:t>, z. B. mit dem Qualitätssiegel ‚Nachhaltiges Gebäude‘ (QNG)</w:t>
      </w:r>
      <w:r w:rsidR="00FB3C31">
        <w:rPr>
          <w:rFonts w:cs="Arial"/>
        </w:rPr>
        <w:t>, DGNB oder BREEAM</w:t>
      </w:r>
      <w:r w:rsidR="00DF653A">
        <w:rPr>
          <w:rFonts w:cs="Arial"/>
        </w:rPr>
        <w:t>.</w:t>
      </w:r>
      <w:r>
        <w:t xml:space="preserve"> </w:t>
      </w:r>
      <w:r w:rsidR="00223D10">
        <w:t xml:space="preserve">Auch in den Produktpass des Sentinel Holding Instituts (SHI), der </w:t>
      </w:r>
      <w:r w:rsidR="00223D10" w:rsidRPr="000B504A">
        <w:t xml:space="preserve">die </w:t>
      </w:r>
      <w:r w:rsidR="00223D10">
        <w:t xml:space="preserve">geprüfte Schadstoffarmut der </w:t>
      </w:r>
      <w:r w:rsidR="00223D10" w:rsidRPr="000B504A">
        <w:t xml:space="preserve">Systemfamilie des AEROMAT VT </w:t>
      </w:r>
      <w:r w:rsidR="00223D10">
        <w:t>bestätigt, fließen die Werte der EPD ein.</w:t>
      </w:r>
    </w:p>
    <w:p w14:paraId="10366CCD" w14:textId="77777777" w:rsidR="00223D10" w:rsidRPr="00790DF7" w:rsidRDefault="00223D10" w:rsidP="00223D10">
      <w:pPr>
        <w:pStyle w:val="berschrift4"/>
      </w:pPr>
      <w:r w:rsidRPr="00790DF7">
        <w:t>Transparente Daten für nachhaltiges Bauen</w:t>
      </w:r>
    </w:p>
    <w:p w14:paraId="6EB0422B" w14:textId="2CB01998" w:rsidR="00FB3C31" w:rsidRDefault="00223D10" w:rsidP="007C4DDF">
      <w:r w:rsidRPr="00790DF7">
        <w:t xml:space="preserve">„Die EPDs belegen, dass unsere Produkte </w:t>
      </w:r>
      <w:r w:rsidRPr="00790DF7">
        <w:rPr>
          <w:rFonts w:cs="Arial"/>
        </w:rPr>
        <w:t>gegenüber den branchenüblichen generischen Daten deutlich reduzierte Emissionswerte ausweisen“</w:t>
      </w:r>
      <w:r>
        <w:rPr>
          <w:rFonts w:cs="Arial"/>
        </w:rPr>
        <w:t xml:space="preserve">, so </w:t>
      </w:r>
      <w:r w:rsidRPr="00790DF7">
        <w:t>Markus Bade, Leitung Geschäftsbereich Strategische Geschäftsfeldentwicklung und Produktmanagement bei SIEGENIA.</w:t>
      </w:r>
      <w:r>
        <w:t xml:space="preserve"> </w:t>
      </w:r>
      <w:r w:rsidR="00FB3C31">
        <w:t>Bereits seit</w:t>
      </w:r>
      <w:r w:rsidR="00DE2B3F" w:rsidRPr="00DE2B3F">
        <w:t xml:space="preserve"> 2019 </w:t>
      </w:r>
      <w:r w:rsidR="00FB3C31">
        <w:t>erfasst SIEGENIA seinen</w:t>
      </w:r>
      <w:r w:rsidR="00DE2B3F" w:rsidRPr="00DE2B3F">
        <w:t xml:space="preserve"> CO</w:t>
      </w:r>
      <w:r w:rsidR="00DE2B3F" w:rsidRPr="002F273A">
        <w:rPr>
          <w:vertAlign w:val="subscript"/>
        </w:rPr>
        <w:t>2</w:t>
      </w:r>
      <w:r w:rsidR="00DE2B3F" w:rsidRPr="00DE2B3F">
        <w:t>-Fußabdruck in sämtlichen Unternehmensbereichen.</w:t>
      </w:r>
      <w:r w:rsidR="00FB3C31">
        <w:t xml:space="preserve"> Basis für die Erstellung der EPDs ist die </w:t>
      </w:r>
      <w:r w:rsidR="00DE2B3F" w:rsidRPr="00DE2B3F">
        <w:t xml:space="preserve">2023 eingeführte Ökobilanzierung (Life Cycle Assessment, LCA), </w:t>
      </w:r>
      <w:r w:rsidR="00FB3C31" w:rsidRPr="00DE2B3F">
        <w:t xml:space="preserve">die </w:t>
      </w:r>
      <w:r w:rsidR="00FB3C31">
        <w:t xml:space="preserve">die </w:t>
      </w:r>
      <w:r w:rsidR="00FB3C31" w:rsidRPr="00DE2B3F">
        <w:t>Umweltauswirkungen und die Energiebilanz von der Produktion bis zum Ende der Lebensdauer für jedes Produkt systematisch erfasst</w:t>
      </w:r>
      <w:r w:rsidR="00FB3C31">
        <w:t xml:space="preserve">. </w:t>
      </w:r>
    </w:p>
    <w:p w14:paraId="3F82057C" w14:textId="77777777" w:rsidR="00025A63" w:rsidRDefault="00025A63" w:rsidP="007C4DDF"/>
    <w:p w14:paraId="614DFC79" w14:textId="3F4D5112" w:rsidR="009B7786" w:rsidRPr="00790DF7" w:rsidRDefault="007C4DDF" w:rsidP="006A586A">
      <w:r>
        <w:lastRenderedPageBreak/>
        <w:t xml:space="preserve">Sämtliche EPDs </w:t>
      </w:r>
      <w:r w:rsidR="00223D10">
        <w:t xml:space="preserve">von SIEGENIA </w:t>
      </w:r>
      <w:r>
        <w:t xml:space="preserve">stehen zum Download zur Verfügung unter </w:t>
      </w:r>
      <w:commentRangeStart w:id="0"/>
      <w:r w:rsidR="008C3AAD" w:rsidRPr="008A09AA">
        <w:t>https://www.siegenia.com/de/service/portal#/search?query=EPD</w:t>
      </w:r>
      <w:r>
        <w:t>.</w:t>
      </w:r>
      <w:commentRangeEnd w:id="0"/>
      <w:r w:rsidR="008578B1">
        <w:rPr>
          <w:rStyle w:val="Kommentarzeichen"/>
        </w:rPr>
        <w:commentReference w:id="0"/>
      </w:r>
      <w:r w:rsidR="008C3AAD">
        <w:br/>
      </w:r>
    </w:p>
    <w:p w14:paraId="6B42CA97" w14:textId="77777777" w:rsidR="00F6067C" w:rsidRDefault="00F6067C" w:rsidP="00F6067C">
      <w:pPr>
        <w:rPr>
          <w:szCs w:val="20"/>
        </w:rPr>
      </w:pPr>
    </w:p>
    <w:p w14:paraId="211AEA68" w14:textId="77777777" w:rsidR="002F273A" w:rsidRDefault="002F273A" w:rsidP="00F6067C">
      <w:pPr>
        <w:rPr>
          <w:szCs w:val="20"/>
        </w:rPr>
      </w:pPr>
    </w:p>
    <w:p w14:paraId="09C16D68" w14:textId="77777777" w:rsidR="002F273A" w:rsidRDefault="002F273A" w:rsidP="00F6067C">
      <w:pPr>
        <w:rPr>
          <w:szCs w:val="20"/>
        </w:rPr>
      </w:pPr>
    </w:p>
    <w:p w14:paraId="43E70E6C" w14:textId="77777777" w:rsidR="002F273A" w:rsidRDefault="002F273A" w:rsidP="00F6067C">
      <w:pPr>
        <w:rPr>
          <w:szCs w:val="20"/>
        </w:rPr>
      </w:pPr>
    </w:p>
    <w:p w14:paraId="62B95BFB" w14:textId="77777777" w:rsidR="002F273A" w:rsidRDefault="002F273A" w:rsidP="00F6067C">
      <w:pPr>
        <w:rPr>
          <w:szCs w:val="20"/>
        </w:rPr>
      </w:pPr>
    </w:p>
    <w:p w14:paraId="68F42F9D" w14:textId="77777777" w:rsidR="002F273A" w:rsidRPr="00790DF7" w:rsidRDefault="002F273A" w:rsidP="00F6067C">
      <w:pPr>
        <w:rPr>
          <w:szCs w:val="20"/>
        </w:rPr>
      </w:pPr>
    </w:p>
    <w:p w14:paraId="529EF145" w14:textId="77777777" w:rsidR="00CF2369" w:rsidRPr="00790DF7" w:rsidRDefault="00CF2369" w:rsidP="00F6067C">
      <w:pPr>
        <w:rPr>
          <w:szCs w:val="20"/>
        </w:rPr>
      </w:pPr>
    </w:p>
    <w:p w14:paraId="4FDB4A02" w14:textId="116F69CA" w:rsidR="005E1468" w:rsidRPr="00790DF7" w:rsidRDefault="005E1468" w:rsidP="005A7C57">
      <w:pPr>
        <w:pStyle w:val="berschrift4"/>
      </w:pPr>
      <w:bookmarkStart w:id="1" w:name="_Hlk162531010"/>
      <w:r w:rsidRPr="00790DF7">
        <w:t>Bildunterschrift</w:t>
      </w:r>
    </w:p>
    <w:p w14:paraId="2AB2FEAD" w14:textId="77777777" w:rsidR="002A7F37" w:rsidRPr="00790DF7" w:rsidRDefault="002A7F37" w:rsidP="002A7F37">
      <w:r w:rsidRPr="00790DF7">
        <w:t>Bildquelle: SIEGENIA</w:t>
      </w:r>
    </w:p>
    <w:p w14:paraId="2FE1056C" w14:textId="77777777" w:rsidR="002A7F37" w:rsidRPr="00790DF7" w:rsidRDefault="002A7F37" w:rsidP="002A7F37"/>
    <w:p w14:paraId="32E71208" w14:textId="0943B627" w:rsidR="008C3AAD" w:rsidRDefault="005E1468" w:rsidP="008C3AAD">
      <w:bookmarkStart w:id="2" w:name="_Hlk163120424"/>
      <w:bookmarkEnd w:id="1"/>
      <w:r w:rsidRPr="002F273A">
        <w:rPr>
          <w:bCs/>
          <w:i/>
        </w:rPr>
        <w:t xml:space="preserve">Motiv: </w:t>
      </w:r>
      <w:proofErr w:type="spellStart"/>
      <w:r w:rsidRPr="002F273A">
        <w:rPr>
          <w:bCs/>
          <w:i/>
        </w:rPr>
        <w:t>SIE_</w:t>
      </w:r>
      <w:r w:rsidR="000738A4" w:rsidRPr="002F273A">
        <w:rPr>
          <w:bCs/>
          <w:i/>
        </w:rPr>
        <w:t>neue</w:t>
      </w:r>
      <w:proofErr w:type="spellEnd"/>
      <w:r w:rsidR="000738A4" w:rsidRPr="002F273A">
        <w:rPr>
          <w:bCs/>
          <w:i/>
        </w:rPr>
        <w:t xml:space="preserve"> </w:t>
      </w:r>
      <w:r w:rsidR="0024266E" w:rsidRPr="002F273A">
        <w:rPr>
          <w:bCs/>
          <w:i/>
        </w:rPr>
        <w:t>EPD</w:t>
      </w:r>
      <w:r w:rsidR="000738A4" w:rsidRPr="002F273A">
        <w:rPr>
          <w:bCs/>
          <w:i/>
        </w:rPr>
        <w:t>s</w:t>
      </w:r>
      <w:r w:rsidRPr="002F273A">
        <w:rPr>
          <w:bCs/>
          <w:i/>
        </w:rPr>
        <w:t>.jpg</w:t>
      </w:r>
    </w:p>
    <w:p w14:paraId="6A40D8AB" w14:textId="3498AD90" w:rsidR="00643B05" w:rsidRDefault="00643B05" w:rsidP="00643B05">
      <w:r>
        <w:t>Mit einer deutlichen Erweiterung seines Angebots an individuellen EPDs</w:t>
      </w:r>
      <w:r w:rsidRPr="00643B05">
        <w:t xml:space="preserve"> </w:t>
      </w:r>
      <w:r w:rsidRPr="00025A63">
        <w:t>unterstreicht</w:t>
      </w:r>
      <w:r>
        <w:t xml:space="preserve"> SIEGENIA jetzt seine Vorreiterposition beim Thema Nachhaltigkeit.</w:t>
      </w:r>
    </w:p>
    <w:p w14:paraId="6699BA27" w14:textId="65AB8AAE" w:rsidR="005E1468" w:rsidRPr="00790DF7" w:rsidRDefault="005E1468" w:rsidP="005E1468">
      <w:pPr>
        <w:rPr>
          <w:bCs/>
          <w:i/>
        </w:rPr>
      </w:pPr>
    </w:p>
    <w:bookmarkEnd w:id="2"/>
    <w:p w14:paraId="67AF7673" w14:textId="77777777" w:rsidR="005E1468" w:rsidRDefault="005E1468" w:rsidP="005E1468"/>
    <w:p w14:paraId="57D18C7F" w14:textId="77777777" w:rsidR="008D7633" w:rsidRDefault="008D7633" w:rsidP="008D7633">
      <w:pPr>
        <w:rPr>
          <w:szCs w:val="20"/>
        </w:rPr>
      </w:pPr>
    </w:p>
    <w:p w14:paraId="7DBEB65F" w14:textId="77777777" w:rsidR="009B7786" w:rsidRDefault="009B7786" w:rsidP="008D7633">
      <w:pPr>
        <w:rPr>
          <w:szCs w:val="20"/>
        </w:rPr>
      </w:pPr>
    </w:p>
    <w:p w14:paraId="4F56F639" w14:textId="77777777" w:rsidR="009B7786" w:rsidRDefault="009B7786" w:rsidP="008D7633">
      <w:pPr>
        <w:rPr>
          <w:szCs w:val="20"/>
        </w:rPr>
      </w:pPr>
    </w:p>
    <w:p w14:paraId="69CAC668" w14:textId="77777777" w:rsidR="009B7786" w:rsidRDefault="009B7786" w:rsidP="008D7633">
      <w:pPr>
        <w:rPr>
          <w:szCs w:val="20"/>
        </w:rPr>
      </w:pPr>
    </w:p>
    <w:p w14:paraId="57F95A62" w14:textId="77777777" w:rsidR="002F273A" w:rsidRDefault="002F273A" w:rsidP="008D7633">
      <w:pPr>
        <w:rPr>
          <w:szCs w:val="20"/>
        </w:rPr>
      </w:pPr>
    </w:p>
    <w:p w14:paraId="02C5C500" w14:textId="77777777" w:rsidR="002F273A" w:rsidRPr="00E14DD8" w:rsidRDefault="002F273A" w:rsidP="008D7633">
      <w:pPr>
        <w:rPr>
          <w:szCs w:val="20"/>
        </w:rPr>
      </w:pPr>
    </w:p>
    <w:p w14:paraId="1D07D581" w14:textId="77777777" w:rsidR="008D7633" w:rsidRPr="00E14DD8" w:rsidRDefault="008D7633" w:rsidP="008D7633">
      <w:pPr>
        <w:rPr>
          <w:szCs w:val="20"/>
        </w:rPr>
      </w:pPr>
    </w:p>
    <w:p w14:paraId="509688E2" w14:textId="77777777" w:rsidR="008D7633" w:rsidRPr="00E14DD8" w:rsidRDefault="008D7633" w:rsidP="008D7633">
      <w:pPr>
        <w:rPr>
          <w:szCs w:val="20"/>
        </w:rPr>
      </w:pPr>
    </w:p>
    <w:p w14:paraId="3A0E29D5" w14:textId="77777777" w:rsidR="008D7633" w:rsidRPr="00E14DD8" w:rsidRDefault="008D7633" w:rsidP="008D7633">
      <w:pPr>
        <w:rPr>
          <w:szCs w:val="20"/>
        </w:rPr>
      </w:pPr>
    </w:p>
    <w:p w14:paraId="4C67A12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2AA0DB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9E27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4647E1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E45662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76D02C5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C100B2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E89550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358FB04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46B741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9520C8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BB6321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7AB660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577038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1CFF13E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166BA21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CFF5F53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BF8DD1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547022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029F4D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4A3E80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F09264A" w14:textId="41BB08AB" w:rsidR="008D7633" w:rsidRPr="002F273A" w:rsidRDefault="008D7633" w:rsidP="007A5EB4">
            <w:pPr>
              <w:pStyle w:val="Formatvorlage2"/>
              <w:rPr>
                <w:highlight w:val="yellow"/>
              </w:rPr>
            </w:pPr>
            <w:r w:rsidRPr="002F273A">
              <w:rPr>
                <w:highlight w:val="yellow"/>
              </w:rPr>
              <w:t xml:space="preserve">Wörter: </w:t>
            </w:r>
            <w:r w:rsidR="009B7786" w:rsidRPr="002F273A">
              <w:rPr>
                <w:highlight w:val="yellow"/>
              </w:rPr>
              <w:t>330</w:t>
            </w:r>
          </w:p>
          <w:p w14:paraId="7D0EC53D" w14:textId="2431A498" w:rsidR="008D7633" w:rsidRPr="002F273A" w:rsidRDefault="008D7633" w:rsidP="007A5EB4">
            <w:pPr>
              <w:pStyle w:val="Formatvorlage2"/>
              <w:rPr>
                <w:highlight w:val="yellow"/>
              </w:rPr>
            </w:pPr>
            <w:r w:rsidRPr="002F273A">
              <w:rPr>
                <w:highlight w:val="yellow"/>
              </w:rPr>
              <w:t>Zeichen: 2</w:t>
            </w:r>
            <w:r w:rsidR="009B7786" w:rsidRPr="002F273A">
              <w:rPr>
                <w:highlight w:val="yellow"/>
              </w:rPr>
              <w:t xml:space="preserve"> </w:t>
            </w:r>
            <w:r w:rsidR="00224899" w:rsidRPr="002F273A">
              <w:rPr>
                <w:highlight w:val="yellow"/>
              </w:rPr>
              <w:t>602</w:t>
            </w:r>
            <w:r w:rsidRPr="002F273A">
              <w:rPr>
                <w:highlight w:val="yellow"/>
              </w:rPr>
              <w:br/>
              <w:t>(mit Leerzeichen)</w:t>
            </w:r>
          </w:p>
          <w:p w14:paraId="3AB1A5A1" w14:textId="77777777" w:rsidR="008D7633" w:rsidRPr="002F273A" w:rsidRDefault="008D7633" w:rsidP="007A5EB4">
            <w:pPr>
              <w:pStyle w:val="Formatvorlage2"/>
              <w:rPr>
                <w:highlight w:val="yellow"/>
              </w:rPr>
            </w:pPr>
          </w:p>
          <w:p w14:paraId="4C2BDDB1" w14:textId="79989556" w:rsidR="008D7633" w:rsidRPr="00C33A1F" w:rsidRDefault="008D7633" w:rsidP="007A5EB4">
            <w:pPr>
              <w:pStyle w:val="Formatvorlage2"/>
            </w:pPr>
            <w:r w:rsidRPr="002F273A">
              <w:rPr>
                <w:highlight w:val="yellow"/>
              </w:rPr>
              <w:t xml:space="preserve">erstellt am: </w:t>
            </w:r>
            <w:r w:rsidR="009B7786" w:rsidRPr="002F273A">
              <w:rPr>
                <w:highlight w:val="yellow"/>
              </w:rPr>
              <w:t>08</w:t>
            </w:r>
            <w:r w:rsidRPr="002F273A">
              <w:rPr>
                <w:highlight w:val="yellow"/>
              </w:rPr>
              <w:t>.</w:t>
            </w:r>
            <w:r w:rsidR="00486878" w:rsidRPr="002F273A">
              <w:rPr>
                <w:highlight w:val="yellow"/>
              </w:rPr>
              <w:t>0</w:t>
            </w:r>
            <w:r w:rsidR="000738A4" w:rsidRPr="002F273A">
              <w:rPr>
                <w:highlight w:val="yellow"/>
              </w:rPr>
              <w:t>3</w:t>
            </w:r>
            <w:r w:rsidRPr="002F273A">
              <w:rPr>
                <w:highlight w:val="yellow"/>
              </w:rPr>
              <w:t>.20</w:t>
            </w:r>
            <w:r w:rsidR="00122FEC" w:rsidRPr="002F273A">
              <w:rPr>
                <w:highlight w:val="yellow"/>
              </w:rPr>
              <w:t>2</w:t>
            </w:r>
            <w:r w:rsidR="000738A4" w:rsidRPr="002F273A">
              <w:rPr>
                <w:highlight w:val="yellow"/>
              </w:rPr>
              <w:t>5</w:t>
            </w:r>
          </w:p>
          <w:p w14:paraId="49E49EB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A051D1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D6F5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13AF0C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7F42BB">
      <w:headerReference w:type="default" r:id="rId11"/>
      <w:footerReference w:type="default" r:id="rId12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Wagener, Kim" w:date="2025-04-25T07:29:00Z" w:initials="KW">
    <w:p w14:paraId="2F10928E" w14:textId="77777777" w:rsidR="008578B1" w:rsidRDefault="008578B1" w:rsidP="008578B1">
      <w:pPr>
        <w:pStyle w:val="Kommentartext"/>
        <w:numPr>
          <w:ilvl w:val="0"/>
          <w:numId w:val="8"/>
        </w:numPr>
      </w:pPr>
      <w:r>
        <w:rPr>
          <w:rStyle w:val="Kommentarzeichen"/>
        </w:rPr>
        <w:annotationRef/>
      </w:r>
      <w:r>
        <w:t xml:space="preserve">Print: </w:t>
      </w:r>
      <w:hyperlink r:id="rId1" w:history="1">
        <w:r w:rsidRPr="00C25010">
          <w:rPr>
            <w:rStyle w:val="Hyperlink"/>
          </w:rPr>
          <w:t>www.siegenia.com</w:t>
        </w:r>
      </w:hyperlink>
    </w:p>
    <w:p w14:paraId="10A593E2" w14:textId="77777777" w:rsidR="008578B1" w:rsidRDefault="008578B1" w:rsidP="008578B1">
      <w:pPr>
        <w:pStyle w:val="Kommentartext"/>
        <w:numPr>
          <w:ilvl w:val="0"/>
          <w:numId w:val="8"/>
        </w:numPr>
      </w:pPr>
      <w:r>
        <w:t xml:space="preserve">Online: </w:t>
      </w:r>
      <w:hyperlink r:id="rId2" w:history="1">
        <w:r w:rsidRPr="00C25010">
          <w:rPr>
            <w:rStyle w:val="Hyperlink"/>
          </w:rPr>
          <w:t>www.siegenia.com</w:t>
        </w:r>
      </w:hyperlink>
      <w:r>
        <w:t xml:space="preserve"> (mit Verlinkung auf: </w:t>
      </w:r>
      <w:hyperlink r:id="rId3" w:anchor="/search?query=EPD" w:history="1">
        <w:r w:rsidRPr="00C25010">
          <w:rPr>
            <w:rStyle w:val="Hyperlink"/>
          </w:rPr>
          <w:t>https://www.siegenia.com/de/service/portal#/search?query=EPD</w:t>
        </w:r>
      </w:hyperlink>
      <w: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A593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F38F7FC" w16cex:dateUtc="2025-04-25T0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A593E2" w16cid:durableId="1F38F7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A78B7" w14:textId="77777777" w:rsidR="004F634A" w:rsidRDefault="004F634A">
      <w:r>
        <w:separator/>
      </w:r>
    </w:p>
  </w:endnote>
  <w:endnote w:type="continuationSeparator" w:id="0">
    <w:p w14:paraId="26D84947" w14:textId="77777777" w:rsidR="004F634A" w:rsidRDefault="004F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CA42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1B7C1" w14:textId="77777777" w:rsidR="004F634A" w:rsidRDefault="004F634A">
      <w:r>
        <w:separator/>
      </w:r>
    </w:p>
  </w:footnote>
  <w:footnote w:type="continuationSeparator" w:id="0">
    <w:p w14:paraId="508BA893" w14:textId="77777777" w:rsidR="004F634A" w:rsidRDefault="004F6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5BD51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24530EC" wp14:editId="33727C1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B390A"/>
    <w:multiLevelType w:val="hybridMultilevel"/>
    <w:tmpl w:val="FF28511E"/>
    <w:lvl w:ilvl="0" w:tplc="44A042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C1056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C521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045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4008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4CCC1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1CC06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86C53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DA56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20F42"/>
    <w:multiLevelType w:val="multilevel"/>
    <w:tmpl w:val="1298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0A2195"/>
    <w:multiLevelType w:val="hybridMultilevel"/>
    <w:tmpl w:val="0D3E7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E4BA1"/>
    <w:multiLevelType w:val="hybridMultilevel"/>
    <w:tmpl w:val="F96EA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6"/>
  </w:num>
  <w:num w:numId="4" w16cid:durableId="230700180">
    <w:abstractNumId w:val="5"/>
  </w:num>
  <w:num w:numId="5" w16cid:durableId="717978489">
    <w:abstractNumId w:val="4"/>
  </w:num>
  <w:num w:numId="6" w16cid:durableId="2050257152">
    <w:abstractNumId w:val="7"/>
  </w:num>
  <w:num w:numId="7" w16cid:durableId="1545096639">
    <w:abstractNumId w:val="3"/>
  </w:num>
  <w:num w:numId="8" w16cid:durableId="115503305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gener, Kim">
    <w15:presenceInfo w15:providerId="AD" w15:userId="S::Kim.Wagener@siegenia.com::423a19c8-2603-43cf-8acc-f3a4dc7f1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D7"/>
    <w:rsid w:val="000024D9"/>
    <w:rsid w:val="00003256"/>
    <w:rsid w:val="00005E72"/>
    <w:rsid w:val="0001449A"/>
    <w:rsid w:val="0001520C"/>
    <w:rsid w:val="00025A63"/>
    <w:rsid w:val="00026907"/>
    <w:rsid w:val="00040EBF"/>
    <w:rsid w:val="00053CD2"/>
    <w:rsid w:val="00064165"/>
    <w:rsid w:val="000675C7"/>
    <w:rsid w:val="000738A4"/>
    <w:rsid w:val="00090045"/>
    <w:rsid w:val="00091429"/>
    <w:rsid w:val="00095303"/>
    <w:rsid w:val="000A1DF0"/>
    <w:rsid w:val="000A5CA3"/>
    <w:rsid w:val="000D0C02"/>
    <w:rsid w:val="000D2A27"/>
    <w:rsid w:val="000D4874"/>
    <w:rsid w:val="000E424C"/>
    <w:rsid w:val="000F2936"/>
    <w:rsid w:val="000F4299"/>
    <w:rsid w:val="000F565C"/>
    <w:rsid w:val="000F649F"/>
    <w:rsid w:val="000F67C4"/>
    <w:rsid w:val="001025BB"/>
    <w:rsid w:val="0010792E"/>
    <w:rsid w:val="001128F1"/>
    <w:rsid w:val="00122F20"/>
    <w:rsid w:val="00122FEC"/>
    <w:rsid w:val="00127427"/>
    <w:rsid w:val="0012769D"/>
    <w:rsid w:val="001328CB"/>
    <w:rsid w:val="00137BD1"/>
    <w:rsid w:val="001422E9"/>
    <w:rsid w:val="00145B48"/>
    <w:rsid w:val="001529E6"/>
    <w:rsid w:val="00156B0C"/>
    <w:rsid w:val="001605AE"/>
    <w:rsid w:val="00166476"/>
    <w:rsid w:val="00166FB7"/>
    <w:rsid w:val="00171C51"/>
    <w:rsid w:val="00197808"/>
    <w:rsid w:val="001A7D4A"/>
    <w:rsid w:val="001B1D3B"/>
    <w:rsid w:val="001B7003"/>
    <w:rsid w:val="001C39FF"/>
    <w:rsid w:val="001D26E4"/>
    <w:rsid w:val="001E0780"/>
    <w:rsid w:val="001E1DA6"/>
    <w:rsid w:val="001E508B"/>
    <w:rsid w:val="001F3432"/>
    <w:rsid w:val="00203588"/>
    <w:rsid w:val="002046D3"/>
    <w:rsid w:val="00223D10"/>
    <w:rsid w:val="00224899"/>
    <w:rsid w:val="00237346"/>
    <w:rsid w:val="002424F3"/>
    <w:rsid w:val="0024266E"/>
    <w:rsid w:val="002466D1"/>
    <w:rsid w:val="00253494"/>
    <w:rsid w:val="00254A9B"/>
    <w:rsid w:val="00255F31"/>
    <w:rsid w:val="00255FE8"/>
    <w:rsid w:val="00272508"/>
    <w:rsid w:val="002769DE"/>
    <w:rsid w:val="002819C3"/>
    <w:rsid w:val="002A202C"/>
    <w:rsid w:val="002A7F37"/>
    <w:rsid w:val="002B485F"/>
    <w:rsid w:val="002B55C4"/>
    <w:rsid w:val="002C00E2"/>
    <w:rsid w:val="002C2180"/>
    <w:rsid w:val="002C36FE"/>
    <w:rsid w:val="002C5A66"/>
    <w:rsid w:val="002C6D41"/>
    <w:rsid w:val="002E105F"/>
    <w:rsid w:val="002E48B5"/>
    <w:rsid w:val="002E59D6"/>
    <w:rsid w:val="002F18BB"/>
    <w:rsid w:val="002F273A"/>
    <w:rsid w:val="002F466F"/>
    <w:rsid w:val="00307DD7"/>
    <w:rsid w:val="0031150D"/>
    <w:rsid w:val="003136F5"/>
    <w:rsid w:val="00324F84"/>
    <w:rsid w:val="00326F7E"/>
    <w:rsid w:val="00350ACA"/>
    <w:rsid w:val="003514C3"/>
    <w:rsid w:val="003578CF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62C7"/>
    <w:rsid w:val="004176D4"/>
    <w:rsid w:val="00420F79"/>
    <w:rsid w:val="00430FE2"/>
    <w:rsid w:val="004333E8"/>
    <w:rsid w:val="00433F97"/>
    <w:rsid w:val="0044187A"/>
    <w:rsid w:val="00446899"/>
    <w:rsid w:val="00447689"/>
    <w:rsid w:val="00456C18"/>
    <w:rsid w:val="0046235C"/>
    <w:rsid w:val="004629AD"/>
    <w:rsid w:val="004806AF"/>
    <w:rsid w:val="0048124F"/>
    <w:rsid w:val="00486878"/>
    <w:rsid w:val="00497D74"/>
    <w:rsid w:val="004A4647"/>
    <w:rsid w:val="004A55E2"/>
    <w:rsid w:val="004B62AB"/>
    <w:rsid w:val="004C4FDA"/>
    <w:rsid w:val="004C503A"/>
    <w:rsid w:val="004C68B9"/>
    <w:rsid w:val="004E057A"/>
    <w:rsid w:val="004E2322"/>
    <w:rsid w:val="004E2BD7"/>
    <w:rsid w:val="004E3AF9"/>
    <w:rsid w:val="004F634A"/>
    <w:rsid w:val="00510191"/>
    <w:rsid w:val="005254BE"/>
    <w:rsid w:val="00552DC0"/>
    <w:rsid w:val="0055550C"/>
    <w:rsid w:val="00562C22"/>
    <w:rsid w:val="00563E60"/>
    <w:rsid w:val="0057089D"/>
    <w:rsid w:val="00590B63"/>
    <w:rsid w:val="0059236C"/>
    <w:rsid w:val="00592833"/>
    <w:rsid w:val="005A214B"/>
    <w:rsid w:val="005A2AD5"/>
    <w:rsid w:val="005A3974"/>
    <w:rsid w:val="005A5DC6"/>
    <w:rsid w:val="005A6A38"/>
    <w:rsid w:val="005A7C57"/>
    <w:rsid w:val="005B4C47"/>
    <w:rsid w:val="005C4D72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3B05"/>
    <w:rsid w:val="006446D6"/>
    <w:rsid w:val="00656A7F"/>
    <w:rsid w:val="00656FEE"/>
    <w:rsid w:val="00660C71"/>
    <w:rsid w:val="00662F40"/>
    <w:rsid w:val="00667448"/>
    <w:rsid w:val="00670478"/>
    <w:rsid w:val="006866DF"/>
    <w:rsid w:val="00692205"/>
    <w:rsid w:val="006929CD"/>
    <w:rsid w:val="006944D9"/>
    <w:rsid w:val="006A2FD7"/>
    <w:rsid w:val="006A586A"/>
    <w:rsid w:val="006A6B1F"/>
    <w:rsid w:val="006A7184"/>
    <w:rsid w:val="006B6CD1"/>
    <w:rsid w:val="006B7979"/>
    <w:rsid w:val="006C044C"/>
    <w:rsid w:val="006C6D45"/>
    <w:rsid w:val="006D6B19"/>
    <w:rsid w:val="006E4DF2"/>
    <w:rsid w:val="006E5CC8"/>
    <w:rsid w:val="00701954"/>
    <w:rsid w:val="00703943"/>
    <w:rsid w:val="007046C4"/>
    <w:rsid w:val="007148FF"/>
    <w:rsid w:val="00716BDB"/>
    <w:rsid w:val="00717456"/>
    <w:rsid w:val="00722618"/>
    <w:rsid w:val="00725D8D"/>
    <w:rsid w:val="00730E66"/>
    <w:rsid w:val="00737DE1"/>
    <w:rsid w:val="00745576"/>
    <w:rsid w:val="00751517"/>
    <w:rsid w:val="00757DDE"/>
    <w:rsid w:val="00764AAC"/>
    <w:rsid w:val="00774819"/>
    <w:rsid w:val="007871C1"/>
    <w:rsid w:val="00790DF7"/>
    <w:rsid w:val="0079193B"/>
    <w:rsid w:val="00794A4F"/>
    <w:rsid w:val="007A5EB4"/>
    <w:rsid w:val="007A6E1C"/>
    <w:rsid w:val="007B0F9F"/>
    <w:rsid w:val="007C4DDF"/>
    <w:rsid w:val="007C50D1"/>
    <w:rsid w:val="007C5C24"/>
    <w:rsid w:val="007E2B7F"/>
    <w:rsid w:val="007F3F54"/>
    <w:rsid w:val="007F42BB"/>
    <w:rsid w:val="007F43E0"/>
    <w:rsid w:val="00800852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578B1"/>
    <w:rsid w:val="0086386E"/>
    <w:rsid w:val="00871847"/>
    <w:rsid w:val="0088698F"/>
    <w:rsid w:val="0089107E"/>
    <w:rsid w:val="00894ADF"/>
    <w:rsid w:val="008A09AA"/>
    <w:rsid w:val="008A6F1F"/>
    <w:rsid w:val="008C3491"/>
    <w:rsid w:val="008C3AAD"/>
    <w:rsid w:val="008C5079"/>
    <w:rsid w:val="008D2B30"/>
    <w:rsid w:val="008D3232"/>
    <w:rsid w:val="008D512D"/>
    <w:rsid w:val="008D7633"/>
    <w:rsid w:val="008E425F"/>
    <w:rsid w:val="008E4303"/>
    <w:rsid w:val="00910883"/>
    <w:rsid w:val="0092580A"/>
    <w:rsid w:val="0093490C"/>
    <w:rsid w:val="0093664F"/>
    <w:rsid w:val="00943EB0"/>
    <w:rsid w:val="00945957"/>
    <w:rsid w:val="00945CA5"/>
    <w:rsid w:val="009553BC"/>
    <w:rsid w:val="009557EA"/>
    <w:rsid w:val="00963959"/>
    <w:rsid w:val="00963D60"/>
    <w:rsid w:val="0096600A"/>
    <w:rsid w:val="009909EA"/>
    <w:rsid w:val="009A7910"/>
    <w:rsid w:val="009B067B"/>
    <w:rsid w:val="009B4822"/>
    <w:rsid w:val="009B5300"/>
    <w:rsid w:val="009B5DE9"/>
    <w:rsid w:val="009B7786"/>
    <w:rsid w:val="009C4DF0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419D"/>
    <w:rsid w:val="00A64B65"/>
    <w:rsid w:val="00A6502B"/>
    <w:rsid w:val="00A661F8"/>
    <w:rsid w:val="00A6672B"/>
    <w:rsid w:val="00A7315F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576"/>
    <w:rsid w:val="00B3687B"/>
    <w:rsid w:val="00B41B50"/>
    <w:rsid w:val="00B47777"/>
    <w:rsid w:val="00B47ADF"/>
    <w:rsid w:val="00B55070"/>
    <w:rsid w:val="00B55147"/>
    <w:rsid w:val="00B62ECB"/>
    <w:rsid w:val="00B63C95"/>
    <w:rsid w:val="00B63E35"/>
    <w:rsid w:val="00B64D2E"/>
    <w:rsid w:val="00B76F97"/>
    <w:rsid w:val="00B84773"/>
    <w:rsid w:val="00B908A8"/>
    <w:rsid w:val="00B92EF0"/>
    <w:rsid w:val="00B93961"/>
    <w:rsid w:val="00B957B2"/>
    <w:rsid w:val="00BA5B2A"/>
    <w:rsid w:val="00BD76B1"/>
    <w:rsid w:val="00BE134E"/>
    <w:rsid w:val="00BE62B4"/>
    <w:rsid w:val="00BE69F6"/>
    <w:rsid w:val="00BF6132"/>
    <w:rsid w:val="00C00FA1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083F"/>
    <w:rsid w:val="00C72B49"/>
    <w:rsid w:val="00C72EE3"/>
    <w:rsid w:val="00C77106"/>
    <w:rsid w:val="00C87836"/>
    <w:rsid w:val="00C92A2E"/>
    <w:rsid w:val="00C94513"/>
    <w:rsid w:val="00CA16DA"/>
    <w:rsid w:val="00CA66F5"/>
    <w:rsid w:val="00CA6BD1"/>
    <w:rsid w:val="00CB630A"/>
    <w:rsid w:val="00CB743C"/>
    <w:rsid w:val="00CD0D47"/>
    <w:rsid w:val="00CE16F1"/>
    <w:rsid w:val="00CE29E6"/>
    <w:rsid w:val="00CE5038"/>
    <w:rsid w:val="00CE5448"/>
    <w:rsid w:val="00CE5488"/>
    <w:rsid w:val="00CE63E0"/>
    <w:rsid w:val="00CF14D7"/>
    <w:rsid w:val="00CF2369"/>
    <w:rsid w:val="00CF6534"/>
    <w:rsid w:val="00CF72EF"/>
    <w:rsid w:val="00CF7462"/>
    <w:rsid w:val="00D04FE4"/>
    <w:rsid w:val="00D24B8E"/>
    <w:rsid w:val="00D313A4"/>
    <w:rsid w:val="00D32108"/>
    <w:rsid w:val="00D45693"/>
    <w:rsid w:val="00D47D4E"/>
    <w:rsid w:val="00D55DC3"/>
    <w:rsid w:val="00D57457"/>
    <w:rsid w:val="00D64F60"/>
    <w:rsid w:val="00D67BBB"/>
    <w:rsid w:val="00D87B82"/>
    <w:rsid w:val="00DA2153"/>
    <w:rsid w:val="00DA2662"/>
    <w:rsid w:val="00DB44DA"/>
    <w:rsid w:val="00DB4ACB"/>
    <w:rsid w:val="00DC032C"/>
    <w:rsid w:val="00DC12F2"/>
    <w:rsid w:val="00DC1F2A"/>
    <w:rsid w:val="00DE2B3F"/>
    <w:rsid w:val="00DE3025"/>
    <w:rsid w:val="00DF1C10"/>
    <w:rsid w:val="00DF1EE2"/>
    <w:rsid w:val="00DF653A"/>
    <w:rsid w:val="00E03F6F"/>
    <w:rsid w:val="00E04086"/>
    <w:rsid w:val="00E04C83"/>
    <w:rsid w:val="00E14DD8"/>
    <w:rsid w:val="00E155F0"/>
    <w:rsid w:val="00E17E89"/>
    <w:rsid w:val="00E20D4D"/>
    <w:rsid w:val="00E2358B"/>
    <w:rsid w:val="00E34020"/>
    <w:rsid w:val="00E3479A"/>
    <w:rsid w:val="00E42882"/>
    <w:rsid w:val="00E6313B"/>
    <w:rsid w:val="00E66783"/>
    <w:rsid w:val="00E76C0B"/>
    <w:rsid w:val="00E76D9B"/>
    <w:rsid w:val="00E77789"/>
    <w:rsid w:val="00E80515"/>
    <w:rsid w:val="00E954AC"/>
    <w:rsid w:val="00E95E32"/>
    <w:rsid w:val="00EA2954"/>
    <w:rsid w:val="00EB511E"/>
    <w:rsid w:val="00EB632F"/>
    <w:rsid w:val="00EC1396"/>
    <w:rsid w:val="00ED136C"/>
    <w:rsid w:val="00ED6B87"/>
    <w:rsid w:val="00EE123F"/>
    <w:rsid w:val="00EF15B4"/>
    <w:rsid w:val="00EF2F06"/>
    <w:rsid w:val="00F0149D"/>
    <w:rsid w:val="00F05D3F"/>
    <w:rsid w:val="00F07781"/>
    <w:rsid w:val="00F10E71"/>
    <w:rsid w:val="00F142BE"/>
    <w:rsid w:val="00F222EB"/>
    <w:rsid w:val="00F25601"/>
    <w:rsid w:val="00F344B8"/>
    <w:rsid w:val="00F41966"/>
    <w:rsid w:val="00F445E5"/>
    <w:rsid w:val="00F45D74"/>
    <w:rsid w:val="00F50BDE"/>
    <w:rsid w:val="00F516C4"/>
    <w:rsid w:val="00F6067C"/>
    <w:rsid w:val="00F61445"/>
    <w:rsid w:val="00F65651"/>
    <w:rsid w:val="00F71E39"/>
    <w:rsid w:val="00F724B9"/>
    <w:rsid w:val="00F73478"/>
    <w:rsid w:val="00F75D51"/>
    <w:rsid w:val="00F82E34"/>
    <w:rsid w:val="00F84C8D"/>
    <w:rsid w:val="00FA07A1"/>
    <w:rsid w:val="00FA3E25"/>
    <w:rsid w:val="00FB3C31"/>
    <w:rsid w:val="00FB5A18"/>
    <w:rsid w:val="00FC6951"/>
    <w:rsid w:val="00FD07B9"/>
    <w:rsid w:val="00FD182E"/>
    <w:rsid w:val="00FE1822"/>
    <w:rsid w:val="00FE1C52"/>
    <w:rsid w:val="00FE226B"/>
    <w:rsid w:val="00FE3AB9"/>
    <w:rsid w:val="00FE755B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B6D4B5"/>
  <w15:docId w15:val="{18A2B0A9-CA96-43C5-98DA-0A4E6FFC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6A586A"/>
    <w:rPr>
      <w:rFonts w:ascii="Arial" w:hAnsi="Arial"/>
      <w:b/>
      <w:bCs/>
      <w:sz w:val="24"/>
      <w:szCs w:val="28"/>
    </w:rPr>
  </w:style>
  <w:style w:type="character" w:customStyle="1" w:styleId="ui-provider">
    <w:name w:val="ui-provider"/>
    <w:basedOn w:val="Absatz-Standardschriftart"/>
    <w:rsid w:val="00B957B2"/>
  </w:style>
  <w:style w:type="paragraph" w:styleId="StandardWeb">
    <w:name w:val="Normal (Web)"/>
    <w:basedOn w:val="Standard"/>
    <w:uiPriority w:val="99"/>
    <w:semiHidden/>
    <w:unhideWhenUsed/>
    <w:rsid w:val="00DE2B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A09AA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7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3847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iegenia.com/de/service/portal" TargetMode="External"/><Relationship Id="rId2" Type="http://schemas.openxmlformats.org/officeDocument/2006/relationships/hyperlink" Target="http://www.siegenia.com" TargetMode="External"/><Relationship Id="rId1" Type="http://schemas.openxmlformats.org/officeDocument/2006/relationships/hyperlink" Target="http://www.siegenia.com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366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Wagener, Kim</cp:lastModifiedBy>
  <cp:revision>7</cp:revision>
  <cp:lastPrinted>2007-09-03T14:44:00Z</cp:lastPrinted>
  <dcterms:created xsi:type="dcterms:W3CDTF">2025-03-17T10:56:00Z</dcterms:created>
  <dcterms:modified xsi:type="dcterms:W3CDTF">2025-04-28T07:00:00Z</dcterms:modified>
</cp:coreProperties>
</file>