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C349CC" w14:textId="77777777" w:rsidR="00DF2226" w:rsidRDefault="00DF2226" w:rsidP="00DF2226">
      <w:pPr>
        <w:pStyle w:val="berschrift2"/>
      </w:pPr>
      <w:r>
        <w:t xml:space="preserve">Expertenrunde </w:t>
      </w:r>
      <w:r w:rsidR="0000699A">
        <w:t xml:space="preserve">zu Gast bei SIEGENIA </w:t>
      </w:r>
    </w:p>
    <w:p w14:paraId="58F2E1D0" w14:textId="77777777" w:rsidR="00A82224" w:rsidRDefault="0000699A" w:rsidP="00A82224">
      <w:pPr>
        <w:pStyle w:val="berschrift1"/>
      </w:pPr>
      <w:r>
        <w:t>Spannende Einblicke für die Landesgruppe SmartHomeNRW</w:t>
      </w:r>
    </w:p>
    <w:p w14:paraId="78CDC612" w14:textId="77777777" w:rsidR="005E1468" w:rsidRPr="00B55070" w:rsidRDefault="005E1468" w:rsidP="005E1468"/>
    <w:p w14:paraId="093494C2" w14:textId="77777777" w:rsidR="00A82224" w:rsidRDefault="00E43EBA" w:rsidP="005E1468">
      <w:r>
        <w:t xml:space="preserve">Welchen Einfluss hat das Thema Raumkomfort auf smartes Wohnen? Diese und weitere Fragen rund um das intelligente Zuhause standen im Fokus der 20. Expertenrunde der Landesgruppe SmartHomeNRW, die Ende November bei SIEGENIA zu Gast </w:t>
      </w:r>
      <w:r w:rsidR="00B513B7">
        <w:t xml:space="preserve">in Wilnsdorf-Niederdielfen </w:t>
      </w:r>
      <w:r>
        <w:t xml:space="preserve">war. </w:t>
      </w:r>
      <w:r w:rsidR="00756EE3">
        <w:t>Mehr als</w:t>
      </w:r>
      <w:r w:rsidR="0030665B">
        <w:t xml:space="preserve"> </w:t>
      </w:r>
      <w:r w:rsidR="004E6447">
        <w:t>30</w:t>
      </w:r>
      <w:r w:rsidR="00371F87">
        <w:t xml:space="preserve"> Teilnehmer aus den </w:t>
      </w:r>
      <w:r w:rsidR="00371F87" w:rsidRPr="004E6447">
        <w:t>unterschiedlichsten</w:t>
      </w:r>
      <w:r w:rsidR="004E6447" w:rsidRPr="0030665B">
        <w:t xml:space="preserve"> Fachrichtungen</w:t>
      </w:r>
      <w:r w:rsidR="00371F87" w:rsidRPr="0030665B">
        <w:t xml:space="preserve"> </w:t>
      </w:r>
      <w:r w:rsidR="004E6447">
        <w:t>waren</w:t>
      </w:r>
      <w:r w:rsidR="00371F87">
        <w:t xml:space="preserve"> der Einladung des Herstellers von Lösungen für Fenster-, Tür- und Komfortsysteme </w:t>
      </w:r>
      <w:r w:rsidR="004E6447">
        <w:t>gefolgt.</w:t>
      </w:r>
      <w:r w:rsidR="00FD54AC">
        <w:t xml:space="preserve"> Bis in den Abend hine</w:t>
      </w:r>
      <w:r w:rsidR="004E6447">
        <w:t xml:space="preserve">in nutzten sie die Gelegenheit, </w:t>
      </w:r>
      <w:r w:rsidR="00FD54AC">
        <w:t xml:space="preserve">sich fachlich auszutauschen. </w:t>
      </w:r>
    </w:p>
    <w:p w14:paraId="413B7F76" w14:textId="77777777" w:rsidR="00E43EBA" w:rsidRDefault="003A49B1" w:rsidP="003A49B1">
      <w:pPr>
        <w:pStyle w:val="berschrift4"/>
      </w:pPr>
      <w:r>
        <w:t>Raumkomfort erfahren</w:t>
      </w:r>
    </w:p>
    <w:p w14:paraId="2295B96C" w14:textId="77777777" w:rsidR="00756EE3" w:rsidRDefault="0009040D" w:rsidP="0009040D">
      <w:r>
        <w:t xml:space="preserve">Im Anschluss an die Begrüßung und </w:t>
      </w:r>
      <w:r w:rsidR="00902BBC">
        <w:t xml:space="preserve">eine </w:t>
      </w:r>
      <w:r>
        <w:t>Einleitung in das Thema durch Klaus Scherer, Leiter SmartHomeNRW, und Markus Bade, Leitung Geschäftsbereich Strategische Geschäftsfeldentwicklung und Produktmanagement bei SIEGENIA, erhielten die Anwesenden einen ersten Überblick übe</w:t>
      </w:r>
      <w:r w:rsidR="00756EE3">
        <w:t>r Raumkomfort und seine Nutzen-</w:t>
      </w:r>
      <w:r w:rsidR="00420230">
        <w:t xml:space="preserve">Dimensionen. </w:t>
      </w:r>
      <w:r>
        <w:t xml:space="preserve">In ihrem Vortrag </w:t>
      </w:r>
      <w:r w:rsidR="00756EE3">
        <w:t>beleuchteten SIEGENIA-</w:t>
      </w:r>
      <w:r>
        <w:t xml:space="preserve">Produktmanagerin </w:t>
      </w:r>
      <w:r w:rsidR="00D82248">
        <w:t>Heike Hindenberg</w:t>
      </w:r>
      <w:r>
        <w:t xml:space="preserve"> </w:t>
      </w:r>
      <w:r w:rsidR="00D82248">
        <w:t xml:space="preserve">und </w:t>
      </w:r>
      <w:r w:rsidR="00756EE3">
        <w:t>ihr Vertriebskollege</w:t>
      </w:r>
    </w:p>
    <w:p w14:paraId="64F718C2" w14:textId="77777777" w:rsidR="00497B91" w:rsidRPr="00497B91" w:rsidRDefault="004E6447" w:rsidP="00497B91">
      <w:r>
        <w:t xml:space="preserve">Mark Meyer </w:t>
      </w:r>
      <w:r w:rsidR="00901F23">
        <w:t xml:space="preserve">die </w:t>
      </w:r>
      <w:r w:rsidR="00756EE3">
        <w:t xml:space="preserve">smarten </w:t>
      </w:r>
      <w:r w:rsidR="00901F23">
        <w:t>Aspekte von Raumkomfort.</w:t>
      </w:r>
      <w:r w:rsidR="007B10B9">
        <w:t xml:space="preserve"> </w:t>
      </w:r>
      <w:r w:rsidR="00497B91" w:rsidRPr="00497B91">
        <w:rPr>
          <w:rFonts w:cs="Arial"/>
          <w:szCs w:val="20"/>
        </w:rPr>
        <w:t>Im angeschlossenen Ausstellungszentrum erlebten die Besucher diese anschließend in der Praxis.</w:t>
      </w:r>
      <w:r w:rsidR="00497B91">
        <w:rPr>
          <w:rFonts w:cs="Arial"/>
          <w:szCs w:val="20"/>
        </w:rPr>
        <w:t xml:space="preserve"> Unterschiedliche</w:t>
      </w:r>
      <w:r w:rsidR="00497B91" w:rsidRPr="00497B91">
        <w:rPr>
          <w:rFonts w:cs="Arial"/>
          <w:szCs w:val="20"/>
        </w:rPr>
        <w:t xml:space="preserve"> Anwendungsszenarien machten erlebbar, wie SIEGENIA-Lösungen intelligente Wohnumgebungen schaffen und für mehr Komfort</w:t>
      </w:r>
      <w:r w:rsidR="00497B91">
        <w:rPr>
          <w:rFonts w:cs="Arial"/>
          <w:szCs w:val="20"/>
        </w:rPr>
        <w:t xml:space="preserve"> und Sicherheit sorgen.</w:t>
      </w:r>
    </w:p>
    <w:p w14:paraId="767DB0FA" w14:textId="77777777" w:rsidR="0009040D" w:rsidRDefault="0009040D" w:rsidP="0009040D"/>
    <w:p w14:paraId="4EFB533E" w14:textId="77777777" w:rsidR="002F7C87" w:rsidRDefault="00E65130" w:rsidP="00A23473">
      <w:r>
        <w:t xml:space="preserve">Unter der Überschrift </w:t>
      </w:r>
      <w:r w:rsidR="002F7C87">
        <w:t>„Smart</w:t>
      </w:r>
      <w:r w:rsidR="00902BBC">
        <w:t>h</w:t>
      </w:r>
      <w:r w:rsidR="002F7C87">
        <w:t xml:space="preserve">ome für mehr Raumkomfort aus Sicht des Architekten – </w:t>
      </w:r>
      <w:r w:rsidR="00902BBC">
        <w:t>d</w:t>
      </w:r>
      <w:r w:rsidR="002F7C87">
        <w:t>as Komfortplus für die Raumarchitektur in der Praxis“</w:t>
      </w:r>
      <w:r>
        <w:t xml:space="preserve"> berichtete </w:t>
      </w:r>
      <w:r w:rsidR="00420230">
        <w:t xml:space="preserve">im Anschluss </w:t>
      </w:r>
      <w:r>
        <w:t>Clemens-August Brachtendorf, Geschäftsführer des Planungsunternehmens CAB-IC, anhand von Praxisbeispielen über die Planung und Realisierung zeitgemäßer Wohnkonzepte. Der Spezialist für Systemintegration im gehobenen Wohnungsbau spannte in seinem Vortrag einen Bogen, der von der Raumklimatisierung über Energieeffizienz bis zu Smart</w:t>
      </w:r>
      <w:r w:rsidR="00902BBC">
        <w:t>h</w:t>
      </w:r>
      <w:r>
        <w:t xml:space="preserve">ome- und Komfortfunktionen für das moderne Wohnen reichte. </w:t>
      </w:r>
      <w:r w:rsidR="00582B54">
        <w:t xml:space="preserve">Mit einer </w:t>
      </w:r>
      <w:r w:rsidR="00902BBC">
        <w:t xml:space="preserve">Podiumsdiskussion </w:t>
      </w:r>
      <w:r w:rsidR="00582B54">
        <w:t>und einem</w:t>
      </w:r>
      <w:r w:rsidR="003A49B1">
        <w:t xml:space="preserve"> geselligen</w:t>
      </w:r>
      <w:r w:rsidR="00582B54">
        <w:t xml:space="preserve"> Imbiss, den die Teilnehmer zur Fortsetzung ihrer Gespräche und zum Networking nutzten, klang die 20. Expertenrunde aus. </w:t>
      </w:r>
    </w:p>
    <w:p w14:paraId="1AB54512" w14:textId="77777777" w:rsidR="00420230" w:rsidRDefault="002A5371" w:rsidP="002A5371">
      <w:pPr>
        <w:pStyle w:val="berschrift4"/>
      </w:pPr>
      <w:r>
        <w:t>Smart bedeutet Mehrwert schaffen</w:t>
      </w:r>
    </w:p>
    <w:p w14:paraId="37278B52" w14:textId="6D2C5729" w:rsidR="008050F7" w:rsidRDefault="008050F7" w:rsidP="00A23473">
      <w:r>
        <w:t>„</w:t>
      </w:r>
      <w:r w:rsidR="00274E22">
        <w:t xml:space="preserve">Als Gastgeber war es uns ein besonderes Anliegen, den Mehrwert smarter Raumkomfortlösungen für Endanwender in den Fokus zu stellen. Smart ist ein Produkt nicht, weil </w:t>
      </w:r>
      <w:r w:rsidR="00215969">
        <w:t>es</w:t>
      </w:r>
      <w:r w:rsidR="00022304">
        <w:t xml:space="preserve"> </w:t>
      </w:r>
      <w:r w:rsidR="004E1D61">
        <w:t xml:space="preserve">ausschließlich </w:t>
      </w:r>
      <w:r w:rsidR="00022304">
        <w:t>technologisch innovativ</w:t>
      </w:r>
      <w:r w:rsidR="00215969">
        <w:t xml:space="preserve"> ist</w:t>
      </w:r>
      <w:r w:rsidR="00274E22">
        <w:t xml:space="preserve">, sondern </w:t>
      </w:r>
      <w:r w:rsidR="001827BB">
        <w:t xml:space="preserve">erst dann, wenn es </w:t>
      </w:r>
      <w:r w:rsidR="00274E22">
        <w:t xml:space="preserve">einen </w:t>
      </w:r>
      <w:r w:rsidR="00274E22">
        <w:lastRenderedPageBreak/>
        <w:t>wahrnehmbaren Nutzen schaff</w:t>
      </w:r>
      <w:r w:rsidR="001827BB">
        <w:t>t</w:t>
      </w:r>
      <w:r w:rsidR="00274E22">
        <w:t>.</w:t>
      </w:r>
      <w:r w:rsidR="00022304">
        <w:t xml:space="preserve"> Technik dient </w:t>
      </w:r>
      <w:r w:rsidR="00215969">
        <w:t>zur Erzeugung eines</w:t>
      </w:r>
      <w:r w:rsidR="00022304">
        <w:t xml:space="preserve"> Wohlgefühl</w:t>
      </w:r>
      <w:r w:rsidR="00215969">
        <w:t>s</w:t>
      </w:r>
      <w:r w:rsidR="00022304">
        <w:t xml:space="preserve"> – das ist der Mehrwer</w:t>
      </w:r>
      <w:r w:rsidR="00215969">
        <w:t>t, der Raumkomfort zur Realität macht</w:t>
      </w:r>
      <w:r w:rsidR="002A5371">
        <w:t>, und dazu ist es sinnvoll, dass sich starke Partner vernetzen</w:t>
      </w:r>
      <w:r w:rsidR="00215969">
        <w:t>“</w:t>
      </w:r>
      <w:r w:rsidR="00416D02">
        <w:t>,</w:t>
      </w:r>
      <w:r w:rsidR="00215969">
        <w:t xml:space="preserve"> </w:t>
      </w:r>
      <w:r w:rsidR="00C86598" w:rsidRPr="00416D02">
        <w:t>betont</w:t>
      </w:r>
      <w:r w:rsidR="00215969">
        <w:t xml:space="preserve"> Markus Bade von SIEGENIA. „</w:t>
      </w:r>
      <w:r w:rsidR="002A5371">
        <w:t xml:space="preserve">Die lebhaften Diskussionen während der Veranstaltung wie auch die positive Resonanz im Nachgang haben gezeigt, dass </w:t>
      </w:r>
      <w:r w:rsidR="004E1D61">
        <w:t xml:space="preserve">dies </w:t>
      </w:r>
      <w:r w:rsidR="002A5371">
        <w:t>der richtige Weg ist</w:t>
      </w:r>
      <w:r w:rsidR="00416D02">
        <w:t>,</w:t>
      </w:r>
      <w:r w:rsidR="004E1D61">
        <w:t xml:space="preserve"> um Barrieren in der Vernetzung unterschiedlichster Produkte für den Nutzer zu überwinden</w:t>
      </w:r>
      <w:r w:rsidR="002A5371">
        <w:t xml:space="preserve">. </w:t>
      </w:r>
      <w:r w:rsidR="00C52EA5">
        <w:t>D</w:t>
      </w:r>
      <w:r w:rsidR="002A5371">
        <w:t xml:space="preserve">ie Expertenrunde hat uns allen die Möglichkeit gegeben, Kontakte zu knüpfen, über den eigenen Tellerrand hinauszuschauen und die Weichen dafür zu stellen, künftig stärker gemeinsam an smarten Themen zu arbeiten.“ </w:t>
      </w:r>
    </w:p>
    <w:p w14:paraId="0318A315" w14:textId="77777777" w:rsidR="008050F7" w:rsidRDefault="008050F7" w:rsidP="00A23473"/>
    <w:p w14:paraId="63350B62" w14:textId="77777777" w:rsidR="00DF2226" w:rsidRDefault="00DF2226" w:rsidP="005E1468"/>
    <w:p w14:paraId="050295A2" w14:textId="77777777" w:rsidR="00807880" w:rsidRDefault="00807880" w:rsidP="005E1468"/>
    <w:p w14:paraId="4F3328F7" w14:textId="77777777" w:rsidR="00711039" w:rsidRDefault="00711039" w:rsidP="005E1468"/>
    <w:p w14:paraId="78B75FA6" w14:textId="77777777" w:rsidR="00711039" w:rsidRDefault="00711039" w:rsidP="005E1468"/>
    <w:p w14:paraId="2DDD4DEE" w14:textId="77777777" w:rsidR="00711039" w:rsidRDefault="00711039" w:rsidP="005E1468"/>
    <w:p w14:paraId="1E036939" w14:textId="77777777" w:rsidR="005E1468" w:rsidRDefault="005E1468" w:rsidP="005A7C57">
      <w:pPr>
        <w:pStyle w:val="berschrift4"/>
      </w:pPr>
      <w:r>
        <w:t>Bildunterschrift</w:t>
      </w:r>
    </w:p>
    <w:p w14:paraId="03E8674F" w14:textId="77777777" w:rsidR="002A7F37" w:rsidRDefault="002A7F37" w:rsidP="002A7F37">
      <w:r>
        <w:t>Bildquelle: SIEGENIA</w:t>
      </w:r>
    </w:p>
    <w:p w14:paraId="05CFECA3" w14:textId="77777777" w:rsidR="002A7F37" w:rsidRPr="002A7F37" w:rsidRDefault="002A7F37" w:rsidP="002A7F37"/>
    <w:p w14:paraId="14B5DFC4" w14:textId="18C43987" w:rsidR="005E1468" w:rsidRPr="00D129AE" w:rsidRDefault="005E1468" w:rsidP="005E1468">
      <w:pPr>
        <w:rPr>
          <w:bCs/>
          <w:i/>
        </w:rPr>
      </w:pPr>
      <w:r w:rsidRPr="00D129AE">
        <w:rPr>
          <w:bCs/>
          <w:i/>
        </w:rPr>
        <w:t>Motiv: SI</w:t>
      </w:r>
      <w:r>
        <w:rPr>
          <w:bCs/>
          <w:i/>
        </w:rPr>
        <w:t>E</w:t>
      </w:r>
      <w:r w:rsidRPr="00D129AE">
        <w:rPr>
          <w:bCs/>
          <w:i/>
        </w:rPr>
        <w:t>_</w:t>
      </w:r>
      <w:r w:rsidR="00EC1617">
        <w:rPr>
          <w:bCs/>
          <w:i/>
        </w:rPr>
        <w:t>SmartHome</w:t>
      </w:r>
      <w:bookmarkStart w:id="0" w:name="_GoBack"/>
      <w:bookmarkEnd w:id="0"/>
      <w:r w:rsidR="00215969">
        <w:rPr>
          <w:bCs/>
          <w:i/>
        </w:rPr>
        <w:t>NRW 2019_6356</w:t>
      </w:r>
      <w:r w:rsidRPr="00D129AE">
        <w:rPr>
          <w:bCs/>
          <w:i/>
        </w:rPr>
        <w:t xml:space="preserve">.jpg </w:t>
      </w:r>
    </w:p>
    <w:p w14:paraId="20561EAC" w14:textId="77777777" w:rsidR="005E1468" w:rsidRDefault="002A5371" w:rsidP="005E1468">
      <w:r>
        <w:t xml:space="preserve">Zu Gast bei SIEGENIA: Bei der 20. Expertenrunde der Landesgruppe SmartHomeNRW führten die Teilnehmer lebhafte Diskussionen </w:t>
      </w:r>
      <w:r w:rsidR="00C52EA5">
        <w:t>und tauschten sich zu den gezeigten Anwendungsszenarien aus.</w:t>
      </w:r>
    </w:p>
    <w:p w14:paraId="22E3765E" w14:textId="77777777" w:rsidR="00C52EA5" w:rsidRPr="00D129AE" w:rsidRDefault="00C52EA5" w:rsidP="005E1468"/>
    <w:p w14:paraId="0B40AB60" w14:textId="77777777" w:rsidR="005E1468" w:rsidRDefault="005E1468" w:rsidP="005E1468"/>
    <w:p w14:paraId="4AFB3055" w14:textId="77777777" w:rsidR="008D7633" w:rsidRPr="00ED6392" w:rsidRDefault="008D7633" w:rsidP="008D7633"/>
    <w:p w14:paraId="2179F809" w14:textId="77777777" w:rsidR="008D7633" w:rsidRDefault="008D7633" w:rsidP="008D7633">
      <w:pPr>
        <w:rPr>
          <w:szCs w:val="20"/>
        </w:rPr>
      </w:pPr>
    </w:p>
    <w:p w14:paraId="62F898C5" w14:textId="77777777" w:rsidR="008D7633" w:rsidRPr="00E14DD8" w:rsidRDefault="008D7633" w:rsidP="008D7633">
      <w:pPr>
        <w:rPr>
          <w:szCs w:val="20"/>
        </w:rPr>
      </w:pPr>
    </w:p>
    <w:p w14:paraId="7609B573"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42632185" w14:textId="77777777" w:rsidTr="0044187A">
        <w:tc>
          <w:tcPr>
            <w:tcW w:w="3348" w:type="dxa"/>
            <w:tcBorders>
              <w:top w:val="nil"/>
              <w:left w:val="nil"/>
              <w:bottom w:val="nil"/>
              <w:right w:val="nil"/>
            </w:tcBorders>
          </w:tcPr>
          <w:p w14:paraId="6D82EE97" w14:textId="77777777" w:rsidR="008D7633" w:rsidRPr="0044187A" w:rsidRDefault="008D7633" w:rsidP="007A5EB4">
            <w:pPr>
              <w:pStyle w:val="Formatvorlage2"/>
              <w:rPr>
                <w:u w:val="single"/>
              </w:rPr>
            </w:pPr>
            <w:r w:rsidRPr="0044187A">
              <w:rPr>
                <w:u w:val="single"/>
              </w:rPr>
              <w:t>Herausgeber</w:t>
            </w:r>
          </w:p>
          <w:p w14:paraId="530813C3" w14:textId="77777777" w:rsidR="008D7633" w:rsidRDefault="008D7633" w:rsidP="007A5EB4">
            <w:pPr>
              <w:pStyle w:val="Formatvorlage2"/>
            </w:pPr>
            <w:r>
              <w:t xml:space="preserve">SIEGENIA </w:t>
            </w:r>
            <w:r w:rsidR="00486878">
              <w:t>GRUPPE</w:t>
            </w:r>
          </w:p>
          <w:p w14:paraId="77EAF1E2" w14:textId="77777777" w:rsidR="008D7633" w:rsidRDefault="008D7633" w:rsidP="007A5EB4">
            <w:pPr>
              <w:pStyle w:val="Formatvorlage2"/>
            </w:pPr>
            <w:r>
              <w:t>Marketing-Kommunikation</w:t>
            </w:r>
          </w:p>
          <w:p w14:paraId="0B4E6756" w14:textId="77777777" w:rsidR="008D7633" w:rsidRDefault="008D7633" w:rsidP="007A5EB4">
            <w:pPr>
              <w:pStyle w:val="Formatvorlage2"/>
            </w:pPr>
            <w:r>
              <w:t>Industriestraße 1</w:t>
            </w:r>
            <w:r w:rsidR="000D0C02">
              <w:t>-</w:t>
            </w:r>
            <w:r>
              <w:t>3</w:t>
            </w:r>
          </w:p>
          <w:p w14:paraId="59DF0803" w14:textId="77777777" w:rsidR="008D7633" w:rsidRDefault="008D7633" w:rsidP="007A5EB4">
            <w:pPr>
              <w:pStyle w:val="Formatvorlage2"/>
            </w:pPr>
            <w:r>
              <w:t>D - 57234 Wilnsdorf</w:t>
            </w:r>
          </w:p>
          <w:p w14:paraId="5C4336A7" w14:textId="77777777" w:rsidR="008D7633" w:rsidRDefault="00FD182E" w:rsidP="007A5EB4">
            <w:pPr>
              <w:pStyle w:val="Formatvorlage2"/>
            </w:pPr>
            <w:r>
              <w:t xml:space="preserve">Tel.: </w:t>
            </w:r>
            <w:r w:rsidR="008D7633">
              <w:t>+49 271</w:t>
            </w:r>
            <w:r w:rsidR="0088698F">
              <w:t xml:space="preserve"> </w:t>
            </w:r>
            <w:r>
              <w:t>39</w:t>
            </w:r>
            <w:r w:rsidR="008D7633">
              <w:t>31-412</w:t>
            </w:r>
          </w:p>
          <w:p w14:paraId="19947D29" w14:textId="77777777" w:rsidR="008D7633" w:rsidRDefault="008D7633" w:rsidP="007A5EB4">
            <w:pPr>
              <w:pStyle w:val="Formatvorlage2"/>
            </w:pPr>
            <w:r>
              <w:t>Fax: +49 271</w:t>
            </w:r>
            <w:r w:rsidR="0088698F">
              <w:t xml:space="preserve"> </w:t>
            </w:r>
            <w:r>
              <w:t>3931-77412</w:t>
            </w:r>
          </w:p>
          <w:p w14:paraId="70925539"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38DC68EA" w14:textId="77777777" w:rsidR="002E59D6" w:rsidRDefault="00510191" w:rsidP="007A5EB4">
            <w:pPr>
              <w:pStyle w:val="Formatvorlage2"/>
            </w:pPr>
            <w:r>
              <w:t>www.siegenia</w:t>
            </w:r>
            <w:r w:rsidR="008D7633">
              <w:t>.</w:t>
            </w:r>
            <w:r>
              <w:t>com</w:t>
            </w:r>
          </w:p>
          <w:p w14:paraId="7AB1A090"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0B69A010" w14:textId="77777777" w:rsidR="008D7633" w:rsidRPr="0044187A" w:rsidRDefault="008D7633" w:rsidP="007A5EB4">
            <w:pPr>
              <w:pStyle w:val="Formatvorlage2"/>
              <w:rPr>
                <w:u w:val="single"/>
              </w:rPr>
            </w:pPr>
            <w:r w:rsidRPr="0044187A">
              <w:rPr>
                <w:u w:val="single"/>
              </w:rPr>
              <w:t>Redaktion / Ansprechpartner</w:t>
            </w:r>
          </w:p>
          <w:p w14:paraId="6E2E4114" w14:textId="77777777" w:rsidR="008D7633" w:rsidRDefault="008D7633" w:rsidP="007A5EB4">
            <w:pPr>
              <w:pStyle w:val="Formatvorlage2"/>
            </w:pPr>
            <w:r>
              <w:t>Kemper Kommunikation</w:t>
            </w:r>
          </w:p>
          <w:p w14:paraId="7F83901A" w14:textId="77777777" w:rsidR="008D7633" w:rsidRPr="00C33A1F" w:rsidRDefault="008D7633" w:rsidP="007A5EB4">
            <w:pPr>
              <w:pStyle w:val="Formatvorlage2"/>
            </w:pPr>
            <w:r>
              <w:t xml:space="preserve">Kirsten </w:t>
            </w:r>
            <w:r w:rsidRPr="00C33A1F">
              <w:t xml:space="preserve">Kemper </w:t>
            </w:r>
          </w:p>
          <w:p w14:paraId="753C2EC0" w14:textId="77777777" w:rsidR="008D7633" w:rsidRPr="00C33A1F" w:rsidRDefault="008D7633" w:rsidP="007A5EB4">
            <w:pPr>
              <w:pStyle w:val="Formatvorlage2"/>
            </w:pPr>
            <w:r w:rsidRPr="00C33A1F">
              <w:t>Feuerwehrstraße 42</w:t>
            </w:r>
          </w:p>
          <w:p w14:paraId="20DA7EF4" w14:textId="77777777" w:rsidR="008D7633" w:rsidRPr="00C33A1F" w:rsidRDefault="008D7633" w:rsidP="007A5EB4">
            <w:pPr>
              <w:pStyle w:val="Formatvorlage2"/>
            </w:pPr>
            <w:r>
              <w:t xml:space="preserve">D - </w:t>
            </w:r>
            <w:r w:rsidRPr="00C33A1F">
              <w:t xml:space="preserve">51588 Nümbrecht </w:t>
            </w:r>
            <w:r w:rsidRPr="00C33A1F">
              <w:br/>
              <w:t xml:space="preserve">Tel.: </w:t>
            </w:r>
            <w:r>
              <w:t xml:space="preserve">+49 </w:t>
            </w:r>
            <w:r w:rsidRPr="00C33A1F">
              <w:t>2293 909890</w:t>
            </w:r>
          </w:p>
          <w:p w14:paraId="79450C36" w14:textId="77777777" w:rsidR="008D7633" w:rsidRPr="00C33A1F" w:rsidRDefault="008D7633" w:rsidP="007A5EB4">
            <w:pPr>
              <w:pStyle w:val="Formatvorlage2"/>
            </w:pPr>
            <w:r w:rsidRPr="00C33A1F">
              <w:t xml:space="preserve">Fax: </w:t>
            </w:r>
            <w:r>
              <w:t>+49</w:t>
            </w:r>
            <w:r w:rsidR="00FD182E">
              <w:t xml:space="preserve"> </w:t>
            </w:r>
            <w:r w:rsidRPr="00C33A1F">
              <w:t>2293 9</w:t>
            </w:r>
            <w:r w:rsidR="00FD182E">
              <w:t>0</w:t>
            </w:r>
            <w:r w:rsidRPr="00C33A1F">
              <w:t>9891</w:t>
            </w:r>
          </w:p>
          <w:p w14:paraId="68F26EF2" w14:textId="77777777" w:rsidR="008D7633" w:rsidRPr="00C55524" w:rsidRDefault="0088698F" w:rsidP="007A5EB4">
            <w:pPr>
              <w:pStyle w:val="Formatvorlage2"/>
              <w:rPr>
                <w:lang w:val="it-IT"/>
              </w:rPr>
            </w:pPr>
            <w:r w:rsidRPr="00C55524">
              <w:rPr>
                <w:lang w:val="it-IT"/>
              </w:rPr>
              <w:t>E</w:t>
            </w:r>
            <w:r w:rsidR="008D7633" w:rsidRPr="00C55524">
              <w:rPr>
                <w:lang w:val="it-IT"/>
              </w:rPr>
              <w:t>-Mail: info@kemper-kommunikation.de</w:t>
            </w:r>
          </w:p>
          <w:p w14:paraId="37973985" w14:textId="77777777" w:rsidR="008D7633" w:rsidRDefault="00716BDB" w:rsidP="007A5EB4">
            <w:pPr>
              <w:pStyle w:val="Formatvorlage2"/>
            </w:pPr>
            <w:r w:rsidRPr="004333E8">
              <w:t>www.kemper-kommunikation.de</w:t>
            </w:r>
          </w:p>
          <w:p w14:paraId="3F86639B" w14:textId="77777777" w:rsidR="00716BDB" w:rsidRPr="003F183E" w:rsidRDefault="00716BDB" w:rsidP="007A5EB4">
            <w:pPr>
              <w:pStyle w:val="Formatvorlage2"/>
            </w:pPr>
          </w:p>
        </w:tc>
        <w:tc>
          <w:tcPr>
            <w:tcW w:w="1800" w:type="dxa"/>
            <w:tcBorders>
              <w:top w:val="nil"/>
              <w:left w:val="nil"/>
              <w:bottom w:val="nil"/>
              <w:right w:val="nil"/>
            </w:tcBorders>
          </w:tcPr>
          <w:p w14:paraId="21A8054E" w14:textId="77777777" w:rsidR="008D7633" w:rsidRPr="0044187A" w:rsidRDefault="008D7633" w:rsidP="007A5EB4">
            <w:pPr>
              <w:pStyle w:val="Formatvorlage2"/>
              <w:rPr>
                <w:u w:val="single"/>
              </w:rPr>
            </w:pPr>
            <w:r w:rsidRPr="0044187A">
              <w:rPr>
                <w:u w:val="single"/>
              </w:rPr>
              <w:t>Text - Info</w:t>
            </w:r>
          </w:p>
          <w:p w14:paraId="45E04C90" w14:textId="77777777" w:rsidR="008D7633" w:rsidRPr="00C33A1F" w:rsidRDefault="008D7633" w:rsidP="007A5EB4">
            <w:pPr>
              <w:pStyle w:val="Formatvorlage2"/>
            </w:pPr>
            <w:r w:rsidRPr="00C33A1F">
              <w:t xml:space="preserve">Seiten: </w:t>
            </w:r>
            <w:r>
              <w:t>2</w:t>
            </w:r>
          </w:p>
          <w:p w14:paraId="48E6183D" w14:textId="056D28AC" w:rsidR="008D7633" w:rsidRPr="00C33A1F" w:rsidRDefault="008D7633" w:rsidP="007A5EB4">
            <w:pPr>
              <w:pStyle w:val="Formatvorlage2"/>
            </w:pPr>
            <w:r>
              <w:t>Wörter:</w:t>
            </w:r>
            <w:r w:rsidR="00F25CC3">
              <w:t>380</w:t>
            </w:r>
          </w:p>
          <w:p w14:paraId="3E3CB387" w14:textId="51AE04F5" w:rsidR="008D7633" w:rsidRPr="00C33A1F" w:rsidRDefault="008D7633" w:rsidP="007A5EB4">
            <w:pPr>
              <w:pStyle w:val="Formatvorlage2"/>
            </w:pPr>
            <w:r w:rsidRPr="00C33A1F">
              <w:t xml:space="preserve">Zeichen: </w:t>
            </w:r>
            <w:r w:rsidR="00DB55A1">
              <w:t>2</w:t>
            </w:r>
            <w:r w:rsidR="00F25CC3">
              <w:t xml:space="preserve"> </w:t>
            </w:r>
            <w:r w:rsidR="00DB55A1">
              <w:t>9</w:t>
            </w:r>
            <w:r w:rsidR="00F25CC3">
              <w:t>19</w:t>
            </w:r>
            <w:r w:rsidRPr="00C33A1F">
              <w:br/>
              <w:t>(mit Leerzeichen)</w:t>
            </w:r>
          </w:p>
          <w:p w14:paraId="39C013F1" w14:textId="77777777" w:rsidR="008D7633" w:rsidRDefault="008D7633" w:rsidP="007A5EB4">
            <w:pPr>
              <w:pStyle w:val="Formatvorlage2"/>
            </w:pPr>
          </w:p>
          <w:p w14:paraId="18C9CC7C" w14:textId="42C85B4C" w:rsidR="008D7633" w:rsidRPr="00C33A1F" w:rsidRDefault="008D7633" w:rsidP="007A5EB4">
            <w:pPr>
              <w:pStyle w:val="Formatvorlage2"/>
            </w:pPr>
            <w:r>
              <w:t xml:space="preserve">erstellt am: </w:t>
            </w:r>
            <w:r w:rsidR="00416D02">
              <w:t>03</w:t>
            </w:r>
            <w:r>
              <w:t>.</w:t>
            </w:r>
            <w:r w:rsidR="003A49B1">
              <w:t>1</w:t>
            </w:r>
            <w:r w:rsidR="00416D02">
              <w:t>2</w:t>
            </w:r>
            <w:r>
              <w:t>.201</w:t>
            </w:r>
            <w:r w:rsidR="003A49B1">
              <w:t>9</w:t>
            </w:r>
          </w:p>
          <w:p w14:paraId="10B672E9" w14:textId="77777777" w:rsidR="008D7633" w:rsidRPr="0044187A" w:rsidRDefault="008D7633" w:rsidP="007A5EB4">
            <w:pPr>
              <w:pStyle w:val="Formatvorlage2"/>
              <w:rPr>
                <w:szCs w:val="20"/>
              </w:rPr>
            </w:pPr>
          </w:p>
        </w:tc>
      </w:tr>
      <w:tr w:rsidR="008D7633" w:rsidRPr="0044187A" w14:paraId="43F40926" w14:textId="77777777" w:rsidTr="0044187A">
        <w:tc>
          <w:tcPr>
            <w:tcW w:w="8208" w:type="dxa"/>
            <w:gridSpan w:val="3"/>
            <w:tcBorders>
              <w:top w:val="nil"/>
              <w:left w:val="nil"/>
              <w:bottom w:val="nil"/>
              <w:right w:val="nil"/>
            </w:tcBorders>
          </w:tcPr>
          <w:p w14:paraId="7009D317" w14:textId="77777777" w:rsidR="008D7633" w:rsidRPr="003F183E" w:rsidRDefault="008D7633" w:rsidP="007A5EB4">
            <w:pPr>
              <w:pStyle w:val="Formatvorlage2"/>
            </w:pPr>
            <w:r w:rsidRPr="003F183E">
              <w:t>Bei Veröffentlichung von Bild- oder Textmaterial bitten wir um Zusendung eines Belegexemplars.</w:t>
            </w:r>
          </w:p>
        </w:tc>
      </w:tr>
    </w:tbl>
    <w:p w14:paraId="040FD0F3"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E8CD7A" w14:textId="77777777" w:rsidR="00492AB8" w:rsidRDefault="00492AB8">
      <w:r>
        <w:separator/>
      </w:r>
    </w:p>
  </w:endnote>
  <w:endnote w:type="continuationSeparator" w:id="0">
    <w:p w14:paraId="3ADC0744" w14:textId="77777777" w:rsidR="00492AB8" w:rsidRDefault="00492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B98DCF" w14:textId="77777777" w:rsidR="00711039" w:rsidRDefault="00711039"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A21B7" w14:textId="77777777" w:rsidR="00492AB8" w:rsidRDefault="00492AB8">
      <w:r>
        <w:separator/>
      </w:r>
    </w:p>
  </w:footnote>
  <w:footnote w:type="continuationSeparator" w:id="0">
    <w:p w14:paraId="471AE34A" w14:textId="77777777" w:rsidR="00492AB8" w:rsidRDefault="00492A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69799" w14:textId="77777777" w:rsidR="00711039" w:rsidRDefault="00711039">
    <w:pPr>
      <w:pStyle w:val="Kopfzeile"/>
    </w:pPr>
    <w:r>
      <w:rPr>
        <w:noProof/>
      </w:rPr>
      <w:drawing>
        <wp:anchor distT="0" distB="0" distL="114300" distR="114300" simplePos="0" relativeHeight="251657728" behindDoc="1" locked="0" layoutInCell="1" allowOverlap="1" wp14:anchorId="3E561CDD" wp14:editId="089E21F4">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C12CBB"/>
    <w:multiLevelType w:val="hybridMultilevel"/>
    <w:tmpl w:val="5BA65F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7C8568C"/>
    <w:multiLevelType w:val="hybridMultilevel"/>
    <w:tmpl w:val="FD7AD1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2226"/>
    <w:rsid w:val="000024D9"/>
    <w:rsid w:val="00003256"/>
    <w:rsid w:val="0000699A"/>
    <w:rsid w:val="0001449A"/>
    <w:rsid w:val="0001520C"/>
    <w:rsid w:val="00022304"/>
    <w:rsid w:val="00026907"/>
    <w:rsid w:val="00040EBF"/>
    <w:rsid w:val="00064165"/>
    <w:rsid w:val="000675C7"/>
    <w:rsid w:val="00073298"/>
    <w:rsid w:val="00090045"/>
    <w:rsid w:val="0009040D"/>
    <w:rsid w:val="00093FF0"/>
    <w:rsid w:val="00095303"/>
    <w:rsid w:val="000A1DF0"/>
    <w:rsid w:val="000A5CA3"/>
    <w:rsid w:val="000D0C02"/>
    <w:rsid w:val="000D2A27"/>
    <w:rsid w:val="000D4874"/>
    <w:rsid w:val="000E424C"/>
    <w:rsid w:val="000F2936"/>
    <w:rsid w:val="000F565C"/>
    <w:rsid w:val="000F67C4"/>
    <w:rsid w:val="001025BB"/>
    <w:rsid w:val="0010792E"/>
    <w:rsid w:val="001128F1"/>
    <w:rsid w:val="00122F20"/>
    <w:rsid w:val="00137BD1"/>
    <w:rsid w:val="00145B48"/>
    <w:rsid w:val="001529E6"/>
    <w:rsid w:val="00156B0C"/>
    <w:rsid w:val="00166476"/>
    <w:rsid w:val="00166FB7"/>
    <w:rsid w:val="00171C51"/>
    <w:rsid w:val="001827BB"/>
    <w:rsid w:val="001A5EE6"/>
    <w:rsid w:val="001B7003"/>
    <w:rsid w:val="001C39FF"/>
    <w:rsid w:val="001D26E4"/>
    <w:rsid w:val="001E0780"/>
    <w:rsid w:val="001E1DA6"/>
    <w:rsid w:val="001F3432"/>
    <w:rsid w:val="002014AE"/>
    <w:rsid w:val="002046D3"/>
    <w:rsid w:val="00215969"/>
    <w:rsid w:val="00253494"/>
    <w:rsid w:val="00254A9B"/>
    <w:rsid w:val="00255FE8"/>
    <w:rsid w:val="00272508"/>
    <w:rsid w:val="00274E22"/>
    <w:rsid w:val="002769DE"/>
    <w:rsid w:val="002819C3"/>
    <w:rsid w:val="002A202C"/>
    <w:rsid w:val="002A5371"/>
    <w:rsid w:val="002A7F37"/>
    <w:rsid w:val="002C00E2"/>
    <w:rsid w:val="002C36FE"/>
    <w:rsid w:val="002C5A66"/>
    <w:rsid w:val="002C6D41"/>
    <w:rsid w:val="002E48B5"/>
    <w:rsid w:val="002E59D6"/>
    <w:rsid w:val="002F18BB"/>
    <w:rsid w:val="002F466F"/>
    <w:rsid w:val="002F7C87"/>
    <w:rsid w:val="0030665B"/>
    <w:rsid w:val="0031150D"/>
    <w:rsid w:val="003136F5"/>
    <w:rsid w:val="0031442E"/>
    <w:rsid w:val="00324F84"/>
    <w:rsid w:val="00326F7E"/>
    <w:rsid w:val="00350ACA"/>
    <w:rsid w:val="003514C3"/>
    <w:rsid w:val="00357C43"/>
    <w:rsid w:val="00364DEF"/>
    <w:rsid w:val="00371F87"/>
    <w:rsid w:val="00375A48"/>
    <w:rsid w:val="0038244F"/>
    <w:rsid w:val="0038276B"/>
    <w:rsid w:val="0038499F"/>
    <w:rsid w:val="003914C5"/>
    <w:rsid w:val="00392D5F"/>
    <w:rsid w:val="003A1BA5"/>
    <w:rsid w:val="003A49B1"/>
    <w:rsid w:val="003D61A2"/>
    <w:rsid w:val="003E0D26"/>
    <w:rsid w:val="003E378F"/>
    <w:rsid w:val="00416D02"/>
    <w:rsid w:val="004176D4"/>
    <w:rsid w:val="00420230"/>
    <w:rsid w:val="00420F79"/>
    <w:rsid w:val="004333E8"/>
    <w:rsid w:val="0044187A"/>
    <w:rsid w:val="00446899"/>
    <w:rsid w:val="00447689"/>
    <w:rsid w:val="0046235C"/>
    <w:rsid w:val="004629AD"/>
    <w:rsid w:val="004806AF"/>
    <w:rsid w:val="00486878"/>
    <w:rsid w:val="00492AB8"/>
    <w:rsid w:val="00497B91"/>
    <w:rsid w:val="004B62AB"/>
    <w:rsid w:val="004C4FDA"/>
    <w:rsid w:val="004C503A"/>
    <w:rsid w:val="004E057A"/>
    <w:rsid w:val="004E1D61"/>
    <w:rsid w:val="004E2322"/>
    <w:rsid w:val="004E2BD7"/>
    <w:rsid w:val="004E3AF9"/>
    <w:rsid w:val="004E6447"/>
    <w:rsid w:val="004F0601"/>
    <w:rsid w:val="00510191"/>
    <w:rsid w:val="005254BE"/>
    <w:rsid w:val="00552DC0"/>
    <w:rsid w:val="0055550C"/>
    <w:rsid w:val="00563E60"/>
    <w:rsid w:val="0058242F"/>
    <w:rsid w:val="00582B54"/>
    <w:rsid w:val="00592833"/>
    <w:rsid w:val="005A214B"/>
    <w:rsid w:val="005A3974"/>
    <w:rsid w:val="005A5DC6"/>
    <w:rsid w:val="005A6A38"/>
    <w:rsid w:val="005A7C57"/>
    <w:rsid w:val="005E06F2"/>
    <w:rsid w:val="005E1468"/>
    <w:rsid w:val="005E3E61"/>
    <w:rsid w:val="005F2A75"/>
    <w:rsid w:val="005F3D5F"/>
    <w:rsid w:val="005F7B2E"/>
    <w:rsid w:val="006016B0"/>
    <w:rsid w:val="0061051B"/>
    <w:rsid w:val="0061253D"/>
    <w:rsid w:val="00617358"/>
    <w:rsid w:val="00617D76"/>
    <w:rsid w:val="006279BD"/>
    <w:rsid w:val="00630405"/>
    <w:rsid w:val="00634A59"/>
    <w:rsid w:val="00643C77"/>
    <w:rsid w:val="006446D6"/>
    <w:rsid w:val="00656A7F"/>
    <w:rsid w:val="00656C01"/>
    <w:rsid w:val="00656FEE"/>
    <w:rsid w:val="00662B48"/>
    <w:rsid w:val="00667448"/>
    <w:rsid w:val="006866DF"/>
    <w:rsid w:val="00692205"/>
    <w:rsid w:val="006944D9"/>
    <w:rsid w:val="006A2FD7"/>
    <w:rsid w:val="006A7184"/>
    <w:rsid w:val="006B6CD1"/>
    <w:rsid w:val="006B7979"/>
    <w:rsid w:val="006C044C"/>
    <w:rsid w:val="006C6D45"/>
    <w:rsid w:val="006E5CC8"/>
    <w:rsid w:val="006F2EC7"/>
    <w:rsid w:val="00701954"/>
    <w:rsid w:val="00703943"/>
    <w:rsid w:val="007046C4"/>
    <w:rsid w:val="00711039"/>
    <w:rsid w:val="007148FF"/>
    <w:rsid w:val="00716BDB"/>
    <w:rsid w:val="00717456"/>
    <w:rsid w:val="00727318"/>
    <w:rsid w:val="00730E66"/>
    <w:rsid w:val="00737DE1"/>
    <w:rsid w:val="00751517"/>
    <w:rsid w:val="00756EE3"/>
    <w:rsid w:val="00757DDE"/>
    <w:rsid w:val="00764AAC"/>
    <w:rsid w:val="007871C1"/>
    <w:rsid w:val="0079193B"/>
    <w:rsid w:val="00794A4F"/>
    <w:rsid w:val="007A5EB4"/>
    <w:rsid w:val="007A6E1C"/>
    <w:rsid w:val="007B10B9"/>
    <w:rsid w:val="007C50D1"/>
    <w:rsid w:val="007C5C24"/>
    <w:rsid w:val="007E2B7F"/>
    <w:rsid w:val="007F3F54"/>
    <w:rsid w:val="007F43E0"/>
    <w:rsid w:val="00801D78"/>
    <w:rsid w:val="008050F7"/>
    <w:rsid w:val="00807880"/>
    <w:rsid w:val="008078CF"/>
    <w:rsid w:val="008171AF"/>
    <w:rsid w:val="008337D0"/>
    <w:rsid w:val="0083465B"/>
    <w:rsid w:val="00835351"/>
    <w:rsid w:val="008366E0"/>
    <w:rsid w:val="008429DC"/>
    <w:rsid w:val="0085079E"/>
    <w:rsid w:val="00852D9D"/>
    <w:rsid w:val="00853823"/>
    <w:rsid w:val="00857800"/>
    <w:rsid w:val="0086386E"/>
    <w:rsid w:val="0086532F"/>
    <w:rsid w:val="00871847"/>
    <w:rsid w:val="0088698F"/>
    <w:rsid w:val="00894ADF"/>
    <w:rsid w:val="008A6F1F"/>
    <w:rsid w:val="008C3491"/>
    <w:rsid w:val="008C5079"/>
    <w:rsid w:val="008D2B30"/>
    <w:rsid w:val="008D3232"/>
    <w:rsid w:val="008D7633"/>
    <w:rsid w:val="00901F23"/>
    <w:rsid w:val="00902BBC"/>
    <w:rsid w:val="00910883"/>
    <w:rsid w:val="0092580A"/>
    <w:rsid w:val="0093490C"/>
    <w:rsid w:val="0093664F"/>
    <w:rsid w:val="00943EB0"/>
    <w:rsid w:val="00945CA5"/>
    <w:rsid w:val="009553BC"/>
    <w:rsid w:val="009557EA"/>
    <w:rsid w:val="00963959"/>
    <w:rsid w:val="00963D60"/>
    <w:rsid w:val="0096600A"/>
    <w:rsid w:val="009916C5"/>
    <w:rsid w:val="009B067B"/>
    <w:rsid w:val="009B4822"/>
    <w:rsid w:val="009B5300"/>
    <w:rsid w:val="009B5DE9"/>
    <w:rsid w:val="009D0CC8"/>
    <w:rsid w:val="009D6C04"/>
    <w:rsid w:val="009E28F9"/>
    <w:rsid w:val="009E7597"/>
    <w:rsid w:val="00A12A8B"/>
    <w:rsid w:val="00A14556"/>
    <w:rsid w:val="00A17D84"/>
    <w:rsid w:val="00A22DF2"/>
    <w:rsid w:val="00A23065"/>
    <w:rsid w:val="00A2339E"/>
    <w:rsid w:val="00A23473"/>
    <w:rsid w:val="00A24651"/>
    <w:rsid w:val="00A25EB9"/>
    <w:rsid w:val="00A32395"/>
    <w:rsid w:val="00A40AB4"/>
    <w:rsid w:val="00A4797C"/>
    <w:rsid w:val="00A64B65"/>
    <w:rsid w:val="00A6502B"/>
    <w:rsid w:val="00A661F8"/>
    <w:rsid w:val="00A6672B"/>
    <w:rsid w:val="00A82224"/>
    <w:rsid w:val="00A87496"/>
    <w:rsid w:val="00A927D0"/>
    <w:rsid w:val="00A9705C"/>
    <w:rsid w:val="00A97B0A"/>
    <w:rsid w:val="00AA224C"/>
    <w:rsid w:val="00AA6262"/>
    <w:rsid w:val="00AB1EC7"/>
    <w:rsid w:val="00AC2250"/>
    <w:rsid w:val="00AC3D9E"/>
    <w:rsid w:val="00AD4128"/>
    <w:rsid w:val="00AD7705"/>
    <w:rsid w:val="00AD7B27"/>
    <w:rsid w:val="00AE06DB"/>
    <w:rsid w:val="00B057B0"/>
    <w:rsid w:val="00B075F1"/>
    <w:rsid w:val="00B11AB7"/>
    <w:rsid w:val="00B239B4"/>
    <w:rsid w:val="00B3687B"/>
    <w:rsid w:val="00B41B50"/>
    <w:rsid w:val="00B47777"/>
    <w:rsid w:val="00B47ADF"/>
    <w:rsid w:val="00B513B7"/>
    <w:rsid w:val="00B55070"/>
    <w:rsid w:val="00B62ECB"/>
    <w:rsid w:val="00B63C95"/>
    <w:rsid w:val="00B63E35"/>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2EA5"/>
    <w:rsid w:val="00C53FE3"/>
    <w:rsid w:val="00C55524"/>
    <w:rsid w:val="00C615A2"/>
    <w:rsid w:val="00C65852"/>
    <w:rsid w:val="00C72B49"/>
    <w:rsid w:val="00C77106"/>
    <w:rsid w:val="00C86598"/>
    <w:rsid w:val="00C87836"/>
    <w:rsid w:val="00C92A2E"/>
    <w:rsid w:val="00CA66F5"/>
    <w:rsid w:val="00CA6BD1"/>
    <w:rsid w:val="00CE16F1"/>
    <w:rsid w:val="00CE5038"/>
    <w:rsid w:val="00CE5448"/>
    <w:rsid w:val="00CE5488"/>
    <w:rsid w:val="00CE63E0"/>
    <w:rsid w:val="00CF6534"/>
    <w:rsid w:val="00CF72EF"/>
    <w:rsid w:val="00CF7462"/>
    <w:rsid w:val="00D04FE4"/>
    <w:rsid w:val="00D10DAD"/>
    <w:rsid w:val="00D313A4"/>
    <w:rsid w:val="00D32108"/>
    <w:rsid w:val="00D45693"/>
    <w:rsid w:val="00D47D4E"/>
    <w:rsid w:val="00D55DC3"/>
    <w:rsid w:val="00D57457"/>
    <w:rsid w:val="00D64F60"/>
    <w:rsid w:val="00D82248"/>
    <w:rsid w:val="00DA2153"/>
    <w:rsid w:val="00DA2662"/>
    <w:rsid w:val="00DB44DA"/>
    <w:rsid w:val="00DB4ACB"/>
    <w:rsid w:val="00DB55A1"/>
    <w:rsid w:val="00DC032C"/>
    <w:rsid w:val="00DC1F2A"/>
    <w:rsid w:val="00DE3025"/>
    <w:rsid w:val="00DF1C10"/>
    <w:rsid w:val="00DF1EE2"/>
    <w:rsid w:val="00DF2226"/>
    <w:rsid w:val="00E03F6F"/>
    <w:rsid w:val="00E04C83"/>
    <w:rsid w:val="00E14DD8"/>
    <w:rsid w:val="00E155F0"/>
    <w:rsid w:val="00E17E89"/>
    <w:rsid w:val="00E20D4D"/>
    <w:rsid w:val="00E2358B"/>
    <w:rsid w:val="00E34020"/>
    <w:rsid w:val="00E3479A"/>
    <w:rsid w:val="00E43EBA"/>
    <w:rsid w:val="00E6313B"/>
    <w:rsid w:val="00E65130"/>
    <w:rsid w:val="00E66783"/>
    <w:rsid w:val="00E76C0B"/>
    <w:rsid w:val="00E76D9B"/>
    <w:rsid w:val="00E77789"/>
    <w:rsid w:val="00E80515"/>
    <w:rsid w:val="00E954AC"/>
    <w:rsid w:val="00EA2954"/>
    <w:rsid w:val="00EB511E"/>
    <w:rsid w:val="00EB632F"/>
    <w:rsid w:val="00EC1396"/>
    <w:rsid w:val="00EC1617"/>
    <w:rsid w:val="00EE123F"/>
    <w:rsid w:val="00EF15B4"/>
    <w:rsid w:val="00EF299C"/>
    <w:rsid w:val="00EF2F06"/>
    <w:rsid w:val="00F0149D"/>
    <w:rsid w:val="00F05D3F"/>
    <w:rsid w:val="00F10E71"/>
    <w:rsid w:val="00F142BE"/>
    <w:rsid w:val="00F222EB"/>
    <w:rsid w:val="00F25601"/>
    <w:rsid w:val="00F25CC3"/>
    <w:rsid w:val="00F344B8"/>
    <w:rsid w:val="00F41966"/>
    <w:rsid w:val="00F445E5"/>
    <w:rsid w:val="00F45D74"/>
    <w:rsid w:val="00F516C4"/>
    <w:rsid w:val="00F6067C"/>
    <w:rsid w:val="00F61445"/>
    <w:rsid w:val="00F71E39"/>
    <w:rsid w:val="00F73478"/>
    <w:rsid w:val="00F82E34"/>
    <w:rsid w:val="00F84C8D"/>
    <w:rsid w:val="00F932A2"/>
    <w:rsid w:val="00FA07A1"/>
    <w:rsid w:val="00FA3E25"/>
    <w:rsid w:val="00FB5A18"/>
    <w:rsid w:val="00FD07B9"/>
    <w:rsid w:val="00FD182E"/>
    <w:rsid w:val="00FD54AC"/>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908B2B"/>
  <w15:docId w15:val="{B46BF470-0219-412F-8348-E28D4BBDA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paragraph" w:customStyle="1" w:styleId="Default">
    <w:name w:val="Default"/>
    <w:rsid w:val="00DF2226"/>
    <w:pPr>
      <w:autoSpaceDE w:val="0"/>
      <w:autoSpaceDN w:val="0"/>
      <w:adjustRightInd w:val="0"/>
    </w:pPr>
    <w:rPr>
      <w:rFonts w:ascii="Arial" w:hAnsi="Arial" w:cs="Arial"/>
      <w:color w:val="000000"/>
      <w:sz w:val="24"/>
      <w:szCs w:val="24"/>
    </w:rPr>
  </w:style>
  <w:style w:type="character" w:customStyle="1" w:styleId="NichtaufgelsteErwhnung1">
    <w:name w:val="Nicht aufgelöste Erwähnung1"/>
    <w:basedOn w:val="Absatz-Standardschriftart"/>
    <w:uiPriority w:val="99"/>
    <w:semiHidden/>
    <w:unhideWhenUsed/>
    <w:rsid w:val="00A479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477719820">
      <w:bodyDiv w:val="1"/>
      <w:marLeft w:val="0"/>
      <w:marRight w:val="0"/>
      <w:marTop w:val="0"/>
      <w:marBottom w:val="0"/>
      <w:divBdr>
        <w:top w:val="none" w:sz="0" w:space="0" w:color="auto"/>
        <w:left w:val="none" w:sz="0" w:space="0" w:color="auto"/>
        <w:bottom w:val="none" w:sz="0" w:space="0" w:color="auto"/>
        <w:right w:val="none" w:sz="0" w:space="0" w:color="auto"/>
      </w:divBdr>
    </w:div>
    <w:div w:id="2065058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531</Words>
  <Characters>3347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3871</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5</cp:revision>
  <cp:lastPrinted>2007-09-03T14:44:00Z</cp:lastPrinted>
  <dcterms:created xsi:type="dcterms:W3CDTF">2019-12-02T15:18:00Z</dcterms:created>
  <dcterms:modified xsi:type="dcterms:W3CDTF">2019-12-02T15:39:00Z</dcterms:modified>
</cp:coreProperties>
</file>