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8AFB5" w14:textId="77777777" w:rsidR="00A47618" w:rsidRDefault="00A47618" w:rsidP="00A47618">
      <w:pPr>
        <w:pStyle w:val="berschrift2"/>
      </w:pPr>
      <w:r>
        <w:t xml:space="preserve">Frischluftzufuhr garantiert </w:t>
      </w:r>
    </w:p>
    <w:p w14:paraId="6D998BB1" w14:textId="1671DAF9" w:rsidR="00A47618" w:rsidRDefault="00A47618" w:rsidP="00A47618">
      <w:pPr>
        <w:pStyle w:val="berschrift1"/>
      </w:pPr>
      <w:r>
        <w:t xml:space="preserve">SIEGENIA auf der </w:t>
      </w:r>
      <w:r w:rsidR="00C27D66">
        <w:t>ISH</w:t>
      </w:r>
      <w:r>
        <w:t>: gesundes Raumklima durch dezentrale Lüfter</w:t>
      </w:r>
    </w:p>
    <w:p w14:paraId="31B0C1B0" w14:textId="77777777" w:rsidR="009934D8" w:rsidRPr="009934D8" w:rsidRDefault="009934D8" w:rsidP="009934D8"/>
    <w:p w14:paraId="58A657CD" w14:textId="557767C7" w:rsidR="00F21DE2" w:rsidRPr="0052661D" w:rsidRDefault="009934D8" w:rsidP="00F62D14">
      <w:pPr>
        <w:rPr>
          <w:rFonts w:cs="Arial"/>
          <w:szCs w:val="20"/>
        </w:rPr>
      </w:pPr>
      <w:r w:rsidRPr="009934D8">
        <w:rPr>
          <w:rFonts w:cs="Arial"/>
          <w:szCs w:val="20"/>
        </w:rPr>
        <w:t>Innovative Lösungen für mehr Raumkomfort</w:t>
      </w:r>
      <w:r w:rsidR="00B1275D">
        <w:rPr>
          <w:rFonts w:cs="Arial"/>
          <w:szCs w:val="20"/>
        </w:rPr>
        <w:t xml:space="preserve"> </w:t>
      </w:r>
      <w:r w:rsidR="00E77755">
        <w:rPr>
          <w:rFonts w:cs="Arial"/>
          <w:szCs w:val="20"/>
        </w:rPr>
        <w:t xml:space="preserve">– auf der </w:t>
      </w:r>
      <w:r w:rsidR="00C27D66">
        <w:rPr>
          <w:rFonts w:cs="Arial"/>
          <w:szCs w:val="20"/>
        </w:rPr>
        <w:t>ISH</w:t>
      </w:r>
      <w:r w:rsidR="00E77755">
        <w:rPr>
          <w:rFonts w:cs="Arial"/>
          <w:szCs w:val="20"/>
        </w:rPr>
        <w:t xml:space="preserve"> in </w:t>
      </w:r>
      <w:r w:rsidR="007E23A0">
        <w:rPr>
          <w:rFonts w:cs="Arial"/>
          <w:szCs w:val="20"/>
        </w:rPr>
        <w:t>Frankfurt</w:t>
      </w:r>
      <w:r w:rsidR="00E77755">
        <w:rPr>
          <w:rFonts w:cs="Arial"/>
          <w:szCs w:val="20"/>
        </w:rPr>
        <w:t xml:space="preserve"> zeigt die SIEGENIA GRUPPE vom </w:t>
      </w:r>
      <w:r w:rsidR="00E77755" w:rsidRPr="0052661D">
        <w:rPr>
          <w:rFonts w:cs="Arial"/>
          <w:szCs w:val="20"/>
        </w:rPr>
        <w:t>1</w:t>
      </w:r>
      <w:r w:rsidR="0052661D" w:rsidRPr="0052661D">
        <w:rPr>
          <w:rFonts w:cs="Arial"/>
          <w:szCs w:val="20"/>
        </w:rPr>
        <w:t>1</w:t>
      </w:r>
      <w:r w:rsidR="00E77755" w:rsidRPr="0052661D">
        <w:rPr>
          <w:rFonts w:cs="Arial"/>
          <w:szCs w:val="20"/>
        </w:rPr>
        <w:t>. bis 1</w:t>
      </w:r>
      <w:r w:rsidR="0052661D" w:rsidRPr="0052661D">
        <w:rPr>
          <w:rFonts w:cs="Arial"/>
          <w:szCs w:val="20"/>
        </w:rPr>
        <w:t>5</w:t>
      </w:r>
      <w:r w:rsidR="00E77755" w:rsidRPr="0052661D">
        <w:rPr>
          <w:rFonts w:cs="Arial"/>
          <w:szCs w:val="20"/>
        </w:rPr>
        <w:t xml:space="preserve">. </w:t>
      </w:r>
      <w:r w:rsidR="0052661D" w:rsidRPr="0052661D">
        <w:rPr>
          <w:rFonts w:cs="Arial"/>
          <w:szCs w:val="20"/>
        </w:rPr>
        <w:t>März</w:t>
      </w:r>
      <w:r w:rsidR="00E77755">
        <w:rPr>
          <w:rFonts w:cs="Arial"/>
          <w:szCs w:val="20"/>
        </w:rPr>
        <w:t xml:space="preserve">, wie sich mit Hilfe von Wand- und Fensterlüftern </w:t>
      </w:r>
      <w:r w:rsidR="00B1275D">
        <w:rPr>
          <w:rFonts w:cs="Arial"/>
          <w:szCs w:val="20"/>
        </w:rPr>
        <w:t>Tag und Nacht</w:t>
      </w:r>
      <w:r w:rsidR="00423562">
        <w:rPr>
          <w:rFonts w:cs="Arial"/>
          <w:szCs w:val="20"/>
        </w:rPr>
        <w:t xml:space="preserve"> e</w:t>
      </w:r>
      <w:r w:rsidR="000D23DB">
        <w:rPr>
          <w:rFonts w:cs="Arial"/>
          <w:szCs w:val="20"/>
        </w:rPr>
        <w:t>i</w:t>
      </w:r>
      <w:r w:rsidR="00E77755">
        <w:rPr>
          <w:rFonts w:cs="Arial"/>
          <w:szCs w:val="20"/>
        </w:rPr>
        <w:t xml:space="preserve">n gesundes Raumklima schaffen lässt. </w:t>
      </w:r>
      <w:r w:rsidR="000D23DB">
        <w:rPr>
          <w:rFonts w:cs="Arial"/>
          <w:szCs w:val="20"/>
        </w:rPr>
        <w:t xml:space="preserve">In </w:t>
      </w:r>
      <w:r w:rsidR="000D23DB" w:rsidRPr="00D234A1">
        <w:rPr>
          <w:rFonts w:cs="Arial"/>
          <w:szCs w:val="20"/>
        </w:rPr>
        <w:t xml:space="preserve">Halle </w:t>
      </w:r>
      <w:r w:rsidR="00AD2613" w:rsidRPr="00D234A1">
        <w:rPr>
          <w:rFonts w:cs="Arial"/>
          <w:szCs w:val="20"/>
        </w:rPr>
        <w:t>8</w:t>
      </w:r>
      <w:r w:rsidR="000D23DB" w:rsidRPr="00D234A1">
        <w:rPr>
          <w:rFonts w:cs="Arial"/>
          <w:szCs w:val="20"/>
        </w:rPr>
        <w:t xml:space="preserve">, Stand </w:t>
      </w:r>
      <w:r w:rsidR="00D234A1" w:rsidRPr="00D234A1">
        <w:rPr>
          <w:rFonts w:cs="Arial"/>
          <w:szCs w:val="20"/>
        </w:rPr>
        <w:t>E49</w:t>
      </w:r>
      <w:r w:rsidR="00D234A1">
        <w:rPr>
          <w:rFonts w:cs="Arial"/>
          <w:szCs w:val="20"/>
        </w:rPr>
        <w:t xml:space="preserve"> </w:t>
      </w:r>
      <w:r w:rsidR="000D23DB">
        <w:rPr>
          <w:rFonts w:cs="Arial"/>
          <w:szCs w:val="20"/>
        </w:rPr>
        <w:t>stellt die Unternehmensgruppe ein breites Portfolio an hochwertigen Lösungen vor, die vo</w:t>
      </w:r>
      <w:r w:rsidR="00872DFD">
        <w:rPr>
          <w:rFonts w:cs="Arial"/>
          <w:szCs w:val="20"/>
        </w:rPr>
        <w:t>m</w:t>
      </w:r>
      <w:r w:rsidR="000D23DB">
        <w:rPr>
          <w:rFonts w:cs="Arial"/>
          <w:szCs w:val="20"/>
        </w:rPr>
        <w:t xml:space="preserve"> Schallschutz über die Wärmerückgewinnung bis zur </w:t>
      </w:r>
      <w:r w:rsidR="00872DFD">
        <w:rPr>
          <w:rFonts w:cs="Arial"/>
          <w:szCs w:val="20"/>
        </w:rPr>
        <w:t>komfortable</w:t>
      </w:r>
      <w:r w:rsidR="00872DFD">
        <w:rPr>
          <w:rFonts w:cs="Arial"/>
          <w:szCs w:val="20"/>
        </w:rPr>
        <w:t>n</w:t>
      </w:r>
      <w:r w:rsidR="00872DFD">
        <w:rPr>
          <w:rFonts w:cs="Arial"/>
          <w:szCs w:val="20"/>
        </w:rPr>
        <w:t xml:space="preserve"> Ansteuerung per App </w:t>
      </w:r>
      <w:r w:rsidR="000D23DB">
        <w:rPr>
          <w:rFonts w:cs="Arial"/>
          <w:szCs w:val="20"/>
        </w:rPr>
        <w:t>zahlreiche Zusatzfunktionen biete</w:t>
      </w:r>
      <w:r w:rsidR="00A60331">
        <w:rPr>
          <w:rFonts w:cs="Arial"/>
          <w:szCs w:val="20"/>
        </w:rPr>
        <w:t>n</w:t>
      </w:r>
      <w:r w:rsidR="000D23DB">
        <w:rPr>
          <w:rFonts w:cs="Arial"/>
          <w:szCs w:val="20"/>
        </w:rPr>
        <w:t xml:space="preserve">. </w:t>
      </w:r>
    </w:p>
    <w:p w14:paraId="6C964803" w14:textId="02CCBCDC" w:rsidR="00F21DE2" w:rsidRPr="00050EFE" w:rsidRDefault="00F21DE2" w:rsidP="0052661D">
      <w:pPr>
        <w:pStyle w:val="berschrift4"/>
      </w:pPr>
      <w:r w:rsidRPr="00050EFE">
        <w:t>AEROMAT flex HY: perfekt integrie</w:t>
      </w:r>
      <w:r>
        <w:t>rt</w:t>
      </w:r>
      <w:r w:rsidR="00D62737">
        <w:t>er Passiv-Fensterlüfter</w:t>
      </w:r>
    </w:p>
    <w:p w14:paraId="042E3843" w14:textId="623A6305" w:rsidR="00F21DE2" w:rsidRPr="00121AE2" w:rsidRDefault="00872DFD" w:rsidP="00F21DE2">
      <w:pPr>
        <w:rPr>
          <w:rFonts w:cs="Arial"/>
          <w:szCs w:val="20"/>
        </w:rPr>
      </w:pPr>
      <w:r>
        <w:t>Neu im Portfolio und damit erstmals auf der ISH zu sehen ist d</w:t>
      </w:r>
      <w:r w:rsidR="00F21DE2">
        <w:t xml:space="preserve">er feuchtegeführte Lüfter AEROMAT flex HY. Mit </w:t>
      </w:r>
      <w:r>
        <w:t>seiner</w:t>
      </w:r>
      <w:r w:rsidR="00F21DE2">
        <w:t xml:space="preserve"> völlig neuartigen Einbauweise </w:t>
      </w:r>
      <w:r>
        <w:t xml:space="preserve">nutzt er vorhandenen Bauraum perfekt und </w:t>
      </w:r>
      <w:r w:rsidR="00F21DE2">
        <w:t>erlaubt die optisch dezente Integration in die Gebäudehülle</w:t>
      </w:r>
      <w:r>
        <w:t xml:space="preserve"> – ganz ohne </w:t>
      </w:r>
      <w:r w:rsidR="00F21DE2" w:rsidRPr="00121AE2">
        <w:t xml:space="preserve">Eingriff in die Funktionalität </w:t>
      </w:r>
      <w:r w:rsidR="00F21DE2">
        <w:t xml:space="preserve">von </w:t>
      </w:r>
      <w:r w:rsidR="00F21DE2" w:rsidRPr="00121AE2">
        <w:t>Fenster</w:t>
      </w:r>
      <w:r w:rsidR="00F21DE2">
        <w:t xml:space="preserve">n und </w:t>
      </w:r>
      <w:r w:rsidR="00F21DE2" w:rsidRPr="00121AE2">
        <w:t>Hebe-Schie</w:t>
      </w:r>
      <w:r w:rsidR="00F21DE2" w:rsidRPr="00121AE2">
        <w:softHyphen/>
        <w:t xml:space="preserve">be-Türen. </w:t>
      </w:r>
      <w:r w:rsidR="00F21DE2">
        <w:t xml:space="preserve">Durch die Möglichkeit zur flexiblen Integration waagerecht oder seitlich vom Fenster bleiben nicht nur Einbruchhemmung, Schalldämmung und Schlagregendichtigkeit unbeeinträchtigt – auch das Lüften bei heruntergelassenen Rollläden und Beschattungen ist nun möglich. </w:t>
      </w:r>
      <w:r w:rsidR="00F21DE2" w:rsidRPr="00121AE2">
        <w:t>Ein klares Plus des kompakten Passiv</w:t>
      </w:r>
      <w:r w:rsidR="00F21DE2" w:rsidRPr="00121AE2">
        <w:softHyphen/>
        <w:t xml:space="preserve">lüfters ist die </w:t>
      </w:r>
      <w:r w:rsidR="00F21DE2">
        <w:t>an den Bedarf angepasste</w:t>
      </w:r>
      <w:r w:rsidR="00F21DE2" w:rsidRPr="00121AE2">
        <w:t xml:space="preserve"> Steu</w:t>
      </w:r>
      <w:r w:rsidR="00F21DE2" w:rsidRPr="00121AE2">
        <w:softHyphen/>
        <w:t>erung der Zuluft gemäß DIN 1946-6</w:t>
      </w:r>
      <w:r w:rsidR="00F21DE2">
        <w:t xml:space="preserve">, die </w:t>
      </w:r>
      <w:r w:rsidR="00F21DE2" w:rsidRPr="00121AE2">
        <w:t xml:space="preserve">in Abhängigkeit </w:t>
      </w:r>
      <w:r w:rsidR="00F21DE2">
        <w:t xml:space="preserve">von </w:t>
      </w:r>
      <w:r w:rsidR="00F21DE2" w:rsidRPr="00121AE2">
        <w:t>der Luftfeuchtigkeit im Raum</w:t>
      </w:r>
      <w:r w:rsidR="00F21DE2">
        <w:t xml:space="preserve"> geregelt wird</w:t>
      </w:r>
      <w:r w:rsidR="00F21DE2" w:rsidRPr="00121AE2">
        <w:t>. Für Raumkomfort sorgen au</w:t>
      </w:r>
      <w:r w:rsidR="00F21DE2" w:rsidRPr="00121AE2">
        <w:softHyphen/>
        <w:t xml:space="preserve">ßerdem optionale Schalldämmmodule </w:t>
      </w:r>
      <w:r w:rsidR="00F21DE2">
        <w:t>mit</w:t>
      </w:r>
      <w:r w:rsidR="00F21DE2" w:rsidRPr="00121AE2">
        <w:t xml:space="preserve"> eine</w:t>
      </w:r>
      <w:r w:rsidR="00F21DE2">
        <w:t>r</w:t>
      </w:r>
      <w:r w:rsidR="00F21DE2" w:rsidRPr="00121AE2">
        <w:t xml:space="preserve"> Schalldämmung von bis zu 45 dB. </w:t>
      </w:r>
      <w:r w:rsidR="00F21DE2" w:rsidRPr="00121AE2">
        <w:rPr>
          <w:rFonts w:cs="Arial"/>
          <w:szCs w:val="20"/>
        </w:rPr>
        <w:t xml:space="preserve">Auch Verarbeiter profitieren von den Stärken des kompakten Lüfters: Aufgrund der Nutzung von vorhandenem Bauraum für die Montage bleiben die </w:t>
      </w:r>
      <w:r>
        <w:rPr>
          <w:rFonts w:cs="Arial"/>
          <w:szCs w:val="20"/>
        </w:rPr>
        <w:t xml:space="preserve">Prozesse in der </w:t>
      </w:r>
      <w:r w:rsidR="00F21DE2" w:rsidRPr="00121AE2">
        <w:rPr>
          <w:rFonts w:cs="Arial"/>
          <w:szCs w:val="20"/>
        </w:rPr>
        <w:t>Fertigung</w:t>
      </w:r>
      <w:r w:rsidR="00F21DE2" w:rsidRPr="00121AE2">
        <w:rPr>
          <w:rFonts w:cs="Arial"/>
          <w:color w:val="221E1F"/>
          <w:szCs w:val="20"/>
        </w:rPr>
        <w:t xml:space="preserve"> </w:t>
      </w:r>
      <w:r w:rsidR="00F21DE2" w:rsidRPr="00121AE2">
        <w:rPr>
          <w:rFonts w:cs="Arial"/>
          <w:szCs w:val="20"/>
        </w:rPr>
        <w:t xml:space="preserve">unverändert. </w:t>
      </w:r>
      <w:r w:rsidR="00F21DE2" w:rsidRPr="00121AE2">
        <w:rPr>
          <w:rFonts w:cs="Arial"/>
          <w:color w:val="221E1F"/>
          <w:szCs w:val="20"/>
        </w:rPr>
        <w:t>Er</w:t>
      </w:r>
      <w:r w:rsidR="00F21DE2" w:rsidRPr="00121AE2">
        <w:rPr>
          <w:rFonts w:cs="Arial"/>
          <w:color w:val="221E1F"/>
          <w:szCs w:val="20"/>
        </w:rPr>
        <w:softHyphen/>
        <w:t>reicht wird dies durch den Verzicht auf Ausfräsungen</w:t>
      </w:r>
      <w:r w:rsidR="00F21DE2">
        <w:rPr>
          <w:rFonts w:cs="Arial"/>
          <w:color w:val="221E1F"/>
          <w:szCs w:val="20"/>
        </w:rPr>
        <w:t xml:space="preserve"> an den Elementen</w:t>
      </w:r>
      <w:r w:rsidR="00F21DE2" w:rsidRPr="00121AE2">
        <w:rPr>
          <w:rFonts w:cs="Arial"/>
          <w:color w:val="221E1F"/>
          <w:szCs w:val="20"/>
        </w:rPr>
        <w:t xml:space="preserve">. Der AEROMAT flex HY ist ab Mitte </w:t>
      </w:r>
      <w:r w:rsidR="00F21DE2">
        <w:rPr>
          <w:rFonts w:cs="Arial"/>
          <w:color w:val="221E1F"/>
          <w:szCs w:val="20"/>
        </w:rPr>
        <w:t>des Jahres</w:t>
      </w:r>
      <w:r w:rsidR="00F21DE2" w:rsidRPr="00121AE2">
        <w:rPr>
          <w:rFonts w:cs="Arial"/>
          <w:color w:val="221E1F"/>
          <w:szCs w:val="20"/>
        </w:rPr>
        <w:t xml:space="preserve"> erhältlich.</w:t>
      </w:r>
    </w:p>
    <w:p w14:paraId="07DC0CA1" w14:textId="4B319057" w:rsidR="00F21DE2" w:rsidRDefault="00756A25" w:rsidP="00756A25">
      <w:pPr>
        <w:pStyle w:val="berschrift4"/>
      </w:pPr>
      <w:r>
        <w:t>Wandlüfter für die zeitgemäße Lüftung</w:t>
      </w:r>
    </w:p>
    <w:p w14:paraId="37DAB339" w14:textId="035A0000" w:rsidR="00F62D14" w:rsidRPr="00072363" w:rsidRDefault="0007374B" w:rsidP="00F62D14">
      <w:r>
        <w:t xml:space="preserve">Zu den </w:t>
      </w:r>
      <w:r w:rsidR="00756A25">
        <w:t xml:space="preserve">weiteren </w:t>
      </w:r>
      <w:r>
        <w:t xml:space="preserve">Lüftungsgeräten, die auf der </w:t>
      </w:r>
      <w:r w:rsidR="00C27D66">
        <w:t>ISH</w:t>
      </w:r>
      <w:r>
        <w:t xml:space="preserve"> im Fokus stehen, zählen die Wandlüfter AEROVITAL </w:t>
      </w:r>
      <w:proofErr w:type="spellStart"/>
      <w:r>
        <w:t>ambience</w:t>
      </w:r>
      <w:proofErr w:type="spellEnd"/>
      <w:r>
        <w:t xml:space="preserve">, </w:t>
      </w:r>
      <w:r w:rsidR="0090145D">
        <w:t xml:space="preserve">die </w:t>
      </w:r>
      <w:r w:rsidR="0090145D" w:rsidRPr="00C45CA8">
        <w:t>AEROTUBE Baureihe</w:t>
      </w:r>
      <w:r w:rsidRPr="00C45CA8">
        <w:t xml:space="preserve"> </w:t>
      </w:r>
      <w:r>
        <w:t xml:space="preserve">und </w:t>
      </w:r>
      <w:r w:rsidR="0090145D">
        <w:t xml:space="preserve">der </w:t>
      </w:r>
      <w:r>
        <w:t>AEROPAC. Neben der Standardausführung au</w:t>
      </w:r>
      <w:r w:rsidR="0080703D">
        <w:t>ch</w:t>
      </w:r>
      <w:r>
        <w:t xml:space="preserve"> in einer smart-Variante erhältlich</w:t>
      </w:r>
      <w:r w:rsidR="003425B5">
        <w:t xml:space="preserve">, erlauben sie die Einbindung in die SIEGENIA Comfort App und bieten damit höchsten Nutzungskomfort. </w:t>
      </w:r>
      <w:r>
        <w:t>Als High End-Wandlüfter überzeugt</w:t>
      </w:r>
      <w:r w:rsidR="00F62D14">
        <w:t xml:space="preserve"> der AEROVITAL </w:t>
      </w:r>
      <w:proofErr w:type="spellStart"/>
      <w:r w:rsidR="00F62D14">
        <w:t>ambience</w:t>
      </w:r>
      <w:proofErr w:type="spellEnd"/>
      <w:r w:rsidR="00F62D14">
        <w:t xml:space="preserve"> durch sein modernes, flaches Design</w:t>
      </w:r>
      <w:r w:rsidR="00B24477">
        <w:t xml:space="preserve">, seine </w:t>
      </w:r>
      <w:r w:rsidR="00F62D14">
        <w:t>hohe Luftleistung von bis zu 60 m/h³</w:t>
      </w:r>
      <w:r w:rsidR="0080703D">
        <w:t xml:space="preserve">, seine erstklassige Schalldämmung </w:t>
      </w:r>
      <w:r w:rsidR="00B24477">
        <w:t>und sein leises Betriebsgeräusch</w:t>
      </w:r>
      <w:r w:rsidR="00F62D14">
        <w:t xml:space="preserve">. Zu </w:t>
      </w:r>
      <w:r w:rsidR="00FC26BF">
        <w:t>einer hervorragenden Wahl beim Thema</w:t>
      </w:r>
      <w:r w:rsidR="00F62D14">
        <w:t xml:space="preserve"> Energieeffizienz machen ihn dabei sein Wärmerückgewinnungsgrad von mehr als 85 Prozent und seine energiesparenden </w:t>
      </w:r>
      <w:r w:rsidR="00F62D14">
        <w:lastRenderedPageBreak/>
        <w:t xml:space="preserve">EC-Ventilatoren. Durch den cleveren Systemaufbau in verschiedenen Varianten bietet </w:t>
      </w:r>
      <w:r w:rsidR="0080703D">
        <w:t xml:space="preserve">hingegen </w:t>
      </w:r>
      <w:r w:rsidR="00F62D14">
        <w:t xml:space="preserve">der Wandlüfter AEROTUBE Raumkomfort </w:t>
      </w:r>
      <w:r w:rsidR="00F62D14" w:rsidRPr="00C60771">
        <w:t>für die unterschiedlichsten Anforderungen</w:t>
      </w:r>
      <w:r w:rsidR="00F62D14">
        <w:t>. Für die intelligente Vernetzung ohne separate Kabel und eine integrierte Wärmerückgewinnung von bis zu 90 Prozent steht</w:t>
      </w:r>
      <w:r>
        <w:t xml:space="preserve"> </w:t>
      </w:r>
      <w:r w:rsidR="00F62D14">
        <w:t xml:space="preserve">der AEROTUBE WRG smart. Seine Paarung aus sparsamer Betriebsweise und hoher Wärmerückgewinnung machen ihn </w:t>
      </w:r>
      <w:r w:rsidR="00F62D14" w:rsidRPr="00687EBC">
        <w:t>zu einem der energieeffizientesten Geräte seiner Klasse</w:t>
      </w:r>
      <w:r w:rsidR="00F62D14">
        <w:t xml:space="preserve">. </w:t>
      </w:r>
    </w:p>
    <w:p w14:paraId="5C1A75F6" w14:textId="77777777" w:rsidR="00F62D14" w:rsidRDefault="00F62D14" w:rsidP="00F62D14"/>
    <w:p w14:paraId="30221C44" w14:textId="7CD4C269" w:rsidR="005F3D5F" w:rsidRDefault="00422017" w:rsidP="005E1468">
      <w:bookmarkStart w:id="0" w:name="_Hlk499730192"/>
      <w:bookmarkStart w:id="1" w:name="_Hlk499735015"/>
      <w:r>
        <w:t xml:space="preserve">Komfortables und lärmgeschütztes Lüften gewährleistet schließlich der Wandlüfter AEROPAC. </w:t>
      </w:r>
      <w:r w:rsidR="00B24477">
        <w:t>D</w:t>
      </w:r>
      <w:r>
        <w:t xml:space="preserve">er Lüfter </w:t>
      </w:r>
      <w:r w:rsidR="00756A25">
        <w:t xml:space="preserve">mit dem formschönen Design, dem hohen Schalldämmwert von bis zu 50 dB und </w:t>
      </w:r>
      <w:r>
        <w:t xml:space="preserve">dem </w:t>
      </w:r>
      <w:r>
        <w:rPr>
          <w:rFonts w:cs="Arial"/>
          <w:szCs w:val="20"/>
        </w:rPr>
        <w:t>optionalen Pollen-, Feinstaub- oder Aktivkohlefilter</w:t>
      </w:r>
      <w:r>
        <w:t xml:space="preserve"> </w:t>
      </w:r>
      <w:r w:rsidR="00B24477">
        <w:t xml:space="preserve">eignet sich zudem </w:t>
      </w:r>
      <w:r>
        <w:t xml:space="preserve">für die Kombination mit dem </w:t>
      </w:r>
      <w:r w:rsidR="00B24477">
        <w:t xml:space="preserve">Luftqualitätssensor </w:t>
      </w:r>
      <w:r>
        <w:t xml:space="preserve">SENSOAIR. </w:t>
      </w:r>
      <w:bookmarkEnd w:id="0"/>
      <w:bookmarkEnd w:id="1"/>
      <w:r w:rsidR="0080703D">
        <w:t>F</w:t>
      </w:r>
      <w:r w:rsidR="00421521">
        <w:t>ür bi</w:t>
      </w:r>
      <w:r w:rsidR="00F62D14">
        <w:t>s ins Detail</w:t>
      </w:r>
      <w:r w:rsidR="00B24477">
        <w:t xml:space="preserve"> durchdacht</w:t>
      </w:r>
      <w:r w:rsidR="00421521">
        <w:t xml:space="preserve">e Lösungen sorgt auch der neue </w:t>
      </w:r>
      <w:r w:rsidR="00F62D14">
        <w:t xml:space="preserve">Laibungskanal </w:t>
      </w:r>
      <w:r w:rsidR="00421521">
        <w:t xml:space="preserve">EPP, der ebenfalls auf der </w:t>
      </w:r>
      <w:r w:rsidR="00C27D66">
        <w:t>ISH</w:t>
      </w:r>
      <w:r w:rsidR="00421521">
        <w:t xml:space="preserve"> zu sehen ist. Er </w:t>
      </w:r>
      <w:r w:rsidR="0079464B">
        <w:t xml:space="preserve">verbindet ein dezentes Design mit hoher Schalldämmung und </w:t>
      </w:r>
      <w:r w:rsidR="00756A25">
        <w:t>der</w:t>
      </w:r>
      <w:r w:rsidR="00152D17">
        <w:t xml:space="preserve"> Möglichkeit zur Integration in die unterschiedlichsten Einbausituationen</w:t>
      </w:r>
      <w:r w:rsidR="0079464B">
        <w:t xml:space="preserve">. </w:t>
      </w:r>
    </w:p>
    <w:p w14:paraId="1FBA65DD" w14:textId="7C4C2923" w:rsidR="00422017" w:rsidRDefault="00422017" w:rsidP="005E1468"/>
    <w:p w14:paraId="10D31383" w14:textId="6E406221" w:rsidR="00C27D66" w:rsidRDefault="00C27D66" w:rsidP="005E1468"/>
    <w:p w14:paraId="3701709E" w14:textId="77777777" w:rsidR="00C27D66" w:rsidRDefault="00C27D66" w:rsidP="005E1468"/>
    <w:p w14:paraId="6AE6ED23" w14:textId="37B0C5A1" w:rsidR="00FC26BF" w:rsidRDefault="00FC26BF" w:rsidP="005E1468"/>
    <w:p w14:paraId="139A893B" w14:textId="037DDF21" w:rsidR="00831B37" w:rsidRDefault="00831B37" w:rsidP="005E1468"/>
    <w:p w14:paraId="0EE59D74" w14:textId="3D526819" w:rsidR="00831B37" w:rsidRDefault="00831B37" w:rsidP="005E1468"/>
    <w:p w14:paraId="1D7051CA" w14:textId="646579E6" w:rsidR="009B60BC" w:rsidRDefault="009B60BC" w:rsidP="005E1468"/>
    <w:p w14:paraId="24026916" w14:textId="42FEDE57" w:rsidR="009B60BC" w:rsidRDefault="009B60BC" w:rsidP="005E1468"/>
    <w:p w14:paraId="46A47C1B" w14:textId="55879D41" w:rsidR="009B60BC" w:rsidRDefault="009B60BC" w:rsidP="005E1468"/>
    <w:p w14:paraId="4EA8B475" w14:textId="6AB13965" w:rsidR="009B60BC" w:rsidRDefault="009B60BC" w:rsidP="005E1468"/>
    <w:p w14:paraId="2BF3D067" w14:textId="79C037F6" w:rsidR="009B60BC" w:rsidRDefault="009B60BC" w:rsidP="005E1468"/>
    <w:p w14:paraId="5E2FD0B3" w14:textId="439431F4" w:rsidR="009B60BC" w:rsidRDefault="009B60BC" w:rsidP="005E1468"/>
    <w:p w14:paraId="274D25E0" w14:textId="0B1493F3" w:rsidR="009B60BC" w:rsidRDefault="009B60BC" w:rsidP="005E1468"/>
    <w:p w14:paraId="2F7C78FE" w14:textId="1D8A5738" w:rsidR="009B60BC" w:rsidRDefault="009B60BC" w:rsidP="005E1468"/>
    <w:p w14:paraId="5F40B836" w14:textId="77777777" w:rsidR="009B60BC" w:rsidRPr="00422017" w:rsidRDefault="009B60BC" w:rsidP="005E1468"/>
    <w:p w14:paraId="4CE2A587" w14:textId="77777777" w:rsidR="005E1468" w:rsidRDefault="005E1468" w:rsidP="005A7C57">
      <w:pPr>
        <w:pStyle w:val="berschrift4"/>
      </w:pPr>
      <w:r>
        <w:t>Bildunterschriften</w:t>
      </w:r>
    </w:p>
    <w:p w14:paraId="2DF50882" w14:textId="77777777" w:rsidR="002A7F37" w:rsidRDefault="002A7F37" w:rsidP="002A7F37">
      <w:r>
        <w:t>Bildquelle: SIEGENIA</w:t>
      </w:r>
    </w:p>
    <w:p w14:paraId="2C541C40" w14:textId="77777777" w:rsidR="002A7F37" w:rsidRPr="002A7F37" w:rsidRDefault="002A7F37" w:rsidP="002A7F37"/>
    <w:p w14:paraId="06E46B3F" w14:textId="360054C2" w:rsidR="009B60BC" w:rsidRPr="00D129AE" w:rsidRDefault="009B60BC" w:rsidP="009B60BC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AERO_AEROMAT flex_Einbau</w:t>
      </w:r>
      <w:r w:rsidRPr="00D129AE">
        <w:rPr>
          <w:bCs/>
          <w:i/>
        </w:rPr>
        <w:t xml:space="preserve">.jpg </w:t>
      </w:r>
    </w:p>
    <w:p w14:paraId="03F312F4" w14:textId="4DA7C4EE" w:rsidR="009B60BC" w:rsidRPr="00D129AE" w:rsidRDefault="009B60BC" w:rsidP="009B60BC">
      <w:r>
        <w:t xml:space="preserve">Mit seiner völlig neuartigen Einbauweise nutzt der AEROMAT flex HY von SIEGENIA vorhandenen Bauraum </w:t>
      </w:r>
      <w:r>
        <w:t xml:space="preserve">perfekt </w:t>
      </w:r>
      <w:r>
        <w:t>und erlaubt die dezente Integration in die Gebäudehülle.</w:t>
      </w:r>
    </w:p>
    <w:p w14:paraId="1F2ABD8F" w14:textId="77777777" w:rsidR="009B60BC" w:rsidRDefault="009B60BC" w:rsidP="009B60BC"/>
    <w:p w14:paraId="306092A6" w14:textId="3DE5C8DB" w:rsidR="007802BE" w:rsidRPr="00D129AE" w:rsidRDefault="007802BE" w:rsidP="007802BE">
      <w:pPr>
        <w:rPr>
          <w:bCs/>
          <w:i/>
        </w:rPr>
      </w:pPr>
      <w:r w:rsidRPr="00D129AE">
        <w:rPr>
          <w:bCs/>
          <w:i/>
        </w:rPr>
        <w:t>Motiv I</w:t>
      </w:r>
      <w:r w:rsidR="009B60BC">
        <w:rPr>
          <w:bCs/>
          <w:i/>
        </w:rPr>
        <w:t>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AERO_AEROTUBE_WRG smart</w:t>
      </w:r>
      <w:r w:rsidRPr="00D129AE">
        <w:rPr>
          <w:bCs/>
          <w:i/>
        </w:rPr>
        <w:t xml:space="preserve">.jpg </w:t>
      </w:r>
    </w:p>
    <w:p w14:paraId="03E6C4AC" w14:textId="77777777" w:rsidR="007802BE" w:rsidRDefault="007802BE" w:rsidP="007802BE">
      <w:r>
        <w:t xml:space="preserve">Der Wandlüfter AEROTUBE WRG smart steht für die intelligente Vernetzung ohne separate Kabel, eine leistungsstarke Wärmerückgewinnung und die Einbindung </w:t>
      </w:r>
      <w:r w:rsidRPr="004D2D85">
        <w:t xml:space="preserve">in die </w:t>
      </w:r>
      <w:r>
        <w:t xml:space="preserve">SIEGENIA </w:t>
      </w:r>
      <w:r w:rsidRPr="004D2D85">
        <w:t xml:space="preserve">Comfort </w:t>
      </w:r>
      <w:r>
        <w:t>App.</w:t>
      </w:r>
    </w:p>
    <w:p w14:paraId="4713B035" w14:textId="77777777" w:rsidR="007802BE" w:rsidRPr="00D129AE" w:rsidRDefault="007802BE" w:rsidP="007802BE"/>
    <w:p w14:paraId="595BC428" w14:textId="35E29BDA" w:rsidR="007802BE" w:rsidRPr="00CC3663" w:rsidRDefault="007802BE" w:rsidP="007802BE">
      <w:pPr>
        <w:rPr>
          <w:bCs/>
          <w:i/>
        </w:rPr>
      </w:pPr>
      <w:r w:rsidRPr="00CC3663">
        <w:rPr>
          <w:bCs/>
          <w:i/>
        </w:rPr>
        <w:t>Motiv I</w:t>
      </w:r>
      <w:r w:rsidR="009B60BC">
        <w:rPr>
          <w:bCs/>
          <w:i/>
        </w:rPr>
        <w:t>I</w:t>
      </w:r>
      <w:r w:rsidRPr="00CC3663">
        <w:rPr>
          <w:bCs/>
          <w:i/>
        </w:rPr>
        <w:t xml:space="preserve">I: SIE_AERO_AEROVITAL ambience_Image_Frau.jpg </w:t>
      </w:r>
    </w:p>
    <w:p w14:paraId="308129BE" w14:textId="77777777" w:rsidR="007802BE" w:rsidRPr="00E22F04" w:rsidRDefault="007802BE" w:rsidP="007802BE">
      <w:r>
        <w:t xml:space="preserve">Der High End-Wandlüfter AEROVITAL </w:t>
      </w:r>
      <w:proofErr w:type="spellStart"/>
      <w:r>
        <w:t>ambience</w:t>
      </w:r>
      <w:proofErr w:type="spellEnd"/>
      <w:r>
        <w:t xml:space="preserve"> smart überzeugt durch sein modernes Design, eine hohe Luftleistung, eine Schalldämmung von bis zu 58 dB sowie höchste Energieeffizienz.</w:t>
      </w:r>
    </w:p>
    <w:p w14:paraId="662B377C" w14:textId="77777777" w:rsidR="007802BE" w:rsidRPr="00E22F04" w:rsidRDefault="007802BE" w:rsidP="007802BE"/>
    <w:p w14:paraId="22FC8B9B" w14:textId="3FBE7632" w:rsidR="007802BE" w:rsidRPr="00CC3663" w:rsidRDefault="007802BE" w:rsidP="007802BE">
      <w:pPr>
        <w:rPr>
          <w:bCs/>
          <w:i/>
        </w:rPr>
      </w:pPr>
      <w:r w:rsidRPr="00CC3663">
        <w:rPr>
          <w:bCs/>
          <w:i/>
        </w:rPr>
        <w:t>Motiv I</w:t>
      </w:r>
      <w:r w:rsidR="009B60BC">
        <w:rPr>
          <w:bCs/>
          <w:i/>
        </w:rPr>
        <w:t>V</w:t>
      </w:r>
      <w:r w:rsidRPr="00CC3663">
        <w:rPr>
          <w:bCs/>
          <w:i/>
        </w:rPr>
        <w:t xml:space="preserve">: SIE_AERO_AEROPAC_SIEGENIA Comfort App.jpg </w:t>
      </w:r>
    </w:p>
    <w:p w14:paraId="2201EB20" w14:textId="4D8480F1" w:rsidR="005E1468" w:rsidRDefault="007802BE" w:rsidP="007802BE">
      <w:r w:rsidRPr="00E22F04">
        <w:t xml:space="preserve">Der </w:t>
      </w:r>
      <w:r>
        <w:t>Schalldämm</w:t>
      </w:r>
      <w:r w:rsidRPr="00E22F04">
        <w:t>lüfter AEROPAC s</w:t>
      </w:r>
      <w:r>
        <w:t>mart verfügt über eine hohe Luftleistung und lässt sich mit der SIEGENIA Comfort App und dem Luftqualitätssensor SENSOAIR verbinden</w:t>
      </w:r>
    </w:p>
    <w:p w14:paraId="4ED16075" w14:textId="0A70465F" w:rsidR="008D7633" w:rsidRDefault="008D7633" w:rsidP="008D7633"/>
    <w:p w14:paraId="10485ED1" w14:textId="28D32BC6" w:rsidR="009B60BC" w:rsidRDefault="009B60BC" w:rsidP="008D7633"/>
    <w:p w14:paraId="4843164F" w14:textId="499707A7" w:rsidR="009B60BC" w:rsidRDefault="009B60BC" w:rsidP="008D7633"/>
    <w:p w14:paraId="420D6450" w14:textId="00533A72" w:rsidR="009B60BC" w:rsidRDefault="009B60BC" w:rsidP="008D7633"/>
    <w:p w14:paraId="13F5D1AD" w14:textId="4CBEEBB4" w:rsidR="009B60BC" w:rsidRDefault="009B60BC" w:rsidP="008D7633"/>
    <w:p w14:paraId="53654855" w14:textId="3A8791F2" w:rsidR="009B60BC" w:rsidRDefault="009B60BC" w:rsidP="008D7633"/>
    <w:p w14:paraId="7DF6BA91" w14:textId="7B1B0D63" w:rsidR="009B60BC" w:rsidRDefault="009B60BC" w:rsidP="008D7633"/>
    <w:p w14:paraId="57DD7949" w14:textId="4543CC6F" w:rsidR="009B60BC" w:rsidRDefault="009B60BC" w:rsidP="008D7633"/>
    <w:p w14:paraId="55068E1F" w14:textId="16D39A81" w:rsidR="009B60BC" w:rsidRDefault="009B60BC" w:rsidP="008D7633"/>
    <w:p w14:paraId="4EDB0953" w14:textId="0B811052" w:rsidR="009B60BC" w:rsidRDefault="009B60BC" w:rsidP="008D7633"/>
    <w:p w14:paraId="715BBFDA" w14:textId="7BF3E0E8" w:rsidR="009B60BC" w:rsidRDefault="009B60BC" w:rsidP="008D7633"/>
    <w:p w14:paraId="56082981" w14:textId="53D8FA0F" w:rsidR="009B60BC" w:rsidRDefault="009B60BC" w:rsidP="008D7633"/>
    <w:p w14:paraId="45FDFD45" w14:textId="212131BD" w:rsidR="009B60BC" w:rsidRDefault="009B60BC" w:rsidP="008D7633"/>
    <w:p w14:paraId="117DD4B6" w14:textId="77777777" w:rsidR="009B60BC" w:rsidRDefault="009B60BC" w:rsidP="008D7633"/>
    <w:p w14:paraId="72F748A3" w14:textId="77777777" w:rsidR="00FC26BF" w:rsidRPr="00E14DD8" w:rsidRDefault="00FC26BF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B2C225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16E3FA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D8C804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222B7E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8F6000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06B974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A9697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E4BFD4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440757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7E74CF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F81824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6703E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B262A4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23167B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C63F97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26565D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700409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FB9F09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B508D2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C42F98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06AFE37" w14:textId="77777777" w:rsidR="008D7633" w:rsidRPr="001B3626" w:rsidRDefault="008D7633" w:rsidP="007A5EB4">
            <w:pPr>
              <w:pStyle w:val="Formatvorlage2"/>
              <w:rPr>
                <w:u w:val="single"/>
              </w:rPr>
            </w:pPr>
            <w:r w:rsidRPr="001B3626">
              <w:rPr>
                <w:u w:val="single"/>
              </w:rPr>
              <w:t>Text - Info</w:t>
            </w:r>
          </w:p>
          <w:p w14:paraId="63A765D6" w14:textId="77777777" w:rsidR="008D7633" w:rsidRPr="001B3626" w:rsidRDefault="008D7633" w:rsidP="007A5EB4">
            <w:pPr>
              <w:pStyle w:val="Formatvorlage2"/>
            </w:pPr>
            <w:r w:rsidRPr="001B3626">
              <w:t>Seiten: 2</w:t>
            </w:r>
          </w:p>
          <w:p w14:paraId="27FAA520" w14:textId="2FC7F95D" w:rsidR="008D7633" w:rsidRPr="001B3626" w:rsidRDefault="008D7633" w:rsidP="007A5EB4">
            <w:pPr>
              <w:pStyle w:val="Formatvorlage2"/>
            </w:pPr>
            <w:r w:rsidRPr="001B3626">
              <w:t xml:space="preserve">Wörter: </w:t>
            </w:r>
            <w:r w:rsidR="00FC26BF" w:rsidRPr="001B3626">
              <w:t>4</w:t>
            </w:r>
            <w:r w:rsidR="001B3626" w:rsidRPr="001B3626">
              <w:t>6</w:t>
            </w:r>
            <w:r w:rsidR="00FC26BF" w:rsidRPr="001B3626">
              <w:t>5</w:t>
            </w:r>
          </w:p>
          <w:p w14:paraId="16B9A667" w14:textId="56FB666E" w:rsidR="008D7633" w:rsidRPr="001B3626" w:rsidRDefault="008D7633" w:rsidP="007A5EB4">
            <w:pPr>
              <w:pStyle w:val="Formatvorlage2"/>
            </w:pPr>
            <w:r w:rsidRPr="001B3626">
              <w:t xml:space="preserve">Zeichen: </w:t>
            </w:r>
            <w:r w:rsidR="00FC26BF" w:rsidRPr="001B3626">
              <w:t xml:space="preserve">3 </w:t>
            </w:r>
            <w:r w:rsidR="00831B37" w:rsidRPr="001B3626">
              <w:t>4</w:t>
            </w:r>
            <w:r w:rsidR="001B3626" w:rsidRPr="001B3626">
              <w:t>2</w:t>
            </w:r>
            <w:r w:rsidR="00831B37" w:rsidRPr="001B3626">
              <w:t>2</w:t>
            </w:r>
            <w:r w:rsidRPr="001B3626">
              <w:br/>
              <w:t>(mit Leerzeichen)</w:t>
            </w:r>
          </w:p>
          <w:p w14:paraId="6B3169A0" w14:textId="03F44D08" w:rsidR="008D7633" w:rsidRPr="00C33A1F" w:rsidRDefault="008D7633" w:rsidP="007A5EB4">
            <w:pPr>
              <w:pStyle w:val="Formatvorlage2"/>
            </w:pPr>
            <w:r w:rsidRPr="001B3626">
              <w:t xml:space="preserve">erstellt am: </w:t>
            </w:r>
            <w:r w:rsidR="00C27D66" w:rsidRPr="001B3626">
              <w:t>16</w:t>
            </w:r>
            <w:r w:rsidRPr="001B3626">
              <w:t>.</w:t>
            </w:r>
            <w:r w:rsidR="00486878" w:rsidRPr="001B3626">
              <w:t>0</w:t>
            </w:r>
            <w:r w:rsidR="00C27D66" w:rsidRPr="001B3626">
              <w:t>1</w:t>
            </w:r>
            <w:r w:rsidRPr="001B3626">
              <w:t>.201</w:t>
            </w:r>
            <w:r w:rsidR="00C27D66" w:rsidRPr="001B3626">
              <w:t>9</w:t>
            </w:r>
            <w:bookmarkStart w:id="2" w:name="_GoBack"/>
            <w:bookmarkEnd w:id="2"/>
          </w:p>
          <w:p w14:paraId="61ADFF6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A926BC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ED44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E3C9B4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6FA5" w14:textId="77777777" w:rsidR="007735F8" w:rsidRDefault="007735F8">
      <w:r>
        <w:separator/>
      </w:r>
    </w:p>
  </w:endnote>
  <w:endnote w:type="continuationSeparator" w:id="0">
    <w:p w14:paraId="60C36CF6" w14:textId="77777777" w:rsidR="007735F8" w:rsidRDefault="0077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ld">
    <w:altName w:val="Malgun Gothic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60B5E" w14:textId="77777777" w:rsidR="00B53D3F" w:rsidRDefault="00B53D3F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C701E" w14:textId="77777777" w:rsidR="007735F8" w:rsidRDefault="007735F8">
      <w:r>
        <w:separator/>
      </w:r>
    </w:p>
  </w:footnote>
  <w:footnote w:type="continuationSeparator" w:id="0">
    <w:p w14:paraId="5EB68AB9" w14:textId="77777777" w:rsidR="007735F8" w:rsidRDefault="00773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66D2F" w14:textId="77777777" w:rsidR="00B53D3F" w:rsidRDefault="00B53D3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9D2355" wp14:editId="4361568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66DAF"/>
    <w:multiLevelType w:val="hybridMultilevel"/>
    <w:tmpl w:val="A7A6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7FB"/>
    <w:rsid w:val="000024D9"/>
    <w:rsid w:val="00003256"/>
    <w:rsid w:val="0001449A"/>
    <w:rsid w:val="0001520C"/>
    <w:rsid w:val="00026907"/>
    <w:rsid w:val="00040EBF"/>
    <w:rsid w:val="00064165"/>
    <w:rsid w:val="000675C7"/>
    <w:rsid w:val="0007374B"/>
    <w:rsid w:val="00090045"/>
    <w:rsid w:val="00095303"/>
    <w:rsid w:val="000A1DF0"/>
    <w:rsid w:val="000A5CA3"/>
    <w:rsid w:val="000D0C02"/>
    <w:rsid w:val="000D23DB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2D17"/>
    <w:rsid w:val="00156B0C"/>
    <w:rsid w:val="00166476"/>
    <w:rsid w:val="00166FB7"/>
    <w:rsid w:val="00171C51"/>
    <w:rsid w:val="001A029B"/>
    <w:rsid w:val="001B3626"/>
    <w:rsid w:val="001B7003"/>
    <w:rsid w:val="001C39FF"/>
    <w:rsid w:val="001D26E4"/>
    <w:rsid w:val="001D3908"/>
    <w:rsid w:val="001E0780"/>
    <w:rsid w:val="001E1DA6"/>
    <w:rsid w:val="001F3432"/>
    <w:rsid w:val="002046D3"/>
    <w:rsid w:val="00213F8F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25B5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1521"/>
    <w:rsid w:val="00422017"/>
    <w:rsid w:val="00423562"/>
    <w:rsid w:val="004333E8"/>
    <w:rsid w:val="0044187A"/>
    <w:rsid w:val="00446899"/>
    <w:rsid w:val="00447689"/>
    <w:rsid w:val="0046235C"/>
    <w:rsid w:val="004629AD"/>
    <w:rsid w:val="004806AF"/>
    <w:rsid w:val="00486878"/>
    <w:rsid w:val="00497A04"/>
    <w:rsid w:val="004B62AB"/>
    <w:rsid w:val="004C4FDA"/>
    <w:rsid w:val="004C4FF8"/>
    <w:rsid w:val="004C503A"/>
    <w:rsid w:val="004E057A"/>
    <w:rsid w:val="004E2322"/>
    <w:rsid w:val="004E2BD7"/>
    <w:rsid w:val="004E3AF9"/>
    <w:rsid w:val="0050451D"/>
    <w:rsid w:val="00510191"/>
    <w:rsid w:val="005254BE"/>
    <w:rsid w:val="0052661D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0CE8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23CE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A25"/>
    <w:rsid w:val="00757DDE"/>
    <w:rsid w:val="00764AAC"/>
    <w:rsid w:val="007735F8"/>
    <w:rsid w:val="007802BE"/>
    <w:rsid w:val="007871C1"/>
    <w:rsid w:val="0079193B"/>
    <w:rsid w:val="007937FB"/>
    <w:rsid w:val="0079464B"/>
    <w:rsid w:val="00794A4F"/>
    <w:rsid w:val="007A5EB4"/>
    <w:rsid w:val="007A6E1C"/>
    <w:rsid w:val="007C50D1"/>
    <w:rsid w:val="007C5C24"/>
    <w:rsid w:val="007E23A0"/>
    <w:rsid w:val="007E2B7F"/>
    <w:rsid w:val="007F3F54"/>
    <w:rsid w:val="007F43E0"/>
    <w:rsid w:val="00801D78"/>
    <w:rsid w:val="0080703D"/>
    <w:rsid w:val="008078CF"/>
    <w:rsid w:val="008171AF"/>
    <w:rsid w:val="00821E6A"/>
    <w:rsid w:val="00831B37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DFD"/>
    <w:rsid w:val="0088698F"/>
    <w:rsid w:val="00892E97"/>
    <w:rsid w:val="00894ADF"/>
    <w:rsid w:val="008A6F1F"/>
    <w:rsid w:val="008C3491"/>
    <w:rsid w:val="008C5079"/>
    <w:rsid w:val="008D2B30"/>
    <w:rsid w:val="008D3232"/>
    <w:rsid w:val="008D7633"/>
    <w:rsid w:val="0090145D"/>
    <w:rsid w:val="00910883"/>
    <w:rsid w:val="0092580A"/>
    <w:rsid w:val="0093490C"/>
    <w:rsid w:val="00935B68"/>
    <w:rsid w:val="0093664F"/>
    <w:rsid w:val="00943EB0"/>
    <w:rsid w:val="00945CA5"/>
    <w:rsid w:val="009553BC"/>
    <w:rsid w:val="009557EA"/>
    <w:rsid w:val="00963959"/>
    <w:rsid w:val="00963D60"/>
    <w:rsid w:val="0096600A"/>
    <w:rsid w:val="0097599E"/>
    <w:rsid w:val="009866F6"/>
    <w:rsid w:val="009934D8"/>
    <w:rsid w:val="009B067B"/>
    <w:rsid w:val="009B4822"/>
    <w:rsid w:val="009B5300"/>
    <w:rsid w:val="009B5DE9"/>
    <w:rsid w:val="009B60B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618"/>
    <w:rsid w:val="00A60331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751E"/>
    <w:rsid w:val="00AD2613"/>
    <w:rsid w:val="00AD4128"/>
    <w:rsid w:val="00AD7705"/>
    <w:rsid w:val="00AD7B27"/>
    <w:rsid w:val="00AE06DB"/>
    <w:rsid w:val="00B057B0"/>
    <w:rsid w:val="00B11AB7"/>
    <w:rsid w:val="00B1275D"/>
    <w:rsid w:val="00B239B4"/>
    <w:rsid w:val="00B24477"/>
    <w:rsid w:val="00B3687B"/>
    <w:rsid w:val="00B41B50"/>
    <w:rsid w:val="00B47777"/>
    <w:rsid w:val="00B47ADF"/>
    <w:rsid w:val="00B53D3F"/>
    <w:rsid w:val="00B55070"/>
    <w:rsid w:val="00B62ECB"/>
    <w:rsid w:val="00B63C95"/>
    <w:rsid w:val="00B63CDB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6589"/>
    <w:rsid w:val="00C2717C"/>
    <w:rsid w:val="00C27D66"/>
    <w:rsid w:val="00C33A1F"/>
    <w:rsid w:val="00C45CA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34A1"/>
    <w:rsid w:val="00D313A4"/>
    <w:rsid w:val="00D32108"/>
    <w:rsid w:val="00D45693"/>
    <w:rsid w:val="00D47D4E"/>
    <w:rsid w:val="00D55DC3"/>
    <w:rsid w:val="00D57457"/>
    <w:rsid w:val="00D62737"/>
    <w:rsid w:val="00D64F60"/>
    <w:rsid w:val="00DA2153"/>
    <w:rsid w:val="00DA2662"/>
    <w:rsid w:val="00DB034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55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1B47"/>
    <w:rsid w:val="00F05D3F"/>
    <w:rsid w:val="00F10E71"/>
    <w:rsid w:val="00F142BE"/>
    <w:rsid w:val="00F155EE"/>
    <w:rsid w:val="00F21DE2"/>
    <w:rsid w:val="00F222EB"/>
    <w:rsid w:val="00F22D01"/>
    <w:rsid w:val="00F25601"/>
    <w:rsid w:val="00F344B8"/>
    <w:rsid w:val="00F41966"/>
    <w:rsid w:val="00F445E5"/>
    <w:rsid w:val="00F45D74"/>
    <w:rsid w:val="00F516C4"/>
    <w:rsid w:val="00F6067C"/>
    <w:rsid w:val="00F61445"/>
    <w:rsid w:val="00F62D14"/>
    <w:rsid w:val="00F71E39"/>
    <w:rsid w:val="00F73478"/>
    <w:rsid w:val="00F82E34"/>
    <w:rsid w:val="00F84C8D"/>
    <w:rsid w:val="00FA07A1"/>
    <w:rsid w:val="00FA3E25"/>
    <w:rsid w:val="00FB441B"/>
    <w:rsid w:val="00FB5A18"/>
    <w:rsid w:val="00FC26BF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C583970"/>
  <w15:docId w15:val="{851A794E-FD1C-4726-9470-0526D0E2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7937FB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22017"/>
    <w:rPr>
      <w:rFonts w:ascii="Arial" w:hAnsi="Arial"/>
      <w:b/>
      <w:bCs/>
      <w:sz w:val="24"/>
      <w:szCs w:val="28"/>
    </w:rPr>
  </w:style>
  <w:style w:type="character" w:customStyle="1" w:styleId="A4">
    <w:name w:val="A4"/>
    <w:uiPriority w:val="99"/>
    <w:rsid w:val="00AB751E"/>
    <w:rPr>
      <w:rFonts w:cs="Fedra Sans Alt Pro Book"/>
      <w:color w:val="221E1F"/>
      <w:sz w:val="16"/>
      <w:szCs w:val="16"/>
    </w:rPr>
  </w:style>
  <w:style w:type="character" w:customStyle="1" w:styleId="A3">
    <w:name w:val="A3"/>
    <w:uiPriority w:val="99"/>
    <w:rsid w:val="00AB751E"/>
    <w:rPr>
      <w:rFonts w:ascii="Fedra Sans Alt Pro Bold" w:hAnsi="Fedra Sans Alt Pro Bold" w:cs="Fedra Sans Alt Pro Bold"/>
      <w:b/>
      <w:bCs/>
      <w:color w:val="221E1F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79464B"/>
    <w:rPr>
      <w:rFonts w:ascii="Arial" w:hAnsi="Arial" w:cs="Arial"/>
      <w:b/>
      <w:bCs/>
      <w:iCs/>
      <w:sz w:val="36"/>
      <w:szCs w:val="28"/>
    </w:rPr>
  </w:style>
  <w:style w:type="character" w:styleId="BesuchterLink">
    <w:name w:val="FollowedHyperlink"/>
    <w:basedOn w:val="Absatz-Standardschriftart"/>
    <w:semiHidden/>
    <w:unhideWhenUsed/>
    <w:rsid w:val="009014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0FC04-B977-491F-8A91-D7702ADF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694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5058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10</cp:revision>
  <cp:lastPrinted>2007-09-03T14:44:00Z</cp:lastPrinted>
  <dcterms:created xsi:type="dcterms:W3CDTF">2019-01-16T08:31:00Z</dcterms:created>
  <dcterms:modified xsi:type="dcterms:W3CDTF">2019-01-16T14:09:00Z</dcterms:modified>
</cp:coreProperties>
</file>