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BB2BA1" w14:textId="0116A562" w:rsidR="005E1468" w:rsidRDefault="00E11EA6" w:rsidP="005E1468">
      <w:pPr>
        <w:pStyle w:val="berschrift2"/>
      </w:pPr>
      <w:r>
        <w:t xml:space="preserve">Ein Trampolin zum </w:t>
      </w:r>
      <w:r w:rsidR="006633B3">
        <w:t>Jubiläum</w:t>
      </w:r>
      <w:r w:rsidR="00F6067C">
        <w:t xml:space="preserve"> </w:t>
      </w:r>
    </w:p>
    <w:p w14:paraId="5785A371" w14:textId="77777777" w:rsidR="00A82224" w:rsidRDefault="00E11EA6" w:rsidP="00A82224">
      <w:pPr>
        <w:pStyle w:val="berschrift1"/>
      </w:pPr>
      <w:r>
        <w:t xml:space="preserve">Die KITA von SIEGENIA </w:t>
      </w:r>
      <w:r w:rsidR="00801F22">
        <w:t>wird</w:t>
      </w:r>
      <w:r>
        <w:t xml:space="preserve"> 5</w:t>
      </w:r>
      <w:r w:rsidR="00801F22">
        <w:t xml:space="preserve"> Jahre alt</w:t>
      </w:r>
    </w:p>
    <w:p w14:paraId="3CDC0BE1" w14:textId="77777777" w:rsidR="005E1468" w:rsidRPr="00B55070" w:rsidRDefault="005E1468" w:rsidP="005E1468"/>
    <w:p w14:paraId="60C08ACE" w14:textId="77BB1EF8" w:rsidR="00A82224" w:rsidRDefault="00E11EA6" w:rsidP="005E1468">
      <w:r>
        <w:t xml:space="preserve">Da freuten sich nicht nur die SIEGENIA-Kids: Am vergangenen Samstag </w:t>
      </w:r>
      <w:r w:rsidR="00801F22">
        <w:t xml:space="preserve">feierte die KITA von SIEGENIA ihr 5-jähriges Bestehen. </w:t>
      </w:r>
      <w:r w:rsidR="00DD1864">
        <w:t xml:space="preserve">Neben den 15 Kindergartenkindern mit ihren Eltern und Geschwistern waren auch zahlreiche </w:t>
      </w:r>
      <w:r w:rsidR="00085982">
        <w:t>G</w:t>
      </w:r>
      <w:r w:rsidR="00DD1864">
        <w:t xml:space="preserve">äste </w:t>
      </w:r>
      <w:r w:rsidR="006633B3">
        <w:t>zu der Jubiläumsveranstaltung nach Niederdielfen gekommen</w:t>
      </w:r>
      <w:r w:rsidR="00085982">
        <w:t>.</w:t>
      </w:r>
      <w:r w:rsidR="00DD1864">
        <w:t xml:space="preserve"> Sie nutzten die Gelegenheit, sich ein persönliches Bild von </w:t>
      </w:r>
      <w:r w:rsidR="00DC59AA">
        <w:t xml:space="preserve">dem umfangreichen Angebot zu machen, mit dem das Unternehmen die Entwicklung </w:t>
      </w:r>
      <w:r w:rsidR="0078049F">
        <w:t>von</w:t>
      </w:r>
      <w:r w:rsidR="00DC59AA">
        <w:t xml:space="preserve"> </w:t>
      </w:r>
      <w:r w:rsidR="006633B3">
        <w:t>Mitarbeiterkinder</w:t>
      </w:r>
      <w:r w:rsidR="0078049F">
        <w:t>n</w:t>
      </w:r>
      <w:r w:rsidR="00DC59AA">
        <w:t xml:space="preserve"> fördert. </w:t>
      </w:r>
    </w:p>
    <w:p w14:paraId="5599F965" w14:textId="77777777" w:rsidR="00491F2F" w:rsidRDefault="00491F2F" w:rsidP="005E1468"/>
    <w:p w14:paraId="392EDD37" w14:textId="443CDDD9" w:rsidR="007D7172" w:rsidRDefault="00DC59AA" w:rsidP="00491F2F">
      <w:r>
        <w:t xml:space="preserve">Nach einer kurzen Begrüßung durch Judith Brück, Leiterin des Kindergartens, </w:t>
      </w:r>
      <w:r w:rsidR="00085982">
        <w:t xml:space="preserve">und Rajive Joseph, Fachbereichsleiter Elementarpädagogik &amp; Familienbildung beim Träger CJD NRW Süd/Rheinland, ergriff Wieland Frank das Wort. </w:t>
      </w:r>
      <w:r w:rsidR="00085982" w:rsidRPr="00AD0CC7">
        <w:t>Der Geschäftsführende Gesellschafter von SIEGENIA betonte in seiner Ansprache, welch hohen Stellenwert die KITA innerhalb des Unternehmens für die Vereinbarkeit von Familie und Beruf für die Mitarbeitenden hat.</w:t>
      </w:r>
      <w:r w:rsidR="00085982">
        <w:t xml:space="preserve"> Strahlende Kinderaugen</w:t>
      </w:r>
      <w:r w:rsidR="00ED1CFB">
        <w:t xml:space="preserve"> gab es wenige Momente später: Als </w:t>
      </w:r>
      <w:r w:rsidR="0078049F">
        <w:t>„</w:t>
      </w:r>
      <w:r w:rsidR="00ED1CFB">
        <w:t>Geburtstagsgeschenk</w:t>
      </w:r>
      <w:r w:rsidR="0078049F">
        <w:t>“</w:t>
      </w:r>
      <w:r w:rsidR="00ED1CFB">
        <w:t xml:space="preserve"> </w:t>
      </w:r>
      <w:r w:rsidR="0078049F">
        <w:t>überreichte</w:t>
      </w:r>
      <w:r w:rsidR="00ED1CFB">
        <w:t xml:space="preserve"> Wieland Frank einen Gutschein für ein Trampolin. Judith Brück berichtet: „Nichts lieben die Kinder mehr als Springen</w:t>
      </w:r>
      <w:r w:rsidR="007D7172">
        <w:t>. In</w:t>
      </w:r>
      <w:r w:rsidR="00ED1CFB">
        <w:t xml:space="preserve"> den Turnstunden erleben wir das </w:t>
      </w:r>
      <w:r w:rsidR="00421266">
        <w:t>immer wieder</w:t>
      </w:r>
      <w:r w:rsidR="00ED1CFB">
        <w:t>.</w:t>
      </w:r>
      <w:r w:rsidR="0072464F">
        <w:t xml:space="preserve"> Über dieses großzügige Geschenk freuen wir uns </w:t>
      </w:r>
      <w:r w:rsidR="00421266">
        <w:t xml:space="preserve">deshalb </w:t>
      </w:r>
      <w:r w:rsidR="0072464F">
        <w:t>sehr!</w:t>
      </w:r>
      <w:r w:rsidR="00ED1CFB">
        <w:t>“</w:t>
      </w:r>
      <w:r w:rsidR="00421266">
        <w:t xml:space="preserve"> </w:t>
      </w:r>
    </w:p>
    <w:p w14:paraId="1EEB564E" w14:textId="77777777" w:rsidR="007D7172" w:rsidRDefault="007D7172" w:rsidP="00491F2F"/>
    <w:p w14:paraId="6BA45E39" w14:textId="622231FD" w:rsidR="00491F2F" w:rsidRPr="0072464F" w:rsidRDefault="007D7172" w:rsidP="00491F2F">
      <w:pPr>
        <w:rPr>
          <w:vertAlign w:val="subscript"/>
        </w:rPr>
      </w:pPr>
      <w:r>
        <w:t>Bühne frei für die SIEGENIA-Kids: Aufgeregt und hoch konzentriert zeigten die Kinder und ihre Erzieherinnen anschließend in kleinen Auftritten, dass auch sie sich über das 5-jährige Bestehen ihrer KITA freuen</w:t>
      </w:r>
      <w:r w:rsidR="00491F2F">
        <w:rPr>
          <w:rFonts w:cs="Arial"/>
          <w:szCs w:val="20"/>
        </w:rPr>
        <w:t>.</w:t>
      </w:r>
      <w:r w:rsidR="0072464F">
        <w:rPr>
          <w:rFonts w:cs="Arial"/>
          <w:szCs w:val="20"/>
        </w:rPr>
        <w:t xml:space="preserve"> Ein </w:t>
      </w:r>
      <w:r w:rsidR="00491F2F">
        <w:rPr>
          <w:rFonts w:cs="Arial"/>
          <w:szCs w:val="20"/>
        </w:rPr>
        <w:t>gemütliches Beisammensein</w:t>
      </w:r>
      <w:r w:rsidR="0072464F">
        <w:rPr>
          <w:rFonts w:cs="Arial"/>
          <w:szCs w:val="20"/>
        </w:rPr>
        <w:t xml:space="preserve"> rundete die </w:t>
      </w:r>
      <w:r>
        <w:rPr>
          <w:rFonts w:cs="Arial"/>
          <w:szCs w:val="20"/>
        </w:rPr>
        <w:t>F</w:t>
      </w:r>
      <w:r w:rsidR="0072464F">
        <w:rPr>
          <w:rFonts w:cs="Arial"/>
          <w:szCs w:val="20"/>
        </w:rPr>
        <w:t>eier ab</w:t>
      </w:r>
      <w:r w:rsidR="00491F2F">
        <w:rPr>
          <w:rFonts w:cs="Arial"/>
          <w:szCs w:val="20"/>
        </w:rPr>
        <w:t>.</w:t>
      </w:r>
    </w:p>
    <w:p w14:paraId="3DF76F51" w14:textId="5C8A1385" w:rsidR="0072464F" w:rsidRDefault="00DF333B" w:rsidP="00A41E52">
      <w:pPr>
        <w:pStyle w:val="berschrift4"/>
      </w:pPr>
      <w:r>
        <w:t>Do you speak English?</w:t>
      </w:r>
    </w:p>
    <w:p w14:paraId="1108DD68" w14:textId="0A67DD48" w:rsidR="000468F5" w:rsidRDefault="007D7172" w:rsidP="00491F2F">
      <w:pPr>
        <w:rPr>
          <w:rFonts w:cs="Arial"/>
          <w:szCs w:val="20"/>
        </w:rPr>
      </w:pPr>
      <w:r>
        <w:rPr>
          <w:rFonts w:cs="Arial"/>
          <w:szCs w:val="20"/>
        </w:rPr>
        <w:t xml:space="preserve">Schritt für Schritt ging die KITA </w:t>
      </w:r>
      <w:r w:rsidR="00A41E52">
        <w:rPr>
          <w:rFonts w:cs="Arial"/>
          <w:szCs w:val="20"/>
        </w:rPr>
        <w:t xml:space="preserve">2014 </w:t>
      </w:r>
      <w:r w:rsidR="00394503">
        <w:rPr>
          <w:rFonts w:cs="Arial"/>
          <w:szCs w:val="20"/>
        </w:rPr>
        <w:t xml:space="preserve">bis zur maximalen Auslastung mit 15 Kindern </w:t>
      </w:r>
      <w:r>
        <w:rPr>
          <w:rFonts w:cs="Arial"/>
          <w:szCs w:val="20"/>
        </w:rPr>
        <w:t>an den Start</w:t>
      </w:r>
      <w:r w:rsidR="00394503">
        <w:rPr>
          <w:rFonts w:cs="Arial"/>
          <w:szCs w:val="20"/>
        </w:rPr>
        <w:t xml:space="preserve"> – bei großzügigen Öffnungszeiten, die den Eltern </w:t>
      </w:r>
      <w:r w:rsidR="007C257E">
        <w:rPr>
          <w:rFonts w:cs="Arial"/>
          <w:szCs w:val="20"/>
        </w:rPr>
        <w:t>viel</w:t>
      </w:r>
      <w:r w:rsidR="00394503">
        <w:rPr>
          <w:rFonts w:cs="Arial"/>
          <w:szCs w:val="20"/>
        </w:rPr>
        <w:t xml:space="preserve"> Flexibilität geben. „Aktuell </w:t>
      </w:r>
      <w:r w:rsidR="007C257E">
        <w:rPr>
          <w:rFonts w:cs="Arial"/>
          <w:szCs w:val="20"/>
        </w:rPr>
        <w:t>öffnen</w:t>
      </w:r>
      <w:r w:rsidR="00394503">
        <w:rPr>
          <w:rFonts w:cs="Arial"/>
          <w:szCs w:val="20"/>
        </w:rPr>
        <w:t xml:space="preserve"> wir von 7.00 bis 17.00 Uhr</w:t>
      </w:r>
      <w:r w:rsidR="007C257E">
        <w:rPr>
          <w:rFonts w:cs="Arial"/>
          <w:szCs w:val="20"/>
        </w:rPr>
        <w:t xml:space="preserve"> und passen dies </w:t>
      </w:r>
      <w:r w:rsidR="00394503">
        <w:rPr>
          <w:rFonts w:cs="Arial"/>
          <w:szCs w:val="20"/>
        </w:rPr>
        <w:t xml:space="preserve">bei Bedarf an die jeweiligen Arbeitszeiten an“, berichtet Judith Brück. Auch die </w:t>
      </w:r>
      <w:r>
        <w:rPr>
          <w:rFonts w:cs="Arial"/>
          <w:szCs w:val="20"/>
        </w:rPr>
        <w:t xml:space="preserve">Betreuungsintensität sucht </w:t>
      </w:r>
      <w:r w:rsidR="00085982">
        <w:rPr>
          <w:rFonts w:cs="Arial"/>
          <w:szCs w:val="20"/>
        </w:rPr>
        <w:t>i</w:t>
      </w:r>
      <w:r>
        <w:rPr>
          <w:rFonts w:cs="Arial"/>
          <w:szCs w:val="20"/>
        </w:rPr>
        <w:t>hresgleichen</w:t>
      </w:r>
      <w:r w:rsidR="00394503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="00A41E52">
        <w:rPr>
          <w:rFonts w:cs="Arial"/>
          <w:szCs w:val="20"/>
        </w:rPr>
        <w:t xml:space="preserve">Neben </w:t>
      </w:r>
      <w:r w:rsidR="00DF333B">
        <w:rPr>
          <w:rFonts w:cs="Arial"/>
          <w:szCs w:val="20"/>
        </w:rPr>
        <w:t>der KITA-Leiterin selbst</w:t>
      </w:r>
      <w:r w:rsidR="00A41E52">
        <w:rPr>
          <w:rFonts w:cs="Arial"/>
          <w:szCs w:val="20"/>
        </w:rPr>
        <w:t xml:space="preserve"> kümmern sich drei Erzieherinnen</w:t>
      </w:r>
      <w:r w:rsidR="005B6A24">
        <w:rPr>
          <w:rFonts w:cs="Arial"/>
          <w:szCs w:val="20"/>
        </w:rPr>
        <w:t xml:space="preserve">, </w:t>
      </w:r>
      <w:r w:rsidR="005B6A24" w:rsidRPr="00DA1913">
        <w:rPr>
          <w:rFonts w:cs="Arial"/>
          <w:szCs w:val="20"/>
        </w:rPr>
        <w:t>eine Native Speakerin</w:t>
      </w:r>
      <w:r w:rsidR="00A41E52">
        <w:rPr>
          <w:rFonts w:cs="Arial"/>
          <w:szCs w:val="20"/>
        </w:rPr>
        <w:t xml:space="preserve"> und eine Hauswirtschafterin </w:t>
      </w:r>
      <w:r w:rsidR="000C410C">
        <w:rPr>
          <w:rFonts w:cs="Arial"/>
          <w:szCs w:val="20"/>
        </w:rPr>
        <w:t xml:space="preserve">um das Wohl der Kleinen. </w:t>
      </w:r>
    </w:p>
    <w:p w14:paraId="55E29FCA" w14:textId="77777777" w:rsidR="000468F5" w:rsidRDefault="000468F5" w:rsidP="00491F2F">
      <w:pPr>
        <w:rPr>
          <w:rFonts w:cs="Arial"/>
          <w:szCs w:val="20"/>
        </w:rPr>
      </w:pPr>
    </w:p>
    <w:p w14:paraId="39D3DCAE" w14:textId="1B002DAD" w:rsidR="0072464F" w:rsidRDefault="00394503" w:rsidP="00491F2F">
      <w:pPr>
        <w:rPr>
          <w:rFonts w:cs="Arial"/>
          <w:szCs w:val="20"/>
        </w:rPr>
      </w:pPr>
      <w:r w:rsidRPr="00DA1913">
        <w:rPr>
          <w:rFonts w:cs="Arial"/>
          <w:szCs w:val="20"/>
        </w:rPr>
        <w:t xml:space="preserve">Als internationales Unternehmen </w:t>
      </w:r>
      <w:r w:rsidR="005B6A24" w:rsidRPr="00DA1913">
        <w:rPr>
          <w:rFonts w:cs="Arial"/>
          <w:szCs w:val="20"/>
        </w:rPr>
        <w:t xml:space="preserve">unterstützt </w:t>
      </w:r>
      <w:r w:rsidRPr="00DA1913">
        <w:rPr>
          <w:rFonts w:cs="Arial"/>
          <w:szCs w:val="20"/>
        </w:rPr>
        <w:t xml:space="preserve">SIEGENIA </w:t>
      </w:r>
      <w:r w:rsidR="005B6A24" w:rsidRPr="00DA1913">
        <w:rPr>
          <w:rFonts w:cs="Arial"/>
          <w:szCs w:val="20"/>
        </w:rPr>
        <w:t>das Erlernen einer Fremdsprache schon im Kindergartenalter</w:t>
      </w:r>
      <w:r w:rsidR="00085982">
        <w:rPr>
          <w:rFonts w:cs="Arial"/>
          <w:szCs w:val="20"/>
        </w:rPr>
        <w:t>:</w:t>
      </w:r>
      <w:r w:rsidR="000C410C">
        <w:rPr>
          <w:rFonts w:cs="Arial"/>
          <w:szCs w:val="20"/>
        </w:rPr>
        <w:t xml:space="preserve"> Täglich heißt es </w:t>
      </w:r>
      <w:r>
        <w:rPr>
          <w:rFonts w:cs="Arial"/>
          <w:szCs w:val="20"/>
        </w:rPr>
        <w:t xml:space="preserve">in der KITA </w:t>
      </w:r>
      <w:r w:rsidR="000C410C">
        <w:rPr>
          <w:rFonts w:cs="Arial"/>
          <w:szCs w:val="20"/>
        </w:rPr>
        <w:t>nicht nur „Guten Morgen“, sondern auch „Good Morning“</w:t>
      </w:r>
      <w:r w:rsidR="007D7172">
        <w:rPr>
          <w:rFonts w:cs="Arial"/>
          <w:szCs w:val="20"/>
        </w:rPr>
        <w:t xml:space="preserve">. </w:t>
      </w:r>
      <w:r w:rsidR="000C410C">
        <w:rPr>
          <w:rFonts w:cs="Arial"/>
          <w:szCs w:val="20"/>
        </w:rPr>
        <w:t xml:space="preserve">Muttersprachlerin Jasmin Bryant </w:t>
      </w:r>
      <w:r>
        <w:rPr>
          <w:rFonts w:cs="Arial"/>
          <w:szCs w:val="20"/>
        </w:rPr>
        <w:t xml:space="preserve">bringt </w:t>
      </w:r>
      <w:r w:rsidR="000C410C">
        <w:rPr>
          <w:rFonts w:cs="Arial"/>
          <w:szCs w:val="20"/>
        </w:rPr>
        <w:t>den SIEGENIA-Kids</w:t>
      </w:r>
      <w:r w:rsidR="007D717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Englisch bei </w:t>
      </w:r>
      <w:r w:rsidR="009F2AFA">
        <w:rPr>
          <w:rFonts w:cs="Arial"/>
          <w:szCs w:val="20"/>
        </w:rPr>
        <w:t>– mit Erfolg</w:t>
      </w:r>
      <w:r w:rsidR="000C410C">
        <w:rPr>
          <w:rFonts w:cs="Arial"/>
          <w:szCs w:val="20"/>
        </w:rPr>
        <w:t>. „</w:t>
      </w:r>
      <w:r w:rsidR="007D7172">
        <w:rPr>
          <w:rFonts w:cs="Arial"/>
          <w:szCs w:val="20"/>
        </w:rPr>
        <w:t>Gerade w</w:t>
      </w:r>
      <w:r w:rsidR="000C410C">
        <w:rPr>
          <w:rFonts w:cs="Arial"/>
          <w:szCs w:val="20"/>
        </w:rPr>
        <w:t xml:space="preserve">enn die Kinder klein sind, lernen sie </w:t>
      </w:r>
      <w:r>
        <w:rPr>
          <w:rFonts w:cs="Arial"/>
          <w:szCs w:val="20"/>
        </w:rPr>
        <w:t xml:space="preserve">unglaublich </w:t>
      </w:r>
      <w:r w:rsidR="000C410C">
        <w:rPr>
          <w:rFonts w:cs="Arial"/>
          <w:szCs w:val="20"/>
        </w:rPr>
        <w:t xml:space="preserve">schnell. </w:t>
      </w:r>
      <w:r w:rsidR="009F2AFA">
        <w:rPr>
          <w:rFonts w:cs="Arial"/>
          <w:szCs w:val="20"/>
        </w:rPr>
        <w:t xml:space="preserve">Sie gehen </w:t>
      </w:r>
      <w:r w:rsidR="000C410C">
        <w:rPr>
          <w:rFonts w:cs="Arial"/>
          <w:szCs w:val="20"/>
        </w:rPr>
        <w:lastRenderedPageBreak/>
        <w:t xml:space="preserve">unbefangen </w:t>
      </w:r>
      <w:r w:rsidR="009F2AFA">
        <w:rPr>
          <w:rFonts w:cs="Arial"/>
          <w:szCs w:val="20"/>
        </w:rPr>
        <w:t xml:space="preserve">und spielerisch mit </w:t>
      </w:r>
      <w:r>
        <w:rPr>
          <w:rFonts w:cs="Arial"/>
          <w:szCs w:val="20"/>
        </w:rPr>
        <w:t xml:space="preserve">dem </w:t>
      </w:r>
      <w:r w:rsidR="007C257E">
        <w:rPr>
          <w:rFonts w:cs="Arial"/>
          <w:szCs w:val="20"/>
        </w:rPr>
        <w:t>Spracherwerb</w:t>
      </w:r>
      <w:r>
        <w:rPr>
          <w:rFonts w:cs="Arial"/>
          <w:szCs w:val="20"/>
        </w:rPr>
        <w:t xml:space="preserve"> </w:t>
      </w:r>
      <w:r w:rsidR="009F2AFA">
        <w:rPr>
          <w:rFonts w:cs="Arial"/>
          <w:szCs w:val="20"/>
        </w:rPr>
        <w:t xml:space="preserve">um </w:t>
      </w:r>
      <w:r w:rsidR="000C410C">
        <w:rPr>
          <w:rFonts w:cs="Arial"/>
          <w:szCs w:val="20"/>
        </w:rPr>
        <w:t xml:space="preserve">und scheuen sich nicht vor </w:t>
      </w:r>
      <w:r w:rsidR="009F2AFA">
        <w:rPr>
          <w:rFonts w:cs="Arial"/>
          <w:szCs w:val="20"/>
        </w:rPr>
        <w:t>Eigenkreationen</w:t>
      </w:r>
      <w:r w:rsidR="000C410C">
        <w:rPr>
          <w:rFonts w:cs="Arial"/>
          <w:szCs w:val="20"/>
        </w:rPr>
        <w:t xml:space="preserve"> wie ‚twenty-sieben‘“, erzählt Judith Brück. </w:t>
      </w:r>
      <w:r w:rsidR="007C257E">
        <w:rPr>
          <w:rFonts w:cs="Arial"/>
          <w:szCs w:val="20"/>
        </w:rPr>
        <w:t>G</w:t>
      </w:r>
      <w:r w:rsidR="0008074F">
        <w:rPr>
          <w:rFonts w:cs="Arial"/>
          <w:szCs w:val="20"/>
        </w:rPr>
        <w:t xml:space="preserve">roßen Wert legt das Team </w:t>
      </w:r>
      <w:r w:rsidR="007C257E">
        <w:rPr>
          <w:rFonts w:cs="Arial"/>
          <w:szCs w:val="20"/>
        </w:rPr>
        <w:t xml:space="preserve">zudem </w:t>
      </w:r>
      <w:r w:rsidR="0008074F">
        <w:rPr>
          <w:rFonts w:cs="Arial"/>
          <w:szCs w:val="20"/>
        </w:rPr>
        <w:t xml:space="preserve">auf </w:t>
      </w:r>
      <w:r w:rsidR="007C257E">
        <w:rPr>
          <w:rFonts w:cs="Arial"/>
          <w:szCs w:val="20"/>
        </w:rPr>
        <w:t>Sport, Spiel und</w:t>
      </w:r>
      <w:r w:rsidR="0008074F">
        <w:rPr>
          <w:rFonts w:cs="Arial"/>
          <w:szCs w:val="20"/>
        </w:rPr>
        <w:t xml:space="preserve"> Bewegung, </w:t>
      </w:r>
      <w:r w:rsidR="007C257E">
        <w:rPr>
          <w:rFonts w:cs="Arial"/>
          <w:szCs w:val="20"/>
        </w:rPr>
        <w:t xml:space="preserve">so z. B. auf dem </w:t>
      </w:r>
      <w:r w:rsidR="0008074F">
        <w:rPr>
          <w:rFonts w:cs="Arial"/>
          <w:szCs w:val="20"/>
        </w:rPr>
        <w:t xml:space="preserve">Freigelände </w:t>
      </w:r>
      <w:r w:rsidR="007C257E">
        <w:rPr>
          <w:rFonts w:cs="Arial"/>
          <w:szCs w:val="20"/>
        </w:rPr>
        <w:t xml:space="preserve">oder </w:t>
      </w:r>
      <w:r w:rsidR="0008074F">
        <w:rPr>
          <w:rFonts w:cs="Arial"/>
          <w:szCs w:val="20"/>
        </w:rPr>
        <w:t>in der Turnhalle der Realschule</w:t>
      </w:r>
      <w:r w:rsidR="007C257E">
        <w:rPr>
          <w:rFonts w:cs="Arial"/>
          <w:szCs w:val="20"/>
        </w:rPr>
        <w:t xml:space="preserve"> Niederdielfen</w:t>
      </w:r>
      <w:r w:rsidR="0008074F">
        <w:rPr>
          <w:rFonts w:cs="Arial"/>
          <w:szCs w:val="20"/>
        </w:rPr>
        <w:t xml:space="preserve">. Auch eine Kooperation mit dem ortsansässigen Altenheim „Haus an der Weiß“ gibt den KITA-Kindern wertvolle Entwicklungsimpulse. </w:t>
      </w:r>
    </w:p>
    <w:p w14:paraId="56A31FF6" w14:textId="4BBF45D3" w:rsidR="00A41E52" w:rsidRDefault="00DF333B" w:rsidP="006645F6">
      <w:pPr>
        <w:pStyle w:val="berschrift4"/>
      </w:pPr>
      <w:r>
        <w:t>Persönliche Betreuung – starker Zusammenhalt</w:t>
      </w:r>
    </w:p>
    <w:p w14:paraId="0E505A4B" w14:textId="2A200BCD" w:rsidR="0008074F" w:rsidRDefault="000468F5" w:rsidP="00491F2F">
      <w:pPr>
        <w:rPr>
          <w:rFonts w:cs="Arial"/>
          <w:szCs w:val="20"/>
        </w:rPr>
      </w:pPr>
      <w:r>
        <w:rPr>
          <w:rFonts w:cs="Arial"/>
          <w:szCs w:val="20"/>
        </w:rPr>
        <w:t>Es überrascht also nicht, dass d</w:t>
      </w:r>
      <w:r w:rsidR="007C257E">
        <w:rPr>
          <w:rFonts w:cs="Arial"/>
          <w:szCs w:val="20"/>
        </w:rPr>
        <w:t>ie Resonanz der Eltern begeistert</w:t>
      </w:r>
      <w:r>
        <w:rPr>
          <w:rFonts w:cs="Arial"/>
          <w:szCs w:val="20"/>
        </w:rPr>
        <w:t xml:space="preserve"> ausfällt</w:t>
      </w:r>
      <w:r w:rsidR="007C257E">
        <w:rPr>
          <w:rFonts w:cs="Arial"/>
          <w:szCs w:val="20"/>
        </w:rPr>
        <w:t>. „</w:t>
      </w:r>
      <w:r>
        <w:rPr>
          <w:rFonts w:cs="Arial"/>
          <w:szCs w:val="20"/>
        </w:rPr>
        <w:t xml:space="preserve">Bei uns geht es ausgesprochen familiär zu und wir haben die Möglichkeit, individuell auf jedes Kind einzugehen. Das vergleichsweise große Team </w:t>
      </w:r>
      <w:r w:rsidR="00DF333B">
        <w:rPr>
          <w:rFonts w:cs="Arial"/>
          <w:szCs w:val="20"/>
        </w:rPr>
        <w:t>macht</w:t>
      </w:r>
      <w:r>
        <w:rPr>
          <w:rFonts w:cs="Arial"/>
          <w:szCs w:val="20"/>
        </w:rPr>
        <w:t xml:space="preserve"> eine derartige Betreuungsintensität </w:t>
      </w:r>
      <w:r w:rsidR="00DF333B">
        <w:rPr>
          <w:rFonts w:cs="Arial"/>
          <w:szCs w:val="20"/>
        </w:rPr>
        <w:t xml:space="preserve">überhaupt </w:t>
      </w:r>
      <w:r>
        <w:rPr>
          <w:rFonts w:cs="Arial"/>
          <w:szCs w:val="20"/>
        </w:rPr>
        <w:t>möglich</w:t>
      </w:r>
      <w:r w:rsidR="00F565A3">
        <w:rPr>
          <w:rFonts w:cs="Arial"/>
          <w:szCs w:val="20"/>
        </w:rPr>
        <w:t>. D</w:t>
      </w:r>
      <w:r w:rsidR="00DF333B">
        <w:rPr>
          <w:rFonts w:cs="Arial"/>
          <w:szCs w:val="20"/>
        </w:rPr>
        <w:t xml:space="preserve">as ist für die Kinder wie auch </w:t>
      </w:r>
      <w:r w:rsidR="00F565A3">
        <w:rPr>
          <w:rFonts w:cs="Arial"/>
          <w:szCs w:val="20"/>
        </w:rPr>
        <w:t xml:space="preserve">für </w:t>
      </w:r>
      <w:r w:rsidR="00DF333B">
        <w:rPr>
          <w:rFonts w:cs="Arial"/>
          <w:szCs w:val="20"/>
        </w:rPr>
        <w:t xml:space="preserve">das Team </w:t>
      </w:r>
      <w:r>
        <w:rPr>
          <w:rFonts w:cs="Arial"/>
          <w:szCs w:val="20"/>
        </w:rPr>
        <w:t xml:space="preserve">besonders </w:t>
      </w:r>
      <w:r w:rsidR="00DF333B">
        <w:rPr>
          <w:rFonts w:cs="Arial"/>
          <w:szCs w:val="20"/>
        </w:rPr>
        <w:t>schön</w:t>
      </w:r>
      <w:r>
        <w:rPr>
          <w:rFonts w:cs="Arial"/>
          <w:szCs w:val="20"/>
        </w:rPr>
        <w:t xml:space="preserve">. Über gemeinsame Ausflüge oder Grillabende sorgen wir zudem dafür, dass auch die Eltern </w:t>
      </w:r>
      <w:r w:rsidR="00DF333B">
        <w:rPr>
          <w:rFonts w:cs="Arial"/>
          <w:szCs w:val="20"/>
        </w:rPr>
        <w:t xml:space="preserve">ein starkes </w:t>
      </w:r>
      <w:r>
        <w:rPr>
          <w:rFonts w:cs="Arial"/>
          <w:szCs w:val="20"/>
        </w:rPr>
        <w:t>Zugehörigkeit</w:t>
      </w:r>
      <w:r w:rsidR="00DF333B">
        <w:rPr>
          <w:rFonts w:cs="Arial"/>
          <w:szCs w:val="20"/>
        </w:rPr>
        <w:t>sgefühl</w:t>
      </w:r>
      <w:r>
        <w:rPr>
          <w:rFonts w:cs="Arial"/>
          <w:szCs w:val="20"/>
        </w:rPr>
        <w:t xml:space="preserve"> und Zusammenhalt entwickeln. </w:t>
      </w:r>
      <w:r w:rsidR="00FE44B0">
        <w:rPr>
          <w:rFonts w:cs="Arial"/>
          <w:szCs w:val="20"/>
        </w:rPr>
        <w:t>Durch die Kinder wird das Haus lebendig – und ihre Eltern lassen den Kindergarten zu einer großen Familie</w:t>
      </w:r>
      <w:r w:rsidR="00FE44B0">
        <w:rPr>
          <w:rFonts w:ascii="Calibri" w:hAnsi="Calibri"/>
          <w:szCs w:val="22"/>
        </w:rPr>
        <w:t xml:space="preserve"> </w:t>
      </w:r>
      <w:r w:rsidR="00FE44B0">
        <w:rPr>
          <w:rFonts w:cs="Arial"/>
          <w:szCs w:val="20"/>
        </w:rPr>
        <w:t xml:space="preserve">werden. </w:t>
      </w:r>
      <w:r>
        <w:rPr>
          <w:rFonts w:cs="Arial"/>
          <w:szCs w:val="20"/>
        </w:rPr>
        <w:t xml:space="preserve">Wir freuen uns also auf die kommenden fünf Jahre!“ </w:t>
      </w:r>
    </w:p>
    <w:p w14:paraId="32FDB989" w14:textId="0657174A" w:rsidR="000468F5" w:rsidRDefault="000468F5" w:rsidP="00491F2F">
      <w:pPr>
        <w:rPr>
          <w:rFonts w:cs="Arial"/>
          <w:szCs w:val="20"/>
        </w:rPr>
      </w:pPr>
    </w:p>
    <w:p w14:paraId="562533B5" w14:textId="77777777" w:rsidR="000468F5" w:rsidRDefault="000468F5" w:rsidP="00491F2F">
      <w:pPr>
        <w:rPr>
          <w:rFonts w:cs="Arial"/>
          <w:szCs w:val="20"/>
        </w:rPr>
      </w:pPr>
    </w:p>
    <w:p w14:paraId="539D38F1" w14:textId="77777777" w:rsidR="004C3B0A" w:rsidRPr="00B55070" w:rsidRDefault="004C3B0A" w:rsidP="00F6067C">
      <w:pPr>
        <w:rPr>
          <w:szCs w:val="20"/>
        </w:rPr>
      </w:pPr>
    </w:p>
    <w:p w14:paraId="519E55AF" w14:textId="4103ED23" w:rsidR="005E1468" w:rsidRDefault="005E1468" w:rsidP="005E1468"/>
    <w:p w14:paraId="4EAD3766" w14:textId="7A18CB28" w:rsidR="00DA1913" w:rsidRDefault="00DA1913" w:rsidP="005E1468"/>
    <w:p w14:paraId="2436C00F" w14:textId="0A501A36" w:rsidR="00DA1913" w:rsidRDefault="00DA1913" w:rsidP="005E1468"/>
    <w:p w14:paraId="3E0A32C1" w14:textId="10BEEA47" w:rsidR="00DA1913" w:rsidRDefault="00DA1913" w:rsidP="005E1468"/>
    <w:p w14:paraId="072E60FD" w14:textId="77777777" w:rsidR="00DA1913" w:rsidRPr="00B55070" w:rsidRDefault="00DA1913" w:rsidP="005E1468"/>
    <w:p w14:paraId="4249F623" w14:textId="77777777" w:rsidR="005F3D5F" w:rsidRDefault="005F3D5F" w:rsidP="005E1468"/>
    <w:p w14:paraId="2A747535" w14:textId="77777777" w:rsidR="005E1468" w:rsidRDefault="005E1468" w:rsidP="005A7C57">
      <w:pPr>
        <w:pStyle w:val="berschrift4"/>
      </w:pPr>
      <w:r>
        <w:t>Bildunterschriften</w:t>
      </w:r>
    </w:p>
    <w:p w14:paraId="50C13996" w14:textId="77777777" w:rsidR="002A7F37" w:rsidRDefault="002A7F37" w:rsidP="002A7F37">
      <w:r>
        <w:t>Bildquelle: SIEGENIA</w:t>
      </w:r>
    </w:p>
    <w:p w14:paraId="1FCB0656" w14:textId="77777777" w:rsidR="002A7F37" w:rsidRPr="002A7F37" w:rsidRDefault="002A7F37" w:rsidP="002A7F37"/>
    <w:p w14:paraId="4ABED8B9" w14:textId="3FCC0326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DA1913">
        <w:rPr>
          <w:bCs/>
          <w:i/>
        </w:rPr>
        <w:t>KITA_5 Jahre_Geburtstagstorte</w:t>
      </w:r>
      <w:r w:rsidRPr="00D129AE">
        <w:rPr>
          <w:bCs/>
          <w:i/>
        </w:rPr>
        <w:t xml:space="preserve">.jpg </w:t>
      </w:r>
    </w:p>
    <w:p w14:paraId="168D15FD" w14:textId="1A2C6F8B" w:rsidR="005E1468" w:rsidRPr="00D129AE" w:rsidRDefault="00F565A3" w:rsidP="005E1468">
      <w:r>
        <w:t>Da freuten sich nicht nur die SIEGENIA-Kids: Am vergangenen Samstag feierte die KITA von SIEGENIA ihr 5-jähriges Bestehen.</w:t>
      </w:r>
    </w:p>
    <w:p w14:paraId="3D914A26" w14:textId="77777777" w:rsidR="005E1468" w:rsidRDefault="005E1468" w:rsidP="005E1468"/>
    <w:p w14:paraId="09D67956" w14:textId="648C0447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DA1913">
        <w:rPr>
          <w:bCs/>
          <w:i/>
        </w:rPr>
        <w:t>KITA_5 Jahre_Gruppenfoto</w:t>
      </w:r>
      <w:r w:rsidRPr="00D129AE">
        <w:rPr>
          <w:bCs/>
          <w:i/>
        </w:rPr>
        <w:t xml:space="preserve">.jpg </w:t>
      </w:r>
    </w:p>
    <w:p w14:paraId="03F99071" w14:textId="0CA7F819" w:rsidR="005E1468" w:rsidRPr="00D129AE" w:rsidRDefault="00F565A3" w:rsidP="005E1468">
      <w:r>
        <w:t xml:space="preserve">Strahlende Kinderaugen: Als Geburtstagsgeschenk überreichte Wieland Frank (l.), Geschäftsführender Gesellschafter von SIEGENIA, einen Gutschein für ein Trampolin. </w:t>
      </w:r>
      <w:r w:rsidRPr="00981911">
        <w:t>Kindergartenleiterin Judith Brück (r.) freut</w:t>
      </w:r>
      <w:r>
        <w:t xml:space="preserve"> sich mit den Kindern.</w:t>
      </w: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424EDE35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707A1E6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lastRenderedPageBreak/>
              <w:t>Herausgeber</w:t>
            </w:r>
          </w:p>
          <w:p w14:paraId="17ED85E0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0E35B33A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3D296B2C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79014C2D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41D44858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07E82453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6FC63B26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22D80715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54948838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13AB32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23F77460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673849DC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75766598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5A246EE7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42BF8955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49044D8E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45202BF5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7E433B01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43B8FDE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2C0B3741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455378FA" w14:textId="0FF113D4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6F0AD2">
              <w:t>477</w:t>
            </w:r>
          </w:p>
          <w:p w14:paraId="2E54E9C9" w14:textId="64C73DB0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6F0AD2">
              <w:t>3 436</w:t>
            </w:r>
            <w:bookmarkStart w:id="0" w:name="_GoBack"/>
            <w:bookmarkEnd w:id="0"/>
            <w:r w:rsidRPr="00C33A1F">
              <w:br/>
              <w:t>(mit Leerzeichen)</w:t>
            </w:r>
          </w:p>
          <w:p w14:paraId="0A998B21" w14:textId="77777777" w:rsidR="008D7633" w:rsidRDefault="008D7633" w:rsidP="007A5EB4">
            <w:pPr>
              <w:pStyle w:val="Formatvorlage2"/>
            </w:pPr>
          </w:p>
          <w:p w14:paraId="3F7B32ED" w14:textId="3D2289CB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B55070">
              <w:t>1</w:t>
            </w:r>
            <w:r w:rsidR="00DA1913">
              <w:t>5</w:t>
            </w:r>
            <w:r>
              <w:t>.</w:t>
            </w:r>
            <w:r w:rsidR="00E11EA6">
              <w:t>1</w:t>
            </w:r>
            <w:r w:rsidR="00486878">
              <w:t>0</w:t>
            </w:r>
            <w:r>
              <w:t>.201</w:t>
            </w:r>
            <w:r w:rsidR="00E11EA6">
              <w:t>9</w:t>
            </w:r>
          </w:p>
          <w:p w14:paraId="745D81F1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713112CE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AF6135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02AB5FE7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A034AF" w14:textId="77777777" w:rsidR="00C501EC" w:rsidRDefault="00C501EC">
      <w:r>
        <w:separator/>
      </w:r>
    </w:p>
  </w:endnote>
  <w:endnote w:type="continuationSeparator" w:id="0">
    <w:p w14:paraId="4F177FAD" w14:textId="77777777" w:rsidR="00C501EC" w:rsidRDefault="00C50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C71BDE" w14:textId="77777777" w:rsidR="00ED1CFB" w:rsidRDefault="00ED1CFB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69A694" w14:textId="77777777" w:rsidR="00C501EC" w:rsidRDefault="00C501EC">
      <w:r>
        <w:separator/>
      </w:r>
    </w:p>
  </w:footnote>
  <w:footnote w:type="continuationSeparator" w:id="0">
    <w:p w14:paraId="156D933C" w14:textId="77777777" w:rsidR="00C501EC" w:rsidRDefault="00C50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A6B4F6" w14:textId="77777777" w:rsidR="00ED1CFB" w:rsidRDefault="00ED1CFB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3E58035" wp14:editId="06744FF8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22CAC"/>
    <w:multiLevelType w:val="hybridMultilevel"/>
    <w:tmpl w:val="F82A2A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F2F"/>
    <w:rsid w:val="000024D9"/>
    <w:rsid w:val="00003256"/>
    <w:rsid w:val="0001449A"/>
    <w:rsid w:val="0001520C"/>
    <w:rsid w:val="00026907"/>
    <w:rsid w:val="00040EBF"/>
    <w:rsid w:val="000468F5"/>
    <w:rsid w:val="00064165"/>
    <w:rsid w:val="000675C7"/>
    <w:rsid w:val="0008074F"/>
    <w:rsid w:val="00085982"/>
    <w:rsid w:val="00090045"/>
    <w:rsid w:val="00095303"/>
    <w:rsid w:val="000A1DF0"/>
    <w:rsid w:val="000A5CA3"/>
    <w:rsid w:val="000C410C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37BD1"/>
    <w:rsid w:val="00145B48"/>
    <w:rsid w:val="001529E6"/>
    <w:rsid w:val="00154B75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1F3432"/>
    <w:rsid w:val="002046D3"/>
    <w:rsid w:val="00253494"/>
    <w:rsid w:val="00254A9B"/>
    <w:rsid w:val="00255FE8"/>
    <w:rsid w:val="00272508"/>
    <w:rsid w:val="002769DE"/>
    <w:rsid w:val="002819C3"/>
    <w:rsid w:val="002A202C"/>
    <w:rsid w:val="002A7F37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94503"/>
    <w:rsid w:val="003A1BA5"/>
    <w:rsid w:val="003D3185"/>
    <w:rsid w:val="003D61A2"/>
    <w:rsid w:val="003E0D26"/>
    <w:rsid w:val="003E378F"/>
    <w:rsid w:val="004176D4"/>
    <w:rsid w:val="00420F79"/>
    <w:rsid w:val="00421266"/>
    <w:rsid w:val="004333E8"/>
    <w:rsid w:val="0044187A"/>
    <w:rsid w:val="00446899"/>
    <w:rsid w:val="00447689"/>
    <w:rsid w:val="004507A2"/>
    <w:rsid w:val="0046235C"/>
    <w:rsid w:val="004629AD"/>
    <w:rsid w:val="004806AF"/>
    <w:rsid w:val="00486878"/>
    <w:rsid w:val="00491F2F"/>
    <w:rsid w:val="004B62AB"/>
    <w:rsid w:val="004C3B0A"/>
    <w:rsid w:val="004C4FDA"/>
    <w:rsid w:val="004C503A"/>
    <w:rsid w:val="004E057A"/>
    <w:rsid w:val="004E2322"/>
    <w:rsid w:val="004E2BD7"/>
    <w:rsid w:val="004E3AF9"/>
    <w:rsid w:val="00510191"/>
    <w:rsid w:val="005254BE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B6A24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33B3"/>
    <w:rsid w:val="006645F6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6F0AD2"/>
    <w:rsid w:val="00701954"/>
    <w:rsid w:val="00701E75"/>
    <w:rsid w:val="00703943"/>
    <w:rsid w:val="007046C4"/>
    <w:rsid w:val="007148FF"/>
    <w:rsid w:val="00716BDB"/>
    <w:rsid w:val="00717456"/>
    <w:rsid w:val="0072464F"/>
    <w:rsid w:val="00730E66"/>
    <w:rsid w:val="00737DE1"/>
    <w:rsid w:val="00751517"/>
    <w:rsid w:val="00757DDE"/>
    <w:rsid w:val="00764AAC"/>
    <w:rsid w:val="0078049F"/>
    <w:rsid w:val="007871C1"/>
    <w:rsid w:val="0079193B"/>
    <w:rsid w:val="00794A4F"/>
    <w:rsid w:val="007A5EB4"/>
    <w:rsid w:val="007A6E1C"/>
    <w:rsid w:val="007C257E"/>
    <w:rsid w:val="007C50D1"/>
    <w:rsid w:val="007C5C24"/>
    <w:rsid w:val="007D7172"/>
    <w:rsid w:val="007E2B7F"/>
    <w:rsid w:val="007F3F54"/>
    <w:rsid w:val="007F43E0"/>
    <w:rsid w:val="00801D78"/>
    <w:rsid w:val="00801F22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81911"/>
    <w:rsid w:val="009B067B"/>
    <w:rsid w:val="009B4822"/>
    <w:rsid w:val="009B5300"/>
    <w:rsid w:val="009B5DE9"/>
    <w:rsid w:val="009D0CC8"/>
    <w:rsid w:val="009D6C04"/>
    <w:rsid w:val="009E28F9"/>
    <w:rsid w:val="009E7597"/>
    <w:rsid w:val="009F2AFA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1E52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01EC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7457"/>
    <w:rsid w:val="00D64F60"/>
    <w:rsid w:val="00DA1913"/>
    <w:rsid w:val="00DA2153"/>
    <w:rsid w:val="00DA2662"/>
    <w:rsid w:val="00DB44DA"/>
    <w:rsid w:val="00DB4ACB"/>
    <w:rsid w:val="00DC032C"/>
    <w:rsid w:val="00DC1F2A"/>
    <w:rsid w:val="00DC454F"/>
    <w:rsid w:val="00DC59AA"/>
    <w:rsid w:val="00DD1864"/>
    <w:rsid w:val="00DE3025"/>
    <w:rsid w:val="00DF1C10"/>
    <w:rsid w:val="00DF1EE2"/>
    <w:rsid w:val="00DF333B"/>
    <w:rsid w:val="00E03F6F"/>
    <w:rsid w:val="00E04C83"/>
    <w:rsid w:val="00E11EA6"/>
    <w:rsid w:val="00E14DD8"/>
    <w:rsid w:val="00E155F0"/>
    <w:rsid w:val="00E17E89"/>
    <w:rsid w:val="00E20D4D"/>
    <w:rsid w:val="00E2358B"/>
    <w:rsid w:val="00E34020"/>
    <w:rsid w:val="00E3479A"/>
    <w:rsid w:val="00E52826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D1CFB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565A3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E44B0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415D1D9C"/>
  <w15:docId w15:val="{C95ACCF4-39F2-4E4B-87EE-3E861A468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4C3B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6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629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4589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4</cp:revision>
  <cp:lastPrinted>2007-09-03T14:44:00Z</cp:lastPrinted>
  <dcterms:created xsi:type="dcterms:W3CDTF">2019-10-15T08:55:00Z</dcterms:created>
  <dcterms:modified xsi:type="dcterms:W3CDTF">2019-10-15T14:50:00Z</dcterms:modified>
</cp:coreProperties>
</file>