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A27B5" w14:textId="62187C8B" w:rsidR="005E1468" w:rsidRDefault="0035272F" w:rsidP="005E1468">
      <w:pPr>
        <w:pStyle w:val="berschrift2"/>
      </w:pPr>
      <w:r>
        <w:t xml:space="preserve">5000 Euro </w:t>
      </w:r>
      <w:r w:rsidR="004436A3">
        <w:t>für Kinderheim</w:t>
      </w:r>
      <w:r w:rsidR="00F6067C">
        <w:t xml:space="preserve"> </w:t>
      </w:r>
      <w:r w:rsidR="00227CBD">
        <w:t>in Bangladesch</w:t>
      </w:r>
    </w:p>
    <w:p w14:paraId="43121250" w14:textId="30558D99" w:rsidR="00A82224" w:rsidRDefault="00227CBD" w:rsidP="00A82224">
      <w:pPr>
        <w:pStyle w:val="berschrift1"/>
      </w:pPr>
      <w:r>
        <w:t xml:space="preserve">Mitarbeitende und Unternehmen starten </w:t>
      </w:r>
      <w:r w:rsidR="00D313A4">
        <w:t>S</w:t>
      </w:r>
      <w:r w:rsidR="005F3C86">
        <w:t xml:space="preserve">pendenaktion bei SIEGENIA </w:t>
      </w:r>
    </w:p>
    <w:p w14:paraId="27554C73" w14:textId="77777777" w:rsidR="005E1468" w:rsidRPr="00B55070" w:rsidRDefault="005E1468" w:rsidP="005E1468"/>
    <w:p w14:paraId="0E6292E6" w14:textId="4FA5C87F" w:rsidR="00A82224" w:rsidRDefault="00295602" w:rsidP="005E1468">
      <w:r>
        <w:t>SIEGENIA engagier</w:t>
      </w:r>
      <w:r w:rsidR="00E328A5">
        <w:t>t</w:t>
      </w:r>
      <w:r>
        <w:t xml:space="preserve"> sich erneut für einen guten Z</w:t>
      </w:r>
      <w:r w:rsidR="00E328A5">
        <w:t>we</w:t>
      </w:r>
      <w:r>
        <w:t xml:space="preserve">ck: In einer Spendenaktion an den drei deutschen Standorten des Unternehmens </w:t>
      </w:r>
      <w:r w:rsidR="00227CBD">
        <w:t>in Niederdielfen, Hermeskeil</w:t>
      </w:r>
      <w:r w:rsidR="00485840" w:rsidRPr="00485840">
        <w:t>/Reinsfeld</w:t>
      </w:r>
      <w:r w:rsidR="00227CBD">
        <w:t xml:space="preserve"> und Velbert </w:t>
      </w:r>
      <w:r w:rsidR="00E328A5">
        <w:t xml:space="preserve">trugen die Mitarbeitenden mehrere Tausend Euro zur Unterstützung des Kinderheims </w:t>
      </w:r>
      <w:proofErr w:type="spellStart"/>
      <w:r w:rsidR="00E328A5">
        <w:t>Khulna</w:t>
      </w:r>
      <w:proofErr w:type="spellEnd"/>
      <w:r w:rsidR="00E328A5">
        <w:t xml:space="preserve"> in Bangladesch zusammen. Die überwältigende Hilfsbereitschaft honorierte Wieland Frank, Geschäftsführender Gesellschafter von SIEGENIA, indem er den Betrag großzügig auf 5000 Euro aufstockte. </w:t>
      </w:r>
    </w:p>
    <w:p w14:paraId="1AD1568C" w14:textId="51E935D9" w:rsidR="00295602" w:rsidRDefault="004C2ECB" w:rsidP="008A5910">
      <w:pPr>
        <w:pStyle w:val="berschrift4"/>
      </w:pPr>
      <w:r>
        <w:t>Mit Leidenschaft für die Kinder seiner Heimatstadt</w:t>
      </w:r>
    </w:p>
    <w:p w14:paraId="4F956DEF" w14:textId="104F9C4A" w:rsidR="00485840" w:rsidRPr="002E0A51" w:rsidRDefault="00485840" w:rsidP="00485840">
      <w:r>
        <w:t xml:space="preserve">Initiiert wurde die Spendenaktion durch </w:t>
      </w:r>
      <w:proofErr w:type="spellStart"/>
      <w:r>
        <w:t>Babul</w:t>
      </w:r>
      <w:proofErr w:type="spellEnd"/>
      <w:r>
        <w:t xml:space="preserve"> Kilz, der als Fachkraft im Hochregallager am SIEGENIA-Standort Hermeskeil</w:t>
      </w:r>
      <w:r w:rsidRPr="002E0A51">
        <w:t xml:space="preserve">/Reinsfeld </w:t>
      </w:r>
      <w:r>
        <w:t>tätig ist. Der gebürtige B</w:t>
      </w:r>
      <w:r w:rsidR="00400500">
        <w:t>angladeschi</w:t>
      </w:r>
      <w:r>
        <w:t xml:space="preserve"> setzt sich bereits seit 14 Jahren mit Leidenschaft dafür ein, die Lebensbedingungen der Waisen im Kinderheim </w:t>
      </w:r>
      <w:proofErr w:type="spellStart"/>
      <w:r>
        <w:t>Khulna</w:t>
      </w:r>
      <w:proofErr w:type="spellEnd"/>
      <w:r>
        <w:t xml:space="preserve"> zu verbessern. Neben regelmäßigen Spendenaufrufen engagiert sich der 59-Jährige auch vor Ort in seiner Heimatstadt </w:t>
      </w:r>
      <w:proofErr w:type="spellStart"/>
      <w:r>
        <w:t>Khulna</w:t>
      </w:r>
      <w:proofErr w:type="spellEnd"/>
      <w:r>
        <w:t xml:space="preserve">, wo er u. a. 2019 an der Errichtung eines neuen Gebäudes mitwirkte. Die kontinuierliche Unterstützung spielt eine wichtige Rolle für den Fortbestand des Kinderheims und das Wohlergehen der derzeit 62 Kinder. </w:t>
      </w:r>
      <w:proofErr w:type="spellStart"/>
      <w:r>
        <w:t>Babul</w:t>
      </w:r>
      <w:proofErr w:type="spellEnd"/>
      <w:r>
        <w:t xml:space="preserve"> Kilz weiß die anhaltende Spendenbereitschaft seiner Kolleginnen und Kollegen sehr zu schätzen: „Damit die Kinder, die ein neues Zuhause im Kinderheim gefunden haben, dort weiterhin gut leben und lernen können, braucht es immer wieder Hilfe. Für die Kinder von </w:t>
      </w:r>
      <w:proofErr w:type="spellStart"/>
      <w:r>
        <w:t>Khulna</w:t>
      </w:r>
      <w:proofErr w:type="spellEnd"/>
      <w:r>
        <w:t xml:space="preserve"> haben wir das Leben zum Positiven verändert.“ Der Spendenbetrag von SIEGENIA leistet einen wichtigen Beitrag zur </w:t>
      </w:r>
      <w:r w:rsidRPr="002E0A51">
        <w:t xml:space="preserve">Sicherstellung </w:t>
      </w:r>
      <w:r>
        <w:t xml:space="preserve">der Frischwasser- und Stromversorgung </w:t>
      </w:r>
      <w:r w:rsidRPr="002E0A51">
        <w:t>sowie</w:t>
      </w:r>
      <w:r>
        <w:t xml:space="preserve"> zur Finanzierung von Lebensmitteln, Schulbüchern und medizinischen Behandlungen für die Kinder.</w:t>
      </w:r>
    </w:p>
    <w:p w14:paraId="32A7508D" w14:textId="77777777" w:rsidR="00485840" w:rsidRDefault="00485840" w:rsidP="00485840">
      <w:r>
        <w:rPr>
          <w:rFonts w:cs="Arial"/>
          <w:szCs w:val="20"/>
        </w:rPr>
        <w:t> </w:t>
      </w:r>
    </w:p>
    <w:p w14:paraId="68D57C6C" w14:textId="77777777" w:rsidR="002E0A51" w:rsidRDefault="002E0A51" w:rsidP="005E1468"/>
    <w:p w14:paraId="179C058B" w14:textId="77777777" w:rsidR="002E0A51" w:rsidRDefault="002E0A51" w:rsidP="005E1468"/>
    <w:p w14:paraId="4E3AF19D" w14:textId="77777777" w:rsidR="002E0A51" w:rsidRDefault="002E0A51" w:rsidP="005E1468"/>
    <w:p w14:paraId="7B108E65" w14:textId="77777777" w:rsidR="005E1468" w:rsidRDefault="005E1468" w:rsidP="005A7C57">
      <w:pPr>
        <w:pStyle w:val="berschrift4"/>
      </w:pPr>
      <w:r>
        <w:t>Bildunterschriften</w:t>
      </w:r>
    </w:p>
    <w:p w14:paraId="4533BB71" w14:textId="77777777" w:rsidR="002A7F37" w:rsidRDefault="002A7F37" w:rsidP="002A7F37">
      <w:r>
        <w:t>Bildquelle: SIEGENIA</w:t>
      </w:r>
    </w:p>
    <w:p w14:paraId="6CAAB68A" w14:textId="77777777" w:rsidR="002A7F37" w:rsidRPr="002A7F37" w:rsidRDefault="002A7F37" w:rsidP="002A7F37"/>
    <w:p w14:paraId="7B33B503" w14:textId="74775CE4" w:rsidR="00B85DCA" w:rsidRDefault="00B85DCA" w:rsidP="00B85DCA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43770">
        <w:rPr>
          <w:bCs/>
          <w:i/>
        </w:rPr>
        <w:t>Spende</w:t>
      </w:r>
      <w:proofErr w:type="spellEnd"/>
      <w:r w:rsidR="00B43770">
        <w:rPr>
          <w:bCs/>
          <w:i/>
        </w:rPr>
        <w:t xml:space="preserve"> Kinderheim 2024_Bau</w:t>
      </w:r>
      <w:r w:rsidRPr="00D129AE">
        <w:rPr>
          <w:bCs/>
          <w:i/>
        </w:rPr>
        <w:t xml:space="preserve">.jpg </w:t>
      </w:r>
    </w:p>
    <w:p w14:paraId="09B43E09" w14:textId="77777777" w:rsidR="00B85DCA" w:rsidRPr="002E0A51" w:rsidRDefault="00B85DCA" w:rsidP="00B85DCA">
      <w:pPr>
        <w:rPr>
          <w:bCs/>
          <w:iCs/>
        </w:rPr>
      </w:pPr>
      <w:r>
        <w:rPr>
          <w:bCs/>
          <w:iCs/>
        </w:rPr>
        <w:t xml:space="preserve">Für einen guten Zweck: </w:t>
      </w:r>
      <w:r>
        <w:t xml:space="preserve">In einer Spendenaktion trugen die Mitarbeitenden von SIEGENIA 5000 Euro zur Unterstützung des Kinderheims </w:t>
      </w:r>
      <w:proofErr w:type="spellStart"/>
      <w:r>
        <w:t>Khulna</w:t>
      </w:r>
      <w:proofErr w:type="spellEnd"/>
      <w:r>
        <w:t xml:space="preserve"> in Bangladesch zusammen.</w:t>
      </w:r>
    </w:p>
    <w:p w14:paraId="79A6A06A" w14:textId="77777777" w:rsidR="00B85DCA" w:rsidRPr="00E14DD8" w:rsidRDefault="00B85DCA" w:rsidP="00B85DCA">
      <w:pPr>
        <w:rPr>
          <w:szCs w:val="20"/>
        </w:rPr>
      </w:pPr>
    </w:p>
    <w:p w14:paraId="6C29B9D3" w14:textId="22880B05" w:rsidR="005E1468" w:rsidRDefault="005E1468" w:rsidP="00B43770">
      <w:pPr>
        <w:jc w:val="both"/>
        <w:rPr>
          <w:bCs/>
          <w:i/>
        </w:rPr>
      </w:pPr>
      <w:r w:rsidRPr="00D129AE">
        <w:rPr>
          <w:bCs/>
          <w:i/>
        </w:rPr>
        <w:t>Motiv I</w:t>
      </w:r>
      <w:r w:rsidR="00B85DCA">
        <w:rPr>
          <w:bCs/>
          <w:i/>
        </w:rPr>
        <w:t>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B43770" w:rsidRPr="00B43770">
        <w:rPr>
          <w:bCs/>
          <w:i/>
        </w:rPr>
        <w:t xml:space="preserve"> </w:t>
      </w:r>
      <w:r w:rsidR="00B43770">
        <w:rPr>
          <w:bCs/>
          <w:i/>
        </w:rPr>
        <w:t>Spende Kinderheim 2024_</w:t>
      </w:r>
      <w:r w:rsidR="00B43770">
        <w:rPr>
          <w:bCs/>
          <w:i/>
        </w:rPr>
        <w:t>Babul Kilz</w:t>
      </w:r>
      <w:r w:rsidRPr="00D129AE">
        <w:rPr>
          <w:bCs/>
          <w:i/>
        </w:rPr>
        <w:t xml:space="preserve">.jpg </w:t>
      </w:r>
    </w:p>
    <w:p w14:paraId="0E0C3191" w14:textId="6E9558D6" w:rsidR="002E0A51" w:rsidRPr="002E0A51" w:rsidRDefault="00B85DCA" w:rsidP="005E1468">
      <w:pPr>
        <w:rPr>
          <w:bCs/>
          <w:iCs/>
        </w:rPr>
      </w:pPr>
      <w:r>
        <w:t xml:space="preserve">SIEGENIA-Mitarbeiter </w:t>
      </w:r>
      <w:proofErr w:type="spellStart"/>
      <w:r>
        <w:t>Babul</w:t>
      </w:r>
      <w:proofErr w:type="spellEnd"/>
      <w:r>
        <w:t xml:space="preserve"> Kilz setzt sich bereits seit 14 Jahren mit Leidenschaft dafür ein, die Lebensbedingungen der Waisen im Kinderheim </w:t>
      </w:r>
      <w:proofErr w:type="spellStart"/>
      <w:r>
        <w:t>Khulna</w:t>
      </w:r>
      <w:proofErr w:type="spellEnd"/>
      <w:r>
        <w:t xml:space="preserve"> zu verbessern. </w:t>
      </w:r>
    </w:p>
    <w:p w14:paraId="17CAD0DC" w14:textId="6C368047" w:rsidR="005E1468" w:rsidRPr="00D129AE" w:rsidRDefault="005E1468" w:rsidP="005E1468"/>
    <w:p w14:paraId="5ABB4F7A" w14:textId="77777777" w:rsidR="005E1468" w:rsidRDefault="005E1468" w:rsidP="005E1468"/>
    <w:p w14:paraId="30098E3E" w14:textId="77777777" w:rsidR="008D7633" w:rsidRDefault="008D7633" w:rsidP="008D7633">
      <w:pPr>
        <w:rPr>
          <w:szCs w:val="20"/>
        </w:rPr>
      </w:pPr>
    </w:p>
    <w:p w14:paraId="1D222C0B" w14:textId="77777777" w:rsidR="00B43770" w:rsidRDefault="00B43770" w:rsidP="008D7633">
      <w:pPr>
        <w:rPr>
          <w:szCs w:val="20"/>
        </w:rPr>
      </w:pPr>
    </w:p>
    <w:p w14:paraId="13E1AFDA" w14:textId="77777777" w:rsidR="00B43770" w:rsidRDefault="00B43770" w:rsidP="008D7633">
      <w:pPr>
        <w:rPr>
          <w:szCs w:val="20"/>
        </w:rPr>
      </w:pPr>
    </w:p>
    <w:p w14:paraId="43B71265" w14:textId="77777777" w:rsidR="00B43770" w:rsidRDefault="00B43770" w:rsidP="008D7633">
      <w:pPr>
        <w:rPr>
          <w:szCs w:val="20"/>
        </w:rPr>
      </w:pPr>
    </w:p>
    <w:p w14:paraId="5F7CC3E7" w14:textId="77777777" w:rsidR="00B43770" w:rsidRDefault="00B43770" w:rsidP="008D7633">
      <w:pPr>
        <w:rPr>
          <w:szCs w:val="20"/>
        </w:rPr>
      </w:pPr>
    </w:p>
    <w:p w14:paraId="00D64CCB" w14:textId="77777777" w:rsidR="00B43770" w:rsidRDefault="00B43770" w:rsidP="008D7633">
      <w:pPr>
        <w:rPr>
          <w:szCs w:val="20"/>
        </w:rPr>
      </w:pPr>
    </w:p>
    <w:p w14:paraId="6CE1DDF0" w14:textId="77777777" w:rsidR="00B43770" w:rsidRDefault="00B43770" w:rsidP="008D7633">
      <w:pPr>
        <w:rPr>
          <w:szCs w:val="20"/>
        </w:rPr>
      </w:pPr>
    </w:p>
    <w:p w14:paraId="22B851EA" w14:textId="77777777" w:rsidR="00B43770" w:rsidRDefault="00B43770" w:rsidP="008D7633">
      <w:pPr>
        <w:rPr>
          <w:szCs w:val="20"/>
        </w:rPr>
      </w:pPr>
    </w:p>
    <w:p w14:paraId="5BBABE10" w14:textId="77777777" w:rsidR="00B43770" w:rsidRDefault="00B43770" w:rsidP="008D7633">
      <w:pPr>
        <w:rPr>
          <w:szCs w:val="20"/>
        </w:rPr>
      </w:pPr>
    </w:p>
    <w:p w14:paraId="163ECB0E" w14:textId="77777777" w:rsidR="00B43770" w:rsidRDefault="00B43770" w:rsidP="008D7633">
      <w:pPr>
        <w:rPr>
          <w:szCs w:val="20"/>
        </w:rPr>
      </w:pPr>
    </w:p>
    <w:p w14:paraId="69026674" w14:textId="77777777" w:rsidR="00B43770" w:rsidRDefault="00B43770" w:rsidP="008D7633">
      <w:pPr>
        <w:rPr>
          <w:szCs w:val="20"/>
        </w:rPr>
      </w:pPr>
    </w:p>
    <w:p w14:paraId="610C9CEA" w14:textId="77777777" w:rsidR="00B43770" w:rsidRDefault="00B43770" w:rsidP="008D7633">
      <w:pPr>
        <w:rPr>
          <w:szCs w:val="20"/>
        </w:rPr>
      </w:pPr>
    </w:p>
    <w:p w14:paraId="0E8628FA" w14:textId="77777777" w:rsidR="00B43770" w:rsidRDefault="00B43770" w:rsidP="008D7633">
      <w:pPr>
        <w:rPr>
          <w:szCs w:val="20"/>
        </w:rPr>
      </w:pPr>
    </w:p>
    <w:p w14:paraId="0AC7DA5A" w14:textId="77777777" w:rsidR="00B43770" w:rsidRDefault="00B43770" w:rsidP="008D7633">
      <w:pPr>
        <w:rPr>
          <w:szCs w:val="20"/>
        </w:rPr>
      </w:pPr>
    </w:p>
    <w:p w14:paraId="790B6D55" w14:textId="77777777" w:rsidR="00B43770" w:rsidRDefault="00B43770" w:rsidP="008D7633">
      <w:pPr>
        <w:rPr>
          <w:szCs w:val="20"/>
        </w:rPr>
      </w:pPr>
    </w:p>
    <w:p w14:paraId="1B6C5756" w14:textId="77777777" w:rsidR="00B43770" w:rsidRDefault="00B43770" w:rsidP="008D7633">
      <w:pPr>
        <w:rPr>
          <w:szCs w:val="20"/>
        </w:rPr>
      </w:pPr>
    </w:p>
    <w:p w14:paraId="44EB2181" w14:textId="77777777" w:rsidR="00B43770" w:rsidRDefault="00B43770" w:rsidP="008D7633">
      <w:pPr>
        <w:rPr>
          <w:szCs w:val="20"/>
        </w:rPr>
      </w:pPr>
    </w:p>
    <w:p w14:paraId="4297FB00" w14:textId="77777777" w:rsidR="00B43770" w:rsidRDefault="00B43770" w:rsidP="008D7633">
      <w:pPr>
        <w:rPr>
          <w:szCs w:val="20"/>
        </w:rPr>
      </w:pPr>
    </w:p>
    <w:p w14:paraId="1803E241" w14:textId="77777777" w:rsidR="00B43770" w:rsidRDefault="00B43770" w:rsidP="008D7633">
      <w:pPr>
        <w:rPr>
          <w:szCs w:val="20"/>
        </w:rPr>
      </w:pPr>
    </w:p>
    <w:p w14:paraId="2BF880F1" w14:textId="77777777" w:rsidR="00B43770" w:rsidRPr="00E14DD8" w:rsidRDefault="00B43770" w:rsidP="008D7633">
      <w:pPr>
        <w:rPr>
          <w:szCs w:val="20"/>
        </w:rPr>
      </w:pPr>
    </w:p>
    <w:p w14:paraId="79A2A142" w14:textId="77777777" w:rsidR="008D7633" w:rsidRPr="00E14DD8" w:rsidRDefault="008D7633" w:rsidP="008D7633">
      <w:pPr>
        <w:rPr>
          <w:szCs w:val="20"/>
        </w:rPr>
      </w:pPr>
    </w:p>
    <w:p w14:paraId="6F115EC7" w14:textId="77777777" w:rsidR="008D7633" w:rsidRPr="00E14DD8" w:rsidRDefault="008D7633" w:rsidP="008D7633">
      <w:pPr>
        <w:rPr>
          <w:szCs w:val="20"/>
        </w:rPr>
      </w:pPr>
    </w:p>
    <w:p w14:paraId="086DF79A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8819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DC0736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5B1954C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5D5F5A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3F3EE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115CCF0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07E1DD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14BE86B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82041D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88B91D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D6643F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74B0FC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5AA5C60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3A6C97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08B6DA3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FF9E1C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005767CA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435515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C7EC08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5AD4401" w14:textId="35B0C1C1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5257EB">
              <w:t>1</w:t>
            </w:r>
          </w:p>
          <w:p w14:paraId="03169423" w14:textId="5C7354A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10982">
              <w:t>2</w:t>
            </w:r>
            <w:r>
              <w:t>2</w:t>
            </w:r>
            <w:r w:rsidR="00810982">
              <w:t>1</w:t>
            </w:r>
          </w:p>
          <w:p w14:paraId="143DB7EB" w14:textId="0165EBD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810982">
              <w:t xml:space="preserve"> 66</w:t>
            </w:r>
            <w:r>
              <w:t>2</w:t>
            </w:r>
            <w:r w:rsidRPr="00C33A1F">
              <w:br/>
              <w:t>(mit Leerzeichen)</w:t>
            </w:r>
          </w:p>
          <w:p w14:paraId="1EC56481" w14:textId="77777777" w:rsidR="008D7633" w:rsidRDefault="008D7633" w:rsidP="007A5EB4">
            <w:pPr>
              <w:pStyle w:val="Formatvorlage2"/>
            </w:pPr>
          </w:p>
          <w:p w14:paraId="15AD60D6" w14:textId="2ACECBD8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43770">
              <w:t>1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5257EB">
              <w:t>4</w:t>
            </w:r>
            <w:r>
              <w:t>.20</w:t>
            </w:r>
            <w:r w:rsidR="00122FEC">
              <w:t>2</w:t>
            </w:r>
            <w:r w:rsidR="005257EB">
              <w:t>4</w:t>
            </w:r>
          </w:p>
          <w:p w14:paraId="3768BF8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F162CDD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BCD7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0C403F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657683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55471" w14:textId="77777777" w:rsidR="00657683" w:rsidRDefault="00657683">
      <w:r>
        <w:separator/>
      </w:r>
    </w:p>
  </w:endnote>
  <w:endnote w:type="continuationSeparator" w:id="0">
    <w:p w14:paraId="3960C308" w14:textId="77777777" w:rsidR="00657683" w:rsidRDefault="0065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0DDF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EFD87" w14:textId="77777777" w:rsidR="00657683" w:rsidRDefault="00657683">
      <w:r>
        <w:separator/>
      </w:r>
    </w:p>
  </w:footnote>
  <w:footnote w:type="continuationSeparator" w:id="0">
    <w:p w14:paraId="3F3660CB" w14:textId="77777777" w:rsidR="00657683" w:rsidRDefault="00657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6C13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7066C3B" wp14:editId="2C72E6E8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5F55"/>
    <w:multiLevelType w:val="hybridMultilevel"/>
    <w:tmpl w:val="0E9A67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1"/>
  </w:num>
  <w:num w:numId="2" w16cid:durableId="1418595171">
    <w:abstractNumId w:val="0"/>
  </w:num>
  <w:num w:numId="3" w16cid:durableId="1064911921">
    <w:abstractNumId w:val="4"/>
  </w:num>
  <w:num w:numId="4" w16cid:durableId="230700180">
    <w:abstractNumId w:val="2"/>
  </w:num>
  <w:num w:numId="5" w16cid:durableId="307176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6A3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091D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27CBD"/>
    <w:rsid w:val="00253494"/>
    <w:rsid w:val="00254A9B"/>
    <w:rsid w:val="00255FE8"/>
    <w:rsid w:val="00272508"/>
    <w:rsid w:val="002769DE"/>
    <w:rsid w:val="002819C3"/>
    <w:rsid w:val="00295602"/>
    <w:rsid w:val="002A202C"/>
    <w:rsid w:val="002A7F37"/>
    <w:rsid w:val="002B55C4"/>
    <w:rsid w:val="002C00E2"/>
    <w:rsid w:val="002C36FE"/>
    <w:rsid w:val="002C5A66"/>
    <w:rsid w:val="002C6D41"/>
    <w:rsid w:val="002D2581"/>
    <w:rsid w:val="002E0A51"/>
    <w:rsid w:val="002E48B5"/>
    <w:rsid w:val="002E5848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272F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006"/>
    <w:rsid w:val="003E378F"/>
    <w:rsid w:val="00400500"/>
    <w:rsid w:val="004176D4"/>
    <w:rsid w:val="00420F79"/>
    <w:rsid w:val="004333E8"/>
    <w:rsid w:val="0044187A"/>
    <w:rsid w:val="004436A3"/>
    <w:rsid w:val="00446899"/>
    <w:rsid w:val="00447689"/>
    <w:rsid w:val="00456C18"/>
    <w:rsid w:val="0046235C"/>
    <w:rsid w:val="004629AD"/>
    <w:rsid w:val="00476E0D"/>
    <w:rsid w:val="004806AF"/>
    <w:rsid w:val="00485840"/>
    <w:rsid w:val="00486878"/>
    <w:rsid w:val="004B62AB"/>
    <w:rsid w:val="004C2ECB"/>
    <w:rsid w:val="004C4FDA"/>
    <w:rsid w:val="004C503A"/>
    <w:rsid w:val="004E057A"/>
    <w:rsid w:val="004E2322"/>
    <w:rsid w:val="004E2BD7"/>
    <w:rsid w:val="004E3AF9"/>
    <w:rsid w:val="00510191"/>
    <w:rsid w:val="005147D6"/>
    <w:rsid w:val="005254BE"/>
    <w:rsid w:val="005257EB"/>
    <w:rsid w:val="00542E48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C86"/>
    <w:rsid w:val="005F3D5F"/>
    <w:rsid w:val="005F7B2E"/>
    <w:rsid w:val="006016B0"/>
    <w:rsid w:val="0060615A"/>
    <w:rsid w:val="0061051B"/>
    <w:rsid w:val="0061253D"/>
    <w:rsid w:val="006136F5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57683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4237"/>
    <w:rsid w:val="006C6D45"/>
    <w:rsid w:val="006E5CC8"/>
    <w:rsid w:val="007006DD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3A3F"/>
    <w:rsid w:val="008078CF"/>
    <w:rsid w:val="00810982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5910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3770"/>
    <w:rsid w:val="00B47777"/>
    <w:rsid w:val="00B47ADF"/>
    <w:rsid w:val="00B55070"/>
    <w:rsid w:val="00B62ECB"/>
    <w:rsid w:val="00B63C95"/>
    <w:rsid w:val="00B63E35"/>
    <w:rsid w:val="00B84773"/>
    <w:rsid w:val="00B85DCA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29CF"/>
    <w:rsid w:val="00C24B77"/>
    <w:rsid w:val="00C2717C"/>
    <w:rsid w:val="00C33A1F"/>
    <w:rsid w:val="00C52D3B"/>
    <w:rsid w:val="00C53FE3"/>
    <w:rsid w:val="00C55524"/>
    <w:rsid w:val="00C615A2"/>
    <w:rsid w:val="00C65852"/>
    <w:rsid w:val="00C71245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3D03"/>
    <w:rsid w:val="00D313A4"/>
    <w:rsid w:val="00D32108"/>
    <w:rsid w:val="00D34A8A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28A5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6114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165E20"/>
  <w15:docId w15:val="{463E3C04-D384-4007-9AFF-3E831DBA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ng">
    <w:name w:val="beng"/>
    <w:basedOn w:val="Absatz-Standardschriftart"/>
    <w:rsid w:val="004436A3"/>
  </w:style>
  <w:style w:type="character" w:customStyle="1" w:styleId="iast">
    <w:name w:val="iast"/>
    <w:basedOn w:val="Absatz-Standardschriftart"/>
    <w:rsid w:val="004436A3"/>
  </w:style>
  <w:style w:type="paragraph" w:styleId="berarbeitung">
    <w:name w:val="Revision"/>
    <w:hidden/>
    <w:uiPriority w:val="99"/>
    <w:semiHidden/>
    <w:rsid w:val="007006DD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2815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2024-04-11T08:56:00Z</dcterms:created>
  <dcterms:modified xsi:type="dcterms:W3CDTF">2024-04-11T08:56:00Z</dcterms:modified>
</cp:coreProperties>
</file>