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C23AE" w14:textId="00BA60CD" w:rsidR="005E1468" w:rsidRDefault="00F069BF" w:rsidP="005E1468">
      <w:pPr>
        <w:pStyle w:val="berschrift2"/>
      </w:pPr>
      <w:r>
        <w:t xml:space="preserve">Promising start to professional life</w:t>
      </w:r>
    </w:p>
    <w:p w14:paraId="3A91730C" w14:textId="284D26BB" w:rsidR="00A82224" w:rsidRDefault="0038202F" w:rsidP="00A82224">
      <w:pPr>
        <w:pStyle w:val="berschrift1"/>
      </w:pPr>
      <w:r>
        <w:t xml:space="preserve">22 new apprentices at SIEGENIA in Niederdielfen</w:t>
      </w:r>
    </w:p>
    <w:p w14:paraId="1557D23C" w14:textId="77777777" w:rsidR="00AF4D1A" w:rsidRDefault="00AF4D1A" w:rsidP="00AF4D1A">
      <w:bookmarkStart w:id="0" w:name="_Hlk176177364"/>
    </w:p>
    <w:bookmarkEnd w:id="0"/>
    <w:p w14:paraId="7AF9454A" w14:textId="274175CD" w:rsidR="0038202F" w:rsidRDefault="0038202F" w:rsidP="0038202F">
      <w:r>
        <w:t xml:space="preserve">As an important training company in the region, it is vital for the SIEGENIA GROUP to offer talented junior employees a qualified start in their professional lives. The corporate group is offering attractive professional opportunities to junior employees again in the current training year: on 2nd September 22 new apprentices started their training at the headquarters of the company in Wilnsdorf-Niederdielfen. a slight increase in comparison with the previous year once again. The family company, which is now managed by the fourth generation, with approximately 2,800 employees worldwide, has employed almost 30 new apprentices this year, and has employed more than 90 apprentices at its three sites in Germany since the beginning of September. </w:t>
      </w:r>
    </w:p>
    <w:p w14:paraId="47E4205E" w14:textId="77777777" w:rsidR="0038202F" w:rsidRDefault="0038202F" w:rsidP="0038202F"/>
    <w:p w14:paraId="15BA92FD" w14:textId="0A404435" w:rsidR="0038202F" w:rsidRPr="00F248A8" w:rsidRDefault="0038202F" w:rsidP="0038202F">
      <w:pPr>
        <w:rPr>
          <w:rFonts w:cs="Arial"/>
        </w:rPr>
      </w:pPr>
      <w:r>
        <w:t xml:space="preserve">Training manager, Nina Herter, explained: "We are pleased to be able to qualify our new apprentices to meet the challenges of tomorrow with sound knowledge and practically oriented vocational training</w:t>
      </w:r>
      <w:r>
        <w:rPr>
          <w:rFonts w:ascii="Arial" w:hAnsi="Arial" w:cs="Arial"/>
        </w:rPr>
        <w:t xml:space="preserve">.</w:t>
      </w:r>
      <w:r>
        <w:rPr>
          <w:rFonts w:ascii="Arial" w:hAnsi="Arial" w:cs="Arial"/>
        </w:rPr>
        <w:t xml:space="preserve"> </w:t>
      </w:r>
      <w:r>
        <w:rPr>
          <w:rFonts w:ascii="Arial" w:hAnsi="Arial" w:cs="Arial"/>
        </w:rPr>
        <w:t xml:space="preserve">Our declared objective is to actively accompany them on their way during the next three years</w:t>
      </w:r>
      <w:r>
        <w:t xml:space="preserve"> and to join forces to mutually design the future of our company together</w:t>
      </w:r>
      <w:r>
        <w:rPr>
          <w:rFonts w:ascii="Arial" w:hAnsi="Arial" w:cs="Arial"/>
        </w:rPr>
        <w:t xml:space="preserve">.“</w:t>
      </w:r>
    </w:p>
    <w:p w14:paraId="31A5A969" w14:textId="77777777" w:rsidR="0038202F" w:rsidRDefault="0038202F" w:rsidP="0038202F">
      <w:pPr>
        <w:pStyle w:val="berschrift4"/>
      </w:pPr>
      <w:r>
        <w:t xml:space="preserve">Introductions made easy</w:t>
      </w:r>
    </w:p>
    <w:p w14:paraId="1037C7FA" w14:textId="713018AE" w:rsidR="00266B1E" w:rsidRPr="00C8256E" w:rsidRDefault="0038202F" w:rsidP="00266B1E">
      <w:r>
        <w:t xml:space="preserve">After a warm welcome, the new apprentices received the opportunity to obtain a lively impression of the company in the framework of a guided tour of the factory on their first day. They used the subsequent social gathering to exchange their expectations about the course of the coming months together with Nina Herter. The junior employees obtained an initial insight into products and processes during a two-week phase with practical activities. A real highlight was awaiting them at the beginning of September, when, in the course of a three-day apprentice seminar, they met the new apprentices from the Hermeskeil/Reinsfeld and Velbert sites. With the seminar, SIEGENIA is pursuing its aim of creating an informative as well as entertaining framework to allow the apprentices to grow together as a team and to enhance their social skills for day-to-day working life.</w:t>
      </w:r>
    </w:p>
    <w:p w14:paraId="10C33BA8" w14:textId="77777777" w:rsidR="0038202F" w:rsidRDefault="0038202F" w:rsidP="0038202F">
      <w:pPr>
        <w:pStyle w:val="berschrift4"/>
      </w:pPr>
      <w:r>
        <w:t xml:space="preserve">Wide-ranging education and training</w:t>
      </w:r>
    </w:p>
    <w:p w14:paraId="2CD44E03" w14:textId="77777777" w:rsidR="0038202F" w:rsidRPr="00361A11" w:rsidRDefault="0038202F" w:rsidP="0038202F">
      <w:r>
        <w:rPr>
          <w:rFonts w:ascii="Arial" w:hAnsi="Arial" w:cs="Arial"/>
          <w:szCs w:val="20"/>
        </w:rPr>
        <w:t xml:space="preserve">As a producer of solutions for windows, doors and sliding doors as well as ventilation and Smart Home systems, the SIEGENIA GROUP has a broad, diverse training portfolio on hand.</w:t>
      </w:r>
      <w:r>
        <w:rPr>
          <w:rFonts w:ascii="Arial" w:hAnsi="Arial" w:cs="Arial"/>
          <w:szCs w:val="20"/>
        </w:rPr>
        <w:t xml:space="preserve"> </w:t>
      </w:r>
      <w:r>
        <w:rPr>
          <w:rFonts w:ascii="Arial" w:hAnsi="Arial" w:cs="Arial"/>
          <w:szCs w:val="20"/>
        </w:rPr>
        <w:t xml:space="preserve">The selection options are great, especially for the technical professions, which range from machine and plant operators, technical product designers and industrial mechanics to mechatronics technicians</w:t>
      </w:r>
      <w:r>
        <w:t xml:space="preserve">. In the commercial sector, the offering comprises apprenticeships for industrial clerks, IT specialists in system integration as well as warehouse clerks. </w:t>
      </w:r>
    </w:p>
    <w:p w14:paraId="67C1827C" w14:textId="77777777" w:rsidR="0038202F" w:rsidRDefault="0038202F" w:rsidP="0038202F">
      <w:pPr>
        <w:rPr>
          <w:strike/>
          <w:color w:val="FF0000"/>
        </w:rPr>
      </w:pPr>
    </w:p>
    <w:p w14:paraId="185A47BD" w14:textId="77777777" w:rsidR="00DF6125" w:rsidRDefault="00DF6125" w:rsidP="0038202F">
      <w:pPr>
        <w:rPr>
          <w:strike/>
          <w:color w:val="FF0000"/>
        </w:rPr>
      </w:pPr>
    </w:p>
    <w:p w14:paraId="5DA1FCB7" w14:textId="77777777" w:rsidR="008850B4" w:rsidRPr="008850B4" w:rsidRDefault="008850B4" w:rsidP="003C619A"/>
    <w:p w14:paraId="2439E541" w14:textId="77777777" w:rsidR="008850B4" w:rsidRDefault="008850B4" w:rsidP="008850B4"/>
    <w:p w14:paraId="3E542911" w14:textId="77777777" w:rsidR="008850B4" w:rsidRDefault="008850B4" w:rsidP="008850B4"/>
    <w:p w14:paraId="2E04F38B" w14:textId="77777777" w:rsidR="008850B4" w:rsidRDefault="008850B4" w:rsidP="003C619A">
      <w:pPr>
        <w:rPr>
          <w:strike/>
          <w:color w:val="FF0000"/>
        </w:rPr>
      </w:pPr>
      <w:bookmarkStart w:id="1" w:name="_Hlk176177383"/>
    </w:p>
    <w:p w14:paraId="2E66B0F5" w14:textId="77777777" w:rsidR="007C1074" w:rsidRDefault="007C1074" w:rsidP="003C619A">
      <w:pPr>
        <w:rPr>
          <w:strike/>
          <w:color w:val="FF0000"/>
        </w:rPr>
      </w:pPr>
    </w:p>
    <w:p w14:paraId="07B2B32B" w14:textId="77777777" w:rsidR="00DF6125" w:rsidRDefault="00DF6125" w:rsidP="003C619A">
      <w:pPr>
        <w:rPr>
          <w:strike/>
          <w:color w:val="FF0000"/>
        </w:rPr>
      </w:pPr>
    </w:p>
    <w:bookmarkEnd w:id="1"/>
    <w:p w14:paraId="08692D1C" w14:textId="77777777" w:rsidR="00015FAC" w:rsidRDefault="00015FAC" w:rsidP="003C619A">
      <w:pPr>
        <w:rPr>
          <w:strike/>
          <w:color w:val="FF0000"/>
        </w:rPr>
      </w:pPr>
    </w:p>
    <w:p w14:paraId="76620AE0" w14:textId="447CDE88" w:rsidR="00361A11" w:rsidRDefault="00015FAC" w:rsidP="00361A11">
      <w:pPr>
        <w:pStyle w:val="berschrift4"/>
      </w:pPr>
      <w:r>
        <w:t xml:space="preserve">Caption</w:t>
      </w:r>
    </w:p>
    <w:p w14:paraId="2A482D36" w14:textId="77777777" w:rsidR="00361A11" w:rsidRDefault="00361A11" w:rsidP="00361A11">
      <w:r>
        <w:t xml:space="preserve">Image database: SIEGENIA</w:t>
      </w:r>
    </w:p>
    <w:p w14:paraId="2DFB316E" w14:textId="77777777" w:rsidR="00361A11" w:rsidRPr="002A7F37" w:rsidRDefault="00361A11" w:rsidP="00361A11"/>
    <w:p w14:paraId="18A42760" w14:textId="0BA4D9DE" w:rsidR="00361A11" w:rsidRPr="00D129AE" w:rsidRDefault="00361A11" w:rsidP="00361A11">
      <w:pPr>
        <w:rPr>
          <w:bCs/>
          <w:i/>
        </w:rPr>
      </w:pPr>
      <w:r>
        <w:rPr>
          <w:bCs/>
          <w:i/>
        </w:rPr>
        <w:t xml:space="preserve">Image: SIE_Azubis 2024_Niederdielfen.jpg </w:t>
      </w:r>
    </w:p>
    <w:p w14:paraId="23F628D0" w14:textId="77777777" w:rsidR="00DF6125" w:rsidRPr="00DF6125" w:rsidRDefault="00DF6125" w:rsidP="00DF6125">
      <w:pPr>
        <w:rPr>
          <w:rFonts w:cs="Arial"/>
          <w:color w:val="000000"/>
          <w:szCs w:val="20"/>
        </w:rPr>
      </w:pPr>
      <w:r>
        <w:rPr>
          <w:rFonts w:ascii="Arial" w:hAnsi="Arial" w:cs="Arial"/>
          <w:color w:val="000000"/>
          <w:szCs w:val="20"/>
        </w:rPr>
        <w:t xml:space="preserve">The 22 new apprentices at SIEGENIA together with their instructors in Niederdielfen are looking forward to a promising start to their professional life.</w:t>
      </w:r>
    </w:p>
    <w:p w14:paraId="38DA6DA4" w14:textId="04E8B94C" w:rsidR="00E66707" w:rsidRDefault="00E66707" w:rsidP="009B2FE3">
      <w:pPr>
        <w:rPr>
          <w:rFonts w:cs="Arial"/>
          <w:szCs w:val="20"/>
        </w:rPr>
      </w:pPr>
    </w:p>
    <w:p w14:paraId="6826F57A" w14:textId="77777777" w:rsidR="004751A7" w:rsidRDefault="004751A7" w:rsidP="005E1468"/>
    <w:p w14:paraId="718160DD" w14:textId="1938BF37" w:rsidR="00FE6475" w:rsidRDefault="00FE6475" w:rsidP="005E1468"/>
    <w:p w14:paraId="3142E19D" w14:textId="77777777" w:rsidR="00DF6125" w:rsidRDefault="00DF6125" w:rsidP="005E1468"/>
    <w:p w14:paraId="4C96E2C5" w14:textId="77777777" w:rsidR="00DF6125" w:rsidRDefault="00DF6125" w:rsidP="005E1468"/>
    <w:p w14:paraId="2D39151B" w14:textId="77777777" w:rsidR="00DF6125" w:rsidRDefault="00DF6125" w:rsidP="005E1468"/>
    <w:p w14:paraId="343CC777" w14:textId="77777777" w:rsidR="00DF6125" w:rsidRDefault="00DF6125" w:rsidP="005E1468"/>
    <w:p w14:paraId="0BBE17D0" w14:textId="77777777" w:rsidR="00DF6125" w:rsidRDefault="00DF6125" w:rsidP="005E1468"/>
    <w:p w14:paraId="776EB9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44187A" w:rsidRDefault="008D7633" w:rsidP="007A5EB4">
            <w:pPr>
              <w:pStyle w:val="Formatvorlage2"/>
              <w:rPr>
                <w:u w:val="single"/>
              </w:rPr>
            </w:pPr>
            <w:r>
              <w:rPr>
                <w:u w:val="single"/>
              </w:rPr>
              <w:t xml:space="preserve">Publisher</w:t>
            </w:r>
          </w:p>
          <w:p w14:paraId="39944151" w14:textId="77777777" w:rsidR="008D7633" w:rsidRDefault="008D7633" w:rsidP="007A5EB4">
            <w:pPr>
              <w:pStyle w:val="Formatvorlage2"/>
            </w:pPr>
            <w:r>
              <w:t xml:space="preserve">SIEGENIA GROUP</w:t>
            </w:r>
          </w:p>
          <w:p w14:paraId="079A87FC" w14:textId="77777777" w:rsidR="008D7633" w:rsidRDefault="008D7633" w:rsidP="007A5EB4">
            <w:pPr>
              <w:pStyle w:val="Formatvorlage2"/>
            </w:pPr>
            <w:r>
              <w:t xml:space="preserve">Marketing Communications</w:t>
            </w:r>
          </w:p>
          <w:p w14:paraId="4E5F93EE" w14:textId="77777777" w:rsidR="008D7633" w:rsidRDefault="008D7633" w:rsidP="007A5EB4">
            <w:pPr>
              <w:pStyle w:val="Formatvorlage2"/>
            </w:pPr>
            <w:r>
              <w:t xml:space="preserve">Industriestraße 1-3</w:t>
            </w:r>
          </w:p>
          <w:p w14:paraId="43BAF2F1" w14:textId="77777777" w:rsidR="008D7633" w:rsidRDefault="008D7633" w:rsidP="007A5EB4">
            <w:pPr>
              <w:pStyle w:val="Formatvorlage2"/>
            </w:pPr>
            <w:r>
              <w:t xml:space="preserve">D-57234 Wilnsdorf, Germany</w:t>
            </w:r>
          </w:p>
          <w:p w14:paraId="7606ED73" w14:textId="0F5492B4" w:rsidR="008D7633" w:rsidRDefault="00FD182E" w:rsidP="007A5EB4">
            <w:pPr>
              <w:pStyle w:val="Formatvorlage2"/>
            </w:pPr>
            <w:r>
              <w:t xml:space="preserve">Tel.: +49 271 3931-1176</w:t>
            </w:r>
          </w:p>
          <w:p w14:paraId="0D86F0DD" w14:textId="77777777" w:rsidR="008D7633" w:rsidRPr="00392D5F" w:rsidRDefault="0088698F" w:rsidP="007A5EB4">
            <w:pPr>
              <w:pStyle w:val="Formatvorlage2"/>
            </w:pPr>
            <w:r>
              <w:t xml:space="preserve">E-mail: pr@siegenia.com</w:t>
            </w:r>
          </w:p>
          <w:p w14:paraId="0CD31313" w14:textId="77777777" w:rsidR="002E59D6" w:rsidRDefault="00510191" w:rsidP="007A5EB4">
            <w:pPr>
              <w:pStyle w:val="Formatvorlage2"/>
            </w:pPr>
            <w:r>
              <w:t xml:space="preserve">www.siegenia.com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r>
              <w:rPr>
                <w:u w:val="single"/>
              </w:rPr>
              <w:t xml:space="preserve">Edited by / Contact</w:t>
            </w:r>
          </w:p>
          <w:p w14:paraId="3FB2F7AF" w14:textId="77777777" w:rsidR="008D7633" w:rsidRDefault="008D7633" w:rsidP="007A5EB4">
            <w:pPr>
              <w:pStyle w:val="Formatvorlage2"/>
            </w:pPr>
            <w:r>
              <w:t xml:space="preserve">Kemper Kommunikation</w:t>
            </w:r>
          </w:p>
          <w:p w14:paraId="4FD4B862" w14:textId="77777777" w:rsidR="00122FEC" w:rsidRPr="00C33A1F" w:rsidRDefault="00122FEC" w:rsidP="00122FEC">
            <w:pPr>
              <w:pStyle w:val="Formatvorlage2"/>
            </w:pPr>
            <w:r>
              <w:t xml:space="preserve">Kirsten Kemper </w:t>
            </w:r>
          </w:p>
          <w:p w14:paraId="2EB27034" w14:textId="77777777" w:rsidR="00122FEC" w:rsidRPr="00C33A1F" w:rsidRDefault="00122FEC" w:rsidP="00122FEC">
            <w:pPr>
              <w:pStyle w:val="Formatvorlage2"/>
            </w:pPr>
            <w:r>
              <w:t xml:space="preserve">Am Milchbornbach 10</w:t>
            </w:r>
          </w:p>
          <w:p w14:paraId="0E874440" w14:textId="77777777" w:rsidR="00122FEC" w:rsidRPr="00C33A1F" w:rsidRDefault="00122FEC" w:rsidP="00122FEC">
            <w:pPr>
              <w:pStyle w:val="Formatvorlage2"/>
            </w:pPr>
            <w:r>
              <w:t xml:space="preserve">D-51429 Bergisch Gladbach</w:t>
              <w:br/>
              <w:t xml:space="preserve">Tel.: +49 2204 9644808</w:t>
            </w:r>
          </w:p>
          <w:p w14:paraId="7651F80E" w14:textId="77777777" w:rsidR="008D7633" w:rsidRPr="00C55524" w:rsidRDefault="0088698F" w:rsidP="007A5EB4">
            <w:pPr>
              <w:pStyle w:val="Formatvorlage2"/>
              <w:rPr>
                <w:lang w:val="it-IT"/>
              </w:rPr>
            </w:pPr>
            <w:r>
              <w:t xml:space="preserve">E-mail: info@kemper-kommunikation.de</w:t>
            </w:r>
          </w:p>
          <w:p w14:paraId="41A622C1" w14:textId="77777777" w:rsidR="008D7633" w:rsidRDefault="00716BDB" w:rsidP="007A5EB4">
            <w:pPr>
              <w:pStyle w:val="Formatvorlage2"/>
            </w:pPr>
            <w:r>
              <w:t xml:space="preserve">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44187A" w:rsidRDefault="008D7633" w:rsidP="007A5EB4">
            <w:pPr>
              <w:pStyle w:val="Formatvorlage2"/>
              <w:rPr>
                <w:u w:val="single"/>
              </w:rPr>
            </w:pPr>
            <w:r>
              <w:rPr>
                <w:u w:val="single"/>
              </w:rPr>
              <w:t xml:space="preserve">Text Information</w:t>
            </w:r>
          </w:p>
          <w:p w14:paraId="7B5DA499" w14:textId="02AEE357" w:rsidR="008D7633" w:rsidRPr="00C33A1F" w:rsidRDefault="008D7633" w:rsidP="007A5EB4">
            <w:pPr>
              <w:pStyle w:val="Formatvorlage2"/>
            </w:pPr>
            <w:r>
              <w:t xml:space="preserve">Pages: 2</w:t>
            </w:r>
          </w:p>
          <w:p w14:paraId="52806CBB" w14:textId="313DA699" w:rsidR="008D7633" w:rsidRPr="00C33A1F" w:rsidRDefault="00E62402" w:rsidP="007A5EB4">
            <w:pPr>
              <w:pStyle w:val="Formatvorlage2"/>
            </w:pPr>
            <w:r>
              <w:t xml:space="preserve">Words: 332</w:t>
            </w:r>
          </w:p>
          <w:p w14:paraId="23D8122F" w14:textId="74F50921" w:rsidR="008D7633" w:rsidRPr="00901F09" w:rsidRDefault="008D7633" w:rsidP="007A5EB4">
            <w:pPr>
              <w:pStyle w:val="Formatvorlage2"/>
            </w:pPr>
            <w:r>
              <w:t xml:space="preserve">Characters: 2 617</w:t>
              <w:br/>
              <w:t xml:space="preserve">(with spaces)</w:t>
            </w:r>
          </w:p>
          <w:p w14:paraId="333E5D28" w14:textId="77777777" w:rsidR="008D7633" w:rsidRPr="00901F09" w:rsidRDefault="008D7633" w:rsidP="007A5EB4">
            <w:pPr>
              <w:pStyle w:val="Formatvorlage2"/>
            </w:pPr>
          </w:p>
          <w:p w14:paraId="7A889754" w14:textId="7F34B1D4" w:rsidR="008D7633" w:rsidRPr="00C33A1F" w:rsidRDefault="008D7633" w:rsidP="007A5EB4">
            <w:pPr>
              <w:pStyle w:val="Formatvorlage2"/>
            </w:pPr>
            <w:r>
              <w:t xml:space="preserve">Created: 2024-09-09</w:t>
            </w:r>
          </w:p>
          <w:p w14:paraId="65225C83" w14:textId="77777777" w:rsidR="008D7633" w:rsidRPr="0044187A" w:rsidRDefault="008D7633" w:rsidP="007A5EB4">
            <w:pPr>
              <w:pStyle w:val="Formatvorlage2"/>
              <w:rPr>
                <w:szCs w:val="20"/>
              </w:rPr>
            </w:pPr>
          </w:p>
        </w:tc>
      </w:tr>
      <w:tr w:rsidR="008D7633" w:rsidRPr="0044187A" w14:paraId="6DFC8AF5" w14:textId="77777777" w:rsidTr="0044187A">
        <w:tc>
          <w:tcPr>
            <w:tcW w:w="8208" w:type="dxa"/>
            <w:gridSpan w:val="3"/>
            <w:tcBorders>
              <w:top w:val="nil"/>
              <w:left w:val="nil"/>
              <w:bottom w:val="nil"/>
              <w:right w:val="nil"/>
            </w:tcBorders>
          </w:tcPr>
          <w:p w14:paraId="34459F49" w14:textId="77777777" w:rsidR="008D7633" w:rsidRPr="003F183E" w:rsidRDefault="008D7633" w:rsidP="007A5EB4">
            <w:pPr>
              <w:pStyle w:val="Formatvorlage2"/>
            </w:pPr>
            <w:r>
              <w:t xml:space="preserve">Please send us a sample copy of any publication containing this text or these images.</w:t>
            </w:r>
          </w:p>
        </w:tc>
      </w:tr>
    </w:tbl>
    <w:p w14:paraId="0C6BD83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C67DD" w14:textId="77777777" w:rsidR="006E14C7" w:rsidRDefault="006E14C7">
      <w:r>
        <w:separator/>
      </w:r>
    </w:p>
  </w:endnote>
  <w:endnote w:type="continuationSeparator" w:id="0">
    <w:p w14:paraId="02399379" w14:textId="77777777" w:rsidR="006E14C7" w:rsidRDefault="006E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FF4D0" w14:textId="77777777" w:rsidR="006E14C7" w:rsidRDefault="006E14C7">
      <w:r>
        <w:separator/>
      </w:r>
    </w:p>
  </w:footnote>
  <w:footnote w:type="continuationSeparator" w:id="0">
    <w:p w14:paraId="616A4CF1" w14:textId="77777777" w:rsidR="006E14C7" w:rsidRDefault="006E1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5749A"/>
    <w:multiLevelType w:val="hybridMultilevel"/>
    <w:tmpl w:val="11789D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437114"/>
    <w:multiLevelType w:val="hybridMultilevel"/>
    <w:tmpl w:val="A4A01E78"/>
    <w:lvl w:ilvl="0" w:tplc="30FA4A84">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64072803">
    <w:abstractNumId w:val="1"/>
  </w:num>
  <w:num w:numId="2" w16cid:durableId="822039275">
    <w:abstractNumId w:val="0"/>
  </w:num>
  <w:num w:numId="3" w16cid:durableId="2019697405">
    <w:abstractNumId w:val="5"/>
  </w:num>
  <w:num w:numId="4" w16cid:durableId="692074677">
    <w:abstractNumId w:val="4"/>
  </w:num>
  <w:num w:numId="5" w16cid:durableId="1601256500">
    <w:abstractNumId w:val="8"/>
  </w:num>
  <w:num w:numId="6" w16cid:durableId="1880582271">
    <w:abstractNumId w:val="2"/>
  </w:num>
  <w:num w:numId="7" w16cid:durableId="187573000">
    <w:abstractNumId w:val="6"/>
  </w:num>
  <w:num w:numId="8" w16cid:durableId="1887176037">
    <w:abstractNumId w:val="3"/>
  </w:num>
  <w:num w:numId="9" w16cid:durableId="1321498204">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6B32"/>
    <w:rsid w:val="000675C7"/>
    <w:rsid w:val="00090045"/>
    <w:rsid w:val="00095303"/>
    <w:rsid w:val="000A1DF0"/>
    <w:rsid w:val="000A5CA3"/>
    <w:rsid w:val="000B756D"/>
    <w:rsid w:val="000D0C02"/>
    <w:rsid w:val="000D2A27"/>
    <w:rsid w:val="000D4874"/>
    <w:rsid w:val="000E424C"/>
    <w:rsid w:val="000E6021"/>
    <w:rsid w:val="000F2936"/>
    <w:rsid w:val="000F3CBD"/>
    <w:rsid w:val="000F565C"/>
    <w:rsid w:val="000F67C4"/>
    <w:rsid w:val="000F7846"/>
    <w:rsid w:val="001025BB"/>
    <w:rsid w:val="0010792E"/>
    <w:rsid w:val="001128F1"/>
    <w:rsid w:val="00122F20"/>
    <w:rsid w:val="00122FEC"/>
    <w:rsid w:val="00134E1F"/>
    <w:rsid w:val="00137BD1"/>
    <w:rsid w:val="00144823"/>
    <w:rsid w:val="00145B48"/>
    <w:rsid w:val="001529E6"/>
    <w:rsid w:val="00156B0C"/>
    <w:rsid w:val="00166476"/>
    <w:rsid w:val="00166FB7"/>
    <w:rsid w:val="00171C51"/>
    <w:rsid w:val="00177A3F"/>
    <w:rsid w:val="001B7003"/>
    <w:rsid w:val="001C39FF"/>
    <w:rsid w:val="001D26E4"/>
    <w:rsid w:val="001E0780"/>
    <w:rsid w:val="001E1DA6"/>
    <w:rsid w:val="001E51E5"/>
    <w:rsid w:val="001E7201"/>
    <w:rsid w:val="001F0D0E"/>
    <w:rsid w:val="001F3432"/>
    <w:rsid w:val="002046D3"/>
    <w:rsid w:val="00253494"/>
    <w:rsid w:val="00254A9B"/>
    <w:rsid w:val="00255FE8"/>
    <w:rsid w:val="0026221D"/>
    <w:rsid w:val="00266B1E"/>
    <w:rsid w:val="00272508"/>
    <w:rsid w:val="00272C13"/>
    <w:rsid w:val="002755A9"/>
    <w:rsid w:val="002769DE"/>
    <w:rsid w:val="002819C3"/>
    <w:rsid w:val="002A202C"/>
    <w:rsid w:val="002A7F37"/>
    <w:rsid w:val="002B55C4"/>
    <w:rsid w:val="002C00E2"/>
    <w:rsid w:val="002C36FE"/>
    <w:rsid w:val="002C5A66"/>
    <w:rsid w:val="002C6D41"/>
    <w:rsid w:val="002D047B"/>
    <w:rsid w:val="002D3AE2"/>
    <w:rsid w:val="002E48B5"/>
    <w:rsid w:val="002E5376"/>
    <w:rsid w:val="002E59D6"/>
    <w:rsid w:val="002E70AB"/>
    <w:rsid w:val="002F18BB"/>
    <w:rsid w:val="002F466F"/>
    <w:rsid w:val="002F5A44"/>
    <w:rsid w:val="003026C1"/>
    <w:rsid w:val="003058D8"/>
    <w:rsid w:val="0031150D"/>
    <w:rsid w:val="003136F5"/>
    <w:rsid w:val="00324F84"/>
    <w:rsid w:val="00326F7E"/>
    <w:rsid w:val="00350ACA"/>
    <w:rsid w:val="003514C3"/>
    <w:rsid w:val="00357C43"/>
    <w:rsid w:val="00361A11"/>
    <w:rsid w:val="00364DEF"/>
    <w:rsid w:val="00375A48"/>
    <w:rsid w:val="0038202F"/>
    <w:rsid w:val="0038244F"/>
    <w:rsid w:val="0038276B"/>
    <w:rsid w:val="0038499F"/>
    <w:rsid w:val="003914C5"/>
    <w:rsid w:val="00392D5F"/>
    <w:rsid w:val="00394EC6"/>
    <w:rsid w:val="003A0F0D"/>
    <w:rsid w:val="003A1BA5"/>
    <w:rsid w:val="003B17CE"/>
    <w:rsid w:val="003C53CD"/>
    <w:rsid w:val="003C619A"/>
    <w:rsid w:val="003D30ED"/>
    <w:rsid w:val="003D41C9"/>
    <w:rsid w:val="003D61A2"/>
    <w:rsid w:val="003E0D26"/>
    <w:rsid w:val="003E378F"/>
    <w:rsid w:val="003F021A"/>
    <w:rsid w:val="004057FE"/>
    <w:rsid w:val="00415E71"/>
    <w:rsid w:val="004176D4"/>
    <w:rsid w:val="00420F79"/>
    <w:rsid w:val="004333E8"/>
    <w:rsid w:val="0044187A"/>
    <w:rsid w:val="00446899"/>
    <w:rsid w:val="00447689"/>
    <w:rsid w:val="0046235C"/>
    <w:rsid w:val="004629AD"/>
    <w:rsid w:val="004751A7"/>
    <w:rsid w:val="004766AD"/>
    <w:rsid w:val="004806AF"/>
    <w:rsid w:val="00480DC0"/>
    <w:rsid w:val="00486878"/>
    <w:rsid w:val="004954A7"/>
    <w:rsid w:val="004A46AC"/>
    <w:rsid w:val="004A5693"/>
    <w:rsid w:val="004B0261"/>
    <w:rsid w:val="004B62AB"/>
    <w:rsid w:val="004B6B4B"/>
    <w:rsid w:val="004C4FDA"/>
    <w:rsid w:val="004C503A"/>
    <w:rsid w:val="004E057A"/>
    <w:rsid w:val="004E2322"/>
    <w:rsid w:val="004E2BD7"/>
    <w:rsid w:val="004E3AF9"/>
    <w:rsid w:val="00510191"/>
    <w:rsid w:val="005254BE"/>
    <w:rsid w:val="00552DC0"/>
    <w:rsid w:val="0055550C"/>
    <w:rsid w:val="00563E60"/>
    <w:rsid w:val="00584195"/>
    <w:rsid w:val="00590725"/>
    <w:rsid w:val="00592833"/>
    <w:rsid w:val="005A0560"/>
    <w:rsid w:val="005A214B"/>
    <w:rsid w:val="005A3974"/>
    <w:rsid w:val="005A5DC6"/>
    <w:rsid w:val="005A6A38"/>
    <w:rsid w:val="005A6B31"/>
    <w:rsid w:val="005A7C57"/>
    <w:rsid w:val="005C1F01"/>
    <w:rsid w:val="005E06F2"/>
    <w:rsid w:val="005E1468"/>
    <w:rsid w:val="005E3E61"/>
    <w:rsid w:val="005E7008"/>
    <w:rsid w:val="005F2A75"/>
    <w:rsid w:val="005F3D5F"/>
    <w:rsid w:val="005F7B2E"/>
    <w:rsid w:val="006016B0"/>
    <w:rsid w:val="006070C3"/>
    <w:rsid w:val="0061051B"/>
    <w:rsid w:val="0061253D"/>
    <w:rsid w:val="00617358"/>
    <w:rsid w:val="00617D76"/>
    <w:rsid w:val="006245F9"/>
    <w:rsid w:val="006279BD"/>
    <w:rsid w:val="00630405"/>
    <w:rsid w:val="00634A59"/>
    <w:rsid w:val="006446D6"/>
    <w:rsid w:val="006458AD"/>
    <w:rsid w:val="00656A7F"/>
    <w:rsid w:val="00656FEE"/>
    <w:rsid w:val="00663CFA"/>
    <w:rsid w:val="00667448"/>
    <w:rsid w:val="006866DF"/>
    <w:rsid w:val="00692205"/>
    <w:rsid w:val="006944D9"/>
    <w:rsid w:val="00695E1E"/>
    <w:rsid w:val="006A2FD7"/>
    <w:rsid w:val="006A7184"/>
    <w:rsid w:val="006B6CD1"/>
    <w:rsid w:val="006B7979"/>
    <w:rsid w:val="006C044C"/>
    <w:rsid w:val="006C1747"/>
    <w:rsid w:val="006C6D45"/>
    <w:rsid w:val="006E14C7"/>
    <w:rsid w:val="006E5CC8"/>
    <w:rsid w:val="00701954"/>
    <w:rsid w:val="00703943"/>
    <w:rsid w:val="007046C4"/>
    <w:rsid w:val="00711964"/>
    <w:rsid w:val="00712280"/>
    <w:rsid w:val="007148FF"/>
    <w:rsid w:val="00716BDB"/>
    <w:rsid w:val="00717456"/>
    <w:rsid w:val="00730E66"/>
    <w:rsid w:val="00737DE1"/>
    <w:rsid w:val="00744328"/>
    <w:rsid w:val="00745DB9"/>
    <w:rsid w:val="00751517"/>
    <w:rsid w:val="00757DDE"/>
    <w:rsid w:val="00761B33"/>
    <w:rsid w:val="00764AAC"/>
    <w:rsid w:val="00780402"/>
    <w:rsid w:val="007871C1"/>
    <w:rsid w:val="00787D49"/>
    <w:rsid w:val="0079193B"/>
    <w:rsid w:val="00794A4F"/>
    <w:rsid w:val="007A0AAA"/>
    <w:rsid w:val="007A237E"/>
    <w:rsid w:val="007A5EB4"/>
    <w:rsid w:val="007A6E1C"/>
    <w:rsid w:val="007B4533"/>
    <w:rsid w:val="007C1074"/>
    <w:rsid w:val="007C50D1"/>
    <w:rsid w:val="007C5C24"/>
    <w:rsid w:val="007E2B7F"/>
    <w:rsid w:val="007F3F54"/>
    <w:rsid w:val="007F43E0"/>
    <w:rsid w:val="00801D78"/>
    <w:rsid w:val="008078CF"/>
    <w:rsid w:val="008171AF"/>
    <w:rsid w:val="008201A6"/>
    <w:rsid w:val="008224A8"/>
    <w:rsid w:val="00834278"/>
    <w:rsid w:val="0083465B"/>
    <w:rsid w:val="00835351"/>
    <w:rsid w:val="008366E0"/>
    <w:rsid w:val="008429DC"/>
    <w:rsid w:val="00844D7F"/>
    <w:rsid w:val="00844E1F"/>
    <w:rsid w:val="0085079E"/>
    <w:rsid w:val="00852D9D"/>
    <w:rsid w:val="00853823"/>
    <w:rsid w:val="00857800"/>
    <w:rsid w:val="008625E1"/>
    <w:rsid w:val="0086386E"/>
    <w:rsid w:val="00871847"/>
    <w:rsid w:val="008850B4"/>
    <w:rsid w:val="00885CB6"/>
    <w:rsid w:val="0088698F"/>
    <w:rsid w:val="00894ADF"/>
    <w:rsid w:val="008A6F1F"/>
    <w:rsid w:val="008B101E"/>
    <w:rsid w:val="008B1A76"/>
    <w:rsid w:val="008C3491"/>
    <w:rsid w:val="008C5079"/>
    <w:rsid w:val="008D2B30"/>
    <w:rsid w:val="008D3232"/>
    <w:rsid w:val="008D7633"/>
    <w:rsid w:val="008F2D90"/>
    <w:rsid w:val="00901F09"/>
    <w:rsid w:val="00910883"/>
    <w:rsid w:val="00912074"/>
    <w:rsid w:val="0092580A"/>
    <w:rsid w:val="009262A1"/>
    <w:rsid w:val="0093490C"/>
    <w:rsid w:val="0093664F"/>
    <w:rsid w:val="00943EB0"/>
    <w:rsid w:val="00945CA5"/>
    <w:rsid w:val="009553BC"/>
    <w:rsid w:val="009557EA"/>
    <w:rsid w:val="00963959"/>
    <w:rsid w:val="00963D60"/>
    <w:rsid w:val="0096600A"/>
    <w:rsid w:val="009941A1"/>
    <w:rsid w:val="009B067B"/>
    <w:rsid w:val="009B0D26"/>
    <w:rsid w:val="009B24E0"/>
    <w:rsid w:val="009B2FE3"/>
    <w:rsid w:val="009B4822"/>
    <w:rsid w:val="009B5300"/>
    <w:rsid w:val="009B5DE9"/>
    <w:rsid w:val="009D0CC8"/>
    <w:rsid w:val="009D6C04"/>
    <w:rsid w:val="009E28F9"/>
    <w:rsid w:val="009E7597"/>
    <w:rsid w:val="00A12A8B"/>
    <w:rsid w:val="00A14556"/>
    <w:rsid w:val="00A1600B"/>
    <w:rsid w:val="00A17D84"/>
    <w:rsid w:val="00A22DF2"/>
    <w:rsid w:val="00A23065"/>
    <w:rsid w:val="00A2339E"/>
    <w:rsid w:val="00A24651"/>
    <w:rsid w:val="00A25EB9"/>
    <w:rsid w:val="00A31BAB"/>
    <w:rsid w:val="00A32395"/>
    <w:rsid w:val="00A40AA1"/>
    <w:rsid w:val="00A40AB4"/>
    <w:rsid w:val="00A63EFD"/>
    <w:rsid w:val="00A64B65"/>
    <w:rsid w:val="00A6502B"/>
    <w:rsid w:val="00A661F8"/>
    <w:rsid w:val="00A6672B"/>
    <w:rsid w:val="00A82224"/>
    <w:rsid w:val="00A84BCD"/>
    <w:rsid w:val="00A87496"/>
    <w:rsid w:val="00A878DE"/>
    <w:rsid w:val="00A927D0"/>
    <w:rsid w:val="00A9705C"/>
    <w:rsid w:val="00A97B0A"/>
    <w:rsid w:val="00AA224C"/>
    <w:rsid w:val="00AA6262"/>
    <w:rsid w:val="00AB1EC7"/>
    <w:rsid w:val="00AB3324"/>
    <w:rsid w:val="00AC2450"/>
    <w:rsid w:val="00AD4128"/>
    <w:rsid w:val="00AD664A"/>
    <w:rsid w:val="00AD7705"/>
    <w:rsid w:val="00AD7B27"/>
    <w:rsid w:val="00AE06DB"/>
    <w:rsid w:val="00AF4D1A"/>
    <w:rsid w:val="00B00C8B"/>
    <w:rsid w:val="00B057B0"/>
    <w:rsid w:val="00B11AB7"/>
    <w:rsid w:val="00B233FB"/>
    <w:rsid w:val="00B239B4"/>
    <w:rsid w:val="00B35CD5"/>
    <w:rsid w:val="00B3649B"/>
    <w:rsid w:val="00B3687B"/>
    <w:rsid w:val="00B41B50"/>
    <w:rsid w:val="00B46B26"/>
    <w:rsid w:val="00B47777"/>
    <w:rsid w:val="00B47ADF"/>
    <w:rsid w:val="00B55070"/>
    <w:rsid w:val="00B62ECB"/>
    <w:rsid w:val="00B63C95"/>
    <w:rsid w:val="00B63E35"/>
    <w:rsid w:val="00B84773"/>
    <w:rsid w:val="00B908A8"/>
    <w:rsid w:val="00B92EF0"/>
    <w:rsid w:val="00B93961"/>
    <w:rsid w:val="00B9495D"/>
    <w:rsid w:val="00BA5B2A"/>
    <w:rsid w:val="00BD76B1"/>
    <w:rsid w:val="00BE62B4"/>
    <w:rsid w:val="00BE69F6"/>
    <w:rsid w:val="00BF1C70"/>
    <w:rsid w:val="00BF6132"/>
    <w:rsid w:val="00C02C5D"/>
    <w:rsid w:val="00C144E8"/>
    <w:rsid w:val="00C1470E"/>
    <w:rsid w:val="00C14A00"/>
    <w:rsid w:val="00C16DC6"/>
    <w:rsid w:val="00C173E2"/>
    <w:rsid w:val="00C24B77"/>
    <w:rsid w:val="00C2717C"/>
    <w:rsid w:val="00C30E81"/>
    <w:rsid w:val="00C33A1F"/>
    <w:rsid w:val="00C46D48"/>
    <w:rsid w:val="00C52D3B"/>
    <w:rsid w:val="00C53FE3"/>
    <w:rsid w:val="00C55524"/>
    <w:rsid w:val="00C615A2"/>
    <w:rsid w:val="00C65852"/>
    <w:rsid w:val="00C6732F"/>
    <w:rsid w:val="00C72B49"/>
    <w:rsid w:val="00C75BF0"/>
    <w:rsid w:val="00C77106"/>
    <w:rsid w:val="00C8256E"/>
    <w:rsid w:val="00C87836"/>
    <w:rsid w:val="00C91EE9"/>
    <w:rsid w:val="00C92A2E"/>
    <w:rsid w:val="00C93D91"/>
    <w:rsid w:val="00C966FA"/>
    <w:rsid w:val="00CA1B70"/>
    <w:rsid w:val="00CA66F5"/>
    <w:rsid w:val="00CA6BD1"/>
    <w:rsid w:val="00CB1181"/>
    <w:rsid w:val="00CC15A6"/>
    <w:rsid w:val="00CD018E"/>
    <w:rsid w:val="00CE01A4"/>
    <w:rsid w:val="00CE16F1"/>
    <w:rsid w:val="00CE24B8"/>
    <w:rsid w:val="00CE5038"/>
    <w:rsid w:val="00CE5448"/>
    <w:rsid w:val="00CE5488"/>
    <w:rsid w:val="00CE63E0"/>
    <w:rsid w:val="00CF6534"/>
    <w:rsid w:val="00CF72EF"/>
    <w:rsid w:val="00CF7462"/>
    <w:rsid w:val="00D02378"/>
    <w:rsid w:val="00D03465"/>
    <w:rsid w:val="00D04FE4"/>
    <w:rsid w:val="00D176D6"/>
    <w:rsid w:val="00D20C39"/>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579"/>
    <w:rsid w:val="00DB42D3"/>
    <w:rsid w:val="00DB44DA"/>
    <w:rsid w:val="00DB4ACB"/>
    <w:rsid w:val="00DC032C"/>
    <w:rsid w:val="00DC1F2A"/>
    <w:rsid w:val="00DE3025"/>
    <w:rsid w:val="00DF01CB"/>
    <w:rsid w:val="00DF1C10"/>
    <w:rsid w:val="00DF1EE2"/>
    <w:rsid w:val="00DF6125"/>
    <w:rsid w:val="00E03F6F"/>
    <w:rsid w:val="00E04C83"/>
    <w:rsid w:val="00E14DD8"/>
    <w:rsid w:val="00E155F0"/>
    <w:rsid w:val="00E17E89"/>
    <w:rsid w:val="00E20D4D"/>
    <w:rsid w:val="00E21B57"/>
    <w:rsid w:val="00E22DEF"/>
    <w:rsid w:val="00E2358B"/>
    <w:rsid w:val="00E34020"/>
    <w:rsid w:val="00E3479A"/>
    <w:rsid w:val="00E55F88"/>
    <w:rsid w:val="00E62402"/>
    <w:rsid w:val="00E6313B"/>
    <w:rsid w:val="00E66707"/>
    <w:rsid w:val="00E66783"/>
    <w:rsid w:val="00E67B6A"/>
    <w:rsid w:val="00E76C0B"/>
    <w:rsid w:val="00E76D9B"/>
    <w:rsid w:val="00E77789"/>
    <w:rsid w:val="00E80515"/>
    <w:rsid w:val="00E954AC"/>
    <w:rsid w:val="00E956C0"/>
    <w:rsid w:val="00EA2954"/>
    <w:rsid w:val="00EB511E"/>
    <w:rsid w:val="00EB632F"/>
    <w:rsid w:val="00EC05BF"/>
    <w:rsid w:val="00EC1396"/>
    <w:rsid w:val="00ED222E"/>
    <w:rsid w:val="00EE123F"/>
    <w:rsid w:val="00EE1AF8"/>
    <w:rsid w:val="00EE2776"/>
    <w:rsid w:val="00EF15B4"/>
    <w:rsid w:val="00EF2F06"/>
    <w:rsid w:val="00EF4EB5"/>
    <w:rsid w:val="00F0149D"/>
    <w:rsid w:val="00F05D3F"/>
    <w:rsid w:val="00F069BF"/>
    <w:rsid w:val="00F10E71"/>
    <w:rsid w:val="00F142BE"/>
    <w:rsid w:val="00F222EB"/>
    <w:rsid w:val="00F25601"/>
    <w:rsid w:val="00F27974"/>
    <w:rsid w:val="00F344B8"/>
    <w:rsid w:val="00F35D73"/>
    <w:rsid w:val="00F41966"/>
    <w:rsid w:val="00F445E5"/>
    <w:rsid w:val="00F45D74"/>
    <w:rsid w:val="00F516C4"/>
    <w:rsid w:val="00F6067C"/>
    <w:rsid w:val="00F61445"/>
    <w:rsid w:val="00F71E39"/>
    <w:rsid w:val="00F73478"/>
    <w:rsid w:val="00F77C35"/>
    <w:rsid w:val="00F82E34"/>
    <w:rsid w:val="00F84C8D"/>
    <w:rsid w:val="00F92E9C"/>
    <w:rsid w:val="00FA07A1"/>
    <w:rsid w:val="00FA3E25"/>
    <w:rsid w:val="00FB5A18"/>
    <w:rsid w:val="00FD07B9"/>
    <w:rsid w:val="00FD182E"/>
    <w:rsid w:val="00FD396F"/>
    <w:rsid w:val="00FE1822"/>
    <w:rsid w:val="00FE1C52"/>
    <w:rsid w:val="00FE226B"/>
    <w:rsid w:val="00FE3AB9"/>
    <w:rsid w:val="00FE5718"/>
    <w:rsid w:val="00FE6475"/>
    <w:rsid w:val="00FE7F03"/>
    <w:rsid w:val="00FF051D"/>
    <w:rsid w:val="00FF0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 w:type="character" w:customStyle="1" w:styleId="cf01">
    <w:name w:val="cf01"/>
    <w:basedOn w:val="Absatz-Standardschriftart"/>
    <w:rsid w:val="00A1600B"/>
    <w:rPr>
      <w:rFonts w:ascii="Segoe UI" w:hAnsi="Segoe UI" w:cs="Segoe UI" w:Hint="default"/>
      <w:sz w:val="18"/>
      <w:szCs w:val="18"/>
    </w:rPr>
  </w:style>
  <w:style w:type="paragraph" w:styleId="berarbeitung">
    <w:name w:val="Revision"/>
    <w:hidden/>
    <w:uiPriority w:val="99"/>
    <w:semiHidden/>
    <w:rsid w:val="008224A8"/>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41091">
      <w:bodyDiv w:val="1"/>
      <w:marLeft w:val="0"/>
      <w:marRight w:val="0"/>
      <w:marTop w:val="0"/>
      <w:marBottom w:val="0"/>
      <w:divBdr>
        <w:top w:val="none" w:sz="0" w:space="0" w:color="auto"/>
        <w:left w:val="none" w:sz="0" w:space="0" w:color="auto"/>
        <w:bottom w:val="none" w:sz="0" w:space="0" w:color="auto"/>
        <w:right w:val="none" w:sz="0" w:space="0" w:color="auto"/>
      </w:divBdr>
    </w:div>
    <w:div w:id="32802499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27936713">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921839345">
      <w:bodyDiv w:val="1"/>
      <w:marLeft w:val="0"/>
      <w:marRight w:val="0"/>
      <w:marTop w:val="0"/>
      <w:marBottom w:val="0"/>
      <w:divBdr>
        <w:top w:val="none" w:sz="0" w:space="0" w:color="auto"/>
        <w:left w:val="none" w:sz="0" w:space="0" w:color="auto"/>
        <w:bottom w:val="none" w:sz="0" w:space="0" w:color="auto"/>
        <w:right w:val="none" w:sz="0" w:space="0" w:color="auto"/>
      </w:divBdr>
    </w:div>
    <w:div w:id="949976126">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109620084">
      <w:bodyDiv w:val="1"/>
      <w:marLeft w:val="0"/>
      <w:marRight w:val="0"/>
      <w:marTop w:val="0"/>
      <w:marBottom w:val="0"/>
      <w:divBdr>
        <w:top w:val="none" w:sz="0" w:space="0" w:color="auto"/>
        <w:left w:val="none" w:sz="0" w:space="0" w:color="auto"/>
        <w:bottom w:val="none" w:sz="0" w:space="0" w:color="auto"/>
        <w:right w:val="none" w:sz="0" w:space="0" w:color="auto"/>
      </w:divBdr>
    </w:div>
    <w:div w:id="118432283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59046913">
      <w:bodyDiv w:val="1"/>
      <w:marLeft w:val="0"/>
      <w:marRight w:val="0"/>
      <w:marTop w:val="0"/>
      <w:marBottom w:val="0"/>
      <w:divBdr>
        <w:top w:val="none" w:sz="0" w:space="0" w:color="auto"/>
        <w:left w:val="none" w:sz="0" w:space="0" w:color="auto"/>
        <w:bottom w:val="none" w:sz="0" w:space="0" w:color="auto"/>
        <w:right w:val="none" w:sz="0" w:space="0" w:color="auto"/>
      </w:divBdr>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1505820780">
      <w:bodyDiv w:val="1"/>
      <w:marLeft w:val="0"/>
      <w:marRight w:val="0"/>
      <w:marTop w:val="0"/>
      <w:marBottom w:val="0"/>
      <w:divBdr>
        <w:top w:val="none" w:sz="0" w:space="0" w:color="auto"/>
        <w:left w:val="none" w:sz="0" w:space="0" w:color="auto"/>
        <w:bottom w:val="none" w:sz="0" w:space="0" w:color="auto"/>
        <w:right w:val="none" w:sz="0" w:space="0" w:color="auto"/>
      </w:divBdr>
    </w:div>
    <w:div w:id="1823890335">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481</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3511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2024-09-09T10:10:00Z</dcterms:created>
  <dcterms:modified xsi:type="dcterms:W3CDTF">2024-09-09T10:13:00Z</dcterms:modified>
</cp:coreProperties>
</file>