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1C23AE" w14:textId="00BA60CD" w:rsidR="005E1468" w:rsidRDefault="00F069BF" w:rsidP="005E1468">
      <w:pPr>
        <w:pStyle w:val="berschrift2"/>
      </w:pPr>
      <w:r>
        <w:t>Vielversprechender Start ins Berufsleben</w:t>
      </w:r>
    </w:p>
    <w:p w14:paraId="3A91730C" w14:textId="284D26BB" w:rsidR="00A82224" w:rsidRDefault="0038202F" w:rsidP="00A82224">
      <w:pPr>
        <w:pStyle w:val="berschrift1"/>
      </w:pPr>
      <w:r>
        <w:t xml:space="preserve">22 </w:t>
      </w:r>
      <w:r w:rsidR="004B0261">
        <w:t xml:space="preserve">neue Azubis bei SIEGENIA </w:t>
      </w:r>
      <w:r w:rsidR="00EE2776">
        <w:t xml:space="preserve">in </w:t>
      </w:r>
      <w:r>
        <w:t>Niederdielfen</w:t>
      </w:r>
    </w:p>
    <w:p w14:paraId="1557D23C" w14:textId="77777777" w:rsidR="00AF4D1A" w:rsidRDefault="00AF4D1A" w:rsidP="00AF4D1A">
      <w:bookmarkStart w:id="0" w:name="_Hlk176177364"/>
    </w:p>
    <w:bookmarkEnd w:id="0"/>
    <w:p w14:paraId="7AF9454A" w14:textId="274175CD" w:rsidR="0038202F" w:rsidRDefault="0038202F" w:rsidP="0038202F">
      <w:r>
        <w:t xml:space="preserve">Als bedeutender Ausbildungsbetrieb in der Region legt die SIEGENIA GRUPPE Wert darauf, engagierten Nachwuchskräften zu einem qualifizierten Start ins Berufsleben zu verhelfen. Auch im aktuellen Ausbildungsjahr eröffnet die Unternehmensgruppe dem Fachkräftenachwuchs attraktive berufliche Perspektiven: Am </w:t>
      </w:r>
      <w:r w:rsidR="00177A3F">
        <w:t>2. September</w:t>
      </w:r>
      <w:r>
        <w:t xml:space="preserve"> gingen am Hauptstandort des Unternehmens in Wilnsdorf-Niederdielfen 22 neue Auszubildende </w:t>
      </w:r>
      <w:r w:rsidR="00C8256E">
        <w:t>a</w:t>
      </w:r>
      <w:r>
        <w:t>n den Start</w:t>
      </w:r>
      <w:r w:rsidR="00177A3F">
        <w:t xml:space="preserve"> </w:t>
      </w:r>
      <w:r w:rsidR="00C8256E">
        <w:t>– gegenüber dem Vorjahr erneut eine leichte Steigerung</w:t>
      </w:r>
      <w:r>
        <w:t xml:space="preserve">. Insgesamt stellt das in vierter Generation geführte Familienunternehmen mit seinen weltweit </w:t>
      </w:r>
      <w:r w:rsidRPr="00A1600B">
        <w:t xml:space="preserve">ca. </w:t>
      </w:r>
      <w:r w:rsidRPr="003978A1">
        <w:t>2.800 Mitarbeitenden</w:t>
      </w:r>
      <w:r>
        <w:t xml:space="preserve"> in diesem Jahr </w:t>
      </w:r>
      <w:r w:rsidR="001F0D0E">
        <w:t>fast 30</w:t>
      </w:r>
      <w:r>
        <w:t xml:space="preserve"> Auszubildende ein und beschäftigt damit seit Anfang September </w:t>
      </w:r>
      <w:r w:rsidRPr="003978A1">
        <w:t>über 90 Azubis</w:t>
      </w:r>
      <w:r>
        <w:t xml:space="preserve"> an den drei deutschen Standorten.</w:t>
      </w:r>
      <w:r w:rsidRPr="00D02378">
        <w:t xml:space="preserve"> </w:t>
      </w:r>
    </w:p>
    <w:p w14:paraId="47E4205E" w14:textId="77777777" w:rsidR="0038202F" w:rsidRDefault="0038202F" w:rsidP="0038202F"/>
    <w:p w14:paraId="15BA92FD" w14:textId="0A404435" w:rsidR="0038202F" w:rsidRPr="00F248A8" w:rsidRDefault="0038202F" w:rsidP="0038202F">
      <w:pPr>
        <w:rPr>
          <w:rFonts w:cs="Arial"/>
        </w:rPr>
      </w:pPr>
      <w:r>
        <w:t xml:space="preserve">Ausbildungsleiterin Nina Herter erläutert: „Wir freuen uns darauf, unsere neuen Auszubildenden mit </w:t>
      </w:r>
      <w:r w:rsidRPr="00787D49">
        <w:rPr>
          <w:rFonts w:cs="Arial"/>
        </w:rPr>
        <w:t xml:space="preserve">einer </w:t>
      </w:r>
      <w:r>
        <w:rPr>
          <w:rFonts w:cs="Arial"/>
        </w:rPr>
        <w:t xml:space="preserve">ebenso fundierten wie </w:t>
      </w:r>
      <w:r w:rsidRPr="00787D49">
        <w:rPr>
          <w:rFonts w:cs="Arial"/>
        </w:rPr>
        <w:t>praxisorientierten Berufsausbildung für die Herausforderungen von morgen</w:t>
      </w:r>
      <w:r>
        <w:rPr>
          <w:rFonts w:cs="Arial"/>
        </w:rPr>
        <w:t xml:space="preserve"> zu qualifizieren</w:t>
      </w:r>
      <w:r w:rsidRPr="00787D49">
        <w:rPr>
          <w:rFonts w:cs="Arial"/>
        </w:rPr>
        <w:t>.</w:t>
      </w:r>
      <w:r>
        <w:rPr>
          <w:rFonts w:cs="Arial"/>
        </w:rPr>
        <w:t xml:space="preserve"> Unser erklärtes Ziel ist es,</w:t>
      </w:r>
      <w:r w:rsidRPr="000C20BB">
        <w:t xml:space="preserve"> </w:t>
      </w:r>
      <w:r w:rsidRPr="008850B4">
        <w:t xml:space="preserve">sie in den kommenden Jahren </w:t>
      </w:r>
      <w:r>
        <w:t xml:space="preserve">aktiv </w:t>
      </w:r>
      <w:r w:rsidRPr="008850B4">
        <w:t xml:space="preserve">auf ihrem Weg zu begleiten und </w:t>
      </w:r>
      <w:r>
        <w:t xml:space="preserve">in einer inspirierenden Zusammenarbeit </w:t>
      </w:r>
      <w:r w:rsidRPr="008850B4">
        <w:t>die Zukunft unseres Unternehmens gemeinsam zu gestalten</w:t>
      </w:r>
      <w:r w:rsidRPr="00787D49">
        <w:rPr>
          <w:rFonts w:cs="Arial"/>
        </w:rPr>
        <w:t>.</w:t>
      </w:r>
      <w:r>
        <w:rPr>
          <w:rFonts w:cs="Arial"/>
        </w:rPr>
        <w:t>“</w:t>
      </w:r>
    </w:p>
    <w:p w14:paraId="31A5A969" w14:textId="77777777" w:rsidR="0038202F" w:rsidRDefault="0038202F" w:rsidP="0038202F">
      <w:pPr>
        <w:pStyle w:val="berschrift4"/>
      </w:pPr>
      <w:r>
        <w:t>Den Einstieg leicht gemacht</w:t>
      </w:r>
    </w:p>
    <w:p w14:paraId="1037C7FA" w14:textId="713018AE" w:rsidR="00266B1E" w:rsidRPr="00C8256E" w:rsidRDefault="0038202F" w:rsidP="00266B1E">
      <w:r>
        <w:t xml:space="preserve">Nach einer herzlichen Begrüßung erhielten die neuen Azubis gleich am ersten Tag die Gelegenheit, sich im Rahmen einer </w:t>
      </w:r>
      <w:r w:rsidR="00266B1E">
        <w:t>Werksf</w:t>
      </w:r>
      <w:r>
        <w:t xml:space="preserve">ührung ein lebendiges Bild des Unternehmens zu machen. Die anschließende Kennenlernrunde nutzten sie, um sich mit </w:t>
      </w:r>
      <w:r w:rsidR="00266B1E">
        <w:t>Nina Herter</w:t>
      </w:r>
      <w:r>
        <w:t xml:space="preserve"> über den Ablauf der kommenden Monate und ihre Erwartungen auszutauschen. Während einer zweiwöchigen Phase mit praxisorientierten Tätigkeiten erh</w:t>
      </w:r>
      <w:r w:rsidR="00C8256E">
        <w:t>alt</w:t>
      </w:r>
      <w:r>
        <w:t xml:space="preserve">en die </w:t>
      </w:r>
      <w:r w:rsidR="00266B1E">
        <w:t>jungen</w:t>
      </w:r>
      <w:r>
        <w:t xml:space="preserve"> Nachwuchskräfte zudem erste Einblicke in Produkte und Prozesse. Ein </w:t>
      </w:r>
      <w:r w:rsidR="00C8256E">
        <w:t>echtes</w:t>
      </w:r>
      <w:r>
        <w:t xml:space="preserve"> Highlight wartete Anfang September auf sie, als sie im Rahmen eines dreitägigen Azubiseminars auf die neuen Azubis der Standorte </w:t>
      </w:r>
      <w:r w:rsidR="00266B1E">
        <w:t>Hermeskeil/Reinsfeld</w:t>
      </w:r>
      <w:r>
        <w:t xml:space="preserve"> und Velbert trafen. Mit dem Seminar verfolgt SIEGENIA das Ziel, die </w:t>
      </w:r>
      <w:r w:rsidR="00C8256E">
        <w:t>Berufseinsteiger</w:t>
      </w:r>
      <w:r>
        <w:rPr>
          <w:rFonts w:cs="Arial"/>
          <w:szCs w:val="20"/>
        </w:rPr>
        <w:t xml:space="preserve"> </w:t>
      </w:r>
      <w:r>
        <w:t xml:space="preserve">in einem informativ-unterhaltsamen Rahmen dabei zu unterstützen, dass sie </w:t>
      </w:r>
      <w:r w:rsidRPr="005A6B31">
        <w:rPr>
          <w:rFonts w:cs="Arial"/>
          <w:szCs w:val="20"/>
        </w:rPr>
        <w:t xml:space="preserve">als Team zusammenwachsen und </w:t>
      </w:r>
      <w:r>
        <w:rPr>
          <w:rFonts w:cs="Arial"/>
          <w:szCs w:val="20"/>
        </w:rPr>
        <w:t xml:space="preserve">ihre </w:t>
      </w:r>
      <w:r w:rsidRPr="005A6B31">
        <w:rPr>
          <w:rFonts w:cs="Arial"/>
          <w:szCs w:val="20"/>
        </w:rPr>
        <w:t>soziale</w:t>
      </w:r>
      <w:r>
        <w:rPr>
          <w:rFonts w:cs="Arial"/>
          <w:szCs w:val="20"/>
        </w:rPr>
        <w:t>n</w:t>
      </w:r>
      <w:r w:rsidRPr="005A6B31">
        <w:rPr>
          <w:rFonts w:cs="Arial"/>
          <w:szCs w:val="20"/>
        </w:rPr>
        <w:t xml:space="preserve"> Kompetenzen für den beruflichen Alltag aus</w:t>
      </w:r>
      <w:r>
        <w:rPr>
          <w:rFonts w:cs="Arial"/>
          <w:szCs w:val="20"/>
        </w:rPr>
        <w:t>bauen</w:t>
      </w:r>
      <w:r w:rsidRPr="005A6B31">
        <w:rPr>
          <w:rFonts w:cs="Arial"/>
          <w:szCs w:val="20"/>
        </w:rPr>
        <w:t>.</w:t>
      </w:r>
    </w:p>
    <w:p w14:paraId="10C33BA8" w14:textId="77777777" w:rsidR="0038202F" w:rsidRDefault="0038202F" w:rsidP="0038202F">
      <w:pPr>
        <w:pStyle w:val="berschrift4"/>
      </w:pPr>
      <w:r>
        <w:t>Vielseitiges Ausbildungswesen</w:t>
      </w:r>
    </w:p>
    <w:p w14:paraId="2CD44E03" w14:textId="77777777" w:rsidR="0038202F" w:rsidRPr="00361A11" w:rsidRDefault="0038202F" w:rsidP="0038202F">
      <w:r w:rsidRPr="00EF3FAA">
        <w:rPr>
          <w:rFonts w:cs="Arial"/>
          <w:szCs w:val="20"/>
        </w:rPr>
        <w:t xml:space="preserve">Als Hersteller von </w:t>
      </w:r>
      <w:r>
        <w:rPr>
          <w:szCs w:val="20"/>
        </w:rPr>
        <w:t>Lösungen für Fenster, Türen und Schiebetüren sowie Lüftungs- und Smart-Home-Systeme</w:t>
      </w:r>
      <w:r w:rsidRPr="00EF3FAA">
        <w:rPr>
          <w:rFonts w:cs="Arial"/>
          <w:szCs w:val="20"/>
        </w:rPr>
        <w:t xml:space="preserve"> </w:t>
      </w:r>
      <w:r>
        <w:rPr>
          <w:rFonts w:cs="Arial"/>
          <w:szCs w:val="20"/>
        </w:rPr>
        <w:t xml:space="preserve">verfügt </w:t>
      </w:r>
      <w:r w:rsidRPr="00EF3FAA">
        <w:rPr>
          <w:rFonts w:cs="Arial"/>
          <w:szCs w:val="20"/>
        </w:rPr>
        <w:t xml:space="preserve">die SIEGENIA GRUPPE </w:t>
      </w:r>
      <w:r>
        <w:rPr>
          <w:rFonts w:cs="Arial"/>
          <w:szCs w:val="20"/>
        </w:rPr>
        <w:t xml:space="preserve">über ein breit gefächertes Ausbildungsportfolio. </w:t>
      </w:r>
      <w:r>
        <w:rPr>
          <w:rFonts w:cs="Arial"/>
          <w:szCs w:val="20"/>
        </w:rPr>
        <w:lastRenderedPageBreak/>
        <w:t xml:space="preserve">Insbesondere bei den technischen Berufen, die vom </w:t>
      </w:r>
      <w:r w:rsidRPr="00361A11">
        <w:t>Maschinen- und Anlagenführer</w:t>
      </w:r>
      <w:r>
        <w:t xml:space="preserve"> über </w:t>
      </w:r>
      <w:r w:rsidRPr="00361A11">
        <w:t xml:space="preserve">Technische Produktdesigner </w:t>
      </w:r>
      <w:r>
        <w:t>und Werkzeug</w:t>
      </w:r>
      <w:r w:rsidRPr="00361A11">
        <w:t xml:space="preserve">mechaniker </w:t>
      </w:r>
      <w:r>
        <w:t xml:space="preserve">bis zu </w:t>
      </w:r>
      <w:r w:rsidRPr="00361A11">
        <w:t>Mechatroniker</w:t>
      </w:r>
      <w:r>
        <w:t xml:space="preserve">n reichen, sind die Wahlmöglichkeiten groß. </w:t>
      </w:r>
      <w:r w:rsidRPr="00361A11">
        <w:t xml:space="preserve">Im kaufmännischen Bereich </w:t>
      </w:r>
      <w:r>
        <w:t xml:space="preserve">umfasst </w:t>
      </w:r>
      <w:r w:rsidRPr="00361A11">
        <w:t xml:space="preserve">das Angebot </w:t>
      </w:r>
      <w:r>
        <w:t xml:space="preserve">u. a. </w:t>
      </w:r>
      <w:r w:rsidRPr="00361A11">
        <w:t>Ausbildungen für Industriek</w:t>
      </w:r>
      <w:r>
        <w:t>aufleute, Fachinformatiker mit Fachrichtung Systemintegration</w:t>
      </w:r>
      <w:r w:rsidRPr="00361A11">
        <w:t xml:space="preserve"> </w:t>
      </w:r>
      <w:r>
        <w:t xml:space="preserve">und </w:t>
      </w:r>
      <w:r w:rsidRPr="00361A11">
        <w:t xml:space="preserve">Fachlageristen. </w:t>
      </w:r>
    </w:p>
    <w:p w14:paraId="67C1827C" w14:textId="77777777" w:rsidR="0038202F" w:rsidRDefault="0038202F" w:rsidP="0038202F">
      <w:pPr>
        <w:rPr>
          <w:strike/>
          <w:color w:val="FF0000"/>
        </w:rPr>
      </w:pPr>
    </w:p>
    <w:p w14:paraId="185A47BD" w14:textId="77777777" w:rsidR="00DF6125" w:rsidRDefault="00DF6125" w:rsidP="0038202F">
      <w:pPr>
        <w:rPr>
          <w:strike/>
          <w:color w:val="FF0000"/>
        </w:rPr>
      </w:pPr>
    </w:p>
    <w:p w14:paraId="5DA1FCB7" w14:textId="77777777" w:rsidR="008850B4" w:rsidRPr="008850B4" w:rsidRDefault="008850B4" w:rsidP="003C619A"/>
    <w:p w14:paraId="2439E541" w14:textId="77777777" w:rsidR="008850B4" w:rsidRDefault="008850B4" w:rsidP="008850B4"/>
    <w:p w14:paraId="3E542911" w14:textId="77777777" w:rsidR="008850B4" w:rsidRDefault="008850B4" w:rsidP="008850B4"/>
    <w:p w14:paraId="2E04F38B" w14:textId="77777777" w:rsidR="008850B4" w:rsidRDefault="008850B4" w:rsidP="003C619A">
      <w:pPr>
        <w:rPr>
          <w:strike/>
          <w:color w:val="FF0000"/>
        </w:rPr>
      </w:pPr>
      <w:bookmarkStart w:id="1" w:name="_Hlk176177383"/>
    </w:p>
    <w:p w14:paraId="2E66B0F5" w14:textId="77777777" w:rsidR="007C1074" w:rsidRDefault="007C1074" w:rsidP="003C619A">
      <w:pPr>
        <w:rPr>
          <w:strike/>
          <w:color w:val="FF0000"/>
        </w:rPr>
      </w:pPr>
    </w:p>
    <w:p w14:paraId="07B2B32B" w14:textId="77777777" w:rsidR="00DF6125" w:rsidRDefault="00DF6125" w:rsidP="003C619A">
      <w:pPr>
        <w:rPr>
          <w:strike/>
          <w:color w:val="FF0000"/>
        </w:rPr>
      </w:pPr>
    </w:p>
    <w:bookmarkEnd w:id="1"/>
    <w:p w14:paraId="08692D1C" w14:textId="77777777" w:rsidR="00015FAC" w:rsidRDefault="00015FAC" w:rsidP="003C619A">
      <w:pPr>
        <w:rPr>
          <w:strike/>
          <w:color w:val="FF0000"/>
        </w:rPr>
      </w:pPr>
    </w:p>
    <w:p w14:paraId="76620AE0" w14:textId="447CDE88" w:rsidR="00361A11" w:rsidRDefault="00015FAC" w:rsidP="00361A11">
      <w:pPr>
        <w:pStyle w:val="berschrift4"/>
      </w:pPr>
      <w:r>
        <w:t>B</w:t>
      </w:r>
      <w:r w:rsidR="00361A11">
        <w:t>ildunterschrift</w:t>
      </w:r>
    </w:p>
    <w:p w14:paraId="2A482D36" w14:textId="77777777" w:rsidR="00361A11" w:rsidRDefault="00361A11" w:rsidP="00361A11">
      <w:r>
        <w:t>Bildquelle: SIEGENIA</w:t>
      </w:r>
    </w:p>
    <w:p w14:paraId="2DFB316E" w14:textId="77777777" w:rsidR="00361A11" w:rsidRPr="002A7F37" w:rsidRDefault="00361A11" w:rsidP="00361A11"/>
    <w:p w14:paraId="18A42760" w14:textId="0BA4D9DE" w:rsidR="00361A11" w:rsidRPr="00D129AE" w:rsidRDefault="00361A11" w:rsidP="00361A11">
      <w:pPr>
        <w:rPr>
          <w:bCs/>
          <w:i/>
        </w:rPr>
      </w:pPr>
      <w:r w:rsidRPr="00D129AE">
        <w:rPr>
          <w:bCs/>
          <w:i/>
        </w:rPr>
        <w:t>Motiv: SI</w:t>
      </w:r>
      <w:r>
        <w:rPr>
          <w:bCs/>
          <w:i/>
        </w:rPr>
        <w:t>E</w:t>
      </w:r>
      <w:r w:rsidRPr="00D129AE">
        <w:rPr>
          <w:bCs/>
          <w:i/>
        </w:rPr>
        <w:t>_</w:t>
      </w:r>
      <w:r>
        <w:rPr>
          <w:bCs/>
          <w:i/>
        </w:rPr>
        <w:t>Azubis 202</w:t>
      </w:r>
      <w:r w:rsidR="00DF6125">
        <w:rPr>
          <w:bCs/>
          <w:i/>
        </w:rPr>
        <w:t>4</w:t>
      </w:r>
      <w:r>
        <w:rPr>
          <w:bCs/>
          <w:i/>
        </w:rPr>
        <w:t>_</w:t>
      </w:r>
      <w:r w:rsidR="00EE2776">
        <w:rPr>
          <w:bCs/>
          <w:i/>
        </w:rPr>
        <w:t>Niederdielfen</w:t>
      </w:r>
      <w:r w:rsidRPr="00D129AE">
        <w:rPr>
          <w:bCs/>
          <w:i/>
        </w:rPr>
        <w:t xml:space="preserve">.jpg </w:t>
      </w:r>
    </w:p>
    <w:p w14:paraId="23F628D0" w14:textId="77777777" w:rsidR="00DF6125" w:rsidRPr="00DF6125" w:rsidRDefault="00DF6125" w:rsidP="00DF6125">
      <w:pPr>
        <w:rPr>
          <w:rFonts w:cs="Arial"/>
          <w:color w:val="000000"/>
          <w:szCs w:val="20"/>
        </w:rPr>
      </w:pPr>
      <w:r w:rsidRPr="00DF6125">
        <w:rPr>
          <w:rFonts w:cs="Arial"/>
          <w:color w:val="000000"/>
          <w:szCs w:val="20"/>
        </w:rPr>
        <w:t>Die 22 neuen Auszubildenden bei SIEGENIA in Niederdielfen freuen sich gemeinsam mit ihren Ausbildern über einen vielversprechenden Auftakt ins Berufsleben.</w:t>
      </w:r>
    </w:p>
    <w:p w14:paraId="38DA6DA4" w14:textId="04E8B94C" w:rsidR="00E66707" w:rsidRDefault="00E66707" w:rsidP="009B2FE3">
      <w:pPr>
        <w:rPr>
          <w:rFonts w:cs="Arial"/>
          <w:szCs w:val="20"/>
        </w:rPr>
      </w:pPr>
    </w:p>
    <w:p w14:paraId="6826F57A" w14:textId="77777777" w:rsidR="004751A7" w:rsidRDefault="004751A7" w:rsidP="005E1468"/>
    <w:p w14:paraId="718160DD" w14:textId="1938BF37" w:rsidR="00FE6475" w:rsidRDefault="00FE6475" w:rsidP="005E1468"/>
    <w:p w14:paraId="3142E19D" w14:textId="77777777" w:rsidR="00DF6125" w:rsidRDefault="00DF6125" w:rsidP="005E1468"/>
    <w:p w14:paraId="4C96E2C5" w14:textId="77777777" w:rsidR="00DF6125" w:rsidRDefault="00DF6125" w:rsidP="005E1468"/>
    <w:p w14:paraId="2D39151B" w14:textId="77777777" w:rsidR="00DF6125" w:rsidRDefault="00DF6125" w:rsidP="005E1468"/>
    <w:p w14:paraId="343CC777" w14:textId="77777777" w:rsidR="00DF6125" w:rsidRDefault="00DF6125" w:rsidP="005E1468"/>
    <w:p w14:paraId="0BBE17D0" w14:textId="77777777" w:rsidR="00DF6125" w:rsidRDefault="00DF6125" w:rsidP="005E1468"/>
    <w:p w14:paraId="776EB9D7"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243F61D" w14:textId="77777777" w:rsidTr="0044187A">
        <w:tc>
          <w:tcPr>
            <w:tcW w:w="3348" w:type="dxa"/>
            <w:tcBorders>
              <w:top w:val="nil"/>
              <w:left w:val="nil"/>
              <w:bottom w:val="nil"/>
              <w:right w:val="nil"/>
            </w:tcBorders>
          </w:tcPr>
          <w:p w14:paraId="6DDC5ACC" w14:textId="77777777" w:rsidR="008D7633" w:rsidRPr="0044187A" w:rsidRDefault="008D7633" w:rsidP="007A5EB4">
            <w:pPr>
              <w:pStyle w:val="Formatvorlage2"/>
              <w:rPr>
                <w:u w:val="single"/>
              </w:rPr>
            </w:pPr>
            <w:r w:rsidRPr="0044187A">
              <w:rPr>
                <w:u w:val="single"/>
              </w:rPr>
              <w:t>Herausgeber</w:t>
            </w:r>
          </w:p>
          <w:p w14:paraId="39944151" w14:textId="77777777" w:rsidR="008D7633" w:rsidRDefault="008D7633" w:rsidP="007A5EB4">
            <w:pPr>
              <w:pStyle w:val="Formatvorlage2"/>
            </w:pPr>
            <w:r>
              <w:t xml:space="preserve">SIEGENIA </w:t>
            </w:r>
            <w:r w:rsidR="00486878">
              <w:t>GRUPPE</w:t>
            </w:r>
          </w:p>
          <w:p w14:paraId="079A87FC" w14:textId="77777777" w:rsidR="008D7633" w:rsidRDefault="008D7633" w:rsidP="007A5EB4">
            <w:pPr>
              <w:pStyle w:val="Formatvorlage2"/>
            </w:pPr>
            <w:r>
              <w:t>Marketing-Kommunikation</w:t>
            </w:r>
          </w:p>
          <w:p w14:paraId="4E5F93EE" w14:textId="77777777" w:rsidR="008D7633" w:rsidRDefault="008D7633" w:rsidP="007A5EB4">
            <w:pPr>
              <w:pStyle w:val="Formatvorlage2"/>
            </w:pPr>
            <w:r>
              <w:t>Industriestraße 1</w:t>
            </w:r>
            <w:r w:rsidR="000D0C02">
              <w:t>-</w:t>
            </w:r>
            <w:r>
              <w:t>3</w:t>
            </w:r>
          </w:p>
          <w:p w14:paraId="43BAF2F1" w14:textId="77777777" w:rsidR="008D7633" w:rsidRDefault="008D7633" w:rsidP="007A5EB4">
            <w:pPr>
              <w:pStyle w:val="Formatvorlage2"/>
            </w:pPr>
            <w:r>
              <w:t>D - 57234 Wilnsdorf</w:t>
            </w:r>
          </w:p>
          <w:p w14:paraId="7606ED73" w14:textId="0F5492B4" w:rsidR="008D7633" w:rsidRDefault="00FD182E" w:rsidP="007A5EB4">
            <w:pPr>
              <w:pStyle w:val="Formatvorlage2"/>
            </w:pPr>
            <w:r>
              <w:t xml:space="preserve">Tel.: </w:t>
            </w:r>
            <w:r w:rsidR="008D7633">
              <w:t>+49 271</w:t>
            </w:r>
            <w:r w:rsidR="0088698F">
              <w:t xml:space="preserve"> </w:t>
            </w:r>
            <w:r>
              <w:t>39</w:t>
            </w:r>
            <w:r w:rsidR="008D7633">
              <w:t>31-</w:t>
            </w:r>
            <w:r w:rsidR="00F069BF">
              <w:t>1176</w:t>
            </w:r>
          </w:p>
          <w:p w14:paraId="0D86F0DD"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0CD31313" w14:textId="77777777" w:rsidR="002E59D6" w:rsidRDefault="00510191" w:rsidP="007A5EB4">
            <w:pPr>
              <w:pStyle w:val="Formatvorlage2"/>
            </w:pPr>
            <w:r>
              <w:t>www.siegenia</w:t>
            </w:r>
            <w:r w:rsidR="008D7633">
              <w:t>.</w:t>
            </w:r>
            <w:r>
              <w:t>com</w:t>
            </w:r>
          </w:p>
          <w:p w14:paraId="188F80A5"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446EB05" w14:textId="77777777" w:rsidR="008D7633" w:rsidRPr="0044187A" w:rsidRDefault="008D7633" w:rsidP="007A5EB4">
            <w:pPr>
              <w:pStyle w:val="Formatvorlage2"/>
              <w:rPr>
                <w:u w:val="single"/>
              </w:rPr>
            </w:pPr>
            <w:r w:rsidRPr="0044187A">
              <w:rPr>
                <w:u w:val="single"/>
              </w:rPr>
              <w:t>Redaktion / Ansprechpartner</w:t>
            </w:r>
          </w:p>
          <w:p w14:paraId="3FB2F7AF" w14:textId="77777777" w:rsidR="008D7633" w:rsidRDefault="008D7633" w:rsidP="007A5EB4">
            <w:pPr>
              <w:pStyle w:val="Formatvorlage2"/>
            </w:pPr>
            <w:r>
              <w:t>Kemper Kommunikation</w:t>
            </w:r>
          </w:p>
          <w:p w14:paraId="4FD4B862" w14:textId="77777777" w:rsidR="00122FEC" w:rsidRPr="00C33A1F" w:rsidRDefault="00122FEC" w:rsidP="00122FEC">
            <w:pPr>
              <w:pStyle w:val="Formatvorlage2"/>
            </w:pPr>
            <w:r>
              <w:t xml:space="preserve">Kirsten </w:t>
            </w:r>
            <w:r w:rsidRPr="00C33A1F">
              <w:t xml:space="preserve">Kemper </w:t>
            </w:r>
          </w:p>
          <w:p w14:paraId="2EB27034" w14:textId="77777777" w:rsidR="00122FEC" w:rsidRPr="00C33A1F" w:rsidRDefault="00122FEC" w:rsidP="00122FEC">
            <w:pPr>
              <w:pStyle w:val="Formatvorlage2"/>
            </w:pPr>
            <w:r>
              <w:t>Am Milchbornbach 10</w:t>
            </w:r>
          </w:p>
          <w:p w14:paraId="0E874440"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7651F80E"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41A622C1" w14:textId="77777777" w:rsidR="008D7633" w:rsidRDefault="00716BDB" w:rsidP="007A5EB4">
            <w:pPr>
              <w:pStyle w:val="Formatvorlage2"/>
            </w:pPr>
            <w:r w:rsidRPr="004333E8">
              <w:t>www.kemper-kommunikation.de</w:t>
            </w:r>
          </w:p>
          <w:p w14:paraId="1D900EB9" w14:textId="77777777" w:rsidR="00716BDB" w:rsidRPr="003F183E" w:rsidRDefault="00716BDB" w:rsidP="007A5EB4">
            <w:pPr>
              <w:pStyle w:val="Formatvorlage2"/>
            </w:pPr>
          </w:p>
        </w:tc>
        <w:tc>
          <w:tcPr>
            <w:tcW w:w="1800" w:type="dxa"/>
            <w:tcBorders>
              <w:top w:val="nil"/>
              <w:left w:val="nil"/>
              <w:bottom w:val="nil"/>
              <w:right w:val="nil"/>
            </w:tcBorders>
          </w:tcPr>
          <w:p w14:paraId="3A91830F" w14:textId="77777777" w:rsidR="008D7633" w:rsidRPr="0044187A" w:rsidRDefault="008D7633" w:rsidP="007A5EB4">
            <w:pPr>
              <w:pStyle w:val="Formatvorlage2"/>
              <w:rPr>
                <w:u w:val="single"/>
              </w:rPr>
            </w:pPr>
            <w:r w:rsidRPr="0044187A">
              <w:rPr>
                <w:u w:val="single"/>
              </w:rPr>
              <w:t>Text - Info</w:t>
            </w:r>
          </w:p>
          <w:p w14:paraId="7B5DA499" w14:textId="02AEE357" w:rsidR="008D7633" w:rsidRPr="00C33A1F" w:rsidRDefault="008D7633" w:rsidP="007A5EB4">
            <w:pPr>
              <w:pStyle w:val="Formatvorlage2"/>
            </w:pPr>
            <w:r w:rsidRPr="00C33A1F">
              <w:t>Seite</w:t>
            </w:r>
            <w:r w:rsidR="00DB42D3">
              <w:t>n</w:t>
            </w:r>
            <w:r w:rsidRPr="00C33A1F">
              <w:t xml:space="preserve">: </w:t>
            </w:r>
            <w:r w:rsidR="00DB42D3">
              <w:t>2</w:t>
            </w:r>
          </w:p>
          <w:p w14:paraId="52806CBB" w14:textId="313DA699" w:rsidR="008D7633" w:rsidRPr="00C33A1F" w:rsidRDefault="00E62402" w:rsidP="007A5EB4">
            <w:pPr>
              <w:pStyle w:val="Formatvorlage2"/>
            </w:pPr>
            <w:r>
              <w:t xml:space="preserve">Wörter: </w:t>
            </w:r>
            <w:r w:rsidR="00177A3F">
              <w:t>332</w:t>
            </w:r>
          </w:p>
          <w:p w14:paraId="23D8122F" w14:textId="74F50921" w:rsidR="008D7633" w:rsidRPr="00901F09" w:rsidRDefault="008D7633" w:rsidP="007A5EB4">
            <w:pPr>
              <w:pStyle w:val="Formatvorlage2"/>
            </w:pPr>
            <w:r w:rsidRPr="00C33A1F">
              <w:t xml:space="preserve">Zeichen: </w:t>
            </w:r>
            <w:r w:rsidR="00E62402">
              <w:t xml:space="preserve"> </w:t>
            </w:r>
            <w:r w:rsidR="00DB42D3">
              <w:t>2</w:t>
            </w:r>
            <w:r w:rsidR="00177A3F">
              <w:t xml:space="preserve"> 6</w:t>
            </w:r>
            <w:r w:rsidR="00CE24B8">
              <w:t>1</w:t>
            </w:r>
            <w:r w:rsidR="00177A3F">
              <w:t>7</w:t>
            </w:r>
            <w:r w:rsidRPr="00C33A1F">
              <w:br/>
              <w:t>(</w:t>
            </w:r>
            <w:r w:rsidRPr="00901F09">
              <w:t>mit Leerzeichen)</w:t>
            </w:r>
          </w:p>
          <w:p w14:paraId="333E5D28" w14:textId="77777777" w:rsidR="008D7633" w:rsidRPr="00901F09" w:rsidRDefault="008D7633" w:rsidP="007A5EB4">
            <w:pPr>
              <w:pStyle w:val="Formatvorlage2"/>
            </w:pPr>
          </w:p>
          <w:p w14:paraId="7A889754" w14:textId="7F34B1D4" w:rsidR="008D7633" w:rsidRPr="00C33A1F" w:rsidRDefault="008D7633" w:rsidP="007A5EB4">
            <w:pPr>
              <w:pStyle w:val="Formatvorlage2"/>
            </w:pPr>
            <w:r w:rsidRPr="00901F09">
              <w:t xml:space="preserve">erstellt am: </w:t>
            </w:r>
            <w:r w:rsidR="006070C3" w:rsidRPr="00901F09">
              <w:t>0</w:t>
            </w:r>
            <w:r w:rsidR="00DF6125">
              <w:t>9</w:t>
            </w:r>
            <w:r w:rsidRPr="00901F09">
              <w:t>.</w:t>
            </w:r>
            <w:r w:rsidR="00486878" w:rsidRPr="00901F09">
              <w:t>0</w:t>
            </w:r>
            <w:r w:rsidR="00EE2776" w:rsidRPr="00901F09">
              <w:t>9</w:t>
            </w:r>
            <w:r w:rsidRPr="00901F09">
              <w:t>.20</w:t>
            </w:r>
            <w:r w:rsidR="009B2FE3" w:rsidRPr="00901F09">
              <w:t>2</w:t>
            </w:r>
            <w:r w:rsidR="008850B4">
              <w:t>4</w:t>
            </w:r>
          </w:p>
          <w:p w14:paraId="65225C83" w14:textId="77777777" w:rsidR="008D7633" w:rsidRPr="0044187A" w:rsidRDefault="008D7633" w:rsidP="007A5EB4">
            <w:pPr>
              <w:pStyle w:val="Formatvorlage2"/>
              <w:rPr>
                <w:szCs w:val="20"/>
              </w:rPr>
            </w:pPr>
          </w:p>
        </w:tc>
      </w:tr>
      <w:tr w:rsidR="008D7633" w:rsidRPr="0044187A" w14:paraId="6DFC8AF5" w14:textId="77777777" w:rsidTr="0044187A">
        <w:tc>
          <w:tcPr>
            <w:tcW w:w="8208" w:type="dxa"/>
            <w:gridSpan w:val="3"/>
            <w:tcBorders>
              <w:top w:val="nil"/>
              <w:left w:val="nil"/>
              <w:bottom w:val="nil"/>
              <w:right w:val="nil"/>
            </w:tcBorders>
          </w:tcPr>
          <w:p w14:paraId="34459F49" w14:textId="77777777" w:rsidR="008D7633" w:rsidRPr="003F183E" w:rsidRDefault="008D7633" w:rsidP="007A5EB4">
            <w:pPr>
              <w:pStyle w:val="Formatvorlage2"/>
            </w:pPr>
            <w:r w:rsidRPr="003F183E">
              <w:t>Bei Veröffentlichung von Bild- oder Textmaterial bitten wir um Zusendung eines Belegexemplars.</w:t>
            </w:r>
          </w:p>
        </w:tc>
      </w:tr>
    </w:tbl>
    <w:p w14:paraId="0C6BD83C"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C67DD" w14:textId="77777777" w:rsidR="006E14C7" w:rsidRDefault="006E14C7">
      <w:r>
        <w:separator/>
      </w:r>
    </w:p>
  </w:endnote>
  <w:endnote w:type="continuationSeparator" w:id="0">
    <w:p w14:paraId="02399379" w14:textId="77777777" w:rsidR="006E14C7" w:rsidRDefault="006E1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D27E6" w14:textId="77777777" w:rsidR="003C619A" w:rsidRDefault="003C619A"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8FF4D0" w14:textId="77777777" w:rsidR="006E14C7" w:rsidRDefault="006E14C7">
      <w:r>
        <w:separator/>
      </w:r>
    </w:p>
  </w:footnote>
  <w:footnote w:type="continuationSeparator" w:id="0">
    <w:p w14:paraId="616A4CF1" w14:textId="77777777" w:rsidR="006E14C7" w:rsidRDefault="006E14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644F9" w14:textId="77777777" w:rsidR="003C619A" w:rsidRDefault="003C619A">
    <w:pPr>
      <w:pStyle w:val="Kopfzeile"/>
    </w:pPr>
    <w:r>
      <w:rPr>
        <w:noProof/>
      </w:rPr>
      <w:drawing>
        <wp:anchor distT="0" distB="0" distL="114300" distR="114300" simplePos="0" relativeHeight="251657728" behindDoc="1" locked="0" layoutInCell="1" allowOverlap="1" wp14:anchorId="641E8A54" wp14:editId="02ADB6D9">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115E0E"/>
    <w:multiLevelType w:val="hybridMultilevel"/>
    <w:tmpl w:val="94483C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A5749A"/>
    <w:multiLevelType w:val="hybridMultilevel"/>
    <w:tmpl w:val="11789D0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A526093"/>
    <w:multiLevelType w:val="hybridMultilevel"/>
    <w:tmpl w:val="760289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C437114"/>
    <w:multiLevelType w:val="hybridMultilevel"/>
    <w:tmpl w:val="A4A01E78"/>
    <w:lvl w:ilvl="0" w:tplc="30FA4A84">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7FCD1DD5"/>
    <w:multiLevelType w:val="hybridMultilevel"/>
    <w:tmpl w:val="7B0039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64072803">
    <w:abstractNumId w:val="1"/>
  </w:num>
  <w:num w:numId="2" w16cid:durableId="822039275">
    <w:abstractNumId w:val="0"/>
  </w:num>
  <w:num w:numId="3" w16cid:durableId="2019697405">
    <w:abstractNumId w:val="5"/>
  </w:num>
  <w:num w:numId="4" w16cid:durableId="692074677">
    <w:abstractNumId w:val="4"/>
  </w:num>
  <w:num w:numId="5" w16cid:durableId="1601256500">
    <w:abstractNumId w:val="8"/>
  </w:num>
  <w:num w:numId="6" w16cid:durableId="1880582271">
    <w:abstractNumId w:val="2"/>
  </w:num>
  <w:num w:numId="7" w16cid:durableId="187573000">
    <w:abstractNumId w:val="6"/>
  </w:num>
  <w:num w:numId="8" w16cid:durableId="1887176037">
    <w:abstractNumId w:val="3"/>
  </w:num>
  <w:num w:numId="9" w16cid:durableId="1321498204">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1A7"/>
    <w:rsid w:val="000024D9"/>
    <w:rsid w:val="00003256"/>
    <w:rsid w:val="0001449A"/>
    <w:rsid w:val="0001520C"/>
    <w:rsid w:val="00015FAC"/>
    <w:rsid w:val="00026907"/>
    <w:rsid w:val="00040EBF"/>
    <w:rsid w:val="00064165"/>
    <w:rsid w:val="00066B32"/>
    <w:rsid w:val="000675C7"/>
    <w:rsid w:val="00090045"/>
    <w:rsid w:val="00095303"/>
    <w:rsid w:val="000A1DF0"/>
    <w:rsid w:val="000A5CA3"/>
    <w:rsid w:val="000B756D"/>
    <w:rsid w:val="000D0C02"/>
    <w:rsid w:val="000D2A27"/>
    <w:rsid w:val="000D4874"/>
    <w:rsid w:val="000E424C"/>
    <w:rsid w:val="000E6021"/>
    <w:rsid w:val="000F2936"/>
    <w:rsid w:val="000F3CBD"/>
    <w:rsid w:val="000F565C"/>
    <w:rsid w:val="000F67C4"/>
    <w:rsid w:val="000F7846"/>
    <w:rsid w:val="001025BB"/>
    <w:rsid w:val="0010792E"/>
    <w:rsid w:val="001128F1"/>
    <w:rsid w:val="00122F20"/>
    <w:rsid w:val="00122FEC"/>
    <w:rsid w:val="00134E1F"/>
    <w:rsid w:val="00137BD1"/>
    <w:rsid w:val="00144823"/>
    <w:rsid w:val="00145B48"/>
    <w:rsid w:val="001529E6"/>
    <w:rsid w:val="00156B0C"/>
    <w:rsid w:val="00166476"/>
    <w:rsid w:val="00166FB7"/>
    <w:rsid w:val="00171C51"/>
    <w:rsid w:val="00177A3F"/>
    <w:rsid w:val="001B7003"/>
    <w:rsid w:val="001C39FF"/>
    <w:rsid w:val="001D26E4"/>
    <w:rsid w:val="001E0780"/>
    <w:rsid w:val="001E1DA6"/>
    <w:rsid w:val="001E51E5"/>
    <w:rsid w:val="001E7201"/>
    <w:rsid w:val="001F0D0E"/>
    <w:rsid w:val="001F3432"/>
    <w:rsid w:val="002046D3"/>
    <w:rsid w:val="00253494"/>
    <w:rsid w:val="00254A9B"/>
    <w:rsid w:val="00255FE8"/>
    <w:rsid w:val="0026221D"/>
    <w:rsid w:val="00266B1E"/>
    <w:rsid w:val="00272508"/>
    <w:rsid w:val="00272C13"/>
    <w:rsid w:val="002755A9"/>
    <w:rsid w:val="002769DE"/>
    <w:rsid w:val="002819C3"/>
    <w:rsid w:val="002A202C"/>
    <w:rsid w:val="002A7F37"/>
    <w:rsid w:val="002B55C4"/>
    <w:rsid w:val="002C00E2"/>
    <w:rsid w:val="002C36FE"/>
    <w:rsid w:val="002C5A66"/>
    <w:rsid w:val="002C6D41"/>
    <w:rsid w:val="002D047B"/>
    <w:rsid w:val="002D3AE2"/>
    <w:rsid w:val="002E48B5"/>
    <w:rsid w:val="002E5376"/>
    <w:rsid w:val="002E59D6"/>
    <w:rsid w:val="002E70AB"/>
    <w:rsid w:val="002F18BB"/>
    <w:rsid w:val="002F466F"/>
    <w:rsid w:val="002F5A44"/>
    <w:rsid w:val="003026C1"/>
    <w:rsid w:val="003058D8"/>
    <w:rsid w:val="0031150D"/>
    <w:rsid w:val="003136F5"/>
    <w:rsid w:val="00324F84"/>
    <w:rsid w:val="00326F7E"/>
    <w:rsid w:val="00350ACA"/>
    <w:rsid w:val="003514C3"/>
    <w:rsid w:val="00357C43"/>
    <w:rsid w:val="00361A11"/>
    <w:rsid w:val="00364DEF"/>
    <w:rsid w:val="00375A48"/>
    <w:rsid w:val="0038202F"/>
    <w:rsid w:val="0038244F"/>
    <w:rsid w:val="0038276B"/>
    <w:rsid w:val="0038499F"/>
    <w:rsid w:val="003914C5"/>
    <w:rsid w:val="00392D5F"/>
    <w:rsid w:val="00394EC6"/>
    <w:rsid w:val="003A0F0D"/>
    <w:rsid w:val="003A1BA5"/>
    <w:rsid w:val="003B17CE"/>
    <w:rsid w:val="003C53CD"/>
    <w:rsid w:val="003C619A"/>
    <w:rsid w:val="003D30ED"/>
    <w:rsid w:val="003D41C9"/>
    <w:rsid w:val="003D61A2"/>
    <w:rsid w:val="003E0D26"/>
    <w:rsid w:val="003E378F"/>
    <w:rsid w:val="003F021A"/>
    <w:rsid w:val="004057FE"/>
    <w:rsid w:val="00415E71"/>
    <w:rsid w:val="004176D4"/>
    <w:rsid w:val="00420F79"/>
    <w:rsid w:val="004333E8"/>
    <w:rsid w:val="0044187A"/>
    <w:rsid w:val="00446899"/>
    <w:rsid w:val="00447689"/>
    <w:rsid w:val="0046235C"/>
    <w:rsid w:val="004629AD"/>
    <w:rsid w:val="004751A7"/>
    <w:rsid w:val="004766AD"/>
    <w:rsid w:val="004806AF"/>
    <w:rsid w:val="00480DC0"/>
    <w:rsid w:val="00486878"/>
    <w:rsid w:val="004954A7"/>
    <w:rsid w:val="004A46AC"/>
    <w:rsid w:val="004A5693"/>
    <w:rsid w:val="004B0261"/>
    <w:rsid w:val="004B62AB"/>
    <w:rsid w:val="004B6B4B"/>
    <w:rsid w:val="004C4FDA"/>
    <w:rsid w:val="004C503A"/>
    <w:rsid w:val="004E057A"/>
    <w:rsid w:val="004E2322"/>
    <w:rsid w:val="004E2BD7"/>
    <w:rsid w:val="004E3AF9"/>
    <w:rsid w:val="00510191"/>
    <w:rsid w:val="005254BE"/>
    <w:rsid w:val="00552DC0"/>
    <w:rsid w:val="0055550C"/>
    <w:rsid w:val="00563E60"/>
    <w:rsid w:val="00584195"/>
    <w:rsid w:val="00590725"/>
    <w:rsid w:val="00592833"/>
    <w:rsid w:val="005A0560"/>
    <w:rsid w:val="005A214B"/>
    <w:rsid w:val="005A3974"/>
    <w:rsid w:val="005A5DC6"/>
    <w:rsid w:val="005A6A38"/>
    <w:rsid w:val="005A6B31"/>
    <w:rsid w:val="005A7C57"/>
    <w:rsid w:val="005C1F01"/>
    <w:rsid w:val="005E06F2"/>
    <w:rsid w:val="005E1468"/>
    <w:rsid w:val="005E3E61"/>
    <w:rsid w:val="005E7008"/>
    <w:rsid w:val="005F2A75"/>
    <w:rsid w:val="005F3D5F"/>
    <w:rsid w:val="005F7B2E"/>
    <w:rsid w:val="006016B0"/>
    <w:rsid w:val="006070C3"/>
    <w:rsid w:val="0061051B"/>
    <w:rsid w:val="0061253D"/>
    <w:rsid w:val="00617358"/>
    <w:rsid w:val="00617D76"/>
    <w:rsid w:val="006245F9"/>
    <w:rsid w:val="006279BD"/>
    <w:rsid w:val="00630405"/>
    <w:rsid w:val="00634A59"/>
    <w:rsid w:val="006446D6"/>
    <w:rsid w:val="006458AD"/>
    <w:rsid w:val="00656A7F"/>
    <w:rsid w:val="00656FEE"/>
    <w:rsid w:val="00663CFA"/>
    <w:rsid w:val="00667448"/>
    <w:rsid w:val="006866DF"/>
    <w:rsid w:val="00692205"/>
    <w:rsid w:val="006944D9"/>
    <w:rsid w:val="00695E1E"/>
    <w:rsid w:val="006A2FD7"/>
    <w:rsid w:val="006A7184"/>
    <w:rsid w:val="006B6CD1"/>
    <w:rsid w:val="006B7979"/>
    <w:rsid w:val="006C044C"/>
    <w:rsid w:val="006C1747"/>
    <w:rsid w:val="006C6D45"/>
    <w:rsid w:val="006E14C7"/>
    <w:rsid w:val="006E5CC8"/>
    <w:rsid w:val="00701954"/>
    <w:rsid w:val="00703943"/>
    <w:rsid w:val="007046C4"/>
    <w:rsid w:val="00711964"/>
    <w:rsid w:val="00712280"/>
    <w:rsid w:val="007148FF"/>
    <w:rsid w:val="00716BDB"/>
    <w:rsid w:val="00717456"/>
    <w:rsid w:val="00730E66"/>
    <w:rsid w:val="00737DE1"/>
    <w:rsid w:val="00744328"/>
    <w:rsid w:val="00745DB9"/>
    <w:rsid w:val="00751517"/>
    <w:rsid w:val="00757DDE"/>
    <w:rsid w:val="00761B33"/>
    <w:rsid w:val="00764AAC"/>
    <w:rsid w:val="00780402"/>
    <w:rsid w:val="007871C1"/>
    <w:rsid w:val="00787D49"/>
    <w:rsid w:val="0079193B"/>
    <w:rsid w:val="00794A4F"/>
    <w:rsid w:val="007A0AAA"/>
    <w:rsid w:val="007A237E"/>
    <w:rsid w:val="007A5EB4"/>
    <w:rsid w:val="007A6E1C"/>
    <w:rsid w:val="007B4533"/>
    <w:rsid w:val="007C1074"/>
    <w:rsid w:val="007C50D1"/>
    <w:rsid w:val="007C5C24"/>
    <w:rsid w:val="007E2B7F"/>
    <w:rsid w:val="007F3F54"/>
    <w:rsid w:val="007F43E0"/>
    <w:rsid w:val="00801D78"/>
    <w:rsid w:val="008078CF"/>
    <w:rsid w:val="008171AF"/>
    <w:rsid w:val="008201A6"/>
    <w:rsid w:val="008224A8"/>
    <w:rsid w:val="00834278"/>
    <w:rsid w:val="0083465B"/>
    <w:rsid w:val="00835351"/>
    <w:rsid w:val="008366E0"/>
    <w:rsid w:val="008429DC"/>
    <w:rsid w:val="00844D7F"/>
    <w:rsid w:val="00844E1F"/>
    <w:rsid w:val="0085079E"/>
    <w:rsid w:val="00852D9D"/>
    <w:rsid w:val="00853823"/>
    <w:rsid w:val="00857800"/>
    <w:rsid w:val="008625E1"/>
    <w:rsid w:val="0086386E"/>
    <w:rsid w:val="00871847"/>
    <w:rsid w:val="008850B4"/>
    <w:rsid w:val="00885CB6"/>
    <w:rsid w:val="0088698F"/>
    <w:rsid w:val="00894ADF"/>
    <w:rsid w:val="008A6F1F"/>
    <w:rsid w:val="008B101E"/>
    <w:rsid w:val="008B1A76"/>
    <w:rsid w:val="008C3491"/>
    <w:rsid w:val="008C5079"/>
    <w:rsid w:val="008D2B30"/>
    <w:rsid w:val="008D3232"/>
    <w:rsid w:val="008D7633"/>
    <w:rsid w:val="008F2D90"/>
    <w:rsid w:val="00901F09"/>
    <w:rsid w:val="00910883"/>
    <w:rsid w:val="00912074"/>
    <w:rsid w:val="0092580A"/>
    <w:rsid w:val="009262A1"/>
    <w:rsid w:val="0093490C"/>
    <w:rsid w:val="0093664F"/>
    <w:rsid w:val="00943EB0"/>
    <w:rsid w:val="00945CA5"/>
    <w:rsid w:val="009553BC"/>
    <w:rsid w:val="009557EA"/>
    <w:rsid w:val="00963959"/>
    <w:rsid w:val="00963D60"/>
    <w:rsid w:val="0096600A"/>
    <w:rsid w:val="009941A1"/>
    <w:rsid w:val="009B067B"/>
    <w:rsid w:val="009B0D26"/>
    <w:rsid w:val="009B24E0"/>
    <w:rsid w:val="009B2FE3"/>
    <w:rsid w:val="009B4822"/>
    <w:rsid w:val="009B5300"/>
    <w:rsid w:val="009B5DE9"/>
    <w:rsid w:val="009D0CC8"/>
    <w:rsid w:val="009D6C04"/>
    <w:rsid w:val="009E28F9"/>
    <w:rsid w:val="009E7597"/>
    <w:rsid w:val="00A12A8B"/>
    <w:rsid w:val="00A14556"/>
    <w:rsid w:val="00A1600B"/>
    <w:rsid w:val="00A17D84"/>
    <w:rsid w:val="00A22DF2"/>
    <w:rsid w:val="00A23065"/>
    <w:rsid w:val="00A2339E"/>
    <w:rsid w:val="00A24651"/>
    <w:rsid w:val="00A25EB9"/>
    <w:rsid w:val="00A31BAB"/>
    <w:rsid w:val="00A32395"/>
    <w:rsid w:val="00A40AA1"/>
    <w:rsid w:val="00A40AB4"/>
    <w:rsid w:val="00A63EFD"/>
    <w:rsid w:val="00A64B65"/>
    <w:rsid w:val="00A6502B"/>
    <w:rsid w:val="00A661F8"/>
    <w:rsid w:val="00A6672B"/>
    <w:rsid w:val="00A82224"/>
    <w:rsid w:val="00A84BCD"/>
    <w:rsid w:val="00A87496"/>
    <w:rsid w:val="00A878DE"/>
    <w:rsid w:val="00A927D0"/>
    <w:rsid w:val="00A9705C"/>
    <w:rsid w:val="00A97B0A"/>
    <w:rsid w:val="00AA224C"/>
    <w:rsid w:val="00AA6262"/>
    <w:rsid w:val="00AB1EC7"/>
    <w:rsid w:val="00AB3324"/>
    <w:rsid w:val="00AC2450"/>
    <w:rsid w:val="00AD4128"/>
    <w:rsid w:val="00AD664A"/>
    <w:rsid w:val="00AD7705"/>
    <w:rsid w:val="00AD7B27"/>
    <w:rsid w:val="00AE06DB"/>
    <w:rsid w:val="00AF4D1A"/>
    <w:rsid w:val="00B00C8B"/>
    <w:rsid w:val="00B057B0"/>
    <w:rsid w:val="00B11AB7"/>
    <w:rsid w:val="00B233FB"/>
    <w:rsid w:val="00B239B4"/>
    <w:rsid w:val="00B35CD5"/>
    <w:rsid w:val="00B3649B"/>
    <w:rsid w:val="00B3687B"/>
    <w:rsid w:val="00B41B50"/>
    <w:rsid w:val="00B46B26"/>
    <w:rsid w:val="00B47777"/>
    <w:rsid w:val="00B47ADF"/>
    <w:rsid w:val="00B55070"/>
    <w:rsid w:val="00B62ECB"/>
    <w:rsid w:val="00B63C95"/>
    <w:rsid w:val="00B63E35"/>
    <w:rsid w:val="00B84773"/>
    <w:rsid w:val="00B908A8"/>
    <w:rsid w:val="00B92EF0"/>
    <w:rsid w:val="00B93961"/>
    <w:rsid w:val="00B9495D"/>
    <w:rsid w:val="00BA5B2A"/>
    <w:rsid w:val="00BD76B1"/>
    <w:rsid w:val="00BE62B4"/>
    <w:rsid w:val="00BE69F6"/>
    <w:rsid w:val="00BF1C70"/>
    <w:rsid w:val="00BF6132"/>
    <w:rsid w:val="00C02C5D"/>
    <w:rsid w:val="00C144E8"/>
    <w:rsid w:val="00C1470E"/>
    <w:rsid w:val="00C14A00"/>
    <w:rsid w:val="00C16DC6"/>
    <w:rsid w:val="00C173E2"/>
    <w:rsid w:val="00C24B77"/>
    <w:rsid w:val="00C2717C"/>
    <w:rsid w:val="00C30E81"/>
    <w:rsid w:val="00C33A1F"/>
    <w:rsid w:val="00C46D48"/>
    <w:rsid w:val="00C52D3B"/>
    <w:rsid w:val="00C53FE3"/>
    <w:rsid w:val="00C55524"/>
    <w:rsid w:val="00C615A2"/>
    <w:rsid w:val="00C65852"/>
    <w:rsid w:val="00C6732F"/>
    <w:rsid w:val="00C72B49"/>
    <w:rsid w:val="00C75BF0"/>
    <w:rsid w:val="00C77106"/>
    <w:rsid w:val="00C8256E"/>
    <w:rsid w:val="00C87836"/>
    <w:rsid w:val="00C91EE9"/>
    <w:rsid w:val="00C92A2E"/>
    <w:rsid w:val="00C93D91"/>
    <w:rsid w:val="00C966FA"/>
    <w:rsid w:val="00CA1B70"/>
    <w:rsid w:val="00CA66F5"/>
    <w:rsid w:val="00CA6BD1"/>
    <w:rsid w:val="00CB1181"/>
    <w:rsid w:val="00CC15A6"/>
    <w:rsid w:val="00CD018E"/>
    <w:rsid w:val="00CE01A4"/>
    <w:rsid w:val="00CE16F1"/>
    <w:rsid w:val="00CE24B8"/>
    <w:rsid w:val="00CE5038"/>
    <w:rsid w:val="00CE5448"/>
    <w:rsid w:val="00CE5488"/>
    <w:rsid w:val="00CE63E0"/>
    <w:rsid w:val="00CF6534"/>
    <w:rsid w:val="00CF72EF"/>
    <w:rsid w:val="00CF7462"/>
    <w:rsid w:val="00D02378"/>
    <w:rsid w:val="00D03465"/>
    <w:rsid w:val="00D04FE4"/>
    <w:rsid w:val="00D176D6"/>
    <w:rsid w:val="00D20C39"/>
    <w:rsid w:val="00D313A4"/>
    <w:rsid w:val="00D32108"/>
    <w:rsid w:val="00D41D8A"/>
    <w:rsid w:val="00D45693"/>
    <w:rsid w:val="00D47D4E"/>
    <w:rsid w:val="00D55DC3"/>
    <w:rsid w:val="00D5689A"/>
    <w:rsid w:val="00D57457"/>
    <w:rsid w:val="00D60582"/>
    <w:rsid w:val="00D64F60"/>
    <w:rsid w:val="00D94244"/>
    <w:rsid w:val="00DA2153"/>
    <w:rsid w:val="00DA2662"/>
    <w:rsid w:val="00DA3C42"/>
    <w:rsid w:val="00DB0579"/>
    <w:rsid w:val="00DB42D3"/>
    <w:rsid w:val="00DB44DA"/>
    <w:rsid w:val="00DB4ACB"/>
    <w:rsid w:val="00DC032C"/>
    <w:rsid w:val="00DC1F2A"/>
    <w:rsid w:val="00DE3025"/>
    <w:rsid w:val="00DF01CB"/>
    <w:rsid w:val="00DF1C10"/>
    <w:rsid w:val="00DF1EE2"/>
    <w:rsid w:val="00DF6125"/>
    <w:rsid w:val="00E03F6F"/>
    <w:rsid w:val="00E04C83"/>
    <w:rsid w:val="00E14DD8"/>
    <w:rsid w:val="00E155F0"/>
    <w:rsid w:val="00E17E89"/>
    <w:rsid w:val="00E20D4D"/>
    <w:rsid w:val="00E21B57"/>
    <w:rsid w:val="00E22DEF"/>
    <w:rsid w:val="00E2358B"/>
    <w:rsid w:val="00E34020"/>
    <w:rsid w:val="00E3479A"/>
    <w:rsid w:val="00E55F88"/>
    <w:rsid w:val="00E62402"/>
    <w:rsid w:val="00E6313B"/>
    <w:rsid w:val="00E66707"/>
    <w:rsid w:val="00E66783"/>
    <w:rsid w:val="00E67B6A"/>
    <w:rsid w:val="00E76C0B"/>
    <w:rsid w:val="00E76D9B"/>
    <w:rsid w:val="00E77789"/>
    <w:rsid w:val="00E80515"/>
    <w:rsid w:val="00E954AC"/>
    <w:rsid w:val="00E956C0"/>
    <w:rsid w:val="00EA2954"/>
    <w:rsid w:val="00EB511E"/>
    <w:rsid w:val="00EB632F"/>
    <w:rsid w:val="00EC05BF"/>
    <w:rsid w:val="00EC1396"/>
    <w:rsid w:val="00ED222E"/>
    <w:rsid w:val="00EE123F"/>
    <w:rsid w:val="00EE1AF8"/>
    <w:rsid w:val="00EE2776"/>
    <w:rsid w:val="00EF15B4"/>
    <w:rsid w:val="00EF2F06"/>
    <w:rsid w:val="00EF4EB5"/>
    <w:rsid w:val="00F0149D"/>
    <w:rsid w:val="00F05D3F"/>
    <w:rsid w:val="00F069BF"/>
    <w:rsid w:val="00F10E71"/>
    <w:rsid w:val="00F142BE"/>
    <w:rsid w:val="00F222EB"/>
    <w:rsid w:val="00F25601"/>
    <w:rsid w:val="00F27974"/>
    <w:rsid w:val="00F344B8"/>
    <w:rsid w:val="00F35D73"/>
    <w:rsid w:val="00F41966"/>
    <w:rsid w:val="00F445E5"/>
    <w:rsid w:val="00F45D74"/>
    <w:rsid w:val="00F516C4"/>
    <w:rsid w:val="00F6067C"/>
    <w:rsid w:val="00F61445"/>
    <w:rsid w:val="00F71E39"/>
    <w:rsid w:val="00F73478"/>
    <w:rsid w:val="00F77C35"/>
    <w:rsid w:val="00F82E34"/>
    <w:rsid w:val="00F84C8D"/>
    <w:rsid w:val="00F92E9C"/>
    <w:rsid w:val="00FA07A1"/>
    <w:rsid w:val="00FA3E25"/>
    <w:rsid w:val="00FB5A18"/>
    <w:rsid w:val="00FD07B9"/>
    <w:rsid w:val="00FD182E"/>
    <w:rsid w:val="00FD396F"/>
    <w:rsid w:val="00FE1822"/>
    <w:rsid w:val="00FE1C52"/>
    <w:rsid w:val="00FE226B"/>
    <w:rsid w:val="00FE3AB9"/>
    <w:rsid w:val="00FE5718"/>
    <w:rsid w:val="00FE6475"/>
    <w:rsid w:val="00FE7F03"/>
    <w:rsid w:val="00FF051D"/>
    <w:rsid w:val="00FF0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021614"/>
  <w15:docId w15:val="{7CE6F6D1-321E-4720-BA7C-B57CF1B30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4751A7"/>
    <w:rPr>
      <w:rFonts w:ascii="Arial" w:hAnsi="Arial"/>
      <w:b/>
      <w:bCs/>
      <w:sz w:val="24"/>
      <w:szCs w:val="28"/>
    </w:rPr>
  </w:style>
  <w:style w:type="paragraph" w:styleId="KeinLeerraum">
    <w:name w:val="No Spacing"/>
    <w:uiPriority w:val="1"/>
    <w:qFormat/>
    <w:rsid w:val="004751A7"/>
    <w:rPr>
      <w:rFonts w:ascii="Arial" w:eastAsiaTheme="minorHAnsi" w:hAnsi="Arial" w:cstheme="minorBidi"/>
      <w:szCs w:val="22"/>
      <w:lang w:eastAsia="en-US"/>
    </w:rPr>
  </w:style>
  <w:style w:type="character" w:styleId="BesuchterLink">
    <w:name w:val="FollowedHyperlink"/>
    <w:basedOn w:val="Absatz-Standardschriftart"/>
    <w:semiHidden/>
    <w:unhideWhenUsed/>
    <w:rsid w:val="00590725"/>
    <w:rPr>
      <w:color w:val="800080" w:themeColor="followedHyperlink"/>
      <w:u w:val="single"/>
    </w:rPr>
  </w:style>
  <w:style w:type="paragraph" w:styleId="StandardWeb">
    <w:name w:val="Normal (Web)"/>
    <w:basedOn w:val="Standard"/>
    <w:uiPriority w:val="99"/>
    <w:semiHidden/>
    <w:unhideWhenUsed/>
    <w:rsid w:val="00590725"/>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590725"/>
    <w:rPr>
      <w:b/>
      <w:bCs/>
    </w:rPr>
  </w:style>
  <w:style w:type="character" w:styleId="Hervorhebung">
    <w:name w:val="Emphasis"/>
    <w:basedOn w:val="Absatz-Standardschriftart"/>
    <w:uiPriority w:val="20"/>
    <w:qFormat/>
    <w:rsid w:val="009B2FE3"/>
    <w:rPr>
      <w:i/>
      <w:iCs/>
    </w:rPr>
  </w:style>
  <w:style w:type="character" w:customStyle="1" w:styleId="cf01">
    <w:name w:val="cf01"/>
    <w:basedOn w:val="Absatz-Standardschriftart"/>
    <w:rsid w:val="00A1600B"/>
    <w:rPr>
      <w:rFonts w:ascii="Segoe UI" w:hAnsi="Segoe UI" w:cs="Segoe UI" w:hint="default"/>
      <w:sz w:val="18"/>
      <w:szCs w:val="18"/>
    </w:rPr>
  </w:style>
  <w:style w:type="paragraph" w:styleId="berarbeitung">
    <w:name w:val="Revision"/>
    <w:hidden/>
    <w:uiPriority w:val="99"/>
    <w:semiHidden/>
    <w:rsid w:val="008224A8"/>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41091">
      <w:bodyDiv w:val="1"/>
      <w:marLeft w:val="0"/>
      <w:marRight w:val="0"/>
      <w:marTop w:val="0"/>
      <w:marBottom w:val="0"/>
      <w:divBdr>
        <w:top w:val="none" w:sz="0" w:space="0" w:color="auto"/>
        <w:left w:val="none" w:sz="0" w:space="0" w:color="auto"/>
        <w:bottom w:val="none" w:sz="0" w:space="0" w:color="auto"/>
        <w:right w:val="none" w:sz="0" w:space="0" w:color="auto"/>
      </w:divBdr>
    </w:div>
    <w:div w:id="328024993">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76790432">
      <w:bodyDiv w:val="1"/>
      <w:marLeft w:val="0"/>
      <w:marRight w:val="0"/>
      <w:marTop w:val="0"/>
      <w:marBottom w:val="0"/>
      <w:divBdr>
        <w:top w:val="none" w:sz="0" w:space="0" w:color="auto"/>
        <w:left w:val="none" w:sz="0" w:space="0" w:color="auto"/>
        <w:bottom w:val="none" w:sz="0" w:space="0" w:color="auto"/>
        <w:right w:val="none" w:sz="0" w:space="0" w:color="auto"/>
      </w:divBdr>
    </w:div>
    <w:div w:id="827936713">
      <w:bodyDiv w:val="1"/>
      <w:marLeft w:val="0"/>
      <w:marRight w:val="0"/>
      <w:marTop w:val="0"/>
      <w:marBottom w:val="0"/>
      <w:divBdr>
        <w:top w:val="none" w:sz="0" w:space="0" w:color="auto"/>
        <w:left w:val="none" w:sz="0" w:space="0" w:color="auto"/>
        <w:bottom w:val="none" w:sz="0" w:space="0" w:color="auto"/>
        <w:right w:val="none" w:sz="0" w:space="0" w:color="auto"/>
      </w:divBdr>
    </w:div>
    <w:div w:id="876117745">
      <w:bodyDiv w:val="1"/>
      <w:marLeft w:val="0"/>
      <w:marRight w:val="0"/>
      <w:marTop w:val="0"/>
      <w:marBottom w:val="0"/>
      <w:divBdr>
        <w:top w:val="none" w:sz="0" w:space="0" w:color="auto"/>
        <w:left w:val="none" w:sz="0" w:space="0" w:color="auto"/>
        <w:bottom w:val="none" w:sz="0" w:space="0" w:color="auto"/>
        <w:right w:val="none" w:sz="0" w:space="0" w:color="auto"/>
      </w:divBdr>
    </w:div>
    <w:div w:id="921839345">
      <w:bodyDiv w:val="1"/>
      <w:marLeft w:val="0"/>
      <w:marRight w:val="0"/>
      <w:marTop w:val="0"/>
      <w:marBottom w:val="0"/>
      <w:divBdr>
        <w:top w:val="none" w:sz="0" w:space="0" w:color="auto"/>
        <w:left w:val="none" w:sz="0" w:space="0" w:color="auto"/>
        <w:bottom w:val="none" w:sz="0" w:space="0" w:color="auto"/>
        <w:right w:val="none" w:sz="0" w:space="0" w:color="auto"/>
      </w:divBdr>
    </w:div>
    <w:div w:id="949976126">
      <w:bodyDiv w:val="1"/>
      <w:marLeft w:val="0"/>
      <w:marRight w:val="0"/>
      <w:marTop w:val="0"/>
      <w:marBottom w:val="0"/>
      <w:divBdr>
        <w:top w:val="none" w:sz="0" w:space="0" w:color="auto"/>
        <w:left w:val="none" w:sz="0" w:space="0" w:color="auto"/>
        <w:bottom w:val="none" w:sz="0" w:space="0" w:color="auto"/>
        <w:right w:val="none" w:sz="0" w:space="0" w:color="auto"/>
      </w:divBdr>
    </w:div>
    <w:div w:id="1044451334">
      <w:bodyDiv w:val="1"/>
      <w:marLeft w:val="0"/>
      <w:marRight w:val="0"/>
      <w:marTop w:val="0"/>
      <w:marBottom w:val="0"/>
      <w:divBdr>
        <w:top w:val="none" w:sz="0" w:space="0" w:color="auto"/>
        <w:left w:val="none" w:sz="0" w:space="0" w:color="auto"/>
        <w:bottom w:val="none" w:sz="0" w:space="0" w:color="auto"/>
        <w:right w:val="none" w:sz="0" w:space="0" w:color="auto"/>
      </w:divBdr>
    </w:div>
    <w:div w:id="1109620084">
      <w:bodyDiv w:val="1"/>
      <w:marLeft w:val="0"/>
      <w:marRight w:val="0"/>
      <w:marTop w:val="0"/>
      <w:marBottom w:val="0"/>
      <w:divBdr>
        <w:top w:val="none" w:sz="0" w:space="0" w:color="auto"/>
        <w:left w:val="none" w:sz="0" w:space="0" w:color="auto"/>
        <w:bottom w:val="none" w:sz="0" w:space="0" w:color="auto"/>
        <w:right w:val="none" w:sz="0" w:space="0" w:color="auto"/>
      </w:divBdr>
    </w:div>
    <w:div w:id="118432283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59046913">
      <w:bodyDiv w:val="1"/>
      <w:marLeft w:val="0"/>
      <w:marRight w:val="0"/>
      <w:marTop w:val="0"/>
      <w:marBottom w:val="0"/>
      <w:divBdr>
        <w:top w:val="none" w:sz="0" w:space="0" w:color="auto"/>
        <w:left w:val="none" w:sz="0" w:space="0" w:color="auto"/>
        <w:bottom w:val="none" w:sz="0" w:space="0" w:color="auto"/>
        <w:right w:val="none" w:sz="0" w:space="0" w:color="auto"/>
      </w:divBdr>
    </w:div>
    <w:div w:id="1382093166">
      <w:bodyDiv w:val="1"/>
      <w:marLeft w:val="0"/>
      <w:marRight w:val="0"/>
      <w:marTop w:val="0"/>
      <w:marBottom w:val="0"/>
      <w:divBdr>
        <w:top w:val="none" w:sz="0" w:space="0" w:color="auto"/>
        <w:left w:val="none" w:sz="0" w:space="0" w:color="auto"/>
        <w:bottom w:val="none" w:sz="0" w:space="0" w:color="auto"/>
        <w:right w:val="none" w:sz="0" w:space="0" w:color="auto"/>
      </w:divBdr>
    </w:div>
    <w:div w:id="1505820780">
      <w:bodyDiv w:val="1"/>
      <w:marLeft w:val="0"/>
      <w:marRight w:val="0"/>
      <w:marTop w:val="0"/>
      <w:marBottom w:val="0"/>
      <w:divBdr>
        <w:top w:val="none" w:sz="0" w:space="0" w:color="auto"/>
        <w:left w:val="none" w:sz="0" w:space="0" w:color="auto"/>
        <w:bottom w:val="none" w:sz="0" w:space="0" w:color="auto"/>
        <w:right w:val="none" w:sz="0" w:space="0" w:color="auto"/>
      </w:divBdr>
    </w:div>
    <w:div w:id="1823890335">
      <w:bodyDiv w:val="1"/>
      <w:marLeft w:val="0"/>
      <w:marRight w:val="0"/>
      <w:marTop w:val="0"/>
      <w:marBottom w:val="0"/>
      <w:divBdr>
        <w:top w:val="none" w:sz="0" w:space="0" w:color="auto"/>
        <w:left w:val="none" w:sz="0" w:space="0" w:color="auto"/>
        <w:bottom w:val="none" w:sz="0" w:space="0" w:color="auto"/>
        <w:right w:val="none" w:sz="0" w:space="0" w:color="auto"/>
      </w:divBdr>
    </w:div>
    <w:div w:id="2015188389">
      <w:bodyDiv w:val="1"/>
      <w:marLeft w:val="0"/>
      <w:marRight w:val="0"/>
      <w:marTop w:val="0"/>
      <w:marBottom w:val="0"/>
      <w:divBdr>
        <w:top w:val="none" w:sz="0" w:space="0" w:color="auto"/>
        <w:left w:val="none" w:sz="0" w:space="0" w:color="auto"/>
        <w:bottom w:val="none" w:sz="0" w:space="0" w:color="auto"/>
        <w:right w:val="none" w:sz="0" w:space="0" w:color="auto"/>
      </w:divBdr>
      <w:divsChild>
        <w:div w:id="1518303944">
          <w:marLeft w:val="0"/>
          <w:marRight w:val="0"/>
          <w:marTop w:val="0"/>
          <w:marBottom w:val="0"/>
          <w:divBdr>
            <w:top w:val="none" w:sz="0" w:space="0" w:color="auto"/>
            <w:left w:val="none" w:sz="0" w:space="0" w:color="auto"/>
            <w:bottom w:val="none" w:sz="0" w:space="0" w:color="auto"/>
            <w:right w:val="none" w:sz="0" w:space="0" w:color="auto"/>
          </w:divBdr>
          <w:divsChild>
            <w:div w:id="1939215694">
              <w:marLeft w:val="0"/>
              <w:marRight w:val="0"/>
              <w:marTop w:val="0"/>
              <w:marBottom w:val="0"/>
              <w:divBdr>
                <w:top w:val="none" w:sz="0" w:space="0" w:color="auto"/>
                <w:left w:val="none" w:sz="0" w:space="0" w:color="auto"/>
                <w:bottom w:val="none" w:sz="0" w:space="0" w:color="auto"/>
                <w:right w:val="none" w:sz="0" w:space="0" w:color="auto"/>
              </w:divBdr>
              <w:divsChild>
                <w:div w:id="816217647">
                  <w:marLeft w:val="0"/>
                  <w:marRight w:val="0"/>
                  <w:marTop w:val="0"/>
                  <w:marBottom w:val="0"/>
                  <w:divBdr>
                    <w:top w:val="none" w:sz="0" w:space="0" w:color="auto"/>
                    <w:left w:val="none" w:sz="0" w:space="0" w:color="auto"/>
                    <w:bottom w:val="none" w:sz="0" w:space="0" w:color="auto"/>
                    <w:right w:val="none" w:sz="0" w:space="0" w:color="auto"/>
                  </w:divBdr>
                  <w:divsChild>
                    <w:div w:id="1776288955">
                      <w:marLeft w:val="0"/>
                      <w:marRight w:val="0"/>
                      <w:marTop w:val="0"/>
                      <w:marBottom w:val="0"/>
                      <w:divBdr>
                        <w:top w:val="none" w:sz="0" w:space="0" w:color="auto"/>
                        <w:left w:val="none" w:sz="0" w:space="0" w:color="auto"/>
                        <w:bottom w:val="none" w:sz="0" w:space="0" w:color="auto"/>
                        <w:right w:val="none" w:sz="0" w:space="0" w:color="auto"/>
                      </w:divBdr>
                    </w:div>
                    <w:div w:id="2552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62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0F6F5-B940-4979-80DD-A8F94A6A0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481</Words>
  <Characters>3037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3511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2024-09-09T10:10:00Z</dcterms:created>
  <dcterms:modified xsi:type="dcterms:W3CDTF">2024-09-09T10:13:00Z</dcterms:modified>
</cp:coreProperties>
</file>