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1F351" w14:textId="51AA41A3" w:rsidR="005E1468" w:rsidRDefault="009141E5" w:rsidP="005E1468">
      <w:pPr>
        <w:pStyle w:val="berschrift2"/>
      </w:pPr>
      <w:r>
        <w:t xml:space="preserve">Exploring the night sky </w:t>
      </w:r>
    </w:p>
    <w:p w14:paraId="4DA01C67" w14:textId="6441B23F" w:rsidR="00A82224" w:rsidRDefault="009141E5" w:rsidP="00A82224">
      <w:pPr>
        <w:pStyle w:val="berschrift1"/>
      </w:pPr>
      <w:r>
        <w:t xml:space="preserve">Mobile planetarium at SIEGENIA captivates 220 children from the region</w:t>
      </w:r>
    </w:p>
    <w:p w14:paraId="126E7B2E" w14:textId="77777777" w:rsidR="005E1468" w:rsidRPr="00B55070" w:rsidRDefault="005E1468" w:rsidP="005E1468"/>
    <w:p w14:paraId="33784C6F" w14:textId="30173425" w:rsidR="00A82224" w:rsidRDefault="0006223E" w:rsidP="005E1468">
      <w:r>
        <w:t xml:space="preserve">SIEGENIA has sparked the spirit of discovery in children with an unusual campaign: working in partnership with the company's daycare facility, SIEGENIA Kids, the company invited children from the region to visit a mobile planetarium over two days at the end of October. More than 200 young guests were transported to the fascinating world of astronomy and space science in an inflatable dome tent at the SIEGENIA training centre. Alongside the children from the daycare centre and many of the company's employees, SIEGENIA also invited children from local nurseries and primary schools. This gesture was intended to strengthen and nurture existing partnerships.</w:t>
      </w:r>
    </w:p>
    <w:p w14:paraId="322E4221" w14:textId="535D515F" w:rsidR="0006223E" w:rsidRDefault="00A451BE" w:rsidP="00A451BE">
      <w:pPr>
        <w:pStyle w:val="berschrift4"/>
      </w:pPr>
      <w:r>
        <w:t xml:space="preserve">Discovering the night sky, seasons and planets</w:t>
      </w:r>
    </w:p>
    <w:p w14:paraId="7EBD42FB" w14:textId="08A3EFF4" w:rsidR="0006223E" w:rsidRPr="00B55070" w:rsidRDefault="0036754D" w:rsidP="00F6067C">
      <w:pPr>
        <w:rPr>
          <w:szCs w:val="20"/>
        </w:rPr>
      </w:pPr>
      <w:r>
        <w:t xml:space="preserve">The children worked in small groups for almost an hour, learning how to use the stars to navigate, identify the seasons and locate constellations and planets. They also learnt about the movements of the sun and moon. "We wanted to use this visit to the mobile planetarium to introduce children between the ages of 5 and 11 to the fields of maths, IT, science, technology and sustainable development in a fun and engaging way and give them child-friendly access to these subjects, which are so important for the future. The enthralled expressions on their faces at the end of the events were a clear sign that we had been successful," says Nina Herter, Head of Training at SIEGENIA. </w:t>
      </w:r>
    </w:p>
    <w:p w14:paraId="3FE3D5E8" w14:textId="77777777" w:rsidR="00F6067C" w:rsidRDefault="00F6067C" w:rsidP="00FD16CB">
      <w:pPr>
        <w:rPr>
          <w:rFonts w:cs="Arial"/>
          <w:szCs w:val="20"/>
        </w:rPr>
      </w:pPr>
    </w:p>
    <w:p w14:paraId="3F044BEE" w14:textId="77777777" w:rsidR="00A451BE" w:rsidRDefault="00A451BE" w:rsidP="00FD16CB">
      <w:pPr>
        <w:rPr>
          <w:rFonts w:cs="Arial"/>
          <w:szCs w:val="20"/>
        </w:rPr>
      </w:pPr>
    </w:p>
    <w:p w14:paraId="39057174" w14:textId="77777777" w:rsidR="00C15DA3" w:rsidRPr="00FD16CB" w:rsidRDefault="00C15DA3" w:rsidP="00FD16CB">
      <w:pPr>
        <w:rPr>
          <w:rFonts w:cs="Arial"/>
          <w:szCs w:val="20"/>
        </w:rPr>
      </w:pPr>
    </w:p>
    <w:p w14:paraId="7010BC5D" w14:textId="77777777" w:rsidR="00FD16CB" w:rsidRDefault="00FD16CB" w:rsidP="00FD16CB">
      <w:pPr>
        <w:rPr>
          <w:rFonts w:cs="Arial"/>
          <w:szCs w:val="20"/>
        </w:rPr>
      </w:pPr>
    </w:p>
    <w:p w14:paraId="14B1100B" w14:textId="51F1F64A" w:rsidR="00FD16CB" w:rsidRPr="00B55070" w:rsidRDefault="00FD16CB" w:rsidP="005E1468"/>
    <w:p w14:paraId="5825A0B7" w14:textId="77777777" w:rsidR="005F3D5F" w:rsidRDefault="005F3D5F" w:rsidP="005E1468"/>
    <w:p w14:paraId="3DA378B5" w14:textId="77777777" w:rsidR="00C12C21" w:rsidRDefault="00C12C21" w:rsidP="005E1468"/>
    <w:p w14:paraId="369367E5" w14:textId="77777777" w:rsidR="005E1468" w:rsidRDefault="005E1468" w:rsidP="005A7C57">
      <w:pPr>
        <w:pStyle w:val="berschrift4"/>
      </w:pPr>
      <w:r>
        <w:t xml:space="preserve">Captions</w:t>
      </w:r>
    </w:p>
    <w:p w14:paraId="500586BF" w14:textId="77777777" w:rsidR="002A7F37" w:rsidRDefault="002A7F37" w:rsidP="002A7F37">
      <w:r>
        <w:t xml:space="preserve">Image database: SIEGENIA</w:t>
      </w:r>
    </w:p>
    <w:p w14:paraId="7F0F1CF5" w14:textId="77777777" w:rsidR="002A7F37" w:rsidRPr="002A7F37" w:rsidRDefault="002A7F37" w:rsidP="002A7F37"/>
    <w:p w14:paraId="01D6DF77" w14:textId="7799C298" w:rsidR="005E1468" w:rsidRPr="00D129AE" w:rsidRDefault="005E1468" w:rsidP="005E1468">
      <w:pPr>
        <w:rPr>
          <w:bCs/>
          <w:i/>
        </w:rPr>
      </w:pPr>
      <w:r>
        <w:rPr>
          <w:bCs/>
          <w:i/>
        </w:rPr>
        <w:t xml:space="preserve">Image I: SIE_mobiles Planetarium_Presse02.jpg </w:t>
      </w:r>
    </w:p>
    <w:p w14:paraId="2B478078" w14:textId="2FA28E10" w:rsidR="005E1468" w:rsidRPr="00D129AE" w:rsidRDefault="00C12C21" w:rsidP="005E1468">
      <w:r>
        <w:t xml:space="preserve">Working in partnership with its company daycare facility, SIEGENIA invited children from the region to visit a mobile planetarium at the end of October.</w:t>
      </w:r>
    </w:p>
    <w:p w14:paraId="711843D3" w14:textId="77777777" w:rsidR="005E1468" w:rsidRDefault="005E1468" w:rsidP="005E1468"/>
    <w:p w14:paraId="4AEEEA64" w14:textId="373FF996" w:rsidR="005E1468" w:rsidRPr="00D129AE" w:rsidRDefault="005E1468" w:rsidP="005E1468">
      <w:pPr>
        <w:rPr>
          <w:bCs/>
          <w:i/>
        </w:rPr>
      </w:pPr>
      <w:r>
        <w:rPr>
          <w:bCs/>
          <w:i/>
        </w:rPr>
        <w:t xml:space="preserve">Image II: SIE_ mobiles Planetarium_Presse01.jpg </w:t>
      </w:r>
    </w:p>
    <w:p w14:paraId="4AA2D82B" w14:textId="1AF1E273" w:rsidR="005E1468" w:rsidRDefault="00C12C21" w:rsidP="005E1468">
      <w:r>
        <w:t xml:space="preserve">More than 200 young guests were transported to the fascinating world of astronomy and space science at the SIEGENIA training centre.</w:t>
      </w:r>
    </w:p>
    <w:p w14:paraId="6EA62884" w14:textId="77777777" w:rsidR="00C12C21" w:rsidRDefault="00C12C21" w:rsidP="005E1468"/>
    <w:p w14:paraId="57215A4C" w14:textId="1534F90F" w:rsidR="00C12C21" w:rsidRPr="00D129AE" w:rsidRDefault="00C12C21" w:rsidP="00C12C21">
      <w:pPr>
        <w:rPr>
          <w:bCs/>
          <w:i/>
        </w:rPr>
      </w:pPr>
      <w:r>
        <w:rPr>
          <w:bCs/>
          <w:i/>
        </w:rPr>
        <w:t xml:space="preserve">Image III: SIE_ mobiles Planetarium_Presse03.jpg </w:t>
      </w:r>
    </w:p>
    <w:p w14:paraId="6C8AAEB1" w14:textId="05AE8003" w:rsidR="00C12C21" w:rsidRPr="00D129AE" w:rsidRDefault="00C12C21" w:rsidP="005E1468">
      <w:r>
        <w:t xml:space="preserve">SIEGENIA used the visit to the mobile planetarium to introduce children to the fields of maths, IT, science, technology and sustainable development in a fun and engaging way.</w:t>
      </w:r>
    </w:p>
    <w:p w14:paraId="644BBB4B" w14:textId="77777777" w:rsidR="005E1468" w:rsidRDefault="005E1468" w:rsidP="005E1468"/>
    <w:p w14:paraId="40048DFC" w14:textId="77777777" w:rsidR="00C12C21" w:rsidRDefault="00C12C21" w:rsidP="005E1468"/>
    <w:p w14:paraId="09735830" w14:textId="77777777" w:rsidR="00C12C21" w:rsidRDefault="00C12C21" w:rsidP="005E1468"/>
    <w:p w14:paraId="34498871" w14:textId="77777777" w:rsidR="00C12C21" w:rsidRDefault="00C12C21" w:rsidP="005E1468"/>
    <w:p w14:paraId="73BECC0E" w14:textId="77777777" w:rsidR="00C12C21" w:rsidRDefault="00C12C21" w:rsidP="005E1468"/>
    <w:p w14:paraId="7AF939BA" w14:textId="77777777" w:rsidR="00C12C21" w:rsidRDefault="00C12C21" w:rsidP="005E1468"/>
    <w:p w14:paraId="4EB839D9" w14:textId="77777777" w:rsidR="00C12C21" w:rsidRDefault="00C12C21" w:rsidP="005E1468"/>
    <w:p w14:paraId="6B941EFF" w14:textId="77777777" w:rsidR="00C12C21" w:rsidRDefault="00C12C21" w:rsidP="005E1468"/>
    <w:p w14:paraId="788463E2" w14:textId="77777777" w:rsidR="00C12C21" w:rsidRDefault="00C12C21" w:rsidP="005E1468"/>
    <w:p w14:paraId="20CBFF78"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2FA4D1F" w14:textId="77777777" w:rsidTr="0044187A">
        <w:tc>
          <w:tcPr>
            <w:tcW w:w="3348" w:type="dxa"/>
            <w:tcBorders>
              <w:top w:val="nil"/>
              <w:left w:val="nil"/>
              <w:bottom w:val="nil"/>
              <w:right w:val="nil"/>
            </w:tcBorders>
          </w:tcPr>
          <w:p w14:paraId="4D1469AC" w14:textId="77777777" w:rsidR="008D7633" w:rsidRPr="0044187A" w:rsidRDefault="008D7633" w:rsidP="007A5EB4">
            <w:pPr>
              <w:pStyle w:val="Formatvorlage2"/>
              <w:rPr>
                <w:u w:val="single"/>
              </w:rPr>
            </w:pPr>
            <w:r>
              <w:rPr>
                <w:u w:val="single"/>
              </w:rPr>
              <w:t xml:space="preserve">Publisher</w:t>
            </w:r>
          </w:p>
          <w:p w14:paraId="2326C57A" w14:textId="77777777" w:rsidR="008D7633" w:rsidRDefault="008D7633" w:rsidP="007A5EB4">
            <w:pPr>
              <w:pStyle w:val="Formatvorlage2"/>
            </w:pPr>
            <w:r>
              <w:t xml:space="preserve">SIEGENIA GROUP</w:t>
            </w:r>
          </w:p>
          <w:p w14:paraId="21729291" w14:textId="77777777" w:rsidR="008D7633" w:rsidRDefault="008D7633" w:rsidP="007A5EB4">
            <w:pPr>
              <w:pStyle w:val="Formatvorlage2"/>
            </w:pPr>
            <w:r>
              <w:t xml:space="preserve">Marketing Communications</w:t>
            </w:r>
          </w:p>
          <w:p w14:paraId="436D95D3" w14:textId="77777777" w:rsidR="006161A2" w:rsidRDefault="006161A2" w:rsidP="006161A2">
            <w:pPr>
              <w:pStyle w:val="Formatvorlage2"/>
            </w:pPr>
            <w:r>
              <w:t xml:space="preserve">Industriestraße 1 - 3</w:t>
            </w:r>
          </w:p>
          <w:p w14:paraId="5E198EA0" w14:textId="77777777" w:rsidR="008D7633" w:rsidRDefault="008D7633" w:rsidP="007A5EB4">
            <w:pPr>
              <w:pStyle w:val="Formatvorlage2"/>
            </w:pPr>
            <w:r>
              <w:t xml:space="preserve">D-57234 Wilnsdorf, Germany</w:t>
            </w:r>
          </w:p>
          <w:p w14:paraId="15817B33" w14:textId="77777777" w:rsidR="008D7633" w:rsidRDefault="00FD182E" w:rsidP="007A5EB4">
            <w:pPr>
              <w:pStyle w:val="Formatvorlage2"/>
            </w:pPr>
            <w:r>
              <w:t xml:space="preserve">Tel.: +49 271 3931-1176</w:t>
            </w:r>
          </w:p>
          <w:p w14:paraId="23601CA9" w14:textId="77777777" w:rsidR="008D7633" w:rsidRPr="00392D5F" w:rsidRDefault="0088698F" w:rsidP="007A5EB4">
            <w:pPr>
              <w:pStyle w:val="Formatvorlage2"/>
            </w:pPr>
            <w:r>
              <w:t xml:space="preserve">E-mail: pr@siegenia.com</w:t>
            </w:r>
          </w:p>
          <w:p w14:paraId="39383DA9" w14:textId="77777777" w:rsidR="002E59D6" w:rsidRDefault="00510191" w:rsidP="007A5EB4">
            <w:pPr>
              <w:pStyle w:val="Formatvorlage2"/>
            </w:pPr>
            <w:r>
              <w:t xml:space="preserve">www.siegenia.com</w:t>
            </w:r>
          </w:p>
          <w:p w14:paraId="3DA2541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77FB139" w14:textId="77777777" w:rsidR="008D7633" w:rsidRPr="0044187A" w:rsidRDefault="008D7633" w:rsidP="007A5EB4">
            <w:pPr>
              <w:pStyle w:val="Formatvorlage2"/>
              <w:rPr>
                <w:u w:val="single"/>
              </w:rPr>
            </w:pPr>
            <w:r>
              <w:rPr>
                <w:u w:val="single"/>
              </w:rPr>
              <w:t xml:space="preserve">Edited by / Contact</w:t>
            </w:r>
          </w:p>
          <w:p w14:paraId="18BE8F28" w14:textId="77777777" w:rsidR="008D7633" w:rsidRDefault="008D7633" w:rsidP="007A5EB4">
            <w:pPr>
              <w:pStyle w:val="Formatvorlage2"/>
            </w:pPr>
            <w:r>
              <w:t xml:space="preserve">Kemper Kommunikation</w:t>
            </w:r>
          </w:p>
          <w:p w14:paraId="6186B4E4" w14:textId="77777777" w:rsidR="00122FEC" w:rsidRPr="00C33A1F" w:rsidRDefault="00122FEC" w:rsidP="00122FEC">
            <w:pPr>
              <w:pStyle w:val="Formatvorlage2"/>
            </w:pPr>
            <w:r>
              <w:t xml:space="preserve">Kirsten Kemper </w:t>
            </w:r>
          </w:p>
          <w:p w14:paraId="07D673FC" w14:textId="77777777" w:rsidR="00122FEC" w:rsidRPr="00C33A1F" w:rsidRDefault="00122FEC" w:rsidP="00122FEC">
            <w:pPr>
              <w:pStyle w:val="Formatvorlage2"/>
            </w:pPr>
            <w:r>
              <w:t xml:space="preserve">Am Milchbornbach 10</w:t>
            </w:r>
          </w:p>
          <w:p w14:paraId="492C4644" w14:textId="77777777" w:rsidR="00122FEC" w:rsidRPr="00C33A1F" w:rsidRDefault="00122FEC" w:rsidP="00122FEC">
            <w:pPr>
              <w:pStyle w:val="Formatvorlage2"/>
            </w:pPr>
            <w:r>
              <w:t xml:space="preserve">D-51429 Bergisch Gladbach</w:t>
              <w:br/>
              <w:t xml:space="preserve">Tel.: +49 2204 9644808</w:t>
            </w:r>
          </w:p>
          <w:p w14:paraId="42906FA0" w14:textId="77777777" w:rsidR="008D7633" w:rsidRPr="00C55524" w:rsidRDefault="0088698F" w:rsidP="007A5EB4">
            <w:pPr>
              <w:pStyle w:val="Formatvorlage2"/>
              <w:rPr>
                <w:lang w:val="it-IT"/>
              </w:rPr>
            </w:pPr>
            <w:r>
              <w:t xml:space="preserve">E-mail: info@kemper-kommunikation.de</w:t>
            </w:r>
          </w:p>
          <w:p w14:paraId="3A172D8F" w14:textId="77777777" w:rsidR="008D7633" w:rsidRDefault="00716BDB" w:rsidP="007A5EB4">
            <w:pPr>
              <w:pStyle w:val="Formatvorlage2"/>
            </w:pPr>
            <w:r>
              <w:t xml:space="preserve">www.kemper-kommunikation.de</w:t>
            </w:r>
          </w:p>
          <w:p w14:paraId="263B9806" w14:textId="77777777" w:rsidR="00716BDB" w:rsidRPr="003F183E" w:rsidRDefault="00716BDB" w:rsidP="007A5EB4">
            <w:pPr>
              <w:pStyle w:val="Formatvorlage2"/>
            </w:pPr>
          </w:p>
        </w:tc>
        <w:tc>
          <w:tcPr>
            <w:tcW w:w="1800" w:type="dxa"/>
            <w:tcBorders>
              <w:top w:val="nil"/>
              <w:left w:val="nil"/>
              <w:bottom w:val="nil"/>
              <w:right w:val="nil"/>
            </w:tcBorders>
          </w:tcPr>
          <w:p w14:paraId="5743E62F" w14:textId="77777777" w:rsidR="008D7633" w:rsidRPr="00C51A8E" w:rsidRDefault="008D7633" w:rsidP="007A5EB4">
            <w:pPr>
              <w:pStyle w:val="Formatvorlage2"/>
              <w:rPr>
                <w:u w:val="single"/>
              </w:rPr>
            </w:pPr>
            <w:r>
              <w:rPr>
                <w:u w:val="single"/>
              </w:rPr>
              <w:t xml:space="preserve">Text Information</w:t>
            </w:r>
          </w:p>
          <w:p w14:paraId="62E28844" w14:textId="6F170E98" w:rsidR="008D7633" w:rsidRPr="00C51A8E" w:rsidRDefault="008D7633" w:rsidP="007A5EB4">
            <w:pPr>
              <w:pStyle w:val="Formatvorlage2"/>
            </w:pPr>
            <w:r>
              <w:t xml:space="preserve">Pages: 1</w:t>
            </w:r>
          </w:p>
          <w:p w14:paraId="279287D3" w14:textId="0F4E3E62" w:rsidR="008D7633" w:rsidRPr="00C51A8E" w:rsidRDefault="008D7633" w:rsidP="007A5EB4">
            <w:pPr>
              <w:pStyle w:val="Formatvorlage2"/>
            </w:pPr>
            <w:r>
              <w:t xml:space="preserve">Words: 241</w:t>
            </w:r>
          </w:p>
          <w:p w14:paraId="3B716B71" w14:textId="00C56DF2" w:rsidR="008D7633" w:rsidRPr="00C51A8E" w:rsidRDefault="008D7633" w:rsidP="007A5EB4">
            <w:pPr>
              <w:pStyle w:val="Formatvorlage2"/>
            </w:pPr>
            <w:r>
              <w:t xml:space="preserve">Characters: 1 483</w:t>
              <w:br/>
              <w:t xml:space="preserve">(with spaces)</w:t>
            </w:r>
          </w:p>
          <w:p w14:paraId="093393F6" w14:textId="77777777" w:rsidR="008D7633" w:rsidRPr="00C51A8E" w:rsidRDefault="008D7633" w:rsidP="007A5EB4">
            <w:pPr>
              <w:pStyle w:val="Formatvorlage2"/>
            </w:pPr>
          </w:p>
          <w:p w14:paraId="1AC009E7" w14:textId="64A0C8F2" w:rsidR="008D7633" w:rsidRPr="00C33A1F" w:rsidRDefault="008D7633" w:rsidP="007A5EB4">
            <w:pPr>
              <w:pStyle w:val="Formatvorlage2"/>
            </w:pPr>
            <w:r>
              <w:t xml:space="preserve">Created: 2023-11-07</w:t>
            </w:r>
          </w:p>
          <w:p w14:paraId="5448ABF9" w14:textId="77777777" w:rsidR="008D7633" w:rsidRPr="0044187A" w:rsidRDefault="008D7633" w:rsidP="007A5EB4">
            <w:pPr>
              <w:pStyle w:val="Formatvorlage2"/>
              <w:rPr>
                <w:szCs w:val="20"/>
              </w:rPr>
            </w:pPr>
          </w:p>
        </w:tc>
      </w:tr>
      <w:tr w:rsidR="008D7633" w:rsidRPr="0044187A" w14:paraId="18304DFA" w14:textId="77777777" w:rsidTr="0044187A">
        <w:tc>
          <w:tcPr>
            <w:tcW w:w="8208" w:type="dxa"/>
            <w:gridSpan w:val="3"/>
            <w:tcBorders>
              <w:top w:val="nil"/>
              <w:left w:val="nil"/>
              <w:bottom w:val="nil"/>
              <w:right w:val="nil"/>
            </w:tcBorders>
          </w:tcPr>
          <w:p w14:paraId="576D53AF" w14:textId="77777777" w:rsidR="008D7633" w:rsidRPr="003F183E" w:rsidRDefault="008D7633" w:rsidP="007A5EB4">
            <w:pPr>
              <w:pStyle w:val="Formatvorlage2"/>
            </w:pPr>
            <w:r>
              <w:t xml:space="preserve">Please send us a sample copy of any publication containing this text or these images.</w:t>
            </w:r>
          </w:p>
        </w:tc>
      </w:tr>
    </w:tbl>
    <w:p w14:paraId="102C1B6F"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18CFB" w14:textId="77777777" w:rsidR="0046206E" w:rsidRDefault="0046206E">
      <w:r>
        <w:separator/>
      </w:r>
    </w:p>
  </w:endnote>
  <w:endnote w:type="continuationSeparator" w:id="0">
    <w:p w14:paraId="0C9A4479" w14:textId="77777777" w:rsidR="0046206E" w:rsidRDefault="004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Bold">
    <w:altName w:val="Helvetic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B75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2830" w14:textId="77777777" w:rsidR="0046206E" w:rsidRDefault="0046206E">
      <w:r>
        <w:separator/>
      </w:r>
    </w:p>
  </w:footnote>
  <w:footnote w:type="continuationSeparator" w:id="0">
    <w:p w14:paraId="55A036A5" w14:textId="77777777" w:rsidR="0046206E" w:rsidRDefault="0046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819C" w14:textId="77777777" w:rsidR="00F71E39" w:rsidRDefault="00D313A4">
    <w:pPr>
      <w:pStyle w:val="Kopfzeile"/>
    </w:pPr>
    <w:r>
      <w:rPr>
        <w:noProof/>
      </w:rPr>
      <w:drawing>
        <wp:anchor distT="0" distB="0" distL="114300" distR="114300" simplePos="0" relativeHeight="251657728" behindDoc="1" locked="0" layoutInCell="1" allowOverlap="1" wp14:anchorId="279DE22B" wp14:editId="6EFA432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6CB"/>
    <w:rsid w:val="000024D9"/>
    <w:rsid w:val="00003256"/>
    <w:rsid w:val="0001449A"/>
    <w:rsid w:val="0001520C"/>
    <w:rsid w:val="00026907"/>
    <w:rsid w:val="00040EBF"/>
    <w:rsid w:val="0006223E"/>
    <w:rsid w:val="00064165"/>
    <w:rsid w:val="000675C7"/>
    <w:rsid w:val="00090045"/>
    <w:rsid w:val="00095303"/>
    <w:rsid w:val="000A1DF0"/>
    <w:rsid w:val="000A5CA3"/>
    <w:rsid w:val="000C6887"/>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1534B"/>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6754D"/>
    <w:rsid w:val="00375A48"/>
    <w:rsid w:val="0038244F"/>
    <w:rsid w:val="0038276B"/>
    <w:rsid w:val="0038499F"/>
    <w:rsid w:val="003914C5"/>
    <w:rsid w:val="00392D5F"/>
    <w:rsid w:val="003A1BA5"/>
    <w:rsid w:val="003D61A2"/>
    <w:rsid w:val="003E0D26"/>
    <w:rsid w:val="003E378F"/>
    <w:rsid w:val="004176D4"/>
    <w:rsid w:val="00420F79"/>
    <w:rsid w:val="004333E8"/>
    <w:rsid w:val="004377E2"/>
    <w:rsid w:val="0044187A"/>
    <w:rsid w:val="00446899"/>
    <w:rsid w:val="00447689"/>
    <w:rsid w:val="00456C18"/>
    <w:rsid w:val="0046206E"/>
    <w:rsid w:val="0046235C"/>
    <w:rsid w:val="004629AD"/>
    <w:rsid w:val="004806AF"/>
    <w:rsid w:val="00486878"/>
    <w:rsid w:val="004B62AB"/>
    <w:rsid w:val="004C4FDA"/>
    <w:rsid w:val="004C503A"/>
    <w:rsid w:val="004D075F"/>
    <w:rsid w:val="004E057A"/>
    <w:rsid w:val="004E08B9"/>
    <w:rsid w:val="004E2322"/>
    <w:rsid w:val="004E2BD7"/>
    <w:rsid w:val="004E3AF9"/>
    <w:rsid w:val="00500F9A"/>
    <w:rsid w:val="00510191"/>
    <w:rsid w:val="005254BE"/>
    <w:rsid w:val="00552DC0"/>
    <w:rsid w:val="0055550C"/>
    <w:rsid w:val="00563E60"/>
    <w:rsid w:val="00564323"/>
    <w:rsid w:val="00576F08"/>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1C74"/>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1261"/>
    <w:rsid w:val="008C3350"/>
    <w:rsid w:val="008C3491"/>
    <w:rsid w:val="008C5079"/>
    <w:rsid w:val="008D2B30"/>
    <w:rsid w:val="008D3232"/>
    <w:rsid w:val="008D7633"/>
    <w:rsid w:val="00910883"/>
    <w:rsid w:val="009141E5"/>
    <w:rsid w:val="0092580A"/>
    <w:rsid w:val="009268C4"/>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51BE"/>
    <w:rsid w:val="00A64B65"/>
    <w:rsid w:val="00A6502B"/>
    <w:rsid w:val="00A661F8"/>
    <w:rsid w:val="00A6672B"/>
    <w:rsid w:val="00A82224"/>
    <w:rsid w:val="00A87496"/>
    <w:rsid w:val="00A9050A"/>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5D5"/>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2C21"/>
    <w:rsid w:val="00C14A00"/>
    <w:rsid w:val="00C15DA3"/>
    <w:rsid w:val="00C24B77"/>
    <w:rsid w:val="00C2717C"/>
    <w:rsid w:val="00C33A1F"/>
    <w:rsid w:val="00C43F7C"/>
    <w:rsid w:val="00C51A8E"/>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6FB8"/>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45C32"/>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6CB"/>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66E29A"/>
  <w15:docId w15:val="{1B3F351E-90DC-4836-A271-CBF04CFF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FD16CB"/>
    <w:rPr>
      <w:rFonts w:ascii="Helvetica-Bold" w:hAnsi="Helvetica-Bold" w:Hint="default"/>
      <w:b/>
      <w:bCs/>
      <w:i w:val="0"/>
      <w:iCs w:val="0"/>
      <w:color w:val="000000"/>
      <w:sz w:val="36"/>
      <w:szCs w:val="36"/>
    </w:rPr>
  </w:style>
  <w:style w:type="character" w:customStyle="1" w:styleId="fontstyle21">
    <w:name w:val="fontstyle21"/>
    <w:basedOn w:val="Absatz-Standardschriftart"/>
    <w:rsid w:val="00FD16CB"/>
    <w:rPr>
      <w:rFonts w:ascii="Helvetica" w:hAnsi="Helvetica" w:cs="Helvetica"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380</Words>
  <Characters>2397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2772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2023-11-07T10:21:00Z</dcterms:created>
  <dcterms:modified xsi:type="dcterms:W3CDTF">2023-11-07T10:24:00Z</dcterms:modified>
</cp:coreProperties>
</file>