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037E1" w14:textId="77777777" w:rsidR="00525977" w:rsidRDefault="00525977" w:rsidP="00525977">
      <w:pPr>
        <w:pStyle w:val="berschrift2"/>
      </w:pPr>
      <w:r>
        <w:t xml:space="preserve">Stiftung Kinder forschen zertifiziert die KITA von SIEGENIA </w:t>
      </w:r>
    </w:p>
    <w:p w14:paraId="294C1277" w14:textId="2ECDAA2E" w:rsidR="00A82224" w:rsidRDefault="00092D68" w:rsidP="00A82224">
      <w:pPr>
        <w:pStyle w:val="berschrift1"/>
      </w:pPr>
      <w:r>
        <w:t xml:space="preserve">SIEGENIA-Kids für </w:t>
      </w:r>
      <w:r w:rsidR="001D540C">
        <w:t>die Förderung von MINT-Bildung ausgezeichnet</w:t>
      </w:r>
    </w:p>
    <w:p w14:paraId="666D2F1A" w14:textId="77777777" w:rsidR="005E1468" w:rsidRPr="00B55070" w:rsidRDefault="005E1468" w:rsidP="005E1468"/>
    <w:p w14:paraId="046156DA" w14:textId="7B694327" w:rsidR="008872B0" w:rsidRDefault="001D540C" w:rsidP="00186CEF">
      <w:r>
        <w:t xml:space="preserve">Vom Erkunden der Natur beim Waldspaziergang bis zum </w:t>
      </w:r>
      <w:r w:rsidR="009B08FB">
        <w:t xml:space="preserve">ersten </w:t>
      </w:r>
      <w:r>
        <w:t xml:space="preserve">Erforschen des Sonnensystems – die KITA von SIEGENIA </w:t>
      </w:r>
      <w:r w:rsidR="008872B0">
        <w:t>führt</w:t>
      </w:r>
      <w:r>
        <w:t xml:space="preserve"> Kinder auf spielerische Art und Weise an die Bereiche </w:t>
      </w:r>
      <w:r w:rsidRPr="001D540C">
        <w:t>Mathematik, Informatik, Naturwissenschaft, Technik und nachhaltige Entwicklung</w:t>
      </w:r>
      <w:r>
        <w:t xml:space="preserve"> heran und </w:t>
      </w:r>
      <w:r w:rsidR="008872B0">
        <w:t xml:space="preserve">weckt </w:t>
      </w:r>
      <w:r>
        <w:t xml:space="preserve">ihr Interesse an diesen Zukunftsfächern. Für das umfangreiche Engagement erhielt SIEGENIA-Kids jetzt die Zertifizierung von der Stiftung Kinder forschen. </w:t>
      </w:r>
      <w:r w:rsidR="008872B0">
        <w:t xml:space="preserve">„Wir freuen uns über diese Auszeichnung. </w:t>
      </w:r>
      <w:r w:rsidR="008872B0" w:rsidRPr="008872B0">
        <w:t xml:space="preserve">Gemeinsam mit </w:t>
      </w:r>
      <w:r w:rsidR="00AB2358">
        <w:t xml:space="preserve">den </w:t>
      </w:r>
      <w:r w:rsidR="008872B0" w:rsidRPr="008872B0">
        <w:t xml:space="preserve">Kindern </w:t>
      </w:r>
      <w:r w:rsidR="00AB2358">
        <w:t>unserer KITA ver</w:t>
      </w:r>
      <w:r w:rsidR="00F702B7">
        <w:t xml:space="preserve">bringen </w:t>
      </w:r>
      <w:r w:rsidR="00AB2358">
        <w:t xml:space="preserve">wir viel Zeit </w:t>
      </w:r>
      <w:r w:rsidR="00F702B7">
        <w:t>mit der Beobachtung und Untersuchung von</w:t>
      </w:r>
      <w:r w:rsidR="00AB2358">
        <w:t xml:space="preserve"> </w:t>
      </w:r>
      <w:r w:rsidR="008872B0">
        <w:t>Alltagsp</w:t>
      </w:r>
      <w:r w:rsidR="008872B0" w:rsidRPr="008872B0">
        <w:t>hänomene</w:t>
      </w:r>
      <w:r w:rsidR="00F702B7">
        <w:t>n</w:t>
      </w:r>
      <w:r w:rsidR="008872B0" w:rsidRPr="008872B0">
        <w:t>.</w:t>
      </w:r>
      <w:r w:rsidR="00AB2358">
        <w:t xml:space="preserve"> MINT ist überall und es bereitet uns große Freude, die Neugier der Kinder zu wecken“, schildert Sabrina Stein, Leiterin von SIEGENIA-Kids.</w:t>
      </w:r>
      <w:r w:rsidR="00186CEF">
        <w:t xml:space="preserve"> Auch Hans-Georg Kämpfer, Leiter Personalmanagement der SIEGENIA GRUPPE, gratuliert zur Zertifizierung: „Die Auszeichnung ist eine Bestätigung für die hervorragende Entwicklung und Arbeit unserer KITA. Seit mehreren Jahren können wir unseren Mitarbeitenden dieses großartige Angebot zur Verfügung stellen, worüber wir sehr glücklich sind.“</w:t>
      </w:r>
    </w:p>
    <w:p w14:paraId="5C6F0F23" w14:textId="5F1B3344" w:rsidR="00AB2358" w:rsidRDefault="00F702B7" w:rsidP="00E4462B">
      <w:pPr>
        <w:pStyle w:val="berschrift4"/>
      </w:pPr>
      <w:r>
        <w:t>Vielseitige Aktivitäten für kleine Entdecker</w:t>
      </w:r>
    </w:p>
    <w:p w14:paraId="24E2BD76" w14:textId="49F72F81" w:rsidR="00467649" w:rsidRPr="00B25240" w:rsidRDefault="009B08FB" w:rsidP="005E1468">
      <w:r w:rsidRPr="00B25240">
        <w:t>Gemeinsam mit de</w:t>
      </w:r>
      <w:r w:rsidR="00024595" w:rsidRPr="00B25240">
        <w:t>r</w:t>
      </w:r>
      <w:r w:rsidRPr="00B25240">
        <w:t xml:space="preserve"> Erzieherin </w:t>
      </w:r>
      <w:proofErr w:type="spellStart"/>
      <w:r w:rsidRPr="00B25240">
        <w:t>Gelfa</w:t>
      </w:r>
      <w:proofErr w:type="spellEnd"/>
      <w:r w:rsidRPr="00B25240">
        <w:t xml:space="preserve"> Süß und </w:t>
      </w:r>
      <w:r w:rsidR="00024595" w:rsidRPr="00B25240">
        <w:t xml:space="preserve">der Fachkraft </w:t>
      </w:r>
      <w:r w:rsidRPr="00B25240">
        <w:t xml:space="preserve">Sonja </w:t>
      </w:r>
      <w:proofErr w:type="spellStart"/>
      <w:r w:rsidRPr="00B25240">
        <w:t>Kläs</w:t>
      </w:r>
      <w:proofErr w:type="spellEnd"/>
      <w:r w:rsidRPr="00B25240">
        <w:t xml:space="preserve"> entwickelt und betreut Sabrina Stein die MINT-Aktivitäten der Tagesstätte. </w:t>
      </w:r>
      <w:r w:rsidR="0005426E" w:rsidRPr="00B25240">
        <w:t xml:space="preserve">Ziel ist es, den Entdeckergeist </w:t>
      </w:r>
      <w:r w:rsidR="00F702B7" w:rsidRPr="00B25240">
        <w:t>der</w:t>
      </w:r>
      <w:r w:rsidR="0005426E" w:rsidRPr="00B25240">
        <w:t xml:space="preserve"> Kinder zu fördern und sie beim Forschen zu </w:t>
      </w:r>
      <w:r w:rsidR="00637021" w:rsidRPr="00B25240">
        <w:t>unterstützen</w:t>
      </w:r>
      <w:r w:rsidR="0005426E" w:rsidRPr="00B25240">
        <w:t xml:space="preserve">. Regelmäßige Fortbildungen sind </w:t>
      </w:r>
      <w:r w:rsidR="00F702B7" w:rsidRPr="00B25240">
        <w:t>dafür wesentlich</w:t>
      </w:r>
      <w:r w:rsidR="00637021" w:rsidRPr="00B25240">
        <w:t xml:space="preserve">. An Ideen, wie man die </w:t>
      </w:r>
      <w:r w:rsidR="0005426E" w:rsidRPr="00B25240">
        <w:t xml:space="preserve">Kinder </w:t>
      </w:r>
      <w:r w:rsidR="00F702B7" w:rsidRPr="00B25240">
        <w:t xml:space="preserve">für </w:t>
      </w:r>
      <w:r w:rsidR="0005426E" w:rsidRPr="00B25240">
        <w:t xml:space="preserve">die Welt der Mathematik, Informatik, Naturwissenschaft und Technik </w:t>
      </w:r>
      <w:r w:rsidR="00F702B7" w:rsidRPr="00B25240">
        <w:t>begeistern kann</w:t>
      </w:r>
      <w:r w:rsidR="00637021" w:rsidRPr="00B25240">
        <w:t>, mangelt es nicht. „</w:t>
      </w:r>
      <w:r w:rsidR="00F702B7" w:rsidRPr="00B25240">
        <w:t xml:space="preserve">Wir können täglich etwas Neues </w:t>
      </w:r>
      <w:r w:rsidR="00637021" w:rsidRPr="00B25240">
        <w:t xml:space="preserve">erforschen. Bei einem Waldspaziergang zu beobachten, wie ein Stein im Wasser versinkt, während das Blatt getragen wird, ist für Kinder nicht nur spannend – durch den bewussten Umgang mit Natur und Tieren entwickeln </w:t>
      </w:r>
      <w:r w:rsidR="00BF049D" w:rsidRPr="00B25240">
        <w:t xml:space="preserve">außerdem </w:t>
      </w:r>
      <w:r w:rsidR="00637021" w:rsidRPr="00B25240">
        <w:t xml:space="preserve">sie ein </w:t>
      </w:r>
      <w:r w:rsidR="00BF049D" w:rsidRPr="00B25240">
        <w:t>starkes</w:t>
      </w:r>
      <w:r w:rsidR="00637021" w:rsidRPr="00B25240">
        <w:t xml:space="preserve"> Mitgefühl.</w:t>
      </w:r>
      <w:r w:rsidR="00467649" w:rsidRPr="00B25240">
        <w:t>“</w:t>
      </w:r>
    </w:p>
    <w:p w14:paraId="7EEC38D4" w14:textId="77777777" w:rsidR="00467649" w:rsidRPr="00B25240" w:rsidRDefault="00467649" w:rsidP="005E1468"/>
    <w:p w14:paraId="0B13BA00" w14:textId="71BD0EB7" w:rsidR="00AB2358" w:rsidRDefault="00467649" w:rsidP="005E1468">
      <w:r w:rsidRPr="00B25240">
        <w:t xml:space="preserve">Auch größere Projekte werden bei den SIEGENIA-Kids regelmäßig durchgeführt. </w:t>
      </w:r>
      <w:r w:rsidR="006248E3" w:rsidRPr="00B25240">
        <w:t xml:space="preserve">Sie beinhalten z. B. die Beschäftigung mit den Bienen – einschließlich Besuch vom örtlichen Imker –, mit Pflanzenwachstum und Photosynthese oder </w:t>
      </w:r>
      <w:r w:rsidR="000F17FF" w:rsidRPr="00B25240">
        <w:t>die</w:t>
      </w:r>
      <w:r w:rsidR="006248E3" w:rsidRPr="00B25240">
        <w:t xml:space="preserve"> Auseinandersetzung mit dem Universum. „All dies veranschaulichen wir auf einfache, kindgerechte</w:t>
      </w:r>
      <w:r w:rsidR="006248E3">
        <w:t xml:space="preserve"> Weise, dank unserer </w:t>
      </w:r>
      <w:r w:rsidR="00186CEF">
        <w:t xml:space="preserve">englischsprachigen </w:t>
      </w:r>
      <w:r w:rsidR="000F17FF">
        <w:t>Fachkraft Anne Louisa Linde</w:t>
      </w:r>
      <w:r w:rsidR="006248E3">
        <w:t xml:space="preserve"> auch auf </w:t>
      </w:r>
      <w:r w:rsidR="006248E3" w:rsidRPr="00105249">
        <w:t xml:space="preserve">Englisch.“ </w:t>
      </w:r>
      <w:bookmarkStart w:id="0" w:name="_Hlk149128451"/>
      <w:r w:rsidR="00105249" w:rsidRPr="00105249">
        <w:t>Kürzlich</w:t>
      </w:r>
      <w:r w:rsidR="00F82C98" w:rsidRPr="00105249">
        <w:t xml:space="preserve"> wartete</w:t>
      </w:r>
      <w:r w:rsidR="00F82C98" w:rsidRPr="00B25240">
        <w:t xml:space="preserve"> </w:t>
      </w:r>
      <w:r w:rsidR="00F702B7" w:rsidRPr="00B25240">
        <w:t xml:space="preserve">ein ganz besonderes Highlight auf die Kinder: </w:t>
      </w:r>
      <w:r w:rsidR="00F82C98" w:rsidRPr="00B25240">
        <w:t xml:space="preserve">Zum Abschluss des „Projekts Weltall“ war ein </w:t>
      </w:r>
      <w:r w:rsidR="00F702B7" w:rsidRPr="00B25240">
        <w:t>mobile</w:t>
      </w:r>
      <w:r w:rsidR="00F82C98" w:rsidRPr="00B25240">
        <w:t>s</w:t>
      </w:r>
      <w:r w:rsidR="00F702B7" w:rsidRPr="00B25240">
        <w:t xml:space="preserve"> Planetarium</w:t>
      </w:r>
      <w:r w:rsidR="00F82C98" w:rsidRPr="00B25240">
        <w:t xml:space="preserve"> bei </w:t>
      </w:r>
      <w:r w:rsidR="00F702B7" w:rsidRPr="00B25240">
        <w:t>SIEGENIA zu</w:t>
      </w:r>
      <w:r w:rsidR="00F82C98" w:rsidRPr="00B25240">
        <w:t xml:space="preserve"> Gast, </w:t>
      </w:r>
      <w:proofErr w:type="gramStart"/>
      <w:r w:rsidR="00F82C98" w:rsidRPr="00B25240">
        <w:t>das</w:t>
      </w:r>
      <w:proofErr w:type="gramEnd"/>
      <w:r w:rsidR="00F82C98" w:rsidRPr="00B25240">
        <w:t xml:space="preserve"> ihnen Sternenhimmel, Jahreszeiten und Planeten auf kindgerechte Art und Weise näherbrachte</w:t>
      </w:r>
      <w:r w:rsidR="00F702B7" w:rsidRPr="00B25240">
        <w:t>.</w:t>
      </w:r>
      <w:r w:rsidR="00F702B7">
        <w:t xml:space="preserve"> </w:t>
      </w:r>
    </w:p>
    <w:bookmarkEnd w:id="0"/>
    <w:p w14:paraId="28F9C890" w14:textId="77777777" w:rsidR="008872B0" w:rsidRDefault="008872B0" w:rsidP="005E1468"/>
    <w:p w14:paraId="0891A28D" w14:textId="77777777" w:rsidR="00F6067C" w:rsidRPr="00B55070" w:rsidRDefault="00F6067C" w:rsidP="00F6067C">
      <w:pPr>
        <w:rPr>
          <w:szCs w:val="20"/>
        </w:rPr>
      </w:pPr>
    </w:p>
    <w:p w14:paraId="1B264052" w14:textId="77777777" w:rsidR="005E1468" w:rsidRPr="00B55070" w:rsidRDefault="005E1468" w:rsidP="005E1468"/>
    <w:p w14:paraId="257E401D" w14:textId="77777777" w:rsidR="005F3D5F" w:rsidRDefault="005F3D5F" w:rsidP="005E1468"/>
    <w:p w14:paraId="776E6675" w14:textId="77777777" w:rsidR="005E1468" w:rsidRDefault="005E1468" w:rsidP="005A7C57">
      <w:pPr>
        <w:pStyle w:val="berschrift4"/>
      </w:pPr>
      <w:r>
        <w:t>Bildunterschriften</w:t>
      </w:r>
    </w:p>
    <w:p w14:paraId="615D931C" w14:textId="77777777" w:rsidR="002A7F37" w:rsidRDefault="002A7F37" w:rsidP="002A7F37">
      <w:r>
        <w:t>Bildquelle: SIEGENIA</w:t>
      </w:r>
    </w:p>
    <w:p w14:paraId="5DE175B5" w14:textId="77777777" w:rsidR="002A7F37" w:rsidRPr="002A7F37" w:rsidRDefault="002A7F37" w:rsidP="002A7F37"/>
    <w:p w14:paraId="2D6D871B" w14:textId="77777777" w:rsidR="005E1468" w:rsidRPr="00D129AE" w:rsidRDefault="005E1468" w:rsidP="005E1468">
      <w:pPr>
        <w:rPr>
          <w:bCs/>
          <w:i/>
        </w:rPr>
      </w:pPr>
      <w:r w:rsidRPr="00D129AE">
        <w:rPr>
          <w:bCs/>
          <w:i/>
        </w:rPr>
        <w:t>Motiv I: SI</w:t>
      </w:r>
      <w:r>
        <w:rPr>
          <w:bCs/>
          <w:i/>
        </w:rPr>
        <w:t>E</w:t>
      </w:r>
      <w:r w:rsidRPr="00D129AE">
        <w:rPr>
          <w:bCs/>
          <w:i/>
        </w:rPr>
        <w:t xml:space="preserve">_.jpg </w:t>
      </w:r>
    </w:p>
    <w:p w14:paraId="33A319F6" w14:textId="3B8B903A" w:rsidR="005E1468" w:rsidRDefault="008A7688" w:rsidP="005E1468">
      <w:r>
        <w:t xml:space="preserve">Zertifiziert von der Stiftung Kinder forschen: </w:t>
      </w:r>
      <w:r w:rsidR="00686E58">
        <w:t xml:space="preserve">Die KITA von SIEGENIA führt Kinder auf spielerische Art und Weise an die </w:t>
      </w:r>
      <w:r>
        <w:t>Zukunftsfächer</w:t>
      </w:r>
      <w:r w:rsidR="00686E58">
        <w:t xml:space="preserve"> </w:t>
      </w:r>
      <w:r w:rsidR="00686E58" w:rsidRPr="001D540C">
        <w:t>Mathematik, Informatik, Naturwissenschaft, Technik und nachhaltige Entwicklung</w:t>
      </w:r>
      <w:r w:rsidR="00686E58">
        <w:t xml:space="preserve"> heran</w:t>
      </w:r>
      <w:r>
        <w:t xml:space="preserve">. </w:t>
      </w:r>
      <w:r w:rsidR="00686E58">
        <w:t xml:space="preserve"> </w:t>
      </w:r>
    </w:p>
    <w:p w14:paraId="428236C0" w14:textId="77777777" w:rsidR="00686E58" w:rsidRDefault="00686E58" w:rsidP="005E1468"/>
    <w:p w14:paraId="1327B26F" w14:textId="77777777" w:rsidR="005E1468" w:rsidRPr="00D129AE" w:rsidRDefault="005E1468" w:rsidP="005E1468">
      <w:pPr>
        <w:rPr>
          <w:bCs/>
          <w:i/>
        </w:rPr>
      </w:pPr>
      <w:r w:rsidRPr="00D129AE">
        <w:rPr>
          <w:bCs/>
          <w:i/>
        </w:rPr>
        <w:t>Motiv II: SI</w:t>
      </w:r>
      <w:r>
        <w:rPr>
          <w:bCs/>
          <w:i/>
        </w:rPr>
        <w:t>E</w:t>
      </w:r>
      <w:r w:rsidRPr="00D129AE">
        <w:rPr>
          <w:bCs/>
          <w:i/>
        </w:rPr>
        <w:t xml:space="preserve">_.jpg </w:t>
      </w:r>
    </w:p>
    <w:p w14:paraId="74F50B69" w14:textId="6BAF9CE3" w:rsidR="005E1468" w:rsidRPr="00D129AE" w:rsidRDefault="008A7688" w:rsidP="005E1468">
      <w:r>
        <w:t>Die Beobachtung und Untersuchung von Alltagsp</w:t>
      </w:r>
      <w:r w:rsidRPr="008872B0">
        <w:t>hänomene</w:t>
      </w:r>
      <w:r>
        <w:t>n bereitet den SIEGENIA-Kids große Freude und weckt ihre Neugier.</w:t>
      </w:r>
    </w:p>
    <w:p w14:paraId="77C3B919" w14:textId="77777777" w:rsidR="005E1468" w:rsidRDefault="005E1468" w:rsidP="005E1468"/>
    <w:p w14:paraId="2AA0DAF6" w14:textId="77777777" w:rsidR="008D7633" w:rsidRPr="00ED6392" w:rsidRDefault="008D7633" w:rsidP="008D7633"/>
    <w:p w14:paraId="77FCD1FA" w14:textId="77777777" w:rsidR="008D7633" w:rsidRDefault="008D7633" w:rsidP="008D7633">
      <w:pPr>
        <w:rPr>
          <w:szCs w:val="20"/>
        </w:rPr>
      </w:pPr>
    </w:p>
    <w:p w14:paraId="41DA8E62" w14:textId="77777777" w:rsidR="008D7633" w:rsidRPr="00E14DD8" w:rsidRDefault="008D7633" w:rsidP="008D7633">
      <w:pPr>
        <w:rPr>
          <w:szCs w:val="20"/>
        </w:rPr>
      </w:pPr>
    </w:p>
    <w:p w14:paraId="789512C6" w14:textId="77777777" w:rsidR="008D7633" w:rsidRPr="00E14DD8" w:rsidRDefault="008D7633" w:rsidP="008D7633">
      <w:pPr>
        <w:rPr>
          <w:szCs w:val="20"/>
        </w:rPr>
      </w:pPr>
    </w:p>
    <w:p w14:paraId="09FE3995" w14:textId="77777777" w:rsidR="008D7633" w:rsidRPr="00E14DD8" w:rsidRDefault="008D7633" w:rsidP="008D7633">
      <w:pPr>
        <w:rPr>
          <w:szCs w:val="20"/>
        </w:rPr>
      </w:pPr>
    </w:p>
    <w:p w14:paraId="78F3C225"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A7BA84E" w14:textId="77777777" w:rsidTr="0044187A">
        <w:tc>
          <w:tcPr>
            <w:tcW w:w="3348" w:type="dxa"/>
            <w:tcBorders>
              <w:top w:val="nil"/>
              <w:left w:val="nil"/>
              <w:bottom w:val="nil"/>
              <w:right w:val="nil"/>
            </w:tcBorders>
          </w:tcPr>
          <w:p w14:paraId="3A6C0E69" w14:textId="77777777" w:rsidR="008D7633" w:rsidRPr="0044187A" w:rsidRDefault="008D7633" w:rsidP="007A5EB4">
            <w:pPr>
              <w:pStyle w:val="Formatvorlage2"/>
              <w:rPr>
                <w:u w:val="single"/>
              </w:rPr>
            </w:pPr>
            <w:r w:rsidRPr="0044187A">
              <w:rPr>
                <w:u w:val="single"/>
              </w:rPr>
              <w:t>Herausgeber</w:t>
            </w:r>
          </w:p>
          <w:p w14:paraId="5E71AD7B" w14:textId="77777777" w:rsidR="008D7633" w:rsidRDefault="008D7633" w:rsidP="007A5EB4">
            <w:pPr>
              <w:pStyle w:val="Formatvorlage2"/>
            </w:pPr>
            <w:r>
              <w:t xml:space="preserve">SIEGENIA </w:t>
            </w:r>
            <w:r w:rsidR="00486878">
              <w:t>GRUPPE</w:t>
            </w:r>
          </w:p>
          <w:p w14:paraId="4A1931A2" w14:textId="77777777" w:rsidR="008D7633" w:rsidRDefault="008D7633" w:rsidP="007A5EB4">
            <w:pPr>
              <w:pStyle w:val="Formatvorlage2"/>
            </w:pPr>
            <w:r>
              <w:t>Marketing-Kommunikation</w:t>
            </w:r>
          </w:p>
          <w:p w14:paraId="4391E78C" w14:textId="77777777" w:rsidR="006161A2" w:rsidRDefault="006161A2" w:rsidP="006161A2">
            <w:pPr>
              <w:pStyle w:val="Formatvorlage2"/>
            </w:pPr>
            <w:r>
              <w:t xml:space="preserve">Industriestraße </w:t>
            </w:r>
            <w:r w:rsidRPr="00300487">
              <w:t>1 - 3</w:t>
            </w:r>
          </w:p>
          <w:p w14:paraId="4F6CBB94" w14:textId="77777777" w:rsidR="008D7633" w:rsidRDefault="008D7633" w:rsidP="007A5EB4">
            <w:pPr>
              <w:pStyle w:val="Formatvorlage2"/>
            </w:pPr>
            <w:r>
              <w:t>D - 57234 Wilnsdorf</w:t>
            </w:r>
          </w:p>
          <w:p w14:paraId="1964EED1"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502A776E"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83496F3" w14:textId="77777777" w:rsidR="002E59D6" w:rsidRDefault="00510191" w:rsidP="007A5EB4">
            <w:pPr>
              <w:pStyle w:val="Formatvorlage2"/>
            </w:pPr>
            <w:r>
              <w:t>www.siegenia</w:t>
            </w:r>
            <w:r w:rsidR="008D7633">
              <w:t>.</w:t>
            </w:r>
            <w:r>
              <w:t>com</w:t>
            </w:r>
          </w:p>
          <w:p w14:paraId="648F8F8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28281DD" w14:textId="77777777" w:rsidR="008D7633" w:rsidRPr="0044187A" w:rsidRDefault="008D7633" w:rsidP="007A5EB4">
            <w:pPr>
              <w:pStyle w:val="Formatvorlage2"/>
              <w:rPr>
                <w:u w:val="single"/>
              </w:rPr>
            </w:pPr>
            <w:r w:rsidRPr="0044187A">
              <w:rPr>
                <w:u w:val="single"/>
              </w:rPr>
              <w:t>Redaktion / Ansprechpartner</w:t>
            </w:r>
          </w:p>
          <w:p w14:paraId="13BCE83C" w14:textId="77777777" w:rsidR="008D7633" w:rsidRDefault="008D7633" w:rsidP="007A5EB4">
            <w:pPr>
              <w:pStyle w:val="Formatvorlage2"/>
            </w:pPr>
            <w:r>
              <w:t>Kemper Kommunikation</w:t>
            </w:r>
          </w:p>
          <w:p w14:paraId="5125FD78" w14:textId="77777777" w:rsidR="00122FEC" w:rsidRPr="00C33A1F" w:rsidRDefault="00122FEC" w:rsidP="00122FEC">
            <w:pPr>
              <w:pStyle w:val="Formatvorlage2"/>
            </w:pPr>
            <w:r>
              <w:t xml:space="preserve">Kirsten </w:t>
            </w:r>
            <w:r w:rsidRPr="00C33A1F">
              <w:t xml:space="preserve">Kemper </w:t>
            </w:r>
          </w:p>
          <w:p w14:paraId="3979BCDC" w14:textId="77777777" w:rsidR="00122FEC" w:rsidRPr="00C33A1F" w:rsidRDefault="00122FEC" w:rsidP="00122FEC">
            <w:pPr>
              <w:pStyle w:val="Formatvorlage2"/>
            </w:pPr>
            <w:r>
              <w:t>Am Milchbornbach 10</w:t>
            </w:r>
          </w:p>
          <w:p w14:paraId="0E4F1CB7"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C0D5553"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68F1782" w14:textId="77777777" w:rsidR="008D7633" w:rsidRDefault="00716BDB" w:rsidP="007A5EB4">
            <w:pPr>
              <w:pStyle w:val="Formatvorlage2"/>
            </w:pPr>
            <w:r w:rsidRPr="004333E8">
              <w:t>www.kemper-kommunikation.de</w:t>
            </w:r>
          </w:p>
          <w:p w14:paraId="6A85C591" w14:textId="77777777" w:rsidR="00716BDB" w:rsidRPr="003F183E" w:rsidRDefault="00716BDB" w:rsidP="007A5EB4">
            <w:pPr>
              <w:pStyle w:val="Formatvorlage2"/>
            </w:pPr>
          </w:p>
        </w:tc>
        <w:tc>
          <w:tcPr>
            <w:tcW w:w="1800" w:type="dxa"/>
            <w:tcBorders>
              <w:top w:val="nil"/>
              <w:left w:val="nil"/>
              <w:bottom w:val="nil"/>
              <w:right w:val="nil"/>
            </w:tcBorders>
          </w:tcPr>
          <w:p w14:paraId="28F948E2" w14:textId="77777777" w:rsidR="008D7633" w:rsidRPr="0044187A" w:rsidRDefault="008D7633" w:rsidP="007A5EB4">
            <w:pPr>
              <w:pStyle w:val="Formatvorlage2"/>
              <w:rPr>
                <w:u w:val="single"/>
              </w:rPr>
            </w:pPr>
            <w:r w:rsidRPr="0044187A">
              <w:rPr>
                <w:u w:val="single"/>
              </w:rPr>
              <w:t>Text - Info</w:t>
            </w:r>
          </w:p>
          <w:p w14:paraId="7E6DCD94" w14:textId="77777777" w:rsidR="008D7633" w:rsidRPr="00105249" w:rsidRDefault="008D7633" w:rsidP="007A5EB4">
            <w:pPr>
              <w:pStyle w:val="Formatvorlage2"/>
            </w:pPr>
            <w:r w:rsidRPr="00105249">
              <w:t>Seiten: 2</w:t>
            </w:r>
          </w:p>
          <w:p w14:paraId="5574B1E8" w14:textId="20E5EDF4" w:rsidR="008D7633" w:rsidRPr="00105249" w:rsidRDefault="008D7633" w:rsidP="007A5EB4">
            <w:pPr>
              <w:pStyle w:val="Formatvorlage2"/>
            </w:pPr>
            <w:r w:rsidRPr="00105249">
              <w:t xml:space="preserve">Wörter: </w:t>
            </w:r>
            <w:r w:rsidR="00105249">
              <w:t>401</w:t>
            </w:r>
          </w:p>
          <w:p w14:paraId="78D9F6F5" w14:textId="7148FCB6" w:rsidR="008D7633" w:rsidRPr="00105249" w:rsidRDefault="008D7633" w:rsidP="007A5EB4">
            <w:pPr>
              <w:pStyle w:val="Formatvorlage2"/>
            </w:pPr>
            <w:r w:rsidRPr="00105249">
              <w:t xml:space="preserve">Zeichen: </w:t>
            </w:r>
            <w:r w:rsidR="00105249">
              <w:t>3.001</w:t>
            </w:r>
            <w:r w:rsidRPr="00105249">
              <w:br/>
              <w:t>(mit Leerzeichen)</w:t>
            </w:r>
          </w:p>
          <w:p w14:paraId="5CE40180" w14:textId="77777777" w:rsidR="008D7633" w:rsidRPr="00105249" w:rsidRDefault="008D7633" w:rsidP="007A5EB4">
            <w:pPr>
              <w:pStyle w:val="Formatvorlage2"/>
            </w:pPr>
          </w:p>
          <w:p w14:paraId="321A65F1" w14:textId="4CA9F3FC" w:rsidR="008D7633" w:rsidRPr="00C33A1F" w:rsidRDefault="008D7633" w:rsidP="007A5EB4">
            <w:pPr>
              <w:pStyle w:val="Formatvorlage2"/>
            </w:pPr>
            <w:r w:rsidRPr="00105249">
              <w:t xml:space="preserve">erstellt am: </w:t>
            </w:r>
            <w:r w:rsidR="00C55524" w:rsidRPr="00105249">
              <w:t>2</w:t>
            </w:r>
            <w:r w:rsidR="00105249">
              <w:t>5</w:t>
            </w:r>
            <w:r w:rsidRPr="00105249">
              <w:t>.</w:t>
            </w:r>
            <w:r w:rsidR="00105249">
              <w:t>01</w:t>
            </w:r>
            <w:r w:rsidRPr="00105249">
              <w:t>.20</w:t>
            </w:r>
            <w:r w:rsidR="00122FEC" w:rsidRPr="00105249">
              <w:t>2</w:t>
            </w:r>
            <w:r w:rsidR="00686E58" w:rsidRPr="00105249">
              <w:t>4</w:t>
            </w:r>
          </w:p>
          <w:p w14:paraId="39C58B3E" w14:textId="77777777" w:rsidR="008D7633" w:rsidRPr="0044187A" w:rsidRDefault="008D7633" w:rsidP="007A5EB4">
            <w:pPr>
              <w:pStyle w:val="Formatvorlage2"/>
              <w:rPr>
                <w:szCs w:val="20"/>
              </w:rPr>
            </w:pPr>
          </w:p>
        </w:tc>
      </w:tr>
      <w:tr w:rsidR="008D7633" w:rsidRPr="0044187A" w14:paraId="5A0DC6AD" w14:textId="77777777" w:rsidTr="0044187A">
        <w:tc>
          <w:tcPr>
            <w:tcW w:w="8208" w:type="dxa"/>
            <w:gridSpan w:val="3"/>
            <w:tcBorders>
              <w:top w:val="nil"/>
              <w:left w:val="nil"/>
              <w:bottom w:val="nil"/>
              <w:right w:val="nil"/>
            </w:tcBorders>
          </w:tcPr>
          <w:p w14:paraId="24F4AFEC" w14:textId="77777777" w:rsidR="008D7633" w:rsidRPr="003F183E" w:rsidRDefault="008D7633" w:rsidP="007A5EB4">
            <w:pPr>
              <w:pStyle w:val="Formatvorlage2"/>
            </w:pPr>
            <w:r w:rsidRPr="003F183E">
              <w:t>Bei Veröffentlichung von Bild- oder Textmaterial bitten wir um Zusendung eines Belegexemplars.</w:t>
            </w:r>
          </w:p>
        </w:tc>
      </w:tr>
    </w:tbl>
    <w:p w14:paraId="5D8BC1CC" w14:textId="77777777" w:rsidR="00AD7B27" w:rsidRPr="0038499F" w:rsidRDefault="00AD7B27" w:rsidP="008D7633">
      <w:pPr>
        <w:rPr>
          <w:szCs w:val="20"/>
        </w:rPr>
      </w:pPr>
    </w:p>
    <w:sectPr w:rsidR="00AD7B27" w:rsidRPr="0038499F" w:rsidSect="00ED3D26">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6AD10" w14:textId="77777777" w:rsidR="001A78A6" w:rsidRDefault="001A78A6">
      <w:r>
        <w:separator/>
      </w:r>
    </w:p>
  </w:endnote>
  <w:endnote w:type="continuationSeparator" w:id="0">
    <w:p w14:paraId="5F24735F" w14:textId="77777777" w:rsidR="001A78A6" w:rsidRDefault="001A7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0AF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5A328" w14:textId="77777777" w:rsidR="001A78A6" w:rsidRDefault="001A78A6">
      <w:r>
        <w:separator/>
      </w:r>
    </w:p>
  </w:footnote>
  <w:footnote w:type="continuationSeparator" w:id="0">
    <w:p w14:paraId="493FE4BB" w14:textId="77777777" w:rsidR="001A78A6" w:rsidRDefault="001A7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ED5F6" w14:textId="77777777" w:rsidR="00F71E39" w:rsidRDefault="00D313A4">
    <w:pPr>
      <w:pStyle w:val="Kopfzeile"/>
    </w:pPr>
    <w:r>
      <w:rPr>
        <w:noProof/>
      </w:rPr>
      <w:drawing>
        <wp:anchor distT="0" distB="0" distL="114300" distR="114300" simplePos="0" relativeHeight="251657728" behindDoc="1" locked="0" layoutInCell="1" allowOverlap="1" wp14:anchorId="3DE01336" wp14:editId="584DE1A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4E6DE4"/>
    <w:multiLevelType w:val="hybridMultilevel"/>
    <w:tmpl w:val="417C84B6"/>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19752145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609"/>
    <w:rsid w:val="000024D9"/>
    <w:rsid w:val="00003256"/>
    <w:rsid w:val="0001449A"/>
    <w:rsid w:val="0001520C"/>
    <w:rsid w:val="00024595"/>
    <w:rsid w:val="00026907"/>
    <w:rsid w:val="00040EBF"/>
    <w:rsid w:val="0005426E"/>
    <w:rsid w:val="00064165"/>
    <w:rsid w:val="000675C7"/>
    <w:rsid w:val="00090045"/>
    <w:rsid w:val="00092D68"/>
    <w:rsid w:val="00095303"/>
    <w:rsid w:val="000A1DF0"/>
    <w:rsid w:val="000A5CA3"/>
    <w:rsid w:val="000D0C02"/>
    <w:rsid w:val="000D2A27"/>
    <w:rsid w:val="000D4874"/>
    <w:rsid w:val="000E424C"/>
    <w:rsid w:val="000F17FF"/>
    <w:rsid w:val="000F2936"/>
    <w:rsid w:val="000F565C"/>
    <w:rsid w:val="000F67C4"/>
    <w:rsid w:val="000F694E"/>
    <w:rsid w:val="001025BB"/>
    <w:rsid w:val="00105249"/>
    <w:rsid w:val="0010792E"/>
    <w:rsid w:val="001128F1"/>
    <w:rsid w:val="00122F20"/>
    <w:rsid w:val="00122FEC"/>
    <w:rsid w:val="0013198F"/>
    <w:rsid w:val="00137BD1"/>
    <w:rsid w:val="001422E9"/>
    <w:rsid w:val="00145B48"/>
    <w:rsid w:val="001529E6"/>
    <w:rsid w:val="00156B0C"/>
    <w:rsid w:val="00166476"/>
    <w:rsid w:val="00166FB7"/>
    <w:rsid w:val="00171C51"/>
    <w:rsid w:val="00186CEF"/>
    <w:rsid w:val="001A78A6"/>
    <w:rsid w:val="001B7003"/>
    <w:rsid w:val="001C39FF"/>
    <w:rsid w:val="001D26E4"/>
    <w:rsid w:val="001D540C"/>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56C18"/>
    <w:rsid w:val="0046235C"/>
    <w:rsid w:val="004629AD"/>
    <w:rsid w:val="00467649"/>
    <w:rsid w:val="004806AF"/>
    <w:rsid w:val="00486878"/>
    <w:rsid w:val="004B62AB"/>
    <w:rsid w:val="004C4FDA"/>
    <w:rsid w:val="004C503A"/>
    <w:rsid w:val="004E057A"/>
    <w:rsid w:val="004E2322"/>
    <w:rsid w:val="004E2BD7"/>
    <w:rsid w:val="004E3AF9"/>
    <w:rsid w:val="00510191"/>
    <w:rsid w:val="005254BE"/>
    <w:rsid w:val="00525977"/>
    <w:rsid w:val="00535963"/>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48E3"/>
    <w:rsid w:val="006279BD"/>
    <w:rsid w:val="00630405"/>
    <w:rsid w:val="00634A59"/>
    <w:rsid w:val="00637021"/>
    <w:rsid w:val="006446D6"/>
    <w:rsid w:val="00656A7F"/>
    <w:rsid w:val="00656FEE"/>
    <w:rsid w:val="00667448"/>
    <w:rsid w:val="006866DF"/>
    <w:rsid w:val="00686E58"/>
    <w:rsid w:val="00687F0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872B0"/>
    <w:rsid w:val="00894ADF"/>
    <w:rsid w:val="008A6F1F"/>
    <w:rsid w:val="008A7688"/>
    <w:rsid w:val="008C3491"/>
    <w:rsid w:val="008C5079"/>
    <w:rsid w:val="008D2B30"/>
    <w:rsid w:val="008D3232"/>
    <w:rsid w:val="008D7633"/>
    <w:rsid w:val="00910883"/>
    <w:rsid w:val="0092580A"/>
    <w:rsid w:val="0093490C"/>
    <w:rsid w:val="0093664F"/>
    <w:rsid w:val="00943EB0"/>
    <w:rsid w:val="00945CA5"/>
    <w:rsid w:val="00951FAC"/>
    <w:rsid w:val="009553BC"/>
    <w:rsid w:val="009557EA"/>
    <w:rsid w:val="00963959"/>
    <w:rsid w:val="00963D60"/>
    <w:rsid w:val="0096600A"/>
    <w:rsid w:val="009B067B"/>
    <w:rsid w:val="009B08F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76F"/>
    <w:rsid w:val="00A25EB9"/>
    <w:rsid w:val="00A32395"/>
    <w:rsid w:val="00A40AB4"/>
    <w:rsid w:val="00A64B65"/>
    <w:rsid w:val="00A6502B"/>
    <w:rsid w:val="00A661F8"/>
    <w:rsid w:val="00A6672B"/>
    <w:rsid w:val="00A82224"/>
    <w:rsid w:val="00A87496"/>
    <w:rsid w:val="00A927D0"/>
    <w:rsid w:val="00A9705C"/>
    <w:rsid w:val="00A97B0A"/>
    <w:rsid w:val="00AA11C5"/>
    <w:rsid w:val="00AA224C"/>
    <w:rsid w:val="00AA6262"/>
    <w:rsid w:val="00AB1EC7"/>
    <w:rsid w:val="00AB2358"/>
    <w:rsid w:val="00AD4128"/>
    <w:rsid w:val="00AD7705"/>
    <w:rsid w:val="00AD7B27"/>
    <w:rsid w:val="00AE06DB"/>
    <w:rsid w:val="00AF270F"/>
    <w:rsid w:val="00B057B0"/>
    <w:rsid w:val="00B11AB7"/>
    <w:rsid w:val="00B239B4"/>
    <w:rsid w:val="00B25240"/>
    <w:rsid w:val="00B3687B"/>
    <w:rsid w:val="00B41B50"/>
    <w:rsid w:val="00B47777"/>
    <w:rsid w:val="00B47ADF"/>
    <w:rsid w:val="00B53870"/>
    <w:rsid w:val="00B55070"/>
    <w:rsid w:val="00B62ECB"/>
    <w:rsid w:val="00B63C95"/>
    <w:rsid w:val="00B63E35"/>
    <w:rsid w:val="00B84773"/>
    <w:rsid w:val="00B908A8"/>
    <w:rsid w:val="00B92EF0"/>
    <w:rsid w:val="00B93961"/>
    <w:rsid w:val="00BA5B2A"/>
    <w:rsid w:val="00BD76B1"/>
    <w:rsid w:val="00BE62B4"/>
    <w:rsid w:val="00BE69F6"/>
    <w:rsid w:val="00BF049D"/>
    <w:rsid w:val="00BF6132"/>
    <w:rsid w:val="00C02C5D"/>
    <w:rsid w:val="00C14A00"/>
    <w:rsid w:val="00C24B77"/>
    <w:rsid w:val="00C2717C"/>
    <w:rsid w:val="00C33A1F"/>
    <w:rsid w:val="00C52D3B"/>
    <w:rsid w:val="00C53FE3"/>
    <w:rsid w:val="00C55524"/>
    <w:rsid w:val="00C615A2"/>
    <w:rsid w:val="00C65852"/>
    <w:rsid w:val="00C72B49"/>
    <w:rsid w:val="00C77106"/>
    <w:rsid w:val="00C77A94"/>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6D89"/>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5E7"/>
    <w:rsid w:val="00E3479A"/>
    <w:rsid w:val="00E4462B"/>
    <w:rsid w:val="00E6313B"/>
    <w:rsid w:val="00E66783"/>
    <w:rsid w:val="00E76C0B"/>
    <w:rsid w:val="00E76D9B"/>
    <w:rsid w:val="00E77789"/>
    <w:rsid w:val="00E80515"/>
    <w:rsid w:val="00E954AC"/>
    <w:rsid w:val="00EA2954"/>
    <w:rsid w:val="00EB511E"/>
    <w:rsid w:val="00EB632F"/>
    <w:rsid w:val="00EC1396"/>
    <w:rsid w:val="00ED3D26"/>
    <w:rsid w:val="00EE123F"/>
    <w:rsid w:val="00EF15B4"/>
    <w:rsid w:val="00EF2F06"/>
    <w:rsid w:val="00F0149D"/>
    <w:rsid w:val="00F05D3F"/>
    <w:rsid w:val="00F10E71"/>
    <w:rsid w:val="00F142BE"/>
    <w:rsid w:val="00F16609"/>
    <w:rsid w:val="00F222EB"/>
    <w:rsid w:val="00F25601"/>
    <w:rsid w:val="00F344B8"/>
    <w:rsid w:val="00F376AD"/>
    <w:rsid w:val="00F41966"/>
    <w:rsid w:val="00F445E5"/>
    <w:rsid w:val="00F45D74"/>
    <w:rsid w:val="00F516C4"/>
    <w:rsid w:val="00F6067C"/>
    <w:rsid w:val="00F61445"/>
    <w:rsid w:val="00F702B7"/>
    <w:rsid w:val="00F71E39"/>
    <w:rsid w:val="00F73478"/>
    <w:rsid w:val="00F82C98"/>
    <w:rsid w:val="00F82E34"/>
    <w:rsid w:val="00F84C8D"/>
    <w:rsid w:val="00FA07A1"/>
    <w:rsid w:val="00FA3E25"/>
    <w:rsid w:val="00FA5AC3"/>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1C249"/>
  <w15:docId w15:val="{115FBCC6-7FFE-43A3-8588-80A6B5D4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berarbeitung">
    <w:name w:val="Revision"/>
    <w:hidden/>
    <w:uiPriority w:val="99"/>
    <w:semiHidden/>
    <w:rsid w:val="00186CEF"/>
    <w:rPr>
      <w:rFonts w:ascii="Arial" w:hAnsi="Arial"/>
      <w:szCs w:val="21"/>
    </w:rPr>
  </w:style>
  <w:style w:type="character" w:customStyle="1" w:styleId="berschrift2Zchn">
    <w:name w:val="Überschrift 2 Zchn"/>
    <w:basedOn w:val="Absatz-Standardschriftart"/>
    <w:link w:val="berschrift2"/>
    <w:rsid w:val="00525977"/>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1</Pages>
  <Words>490</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3574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Wagener, Kim</cp:lastModifiedBy>
  <cp:revision>3</cp:revision>
  <cp:lastPrinted>2007-09-03T14:44:00Z</cp:lastPrinted>
  <dcterms:created xsi:type="dcterms:W3CDTF">2024-01-17T12:43:00Z</dcterms:created>
  <dcterms:modified xsi:type="dcterms:W3CDTF">2024-01-17T12:44:00Z</dcterms:modified>
</cp:coreProperties>
</file>