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DE1D5" w14:textId="4F7642D5" w:rsidR="005E1468" w:rsidRDefault="00BC7A5E" w:rsidP="005E1468">
      <w:pPr>
        <w:pStyle w:val="berschrift2"/>
      </w:pPr>
      <w:r>
        <w:t xml:space="preserve">„Technik erleben bei SIEGENIA“ </w:t>
      </w:r>
    </w:p>
    <w:p w14:paraId="4C7D58EF" w14:textId="12F832AC" w:rsidR="00A82224" w:rsidRDefault="00B22C38" w:rsidP="00A82224">
      <w:pPr>
        <w:pStyle w:val="berschrift1"/>
      </w:pPr>
      <w:r>
        <w:t xml:space="preserve">Spannende </w:t>
      </w:r>
      <w:r w:rsidR="00BC7A5E">
        <w:t>Ferienaktion</w:t>
      </w:r>
      <w:r w:rsidR="00F6067C">
        <w:t xml:space="preserve"> </w:t>
      </w:r>
      <w:r>
        <w:t>begeisterte</w:t>
      </w:r>
      <w:r w:rsidR="00B74F26">
        <w:t xml:space="preserve"> </w:t>
      </w:r>
      <w:r w:rsidR="00985874">
        <w:t>Jugendliche</w:t>
      </w:r>
      <w:r>
        <w:t xml:space="preserve"> aus der Region</w:t>
      </w:r>
    </w:p>
    <w:p w14:paraId="73BD5016" w14:textId="77777777" w:rsidR="00A82224" w:rsidRDefault="00A82224" w:rsidP="005E1468"/>
    <w:p w14:paraId="308D507E" w14:textId="74A31798" w:rsidR="00FF0704" w:rsidRDefault="00B22C38" w:rsidP="005E1468">
      <w:r>
        <w:t xml:space="preserve">Technisches Know-how macht </w:t>
      </w:r>
      <w:r w:rsidR="00D84152">
        <w:t>Spaß: M</w:t>
      </w:r>
      <w:r>
        <w:t xml:space="preserve">it </w:t>
      </w:r>
      <w:r w:rsidR="001C749F">
        <w:t xml:space="preserve">einer </w:t>
      </w:r>
      <w:r w:rsidR="00C0760E">
        <w:t>abwechslungsreichen</w:t>
      </w:r>
      <w:r w:rsidR="001C749F">
        <w:t xml:space="preserve"> </w:t>
      </w:r>
      <w:r w:rsidR="00754C4A">
        <w:t>A</w:t>
      </w:r>
      <w:r w:rsidR="001C749F">
        <w:t xml:space="preserve">ktion </w:t>
      </w:r>
      <w:r w:rsidR="00A16D81">
        <w:t>gestaltete</w:t>
      </w:r>
      <w:r w:rsidR="001C749F">
        <w:t xml:space="preserve"> SIEGENIA </w:t>
      </w:r>
      <w:r w:rsidR="00C0760E">
        <w:t>spannende</w:t>
      </w:r>
      <w:r w:rsidR="00754C4A">
        <w:t xml:space="preserve"> Ferientag</w:t>
      </w:r>
      <w:r w:rsidR="002926ED">
        <w:t>e</w:t>
      </w:r>
      <w:r w:rsidR="00E60730">
        <w:t>.</w:t>
      </w:r>
      <w:r w:rsidR="00C900D7">
        <w:t xml:space="preserve"> Unter dem Motto „Technik erleben bei SIEGENIA“ lud das Siegerländer Unternehmen </w:t>
      </w:r>
      <w:r w:rsidR="00C0760E">
        <w:t xml:space="preserve">in diesem Jahr bereits zum zweiten Mal </w:t>
      </w:r>
      <w:r w:rsidR="00C900D7">
        <w:t xml:space="preserve">Schülerinnen und Schüler </w:t>
      </w:r>
      <w:r w:rsidR="00C0760E">
        <w:t xml:space="preserve">aus der Region </w:t>
      </w:r>
      <w:r w:rsidR="00C900D7">
        <w:t xml:space="preserve">an </w:t>
      </w:r>
      <w:r w:rsidR="00C0760E">
        <w:t>sein</w:t>
      </w:r>
      <w:r w:rsidR="00C900D7">
        <w:t xml:space="preserve">en Hauptstandort </w:t>
      </w:r>
      <w:r w:rsidR="00A16D81">
        <w:t xml:space="preserve">in </w:t>
      </w:r>
      <w:r w:rsidR="00C900D7">
        <w:t>Wilnsdorf-Niederdielfen ein</w:t>
      </w:r>
      <w:r w:rsidR="00C0760E">
        <w:t xml:space="preserve">. </w:t>
      </w:r>
      <w:r w:rsidR="00FF0704">
        <w:t xml:space="preserve">Im Rahmen der </w:t>
      </w:r>
      <w:proofErr w:type="spellStart"/>
      <w:r w:rsidR="00FF0704">
        <w:t>Wilnsdorfer</w:t>
      </w:r>
      <w:proofErr w:type="spellEnd"/>
      <w:r w:rsidR="00FF0704">
        <w:t xml:space="preserve"> Ferienspiele erhielten die Jugendlichen dort </w:t>
      </w:r>
      <w:r w:rsidR="00C900D7">
        <w:t xml:space="preserve">einen </w:t>
      </w:r>
      <w:r w:rsidR="00A16D81">
        <w:t xml:space="preserve">ebenso </w:t>
      </w:r>
      <w:r w:rsidR="00C900D7">
        <w:t xml:space="preserve">unterhaltsamen </w:t>
      </w:r>
      <w:r w:rsidR="00A16D81">
        <w:t xml:space="preserve">wie lehrreichen </w:t>
      </w:r>
      <w:r w:rsidR="00C900D7">
        <w:t xml:space="preserve">Einblick in das Unternehmen und seine technischen Berufsbilder. </w:t>
      </w:r>
    </w:p>
    <w:p w14:paraId="5A2FA7F3" w14:textId="77777777" w:rsidR="00FF0704" w:rsidRDefault="00FF0704" w:rsidP="005E1468"/>
    <w:p w14:paraId="2DC670AA" w14:textId="0B8A539F" w:rsidR="001C749F" w:rsidRPr="00B55070" w:rsidRDefault="00E60730" w:rsidP="005E1468">
      <w:r>
        <w:t xml:space="preserve">„Bereits im Vorjahr haben wir die Erfahrung gemacht, dass die jungen Menschen bei der Herstellung eines eigenen Werkstücks mit </w:t>
      </w:r>
      <w:r w:rsidR="00AE6704">
        <w:t>großem Engagement</w:t>
      </w:r>
      <w:r>
        <w:t xml:space="preserve"> dabei sind. Viele von ihnen entdecken, </w:t>
      </w:r>
      <w:r w:rsidR="0096039E">
        <w:t xml:space="preserve">wie viel Freude </w:t>
      </w:r>
      <w:r>
        <w:t xml:space="preserve">ihnen technisches Arbeiten bereitet. Das ist insbesondere wichtig für diejenigen unter ihnen, denen es </w:t>
      </w:r>
      <w:r w:rsidR="0096039E">
        <w:t xml:space="preserve">für die Zeit nach dem Schulabschluss </w:t>
      </w:r>
      <w:r w:rsidR="00567800">
        <w:t xml:space="preserve">noch </w:t>
      </w:r>
      <w:r>
        <w:t xml:space="preserve">an Orientierung fehlt. </w:t>
      </w:r>
      <w:r w:rsidR="00A16D81">
        <w:t xml:space="preserve">In Form von Schülerpraktika </w:t>
      </w:r>
      <w:r w:rsidR="00226DB0">
        <w:t>unterstützen</w:t>
      </w:r>
      <w:r w:rsidR="00A16D81">
        <w:t xml:space="preserve"> wir </w:t>
      </w:r>
      <w:r w:rsidR="0096039E">
        <w:t>junge Menschen</w:t>
      </w:r>
      <w:r w:rsidR="00226DB0">
        <w:t xml:space="preserve"> </w:t>
      </w:r>
      <w:r w:rsidR="005850DB">
        <w:t>schon</w:t>
      </w:r>
      <w:r w:rsidR="00A16D81">
        <w:t xml:space="preserve"> seit langem </w:t>
      </w:r>
      <w:r w:rsidR="00226DB0">
        <w:t xml:space="preserve">bei der </w:t>
      </w:r>
      <w:r w:rsidR="00A16D81">
        <w:t xml:space="preserve">Berufswahl. </w:t>
      </w:r>
      <w:r w:rsidR="0096039E">
        <w:t xml:space="preserve">Die </w:t>
      </w:r>
      <w:r w:rsidR="00A16D81">
        <w:t xml:space="preserve">Ferienaktion </w:t>
      </w:r>
      <w:r w:rsidR="0096039E">
        <w:t xml:space="preserve">ist ein </w:t>
      </w:r>
      <w:r w:rsidR="00567800">
        <w:t xml:space="preserve">weiterer </w:t>
      </w:r>
      <w:r w:rsidR="0096039E">
        <w:t>sehr geeigneter Weg, Jugendliche</w:t>
      </w:r>
      <w:r w:rsidR="00270ED5">
        <w:t xml:space="preserve"> </w:t>
      </w:r>
      <w:r w:rsidR="00A16D81">
        <w:t xml:space="preserve">bereits </w:t>
      </w:r>
      <w:r w:rsidR="00FE270D">
        <w:t xml:space="preserve">früh </w:t>
      </w:r>
      <w:r w:rsidR="00A16D81">
        <w:t xml:space="preserve">an </w:t>
      </w:r>
      <w:r w:rsidR="00226DB0">
        <w:t>technische Berufsbilder heran</w:t>
      </w:r>
      <w:r w:rsidR="0096039E">
        <w:t>zuführen</w:t>
      </w:r>
      <w:r w:rsidR="00567800">
        <w:t xml:space="preserve"> und in Kontakt mit unserem Unternehmen zu bringen</w:t>
      </w:r>
      <w:r w:rsidR="00226DB0">
        <w:t>“, schildert</w:t>
      </w:r>
      <w:r w:rsidR="00FD0F63">
        <w:t xml:space="preserve"> </w:t>
      </w:r>
      <w:r w:rsidR="00985874">
        <w:t>Lukas Löhr</w:t>
      </w:r>
      <w:r w:rsidR="00226DB0">
        <w:t>,</w:t>
      </w:r>
      <w:r w:rsidR="00FD0F63">
        <w:t xml:space="preserve"> </w:t>
      </w:r>
      <w:r w:rsidR="00226DB0">
        <w:t>Technische</w:t>
      </w:r>
      <w:r w:rsidR="00FD0F63">
        <w:t>r</w:t>
      </w:r>
      <w:r w:rsidR="00226DB0">
        <w:t xml:space="preserve"> Ausbild</w:t>
      </w:r>
      <w:r w:rsidR="00FD0F63">
        <w:t>er</w:t>
      </w:r>
      <w:r w:rsidR="00226DB0">
        <w:t xml:space="preserve"> bei SIEGENIA. </w:t>
      </w:r>
      <w:r w:rsidR="00A16D81">
        <w:t xml:space="preserve">  </w:t>
      </w:r>
    </w:p>
    <w:p w14:paraId="40B65F57" w14:textId="77777777" w:rsidR="00F6067C" w:rsidRDefault="00F6067C" w:rsidP="00F6067C">
      <w:pPr>
        <w:rPr>
          <w:szCs w:val="20"/>
        </w:rPr>
      </w:pPr>
    </w:p>
    <w:p w14:paraId="5C1F11BE" w14:textId="0082B839" w:rsidR="0096039E" w:rsidRDefault="0096039E" w:rsidP="0096039E">
      <w:pPr>
        <w:rPr>
          <w:szCs w:val="20"/>
        </w:rPr>
      </w:pPr>
      <w:r>
        <w:rPr>
          <w:szCs w:val="20"/>
        </w:rPr>
        <w:t>Zu diesem Zweck bot SIEGENIA i</w:t>
      </w:r>
      <w:r w:rsidR="00481957">
        <w:rPr>
          <w:szCs w:val="20"/>
        </w:rPr>
        <w:t xml:space="preserve">n Kooperation mit der Gemeinde Wilnsdorf </w:t>
      </w:r>
      <w:r>
        <w:rPr>
          <w:szCs w:val="20"/>
        </w:rPr>
        <w:t>am 23. Juli und 13. August Technik</w:t>
      </w:r>
      <w:r w:rsidR="005850DB">
        <w:rPr>
          <w:szCs w:val="20"/>
        </w:rPr>
        <w:t>t</w:t>
      </w:r>
      <w:r>
        <w:rPr>
          <w:szCs w:val="20"/>
        </w:rPr>
        <w:t>age</w:t>
      </w:r>
      <w:r w:rsidR="00481957">
        <w:rPr>
          <w:szCs w:val="20"/>
        </w:rPr>
        <w:t xml:space="preserve"> für das Ferienprogramm der ansässigen </w:t>
      </w:r>
      <w:r w:rsidR="00270ED5">
        <w:rPr>
          <w:szCs w:val="20"/>
        </w:rPr>
        <w:t xml:space="preserve">Jugendlichen </w:t>
      </w:r>
      <w:r>
        <w:rPr>
          <w:szCs w:val="20"/>
        </w:rPr>
        <w:t>an</w:t>
      </w:r>
      <w:r w:rsidR="00481957">
        <w:rPr>
          <w:szCs w:val="20"/>
        </w:rPr>
        <w:t xml:space="preserve">. </w:t>
      </w:r>
      <w:r>
        <w:rPr>
          <w:szCs w:val="20"/>
        </w:rPr>
        <w:t xml:space="preserve">Ergänzend initiierte das Unternehmen einen zusätzlichen Schnuppertag für Kinder </w:t>
      </w:r>
      <w:r w:rsidR="00AE6704">
        <w:rPr>
          <w:szCs w:val="20"/>
        </w:rPr>
        <w:t>der</w:t>
      </w:r>
      <w:r>
        <w:rPr>
          <w:szCs w:val="20"/>
        </w:rPr>
        <w:t xml:space="preserve"> Mitarbeitenden. „Als zertifiziertes ‚Familienfreundliches Unternehmen‘ liegt uns das Wohlergehen unserer Mitarbeitenden am Herzen“, schildert Ausbildungsleiterin Nina Herter. </w:t>
      </w:r>
      <w:r w:rsidR="00EF7C0E">
        <w:rPr>
          <w:szCs w:val="20"/>
        </w:rPr>
        <w:t xml:space="preserve">„Durch die Bereitstellung attraktiver Angebote zur Ferienbetreuung, die Kreativität, Spaß und praktisches Lernen miteinander verbinden, fördern wir das Interesse ihrer Kinder am Erwerb eines technischen Berufs. </w:t>
      </w:r>
      <w:r w:rsidR="00567800">
        <w:rPr>
          <w:szCs w:val="20"/>
        </w:rPr>
        <w:t>Das ist uns e</w:t>
      </w:r>
      <w:r w:rsidR="00FC463F">
        <w:rPr>
          <w:szCs w:val="20"/>
        </w:rPr>
        <w:t xml:space="preserve">benso wichtig </w:t>
      </w:r>
      <w:r w:rsidR="00567800">
        <w:rPr>
          <w:szCs w:val="20"/>
        </w:rPr>
        <w:t xml:space="preserve">wie </w:t>
      </w:r>
      <w:r w:rsidR="00FC463F">
        <w:rPr>
          <w:szCs w:val="20"/>
        </w:rPr>
        <w:t>die Stärkung der Bindung zwischen der Gemein</w:t>
      </w:r>
      <w:r w:rsidR="00567800">
        <w:rPr>
          <w:szCs w:val="20"/>
        </w:rPr>
        <w:t>d</w:t>
      </w:r>
      <w:r w:rsidR="00FC463F">
        <w:rPr>
          <w:szCs w:val="20"/>
        </w:rPr>
        <w:t>e Wilnsdorf und unserem Unternehmen.“</w:t>
      </w:r>
    </w:p>
    <w:p w14:paraId="2B7D8E2E" w14:textId="79713983" w:rsidR="00226DB0" w:rsidRDefault="00331FF9" w:rsidP="004854C4">
      <w:pPr>
        <w:pStyle w:val="berschrift4"/>
      </w:pPr>
      <w:r>
        <w:t>Schritt für Schritt</w:t>
      </w:r>
      <w:r w:rsidR="00B81104">
        <w:t xml:space="preserve"> zu</w:t>
      </w:r>
      <w:r>
        <w:t>r</w:t>
      </w:r>
      <w:r w:rsidR="00B81104">
        <w:t xml:space="preserve"> fertigen </w:t>
      </w:r>
      <w:r>
        <w:t>Walze</w:t>
      </w:r>
    </w:p>
    <w:p w14:paraId="2F5BCA95" w14:textId="14E36661" w:rsidR="00A45916" w:rsidRDefault="00FC463F" w:rsidP="00757DA9">
      <w:pPr>
        <w:rPr>
          <w:szCs w:val="20"/>
        </w:rPr>
      </w:pPr>
      <w:r>
        <w:t>Zur abwechslungsreichen Gestaltung der</w:t>
      </w:r>
      <w:r w:rsidR="004854C4">
        <w:t xml:space="preserve"> </w:t>
      </w:r>
      <w:r w:rsidR="00B81104">
        <w:t>Technik</w:t>
      </w:r>
      <w:r w:rsidR="004854C4">
        <w:t xml:space="preserve">tage </w:t>
      </w:r>
      <w:r w:rsidR="00FE270D">
        <w:t xml:space="preserve">hatte das Ausbilderteam </w:t>
      </w:r>
      <w:r>
        <w:t xml:space="preserve">erneut </w:t>
      </w:r>
      <w:r w:rsidR="004854C4">
        <w:t xml:space="preserve">ein </w:t>
      </w:r>
      <w:r>
        <w:t>vielseitiges</w:t>
      </w:r>
      <w:r w:rsidR="004854C4">
        <w:t xml:space="preserve"> Programm </w:t>
      </w:r>
      <w:r>
        <w:t>zusammengestellt</w:t>
      </w:r>
      <w:r w:rsidR="004854C4">
        <w:t xml:space="preserve">. </w:t>
      </w:r>
      <w:r>
        <w:rPr>
          <w:szCs w:val="20"/>
        </w:rPr>
        <w:t xml:space="preserve">Nach der Begrüßung und </w:t>
      </w:r>
      <w:r w:rsidR="004A46D0">
        <w:rPr>
          <w:szCs w:val="20"/>
        </w:rPr>
        <w:t>einer Werksführung, die einen lebendigen Einblick in die Produktionsabläufe und Prozesse bei SIEGENIA vermittelte,</w:t>
      </w:r>
      <w:r>
        <w:rPr>
          <w:szCs w:val="20"/>
        </w:rPr>
        <w:t xml:space="preserve"> stieg das Team </w:t>
      </w:r>
      <w:r w:rsidR="00567800">
        <w:rPr>
          <w:szCs w:val="20"/>
        </w:rPr>
        <w:t>zusammen</w:t>
      </w:r>
      <w:r>
        <w:rPr>
          <w:szCs w:val="20"/>
        </w:rPr>
        <w:t xml:space="preserve"> mit </w:t>
      </w:r>
      <w:r w:rsidR="00567800">
        <w:rPr>
          <w:szCs w:val="20"/>
        </w:rPr>
        <w:t>den</w:t>
      </w:r>
      <w:r>
        <w:rPr>
          <w:szCs w:val="20"/>
        </w:rPr>
        <w:t xml:space="preserve"> jungen Gästen in die Materie ein. Gemeinsam </w:t>
      </w:r>
      <w:r w:rsidR="008537DB">
        <w:rPr>
          <w:szCs w:val="20"/>
        </w:rPr>
        <w:t xml:space="preserve">machten sie sich an die Arbeit, um im Laufe des Tages </w:t>
      </w:r>
      <w:r>
        <w:t>Miniaturwalz</w:t>
      </w:r>
      <w:r w:rsidR="004A46D0">
        <w:t>en</w:t>
      </w:r>
      <w:r w:rsidR="008537DB">
        <w:t xml:space="preserve"> zu fertigen</w:t>
      </w:r>
      <w:r w:rsidR="007C27ED">
        <w:t>.</w:t>
      </w:r>
      <w:r w:rsidR="008537DB">
        <w:t xml:space="preserve"> Ein Bausatz mit </w:t>
      </w:r>
      <w:r w:rsidR="008537DB">
        <w:lastRenderedPageBreak/>
        <w:t>vorbereiteten Einzelteilen</w:t>
      </w:r>
      <w:r w:rsidR="007C27ED">
        <w:rPr>
          <w:szCs w:val="20"/>
        </w:rPr>
        <w:t xml:space="preserve"> </w:t>
      </w:r>
      <w:r w:rsidR="008537DB">
        <w:rPr>
          <w:szCs w:val="20"/>
        </w:rPr>
        <w:t>leistete wertvolle Hilfe bei</w:t>
      </w:r>
      <w:r w:rsidR="004A46D0">
        <w:rPr>
          <w:szCs w:val="20"/>
        </w:rPr>
        <w:t xml:space="preserve"> der praktischen Arbeit</w:t>
      </w:r>
      <w:r w:rsidR="008537DB">
        <w:rPr>
          <w:szCs w:val="20"/>
        </w:rPr>
        <w:t>: Vom richtigen Ausmessen über das Anreißen und Körnen bis zum Bohren, Radien</w:t>
      </w:r>
      <w:r w:rsidR="00BA5774">
        <w:rPr>
          <w:szCs w:val="20"/>
        </w:rPr>
        <w:t xml:space="preserve"> </w:t>
      </w:r>
      <w:r w:rsidR="008537DB">
        <w:rPr>
          <w:szCs w:val="20"/>
        </w:rPr>
        <w:t>feilen und Biegen hatten die Schülerinnen und Schüler bis zum Mittagessen alle Hände voll zu tun. Weitere handwerkliche Fertigkeiten lernten sie im Anschluss kennen.</w:t>
      </w:r>
      <w:r w:rsidR="004A46D0">
        <w:rPr>
          <w:szCs w:val="20"/>
        </w:rPr>
        <w:t xml:space="preserve"> Wie schneidet man ein Gewinde und wie geht man möglichst geschickt beim Zusammenbau vor? </w:t>
      </w:r>
      <w:r w:rsidR="00567800">
        <w:rPr>
          <w:szCs w:val="20"/>
        </w:rPr>
        <w:t xml:space="preserve">Die fertig montierte Walze schließlich in den Händen zu halten, war ein Erfolgserlebnis, </w:t>
      </w:r>
      <w:r w:rsidR="00757DA9">
        <w:rPr>
          <w:szCs w:val="20"/>
        </w:rPr>
        <w:t>das die</w:t>
      </w:r>
      <w:r w:rsidR="005B05FC">
        <w:rPr>
          <w:szCs w:val="20"/>
        </w:rPr>
        <w:t xml:space="preserve"> </w:t>
      </w:r>
      <w:r w:rsidR="00AE6704">
        <w:rPr>
          <w:szCs w:val="20"/>
        </w:rPr>
        <w:t>Schülerinnen und Schüler</w:t>
      </w:r>
      <w:r w:rsidR="00757DA9">
        <w:rPr>
          <w:szCs w:val="20"/>
        </w:rPr>
        <w:t xml:space="preserve"> begeisterte. </w:t>
      </w:r>
    </w:p>
    <w:p w14:paraId="2A2BB6B5" w14:textId="77777777" w:rsidR="00CE5E75" w:rsidRDefault="00CE5E75" w:rsidP="00757DA9">
      <w:pPr>
        <w:rPr>
          <w:szCs w:val="20"/>
        </w:rPr>
      </w:pPr>
    </w:p>
    <w:p w14:paraId="4C0BDF9B" w14:textId="77777777" w:rsidR="00FC463F" w:rsidRDefault="00FC463F" w:rsidP="00757DA9">
      <w:pPr>
        <w:rPr>
          <w:szCs w:val="20"/>
        </w:rPr>
      </w:pPr>
    </w:p>
    <w:p w14:paraId="73090428" w14:textId="30DD7A6B" w:rsidR="00A45916" w:rsidRDefault="00A45916" w:rsidP="005E1468"/>
    <w:p w14:paraId="581EF3FF" w14:textId="77777777" w:rsidR="00E14E43" w:rsidRDefault="00E14E43" w:rsidP="005E1468"/>
    <w:p w14:paraId="5157C5D9" w14:textId="3731271B" w:rsidR="00F7577F" w:rsidRDefault="00F7577F" w:rsidP="005E1468"/>
    <w:p w14:paraId="474DE297" w14:textId="77777777" w:rsidR="00E14E43" w:rsidRDefault="00E14E43" w:rsidP="005E1468"/>
    <w:p w14:paraId="3D3D5738" w14:textId="77777777" w:rsidR="005E1468" w:rsidRDefault="005E1468" w:rsidP="005A7C57">
      <w:pPr>
        <w:pStyle w:val="berschrift4"/>
      </w:pPr>
      <w:bookmarkStart w:id="0" w:name="_Hlk141699092"/>
      <w:r>
        <w:t>Bildunterschriften</w:t>
      </w:r>
    </w:p>
    <w:p w14:paraId="7547D8BB" w14:textId="77777777" w:rsidR="002A7F37" w:rsidRDefault="002A7F37" w:rsidP="002A7F37">
      <w:r>
        <w:t>Bildquelle: SIEGENIA</w:t>
      </w:r>
    </w:p>
    <w:p w14:paraId="60527285" w14:textId="77777777" w:rsidR="002A7F37" w:rsidRPr="002A7F37" w:rsidRDefault="002A7F37" w:rsidP="002A7F37"/>
    <w:p w14:paraId="56004A6E" w14:textId="6B4AEF1B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 xml:space="preserve">Motiv I: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C035E4">
        <w:rPr>
          <w:bCs/>
          <w:i/>
        </w:rPr>
        <w:t>Ferienaktion</w:t>
      </w:r>
      <w:proofErr w:type="spellEnd"/>
      <w:r w:rsidR="00C035E4">
        <w:rPr>
          <w:bCs/>
          <w:i/>
        </w:rPr>
        <w:t xml:space="preserve"> 202</w:t>
      </w:r>
      <w:r w:rsidR="00BA5774">
        <w:rPr>
          <w:bCs/>
          <w:i/>
        </w:rPr>
        <w:t>4</w:t>
      </w:r>
      <w:r w:rsidR="00C035E4">
        <w:rPr>
          <w:bCs/>
          <w:i/>
        </w:rPr>
        <w:t>_</w:t>
      </w:r>
      <w:r w:rsidR="00BA5774">
        <w:rPr>
          <w:bCs/>
          <w:i/>
        </w:rPr>
        <w:t>7280</w:t>
      </w:r>
      <w:r w:rsidRPr="00D129AE">
        <w:rPr>
          <w:bCs/>
          <w:i/>
        </w:rPr>
        <w:t xml:space="preserve">.jpg </w:t>
      </w:r>
    </w:p>
    <w:p w14:paraId="22DC8AE5" w14:textId="2D832FF6" w:rsidR="00C035E4" w:rsidRDefault="00BA5774" w:rsidP="005E1468">
      <w:r>
        <w:t xml:space="preserve"> „Technik erleben bei SIEGENIA“: In einer spannenden Ferienaktion</w:t>
      </w:r>
      <w:r w:rsidR="00101650">
        <w:t xml:space="preserve"> erhielten </w:t>
      </w:r>
      <w:r>
        <w:t xml:space="preserve">Schülerinnen und Schüler aus der Region </w:t>
      </w:r>
      <w:r w:rsidR="00101650">
        <w:t xml:space="preserve">einen unterhaltsamen </w:t>
      </w:r>
      <w:r>
        <w:t>und</w:t>
      </w:r>
      <w:r w:rsidR="00101650">
        <w:t xml:space="preserve"> lehrreichen Einblick in das Unternehmen und seine technischen Berufsbilder.</w:t>
      </w:r>
    </w:p>
    <w:p w14:paraId="27D0DCC3" w14:textId="77777777" w:rsidR="00101650" w:rsidRDefault="00101650" w:rsidP="005E1468">
      <w:pPr>
        <w:rPr>
          <w:szCs w:val="20"/>
        </w:rPr>
      </w:pPr>
    </w:p>
    <w:p w14:paraId="0EEAF815" w14:textId="32591435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 xml:space="preserve">Motiv II: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C035E4">
        <w:rPr>
          <w:bCs/>
          <w:i/>
        </w:rPr>
        <w:t>Ferienaktion</w:t>
      </w:r>
      <w:proofErr w:type="spellEnd"/>
      <w:r w:rsidR="00C035E4">
        <w:rPr>
          <w:bCs/>
          <w:i/>
        </w:rPr>
        <w:t xml:space="preserve"> 202</w:t>
      </w:r>
      <w:r w:rsidR="00BA5774">
        <w:rPr>
          <w:bCs/>
          <w:i/>
        </w:rPr>
        <w:t>4</w:t>
      </w:r>
      <w:r w:rsidR="00C035E4">
        <w:rPr>
          <w:bCs/>
          <w:i/>
        </w:rPr>
        <w:t>_</w:t>
      </w:r>
      <w:r w:rsidR="00BA5774">
        <w:rPr>
          <w:bCs/>
          <w:i/>
        </w:rPr>
        <w:t>7296</w:t>
      </w:r>
      <w:r w:rsidRPr="00D129AE">
        <w:rPr>
          <w:bCs/>
          <w:i/>
        </w:rPr>
        <w:t xml:space="preserve">.jpg </w:t>
      </w:r>
    </w:p>
    <w:p w14:paraId="673BECE8" w14:textId="377CD5B3" w:rsidR="005E1468" w:rsidRDefault="00BA5774" w:rsidP="005E1468">
      <w:r>
        <w:rPr>
          <w:szCs w:val="20"/>
        </w:rPr>
        <w:t xml:space="preserve">Ausmessen, Bohren, Radien feilen, Gewinde schneiden – Schritt für Schritt </w:t>
      </w:r>
      <w:r w:rsidR="00101650">
        <w:rPr>
          <w:szCs w:val="20"/>
        </w:rPr>
        <w:t xml:space="preserve">arbeiteten die Jugendlichen </w:t>
      </w:r>
      <w:r>
        <w:rPr>
          <w:szCs w:val="20"/>
        </w:rPr>
        <w:t xml:space="preserve">mit Begeisterung </w:t>
      </w:r>
      <w:r w:rsidR="00101650">
        <w:rPr>
          <w:szCs w:val="20"/>
        </w:rPr>
        <w:t xml:space="preserve">an der Fertigstellung </w:t>
      </w:r>
      <w:r>
        <w:rPr>
          <w:szCs w:val="20"/>
        </w:rPr>
        <w:t>einer Miniatur-Walze</w:t>
      </w:r>
      <w:r w:rsidR="00101650">
        <w:rPr>
          <w:szCs w:val="20"/>
        </w:rPr>
        <w:t>.</w:t>
      </w:r>
    </w:p>
    <w:p w14:paraId="66EE3FD7" w14:textId="77777777" w:rsidR="00C035E4" w:rsidRDefault="00C035E4" w:rsidP="00C035E4"/>
    <w:p w14:paraId="256F0E44" w14:textId="77777777" w:rsidR="008D7633" w:rsidRPr="00E14DD8" w:rsidRDefault="008D7633" w:rsidP="008D7633">
      <w:pPr>
        <w:rPr>
          <w:szCs w:val="20"/>
        </w:rPr>
      </w:pPr>
    </w:p>
    <w:bookmarkEnd w:id="0"/>
    <w:p w14:paraId="30831F0B" w14:textId="77777777" w:rsidR="008D7633" w:rsidRPr="00E14DD8" w:rsidRDefault="008D7633" w:rsidP="008D7633">
      <w:pPr>
        <w:rPr>
          <w:szCs w:val="20"/>
        </w:rPr>
      </w:pPr>
    </w:p>
    <w:p w14:paraId="314AC8C1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615E8668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D04733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4EC43242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57C8F9CC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5423EF8F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01AA22BC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7033B58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52088FE3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2D84D2A7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5B922CAE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1C8EB2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63F1E5C6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208B605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333BB688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14D65BA5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7E86936B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0BD25ED8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208D3865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4B94FC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34379F3A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54E4448B" w14:textId="457E96E2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5850DB">
              <w:t>402</w:t>
            </w:r>
          </w:p>
          <w:p w14:paraId="5426657B" w14:textId="797AE656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E5561B">
              <w:t>2 9</w:t>
            </w:r>
            <w:r w:rsidR="005850DB">
              <w:t>74</w:t>
            </w:r>
            <w:r w:rsidRPr="00C33A1F">
              <w:br/>
              <w:t>(mit Leerzeichen)</w:t>
            </w:r>
          </w:p>
          <w:p w14:paraId="6010097B" w14:textId="77777777" w:rsidR="008D7633" w:rsidRDefault="008D7633" w:rsidP="007A5EB4">
            <w:pPr>
              <w:pStyle w:val="Formatvorlage2"/>
            </w:pPr>
          </w:p>
          <w:p w14:paraId="62489FCE" w14:textId="03C2CEE1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A5774">
              <w:t>22</w:t>
            </w:r>
            <w:r>
              <w:t>.</w:t>
            </w:r>
            <w:r w:rsidR="00486878">
              <w:t>0</w:t>
            </w:r>
            <w:r w:rsidR="00FC463F">
              <w:t>8</w:t>
            </w:r>
            <w:r>
              <w:t>.20</w:t>
            </w:r>
            <w:r w:rsidR="00122FEC">
              <w:t>2</w:t>
            </w:r>
            <w:r w:rsidR="00FC463F">
              <w:t>4</w:t>
            </w:r>
          </w:p>
          <w:p w14:paraId="17277FC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38E0921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5720B2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B01273B" w14:textId="77777777" w:rsidR="00AD7B27" w:rsidRPr="0038499F" w:rsidRDefault="00AD7B27" w:rsidP="008537DB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C4133E" w14:textId="77777777" w:rsidR="0092295E" w:rsidRDefault="0092295E">
      <w:r>
        <w:separator/>
      </w:r>
    </w:p>
  </w:endnote>
  <w:endnote w:type="continuationSeparator" w:id="0">
    <w:p w14:paraId="6DF66646" w14:textId="77777777" w:rsidR="0092295E" w:rsidRDefault="00922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934BD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C81CE" w14:textId="77777777" w:rsidR="0092295E" w:rsidRDefault="0092295E">
      <w:r>
        <w:separator/>
      </w:r>
    </w:p>
  </w:footnote>
  <w:footnote w:type="continuationSeparator" w:id="0">
    <w:p w14:paraId="5767F33C" w14:textId="77777777" w:rsidR="0092295E" w:rsidRDefault="009229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CD245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6B642439" wp14:editId="7BCE9CBC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20A09"/>
    <w:multiLevelType w:val="hybridMultilevel"/>
    <w:tmpl w:val="578A9D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31D67"/>
    <w:multiLevelType w:val="hybridMultilevel"/>
    <w:tmpl w:val="6038B1BE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684B6F"/>
    <w:multiLevelType w:val="hybridMultilevel"/>
    <w:tmpl w:val="52CCE2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B0BA8"/>
    <w:multiLevelType w:val="hybridMultilevel"/>
    <w:tmpl w:val="A222848C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672875"/>
    <w:multiLevelType w:val="hybridMultilevel"/>
    <w:tmpl w:val="3926DFF4"/>
    <w:lvl w:ilvl="0" w:tplc="9FEEF10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01591E"/>
    <w:multiLevelType w:val="hybridMultilevel"/>
    <w:tmpl w:val="176E3506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D36DF9"/>
    <w:multiLevelType w:val="hybridMultilevel"/>
    <w:tmpl w:val="7CFC720C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1"/>
  </w:num>
  <w:num w:numId="2" w16cid:durableId="1418595171">
    <w:abstractNumId w:val="0"/>
  </w:num>
  <w:num w:numId="3" w16cid:durableId="1064911921">
    <w:abstractNumId w:val="8"/>
  </w:num>
  <w:num w:numId="4" w16cid:durableId="230700180">
    <w:abstractNumId w:val="5"/>
  </w:num>
  <w:num w:numId="5" w16cid:durableId="1583679368">
    <w:abstractNumId w:val="3"/>
  </w:num>
  <w:num w:numId="6" w16cid:durableId="10691454">
    <w:abstractNumId w:val="6"/>
  </w:num>
  <w:num w:numId="7" w16cid:durableId="540439940">
    <w:abstractNumId w:val="7"/>
  </w:num>
  <w:num w:numId="8" w16cid:durableId="1695571516">
    <w:abstractNumId w:val="10"/>
  </w:num>
  <w:num w:numId="9" w16cid:durableId="973877186">
    <w:abstractNumId w:val="4"/>
  </w:num>
  <w:num w:numId="10" w16cid:durableId="1911383397">
    <w:abstractNumId w:val="2"/>
  </w:num>
  <w:num w:numId="11" w16cid:durableId="15638301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916"/>
    <w:rsid w:val="000024D9"/>
    <w:rsid w:val="00003256"/>
    <w:rsid w:val="0001449A"/>
    <w:rsid w:val="0001520C"/>
    <w:rsid w:val="00026907"/>
    <w:rsid w:val="00040EBF"/>
    <w:rsid w:val="000634F1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1650"/>
    <w:rsid w:val="001025BB"/>
    <w:rsid w:val="0010792E"/>
    <w:rsid w:val="001128F1"/>
    <w:rsid w:val="00114B1E"/>
    <w:rsid w:val="00122F20"/>
    <w:rsid w:val="00122FEC"/>
    <w:rsid w:val="00137BD1"/>
    <w:rsid w:val="001422E9"/>
    <w:rsid w:val="00145B48"/>
    <w:rsid w:val="001529E6"/>
    <w:rsid w:val="00156B0C"/>
    <w:rsid w:val="00166476"/>
    <w:rsid w:val="00166FB7"/>
    <w:rsid w:val="00171C51"/>
    <w:rsid w:val="001B7003"/>
    <w:rsid w:val="001C39FF"/>
    <w:rsid w:val="001C749F"/>
    <w:rsid w:val="001D0FDA"/>
    <w:rsid w:val="001D26E4"/>
    <w:rsid w:val="001D2F26"/>
    <w:rsid w:val="001E0780"/>
    <w:rsid w:val="001E1DA6"/>
    <w:rsid w:val="001F3432"/>
    <w:rsid w:val="002015B0"/>
    <w:rsid w:val="002046D3"/>
    <w:rsid w:val="00214785"/>
    <w:rsid w:val="00226DB0"/>
    <w:rsid w:val="00253494"/>
    <w:rsid w:val="00254A9B"/>
    <w:rsid w:val="00255FE8"/>
    <w:rsid w:val="00270ED5"/>
    <w:rsid w:val="00272508"/>
    <w:rsid w:val="002769DE"/>
    <w:rsid w:val="002819C3"/>
    <w:rsid w:val="002926ED"/>
    <w:rsid w:val="002A202C"/>
    <w:rsid w:val="002A7F37"/>
    <w:rsid w:val="002B55C4"/>
    <w:rsid w:val="002B5C47"/>
    <w:rsid w:val="002C00E2"/>
    <w:rsid w:val="002C36FE"/>
    <w:rsid w:val="002C5A66"/>
    <w:rsid w:val="002C6D41"/>
    <w:rsid w:val="002D023F"/>
    <w:rsid w:val="002D2A69"/>
    <w:rsid w:val="002E48B5"/>
    <w:rsid w:val="002E59D6"/>
    <w:rsid w:val="002F18BB"/>
    <w:rsid w:val="002F466F"/>
    <w:rsid w:val="0031150D"/>
    <w:rsid w:val="003136F5"/>
    <w:rsid w:val="00324F84"/>
    <w:rsid w:val="0032640E"/>
    <w:rsid w:val="00326F7E"/>
    <w:rsid w:val="00331FF9"/>
    <w:rsid w:val="0034481E"/>
    <w:rsid w:val="00350ACA"/>
    <w:rsid w:val="003514C3"/>
    <w:rsid w:val="00357C43"/>
    <w:rsid w:val="00364DEF"/>
    <w:rsid w:val="00367A97"/>
    <w:rsid w:val="003715E2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00E60"/>
    <w:rsid w:val="004176D4"/>
    <w:rsid w:val="00420F79"/>
    <w:rsid w:val="004312FD"/>
    <w:rsid w:val="004333E8"/>
    <w:rsid w:val="0044187A"/>
    <w:rsid w:val="00446899"/>
    <w:rsid w:val="00447689"/>
    <w:rsid w:val="00456C18"/>
    <w:rsid w:val="0046235C"/>
    <w:rsid w:val="004629AD"/>
    <w:rsid w:val="004806AF"/>
    <w:rsid w:val="00481957"/>
    <w:rsid w:val="004854C4"/>
    <w:rsid w:val="00486878"/>
    <w:rsid w:val="00497849"/>
    <w:rsid w:val="004A46D0"/>
    <w:rsid w:val="004B62AB"/>
    <w:rsid w:val="004C4FDA"/>
    <w:rsid w:val="004C503A"/>
    <w:rsid w:val="004E057A"/>
    <w:rsid w:val="004E2322"/>
    <w:rsid w:val="004E2BD7"/>
    <w:rsid w:val="004E3AF9"/>
    <w:rsid w:val="004F0A6F"/>
    <w:rsid w:val="004F4FA4"/>
    <w:rsid w:val="00510191"/>
    <w:rsid w:val="00511254"/>
    <w:rsid w:val="00521FC2"/>
    <w:rsid w:val="005254BE"/>
    <w:rsid w:val="0055033C"/>
    <w:rsid w:val="00552DC0"/>
    <w:rsid w:val="0055550C"/>
    <w:rsid w:val="00563E60"/>
    <w:rsid w:val="00567800"/>
    <w:rsid w:val="005850DB"/>
    <w:rsid w:val="00592833"/>
    <w:rsid w:val="005A214B"/>
    <w:rsid w:val="005A3974"/>
    <w:rsid w:val="005A5DC6"/>
    <w:rsid w:val="005A6A38"/>
    <w:rsid w:val="005A7C57"/>
    <w:rsid w:val="005B05FC"/>
    <w:rsid w:val="005E06F2"/>
    <w:rsid w:val="005E1468"/>
    <w:rsid w:val="005E3E61"/>
    <w:rsid w:val="005F2A75"/>
    <w:rsid w:val="005F3D5F"/>
    <w:rsid w:val="005F7B2E"/>
    <w:rsid w:val="006016B0"/>
    <w:rsid w:val="00602694"/>
    <w:rsid w:val="0060417C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1E61"/>
    <w:rsid w:val="006B6CD1"/>
    <w:rsid w:val="006B7979"/>
    <w:rsid w:val="006C044C"/>
    <w:rsid w:val="006C2278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4C4A"/>
    <w:rsid w:val="00757DA9"/>
    <w:rsid w:val="00757DDE"/>
    <w:rsid w:val="00764AAC"/>
    <w:rsid w:val="00781469"/>
    <w:rsid w:val="007871C1"/>
    <w:rsid w:val="0079193B"/>
    <w:rsid w:val="00794A4F"/>
    <w:rsid w:val="007A5EB4"/>
    <w:rsid w:val="007A6E1C"/>
    <w:rsid w:val="007C27ED"/>
    <w:rsid w:val="007C50D1"/>
    <w:rsid w:val="007C5C24"/>
    <w:rsid w:val="007D401A"/>
    <w:rsid w:val="007E1B26"/>
    <w:rsid w:val="007E2B7F"/>
    <w:rsid w:val="007F0D29"/>
    <w:rsid w:val="007F3F54"/>
    <w:rsid w:val="007F43E0"/>
    <w:rsid w:val="00801D78"/>
    <w:rsid w:val="008078CF"/>
    <w:rsid w:val="00810D1B"/>
    <w:rsid w:val="008171AF"/>
    <w:rsid w:val="00826F82"/>
    <w:rsid w:val="0083465B"/>
    <w:rsid w:val="00835351"/>
    <w:rsid w:val="008366E0"/>
    <w:rsid w:val="008429DC"/>
    <w:rsid w:val="0085079E"/>
    <w:rsid w:val="00852D9D"/>
    <w:rsid w:val="008537DB"/>
    <w:rsid w:val="00853823"/>
    <w:rsid w:val="00857009"/>
    <w:rsid w:val="00857800"/>
    <w:rsid w:val="0086386E"/>
    <w:rsid w:val="00871847"/>
    <w:rsid w:val="00883206"/>
    <w:rsid w:val="0088486D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2295E"/>
    <w:rsid w:val="0092580A"/>
    <w:rsid w:val="0093490C"/>
    <w:rsid w:val="0093664F"/>
    <w:rsid w:val="00943EB0"/>
    <w:rsid w:val="00945CA5"/>
    <w:rsid w:val="009553BC"/>
    <w:rsid w:val="009557EA"/>
    <w:rsid w:val="0096039E"/>
    <w:rsid w:val="00963959"/>
    <w:rsid w:val="00963D60"/>
    <w:rsid w:val="0096600A"/>
    <w:rsid w:val="00985874"/>
    <w:rsid w:val="009B067B"/>
    <w:rsid w:val="009B4822"/>
    <w:rsid w:val="009B5300"/>
    <w:rsid w:val="009B5DE9"/>
    <w:rsid w:val="009C49B5"/>
    <w:rsid w:val="009D0CC8"/>
    <w:rsid w:val="009D6C04"/>
    <w:rsid w:val="009E28F9"/>
    <w:rsid w:val="009E7597"/>
    <w:rsid w:val="00A12A8B"/>
    <w:rsid w:val="00A14556"/>
    <w:rsid w:val="00A16D81"/>
    <w:rsid w:val="00A17D84"/>
    <w:rsid w:val="00A22DF2"/>
    <w:rsid w:val="00A23065"/>
    <w:rsid w:val="00A2339E"/>
    <w:rsid w:val="00A24651"/>
    <w:rsid w:val="00A25EB9"/>
    <w:rsid w:val="00A32395"/>
    <w:rsid w:val="00A40AB4"/>
    <w:rsid w:val="00A45916"/>
    <w:rsid w:val="00A54C17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6704"/>
    <w:rsid w:val="00B057B0"/>
    <w:rsid w:val="00B11AB7"/>
    <w:rsid w:val="00B22C38"/>
    <w:rsid w:val="00B239B4"/>
    <w:rsid w:val="00B3687B"/>
    <w:rsid w:val="00B415D4"/>
    <w:rsid w:val="00B41B50"/>
    <w:rsid w:val="00B47777"/>
    <w:rsid w:val="00B47ADF"/>
    <w:rsid w:val="00B55070"/>
    <w:rsid w:val="00B62ECB"/>
    <w:rsid w:val="00B63C95"/>
    <w:rsid w:val="00B63E35"/>
    <w:rsid w:val="00B74F26"/>
    <w:rsid w:val="00B81104"/>
    <w:rsid w:val="00B84773"/>
    <w:rsid w:val="00B908A8"/>
    <w:rsid w:val="00B92EF0"/>
    <w:rsid w:val="00B93961"/>
    <w:rsid w:val="00BA5774"/>
    <w:rsid w:val="00BA5B2A"/>
    <w:rsid w:val="00BC7A5E"/>
    <w:rsid w:val="00BD76B1"/>
    <w:rsid w:val="00BE62B4"/>
    <w:rsid w:val="00BE69F6"/>
    <w:rsid w:val="00BF6132"/>
    <w:rsid w:val="00BF787D"/>
    <w:rsid w:val="00C02C5D"/>
    <w:rsid w:val="00C035E4"/>
    <w:rsid w:val="00C0760E"/>
    <w:rsid w:val="00C105E5"/>
    <w:rsid w:val="00C14A00"/>
    <w:rsid w:val="00C24B77"/>
    <w:rsid w:val="00C2717C"/>
    <w:rsid w:val="00C33A1F"/>
    <w:rsid w:val="00C46850"/>
    <w:rsid w:val="00C52D3B"/>
    <w:rsid w:val="00C53FE3"/>
    <w:rsid w:val="00C55524"/>
    <w:rsid w:val="00C615A2"/>
    <w:rsid w:val="00C65852"/>
    <w:rsid w:val="00C72B49"/>
    <w:rsid w:val="00C75A5A"/>
    <w:rsid w:val="00C77106"/>
    <w:rsid w:val="00C87836"/>
    <w:rsid w:val="00C900D7"/>
    <w:rsid w:val="00C92A2E"/>
    <w:rsid w:val="00CA66F5"/>
    <w:rsid w:val="00CA6BD1"/>
    <w:rsid w:val="00CE16F1"/>
    <w:rsid w:val="00CE5038"/>
    <w:rsid w:val="00CE5448"/>
    <w:rsid w:val="00CE5488"/>
    <w:rsid w:val="00CE5E75"/>
    <w:rsid w:val="00CE63E0"/>
    <w:rsid w:val="00CE7895"/>
    <w:rsid w:val="00CF1D2C"/>
    <w:rsid w:val="00CF6534"/>
    <w:rsid w:val="00CF72EF"/>
    <w:rsid w:val="00CF7462"/>
    <w:rsid w:val="00CF76E1"/>
    <w:rsid w:val="00D04FE4"/>
    <w:rsid w:val="00D313A4"/>
    <w:rsid w:val="00D32108"/>
    <w:rsid w:val="00D45693"/>
    <w:rsid w:val="00D47D4E"/>
    <w:rsid w:val="00D55DC3"/>
    <w:rsid w:val="00D57457"/>
    <w:rsid w:val="00D64F60"/>
    <w:rsid w:val="00D84152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DF6B2B"/>
    <w:rsid w:val="00E03F6F"/>
    <w:rsid w:val="00E04C83"/>
    <w:rsid w:val="00E14DD8"/>
    <w:rsid w:val="00E14E43"/>
    <w:rsid w:val="00E155F0"/>
    <w:rsid w:val="00E17E89"/>
    <w:rsid w:val="00E20D4D"/>
    <w:rsid w:val="00E2358B"/>
    <w:rsid w:val="00E27170"/>
    <w:rsid w:val="00E34020"/>
    <w:rsid w:val="00E3479A"/>
    <w:rsid w:val="00E5561B"/>
    <w:rsid w:val="00E60730"/>
    <w:rsid w:val="00E6313B"/>
    <w:rsid w:val="00E66783"/>
    <w:rsid w:val="00E72263"/>
    <w:rsid w:val="00E746D2"/>
    <w:rsid w:val="00E76C0B"/>
    <w:rsid w:val="00E76D9B"/>
    <w:rsid w:val="00E77789"/>
    <w:rsid w:val="00E80515"/>
    <w:rsid w:val="00E94D10"/>
    <w:rsid w:val="00E954AC"/>
    <w:rsid w:val="00EA2954"/>
    <w:rsid w:val="00EB511E"/>
    <w:rsid w:val="00EB632F"/>
    <w:rsid w:val="00EC1396"/>
    <w:rsid w:val="00EE123F"/>
    <w:rsid w:val="00EE6249"/>
    <w:rsid w:val="00EF15B4"/>
    <w:rsid w:val="00EF2F06"/>
    <w:rsid w:val="00EF7C0E"/>
    <w:rsid w:val="00F0149D"/>
    <w:rsid w:val="00F05D3F"/>
    <w:rsid w:val="00F10811"/>
    <w:rsid w:val="00F10E71"/>
    <w:rsid w:val="00F142BE"/>
    <w:rsid w:val="00F222EB"/>
    <w:rsid w:val="00F25601"/>
    <w:rsid w:val="00F344B8"/>
    <w:rsid w:val="00F410E3"/>
    <w:rsid w:val="00F41966"/>
    <w:rsid w:val="00F445E5"/>
    <w:rsid w:val="00F45D74"/>
    <w:rsid w:val="00F516C4"/>
    <w:rsid w:val="00F54269"/>
    <w:rsid w:val="00F6067C"/>
    <w:rsid w:val="00F61445"/>
    <w:rsid w:val="00F71E39"/>
    <w:rsid w:val="00F73478"/>
    <w:rsid w:val="00F7577F"/>
    <w:rsid w:val="00F82E34"/>
    <w:rsid w:val="00F84C8D"/>
    <w:rsid w:val="00FA07A1"/>
    <w:rsid w:val="00FA3E25"/>
    <w:rsid w:val="00FB5A18"/>
    <w:rsid w:val="00FC463F"/>
    <w:rsid w:val="00FD07B9"/>
    <w:rsid w:val="00FD0F63"/>
    <w:rsid w:val="00FD182E"/>
    <w:rsid w:val="00FE1822"/>
    <w:rsid w:val="00FE1C52"/>
    <w:rsid w:val="00FE226B"/>
    <w:rsid w:val="00FE270D"/>
    <w:rsid w:val="00FE3AB9"/>
    <w:rsid w:val="00FF051D"/>
    <w:rsid w:val="00FF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417CE"/>
  <w15:docId w15:val="{D881D5D0-3FFD-447F-9925-439FF5BE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berarbeitung">
    <w:name w:val="Revision"/>
    <w:hidden/>
    <w:uiPriority w:val="99"/>
    <w:semiHidden/>
    <w:rsid w:val="00985874"/>
    <w:rPr>
      <w:rFonts w:ascii="Arial" w:hAnsi="Arial"/>
      <w:szCs w:val="21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E5E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7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4EE73-0BD4-4FCB-9C33-97829837B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567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4137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2024-08-22T13:18:00Z</dcterms:created>
  <dcterms:modified xsi:type="dcterms:W3CDTF">2024-08-22T13:22:00Z</dcterms:modified>
</cp:coreProperties>
</file>