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B591A5" w14:textId="1B5A0282" w:rsidR="005E1468" w:rsidRDefault="001D3B0F" w:rsidP="005E1468">
      <w:pPr>
        <w:pStyle w:val="berschrift2"/>
      </w:pPr>
      <w:r>
        <w:t>S</w:t>
      </w:r>
      <w:r w:rsidR="009A5F98">
        <w:t>marte</w:t>
      </w:r>
      <w:r>
        <w:t>r</w:t>
      </w:r>
      <w:r w:rsidR="009A5F98">
        <w:t xml:space="preserve"> Fenstergriff</w:t>
      </w:r>
      <w:r w:rsidR="00F6067C">
        <w:t xml:space="preserve"> </w:t>
      </w:r>
      <w:r w:rsidR="00FE252E">
        <w:t xml:space="preserve">von </w:t>
      </w:r>
      <w:r>
        <w:t xml:space="preserve">SIEGENIA: </w:t>
      </w:r>
      <w:r>
        <w:br/>
        <w:t>jetzt noch smarter</w:t>
      </w:r>
    </w:p>
    <w:p w14:paraId="67A11911" w14:textId="54FB044A" w:rsidR="00A82224" w:rsidRDefault="001D3B0F" w:rsidP="00A82224">
      <w:pPr>
        <w:pStyle w:val="berschrift1"/>
      </w:pPr>
      <w:r>
        <w:t xml:space="preserve">Ver- und Entriegeln über </w:t>
      </w:r>
      <w:r w:rsidR="00582E18">
        <w:t>Matter-fähige</w:t>
      </w:r>
      <w:r w:rsidR="00CC5F04">
        <w:t xml:space="preserve"> </w:t>
      </w:r>
      <w:r w:rsidR="00DA438F">
        <w:t>Smart-Home-</w:t>
      </w:r>
      <w:r w:rsidR="0098092D">
        <w:t>Systeme</w:t>
      </w:r>
    </w:p>
    <w:p w14:paraId="2A4B8EDF" w14:textId="77777777" w:rsidR="005E1468" w:rsidRDefault="005E1468" w:rsidP="005E1468"/>
    <w:p w14:paraId="47C9B40A" w14:textId="70E2C06F" w:rsidR="00F6067C" w:rsidRPr="00591DAB" w:rsidRDefault="00890942" w:rsidP="00F6067C">
      <w:pPr>
        <w:rPr>
          <w:rStyle w:val="fontstyle01"/>
          <w:rFonts w:ascii="Arial" w:hAnsi="Arial"/>
          <w:sz w:val="20"/>
          <w:szCs w:val="20"/>
        </w:rPr>
      </w:pPr>
      <w:r w:rsidRPr="00F833EB">
        <w:rPr>
          <w:rFonts w:cs="Arial"/>
          <w:szCs w:val="20"/>
        </w:rPr>
        <w:t xml:space="preserve">Der smarte Fenstergriff von SIEGENIA macht das Ver- und Entriegeln </w:t>
      </w:r>
      <w:r w:rsidR="00313447">
        <w:rPr>
          <w:rFonts w:cs="Arial"/>
          <w:szCs w:val="20"/>
        </w:rPr>
        <w:t xml:space="preserve">von abschließbaren Fenstern </w:t>
      </w:r>
      <w:r w:rsidRPr="00F833EB">
        <w:rPr>
          <w:rFonts w:cs="Arial"/>
          <w:szCs w:val="20"/>
        </w:rPr>
        <w:t>digital</w:t>
      </w:r>
      <w:r w:rsidR="00070FEB" w:rsidRPr="00F833EB">
        <w:rPr>
          <w:rFonts w:cs="Arial"/>
          <w:szCs w:val="20"/>
        </w:rPr>
        <w:t xml:space="preserve"> </w:t>
      </w:r>
      <w:r w:rsidR="00313447">
        <w:rPr>
          <w:rFonts w:cs="Arial"/>
          <w:szCs w:val="20"/>
        </w:rPr>
        <w:t>– und damit einfacher</w:t>
      </w:r>
      <w:r w:rsidR="00B9248B">
        <w:rPr>
          <w:rFonts w:cs="Arial"/>
          <w:szCs w:val="20"/>
        </w:rPr>
        <w:t>,</w:t>
      </w:r>
      <w:r w:rsidR="00313447">
        <w:rPr>
          <w:rFonts w:cs="Arial"/>
          <w:szCs w:val="20"/>
        </w:rPr>
        <w:t xml:space="preserve"> </w:t>
      </w:r>
      <w:r w:rsidR="00B9248B" w:rsidRPr="00F833EB">
        <w:rPr>
          <w:rFonts w:cs="Arial"/>
          <w:szCs w:val="20"/>
        </w:rPr>
        <w:t>komfortab</w:t>
      </w:r>
      <w:r w:rsidR="00B9248B">
        <w:rPr>
          <w:rFonts w:cs="Arial"/>
          <w:szCs w:val="20"/>
        </w:rPr>
        <w:t xml:space="preserve">ler </w:t>
      </w:r>
      <w:r w:rsidR="00313447">
        <w:rPr>
          <w:rFonts w:cs="Arial"/>
          <w:szCs w:val="20"/>
        </w:rPr>
        <w:t>und intelligenter denn je</w:t>
      </w:r>
      <w:r w:rsidRPr="00F833EB">
        <w:rPr>
          <w:rFonts w:cs="Arial"/>
          <w:szCs w:val="20"/>
        </w:rPr>
        <w:t>.</w:t>
      </w:r>
      <w:r w:rsidR="0017406B">
        <w:rPr>
          <w:rFonts w:cs="Arial"/>
          <w:szCs w:val="20"/>
        </w:rPr>
        <w:t xml:space="preserve"> </w:t>
      </w:r>
      <w:r w:rsidR="008F3DC3">
        <w:rPr>
          <w:rStyle w:val="fontstyle01"/>
          <w:rFonts w:ascii="Arial" w:hAnsi="Arial" w:cs="Arial"/>
          <w:sz w:val="20"/>
          <w:szCs w:val="20"/>
        </w:rPr>
        <w:t xml:space="preserve">Über </w:t>
      </w:r>
      <w:r w:rsidR="00313447">
        <w:rPr>
          <w:rStyle w:val="fontstyle01"/>
          <w:rFonts w:ascii="Arial" w:hAnsi="Arial" w:cs="Arial"/>
          <w:sz w:val="20"/>
          <w:szCs w:val="20"/>
        </w:rPr>
        <w:t xml:space="preserve">den </w:t>
      </w:r>
      <w:r w:rsidR="008F3DC3">
        <w:rPr>
          <w:rStyle w:val="fontstyle01"/>
          <w:rFonts w:ascii="Arial" w:hAnsi="Arial" w:cs="Arial"/>
          <w:sz w:val="20"/>
          <w:szCs w:val="20"/>
        </w:rPr>
        <w:t xml:space="preserve">herstellerübergreifenden Standard Matter unterstützt er die </w:t>
      </w:r>
      <w:r w:rsidR="00313447">
        <w:rPr>
          <w:rStyle w:val="fontstyle01"/>
          <w:rFonts w:ascii="Arial" w:hAnsi="Arial" w:cs="Arial"/>
          <w:sz w:val="20"/>
          <w:szCs w:val="20"/>
        </w:rPr>
        <w:t>Einbindung</w:t>
      </w:r>
      <w:r w:rsidR="008F3DC3" w:rsidRPr="00DA438F">
        <w:rPr>
          <w:rStyle w:val="fontstyle01"/>
          <w:rFonts w:ascii="Arial" w:hAnsi="Arial" w:cs="Arial"/>
          <w:sz w:val="20"/>
          <w:szCs w:val="20"/>
        </w:rPr>
        <w:t xml:space="preserve"> in Smart-Home-System</w:t>
      </w:r>
      <w:r w:rsidR="008F3DC3">
        <w:rPr>
          <w:rStyle w:val="fontstyle01"/>
          <w:rFonts w:ascii="Arial" w:hAnsi="Arial" w:cs="Arial"/>
          <w:sz w:val="20"/>
          <w:szCs w:val="20"/>
        </w:rPr>
        <w:t>e.</w:t>
      </w:r>
      <w:r w:rsidR="00313447">
        <w:rPr>
          <w:rStyle w:val="fontstyle01"/>
          <w:rFonts w:ascii="Arial" w:hAnsi="Arial" w:cs="Arial"/>
          <w:sz w:val="20"/>
          <w:szCs w:val="20"/>
        </w:rPr>
        <w:t xml:space="preserve"> Das gibt Endanwendern Zugriff auf eine Vielzahl an Optionen, die von der Überwachung und Steuerung individueller Lösungen bis zur Einrichtung vernetzter Szenarien </w:t>
      </w:r>
      <w:r w:rsidR="004133CD">
        <w:rPr>
          <w:rStyle w:val="fontstyle01"/>
          <w:rFonts w:ascii="Arial" w:hAnsi="Arial" w:cs="Arial"/>
          <w:sz w:val="20"/>
          <w:szCs w:val="20"/>
        </w:rPr>
        <w:t xml:space="preserve">reichen. </w:t>
      </w:r>
      <w:r w:rsidR="00581B27">
        <w:rPr>
          <w:rStyle w:val="fontstyle01"/>
          <w:rFonts w:ascii="Arial" w:hAnsi="Arial" w:cs="Arial"/>
          <w:sz w:val="20"/>
          <w:szCs w:val="20"/>
        </w:rPr>
        <w:t>SIEGENIA ist derzeit der einzige Hersteller mit einer Lösung</w:t>
      </w:r>
      <w:r w:rsidR="00E9442A">
        <w:rPr>
          <w:rStyle w:val="fontstyle01"/>
          <w:rFonts w:ascii="Arial" w:hAnsi="Arial" w:cs="Arial"/>
          <w:sz w:val="20"/>
          <w:szCs w:val="20"/>
        </w:rPr>
        <w:t xml:space="preserve"> für abschließbare Fenstergriffe</w:t>
      </w:r>
      <w:r w:rsidR="003C5D7D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3C5D7D" w:rsidRPr="00591DAB">
        <w:rPr>
          <w:rStyle w:val="fontstyle01"/>
          <w:rFonts w:ascii="Arial" w:hAnsi="Arial" w:cs="Arial"/>
          <w:sz w:val="20"/>
          <w:szCs w:val="20"/>
        </w:rPr>
        <w:t>im Matter-Standard</w:t>
      </w:r>
      <w:r w:rsidR="00581B27">
        <w:rPr>
          <w:rStyle w:val="fontstyle01"/>
          <w:rFonts w:ascii="Arial" w:hAnsi="Arial" w:cs="Arial"/>
          <w:sz w:val="20"/>
          <w:szCs w:val="20"/>
        </w:rPr>
        <w:t xml:space="preserve">. </w:t>
      </w:r>
      <w:r w:rsidR="0024189A">
        <w:rPr>
          <w:rStyle w:val="fontstyle01"/>
          <w:rFonts w:ascii="Arial" w:hAnsi="Arial" w:cs="Arial"/>
          <w:sz w:val="20"/>
          <w:szCs w:val="20"/>
        </w:rPr>
        <w:t>Ab sofort ist der smarte Fenstergriff mit fast allen gängigen Smart-Home-Systemen k</w:t>
      </w:r>
      <w:r w:rsidR="00B9248B">
        <w:rPr>
          <w:rStyle w:val="fontstyle01"/>
          <w:rFonts w:ascii="Arial" w:hAnsi="Arial" w:cs="Arial"/>
          <w:sz w:val="20"/>
          <w:szCs w:val="20"/>
        </w:rPr>
        <w:t>ompatib</w:t>
      </w:r>
      <w:r w:rsidR="0024189A">
        <w:rPr>
          <w:rStyle w:val="fontstyle01"/>
          <w:rFonts w:ascii="Arial" w:hAnsi="Arial" w:cs="Arial"/>
          <w:sz w:val="20"/>
          <w:szCs w:val="20"/>
        </w:rPr>
        <w:t xml:space="preserve">el und wird damit </w:t>
      </w:r>
      <w:r w:rsidR="00B9248B">
        <w:rPr>
          <w:rStyle w:val="fontstyle01"/>
          <w:rFonts w:ascii="Arial" w:hAnsi="Arial" w:cs="Arial"/>
          <w:sz w:val="20"/>
          <w:szCs w:val="20"/>
        </w:rPr>
        <w:t xml:space="preserve">noch smarter. </w:t>
      </w:r>
    </w:p>
    <w:p w14:paraId="029CF92F" w14:textId="3204EEDA" w:rsidR="0055611A" w:rsidRDefault="007C1304" w:rsidP="00B9248B">
      <w:pPr>
        <w:pStyle w:val="berschrift4"/>
      </w:pPr>
      <w:r>
        <w:t>Von Apple bis Amazon: Unterstützung zahlreicher</w:t>
      </w:r>
      <w:r w:rsidR="00314C57">
        <w:t xml:space="preserve"> </w:t>
      </w:r>
      <w:r w:rsidR="007A26BF">
        <w:t xml:space="preserve">Smart-Home-Apps </w:t>
      </w:r>
    </w:p>
    <w:p w14:paraId="0FBF2D32" w14:textId="7F8941D2" w:rsidR="0055611A" w:rsidRDefault="0024189A" w:rsidP="00422C6E">
      <w:r>
        <w:t xml:space="preserve">Durch die Unterstützung </w:t>
      </w:r>
      <w:r w:rsidR="007A26BF">
        <w:t>zahlreiche</w:t>
      </w:r>
      <w:r>
        <w:t>r</w:t>
      </w:r>
      <w:r w:rsidR="007C1304">
        <w:t xml:space="preserve"> Smart-Home-Apps</w:t>
      </w:r>
      <w:r>
        <w:t xml:space="preserve"> gibt der </w:t>
      </w:r>
      <w:r w:rsidR="007C1304">
        <w:t xml:space="preserve">smarte Fenstergriff </w:t>
      </w:r>
      <w:r>
        <w:t>Endanwendern</w:t>
      </w:r>
      <w:r w:rsidRPr="0024189A">
        <w:t xml:space="preserve"> </w:t>
      </w:r>
      <w:r>
        <w:t>höchste Flexibilität</w:t>
      </w:r>
      <w:r w:rsidR="007C1304">
        <w:t xml:space="preserve">. </w:t>
      </w:r>
      <w:r w:rsidR="00C62608">
        <w:t xml:space="preserve">Nach der Markteinführung in Verbindung mit der </w:t>
      </w:r>
      <w:r w:rsidR="007C1304">
        <w:t>Home App von Apple</w:t>
      </w:r>
      <w:r w:rsidR="00C62608">
        <w:t xml:space="preserve"> umfasst das Anwendungsspektrum nun auch</w:t>
      </w:r>
      <w:r w:rsidR="007C1304">
        <w:t xml:space="preserve"> die SmartThings App von Samsung</w:t>
      </w:r>
      <w:r w:rsidR="00C62608">
        <w:t xml:space="preserve">, </w:t>
      </w:r>
      <w:r w:rsidR="007C1304">
        <w:t xml:space="preserve">die Google Home App </w:t>
      </w:r>
      <w:r w:rsidR="00C62608">
        <w:t xml:space="preserve">sowie die </w:t>
      </w:r>
      <w:r w:rsidR="007C1304">
        <w:t xml:space="preserve">Amazon Alexa App. </w:t>
      </w:r>
      <w:r>
        <w:t>D</w:t>
      </w:r>
      <w:r w:rsidR="00C62608">
        <w:t>as breite Spektrum an kompatiblen Home Controllern erlaubt Smart-Home-Besitzern die vielseitige Einbindung des smarten Fenstergriffs in vorhandene Systeme</w:t>
      </w:r>
      <w:r w:rsidR="00592E8B">
        <w:t xml:space="preserve"> </w:t>
      </w:r>
      <w:r>
        <w:t>sowie</w:t>
      </w:r>
      <w:r w:rsidR="00592E8B">
        <w:t xml:space="preserve"> die</w:t>
      </w:r>
      <w:r w:rsidR="00C62608">
        <w:t xml:space="preserve"> </w:t>
      </w:r>
      <w:r w:rsidR="00592E8B" w:rsidRPr="00CB3424">
        <w:rPr>
          <w:rFonts w:cs="Arial"/>
          <w:szCs w:val="20"/>
        </w:rPr>
        <w:t>Sprachsteuerung via S</w:t>
      </w:r>
      <w:r w:rsidR="00592E8B">
        <w:rPr>
          <w:rFonts w:cs="Arial"/>
          <w:szCs w:val="20"/>
        </w:rPr>
        <w:t>iri</w:t>
      </w:r>
      <w:r w:rsidR="00592E8B" w:rsidRPr="00CB3424">
        <w:rPr>
          <w:rFonts w:cs="Arial"/>
          <w:szCs w:val="20"/>
        </w:rPr>
        <w:t>, Alexa oder Hey Google</w:t>
      </w:r>
      <w:r w:rsidR="00592E8B">
        <w:rPr>
          <w:rFonts w:cs="Arial"/>
          <w:szCs w:val="20"/>
        </w:rPr>
        <w:t>.</w:t>
      </w:r>
    </w:p>
    <w:p w14:paraId="5575DFD8" w14:textId="1AB61BB8" w:rsidR="000549C3" w:rsidRDefault="00665F3C" w:rsidP="00665F3C">
      <w:pPr>
        <w:pStyle w:val="berschrift4"/>
      </w:pPr>
      <w:r>
        <w:t>S</w:t>
      </w:r>
      <w:r w:rsidR="00B05706">
        <w:t>marter Griff für smarte Szenarien</w:t>
      </w:r>
      <w:r>
        <w:t xml:space="preserve"> </w:t>
      </w:r>
    </w:p>
    <w:p w14:paraId="1F004C86" w14:textId="5F6D411E" w:rsidR="00422C6E" w:rsidRPr="00CC472D" w:rsidRDefault="00070FEB" w:rsidP="00422C6E">
      <w:pPr>
        <w:rPr>
          <w:rStyle w:val="fontstyle01"/>
          <w:rFonts w:ascii="Arial" w:hAnsi="Arial"/>
          <w:color w:val="auto"/>
          <w:sz w:val="20"/>
          <w:szCs w:val="21"/>
        </w:rPr>
      </w:pPr>
      <w:r>
        <w:t>Mit dem smarten Fenstergriff gehör</w:t>
      </w:r>
      <w:r w:rsidR="008417AD">
        <w:t>en die Nachteile</w:t>
      </w:r>
      <w:r w:rsidR="004836B7">
        <w:t xml:space="preserve"> manuell abschließbare</w:t>
      </w:r>
      <w:r w:rsidR="008417AD">
        <w:t>r</w:t>
      </w:r>
      <w:r w:rsidR="004836B7">
        <w:t xml:space="preserve"> Griffe </w:t>
      </w:r>
      <w:r w:rsidR="00B05706">
        <w:t>– so z. B. Sicherheitsrisiken durch steckengebliebene Schlüssel oder lästiges Suchen – d</w:t>
      </w:r>
      <w:r w:rsidR="004836B7">
        <w:t>er Vergangenheit an</w:t>
      </w:r>
      <w:r w:rsidR="004836B7" w:rsidRPr="00C67899">
        <w:t xml:space="preserve">. </w:t>
      </w:r>
      <w:r w:rsidR="008417AD" w:rsidRPr="00C67899">
        <w:t>Sobald der</w:t>
      </w:r>
      <w:r w:rsidR="008417AD">
        <w:t xml:space="preserve"> Griff entriegelt wurde, </w:t>
      </w:r>
      <w:r w:rsidR="00291690">
        <w:t xml:space="preserve">kann das </w:t>
      </w:r>
      <w:r w:rsidR="008417AD">
        <w:t xml:space="preserve">Fenster wie gewohnt direkt am </w:t>
      </w:r>
      <w:r w:rsidR="005C2E89">
        <w:t>Flügel</w:t>
      </w:r>
      <w:r w:rsidR="00291690">
        <w:t xml:space="preserve"> bedient werden</w:t>
      </w:r>
      <w:r w:rsidR="004844CD">
        <w:t xml:space="preserve">. </w:t>
      </w:r>
      <w:r w:rsidR="00422C6E">
        <w:t xml:space="preserve">Die Inbetriebnahme und das Einlernen </w:t>
      </w:r>
      <w:r w:rsidR="008F3DC3">
        <w:t xml:space="preserve">sind denkbar einfach und </w:t>
      </w:r>
      <w:r w:rsidR="0098092D">
        <w:t>erfolgen mithilfe eines Smart Speakers</w:t>
      </w:r>
      <w:r w:rsidR="00422C6E">
        <w:t>.</w:t>
      </w:r>
      <w:r w:rsidR="00E66E11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45246A">
        <w:t>Hierzu wird der Griff zunächst ü</w:t>
      </w:r>
      <w:r w:rsidR="0098092D">
        <w:t>ber einen QR-</w:t>
      </w:r>
      <w:r w:rsidR="0098092D" w:rsidRPr="00C67899">
        <w:t xml:space="preserve">Code </w:t>
      </w:r>
      <w:r w:rsidR="00422C6E" w:rsidRPr="00C67899">
        <w:rPr>
          <w:rStyle w:val="fontstyle01"/>
          <w:rFonts w:ascii="Arial" w:hAnsi="Arial" w:cs="Arial"/>
          <w:sz w:val="20"/>
          <w:szCs w:val="20"/>
        </w:rPr>
        <w:t xml:space="preserve">mit der </w:t>
      </w:r>
      <w:r w:rsidR="0056361B" w:rsidRPr="00C67899">
        <w:rPr>
          <w:rStyle w:val="fontstyle01"/>
          <w:rFonts w:ascii="Arial" w:hAnsi="Arial" w:cs="Arial"/>
          <w:sz w:val="20"/>
          <w:szCs w:val="20"/>
        </w:rPr>
        <w:t>SIEGENIA H</w:t>
      </w:r>
      <w:r w:rsidR="0043602E" w:rsidRPr="00C67899">
        <w:rPr>
          <w:rStyle w:val="fontstyle01"/>
          <w:rFonts w:ascii="Arial" w:hAnsi="Arial" w:cs="Arial"/>
          <w:sz w:val="20"/>
          <w:szCs w:val="20"/>
        </w:rPr>
        <w:t>ome</w:t>
      </w:r>
      <w:r w:rsidR="0056361B" w:rsidRPr="00C67899">
        <w:rPr>
          <w:rStyle w:val="fontstyle01"/>
          <w:rFonts w:ascii="Arial" w:hAnsi="Arial" w:cs="Arial"/>
          <w:sz w:val="20"/>
          <w:szCs w:val="20"/>
        </w:rPr>
        <w:t>C</w:t>
      </w:r>
      <w:r w:rsidR="0043602E" w:rsidRPr="00C67899">
        <w:rPr>
          <w:rStyle w:val="fontstyle01"/>
          <w:rFonts w:ascii="Arial" w:hAnsi="Arial" w:cs="Arial"/>
          <w:sz w:val="20"/>
          <w:szCs w:val="20"/>
        </w:rPr>
        <w:t xml:space="preserve">onnect </w:t>
      </w:r>
      <w:r w:rsidR="00422C6E" w:rsidRPr="00C67899">
        <w:rPr>
          <w:rStyle w:val="fontstyle01"/>
          <w:rFonts w:ascii="Arial" w:hAnsi="Arial" w:cs="Arial"/>
          <w:sz w:val="20"/>
          <w:szCs w:val="20"/>
        </w:rPr>
        <w:t xml:space="preserve">App </w:t>
      </w:r>
      <w:r w:rsidR="0098092D" w:rsidRPr="00C67899">
        <w:rPr>
          <w:rStyle w:val="fontstyle01"/>
          <w:rFonts w:ascii="Arial" w:hAnsi="Arial" w:cs="Arial"/>
          <w:sz w:val="20"/>
          <w:szCs w:val="20"/>
        </w:rPr>
        <w:t xml:space="preserve">bzw. </w:t>
      </w:r>
      <w:r w:rsidR="0045246A" w:rsidRPr="00C67899">
        <w:rPr>
          <w:rStyle w:val="fontstyle01"/>
          <w:rFonts w:ascii="Arial" w:hAnsi="Arial" w:cs="Arial"/>
          <w:sz w:val="20"/>
          <w:szCs w:val="20"/>
        </w:rPr>
        <w:t xml:space="preserve">der </w:t>
      </w:r>
      <w:r w:rsidR="002C6E52" w:rsidRPr="00C67899">
        <w:rPr>
          <w:rStyle w:val="fontstyle01"/>
          <w:rFonts w:ascii="Arial" w:hAnsi="Arial" w:cs="Arial"/>
          <w:sz w:val="20"/>
          <w:szCs w:val="20"/>
        </w:rPr>
        <w:t>jeweiligen</w:t>
      </w:r>
      <w:r w:rsidR="0045246A" w:rsidRPr="00C67899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98092D" w:rsidRPr="00C67899">
        <w:rPr>
          <w:rStyle w:val="fontstyle01"/>
          <w:rFonts w:ascii="Arial" w:hAnsi="Arial" w:cs="Arial"/>
          <w:sz w:val="20"/>
          <w:szCs w:val="20"/>
        </w:rPr>
        <w:t>Smart</w:t>
      </w:r>
      <w:r w:rsidR="0045246A" w:rsidRPr="00C67899">
        <w:rPr>
          <w:rStyle w:val="fontstyle01"/>
          <w:rFonts w:ascii="Arial" w:hAnsi="Arial" w:cs="Arial"/>
          <w:sz w:val="20"/>
          <w:szCs w:val="20"/>
        </w:rPr>
        <w:t>-</w:t>
      </w:r>
      <w:r w:rsidR="0098092D">
        <w:rPr>
          <w:rStyle w:val="fontstyle01"/>
          <w:rFonts w:ascii="Arial" w:hAnsi="Arial" w:cs="Arial"/>
          <w:sz w:val="20"/>
          <w:szCs w:val="20"/>
        </w:rPr>
        <w:t>Home</w:t>
      </w:r>
      <w:r w:rsidR="0045246A">
        <w:rPr>
          <w:rStyle w:val="fontstyle01"/>
          <w:rFonts w:ascii="Arial" w:hAnsi="Arial" w:cs="Arial"/>
          <w:sz w:val="20"/>
          <w:szCs w:val="20"/>
        </w:rPr>
        <w:t>-</w:t>
      </w:r>
      <w:r w:rsidR="0098092D">
        <w:rPr>
          <w:rStyle w:val="fontstyle01"/>
          <w:rFonts w:ascii="Arial" w:hAnsi="Arial" w:cs="Arial"/>
          <w:sz w:val="20"/>
          <w:szCs w:val="20"/>
        </w:rPr>
        <w:t xml:space="preserve">App </w:t>
      </w:r>
      <w:r w:rsidR="00422C6E">
        <w:rPr>
          <w:rStyle w:val="fontstyle01"/>
          <w:rFonts w:ascii="Arial" w:hAnsi="Arial" w:cs="Arial"/>
          <w:sz w:val="20"/>
          <w:szCs w:val="20"/>
        </w:rPr>
        <w:t>verb</w:t>
      </w:r>
      <w:r w:rsidR="0098092D">
        <w:rPr>
          <w:rStyle w:val="fontstyle01"/>
          <w:rFonts w:ascii="Arial" w:hAnsi="Arial" w:cs="Arial"/>
          <w:sz w:val="20"/>
          <w:szCs w:val="20"/>
        </w:rPr>
        <w:t>unden</w:t>
      </w:r>
      <w:r w:rsidR="00422C6E">
        <w:rPr>
          <w:rStyle w:val="fontstyle01"/>
          <w:rFonts w:ascii="Arial" w:hAnsi="Arial" w:cs="Arial"/>
          <w:sz w:val="20"/>
          <w:szCs w:val="20"/>
        </w:rPr>
        <w:t xml:space="preserve">. </w:t>
      </w:r>
    </w:p>
    <w:p w14:paraId="31A64A29" w14:textId="77777777" w:rsidR="00B05706" w:rsidRDefault="00B05706" w:rsidP="00E9442A">
      <w:pPr>
        <w:rPr>
          <w:rStyle w:val="fontstyle01"/>
          <w:rFonts w:ascii="Arial" w:hAnsi="Arial" w:cs="Arial"/>
          <w:sz w:val="20"/>
          <w:szCs w:val="20"/>
        </w:rPr>
      </w:pPr>
    </w:p>
    <w:p w14:paraId="07F7F76E" w14:textId="6CEEB2AB" w:rsidR="00D6491C" w:rsidRDefault="0045301E" w:rsidP="00D6491C">
      <w:r>
        <w:rPr>
          <w:rStyle w:val="fontstyle01"/>
          <w:rFonts w:ascii="Arial" w:hAnsi="Arial" w:cs="Arial"/>
          <w:sz w:val="20"/>
          <w:szCs w:val="20"/>
        </w:rPr>
        <w:t xml:space="preserve">Der smarte Griff gibt </w:t>
      </w:r>
      <w:r w:rsidR="00422C6E">
        <w:t>Endanwender</w:t>
      </w:r>
      <w:r>
        <w:t>n</w:t>
      </w:r>
      <w:r w:rsidR="00422C6E">
        <w:t xml:space="preserve"> Zugriff auf zahlreiche Zusatzfunktionen</w:t>
      </w:r>
      <w:r>
        <w:t xml:space="preserve"> für das </w:t>
      </w:r>
      <w:r w:rsidR="008F3DC3">
        <w:t>intelligente</w:t>
      </w:r>
      <w:r>
        <w:t xml:space="preserve"> Zuhause</w:t>
      </w:r>
      <w:r w:rsidR="00F3098C">
        <w:t xml:space="preserve">. </w:t>
      </w:r>
      <w:r w:rsidR="0055611A">
        <w:t xml:space="preserve">Zum Leistungsumfang gehören u. a. Zeitprofile oder </w:t>
      </w:r>
      <w:r w:rsidR="00966957">
        <w:t xml:space="preserve">Leaving- bzw. Coming-Home-Szenarien. Bei Verlassen des Hauses verriegeln </w:t>
      </w:r>
      <w:r w:rsidR="008F3DC3">
        <w:t>die</w:t>
      </w:r>
      <w:r w:rsidR="00966957">
        <w:t xml:space="preserve"> zugeordneten Griffe automatisch, um bei der Rückkehr das Öffnen und Schließen der Fenster </w:t>
      </w:r>
      <w:r w:rsidR="00CC472D">
        <w:t xml:space="preserve">automatisch </w:t>
      </w:r>
      <w:r w:rsidR="008160AC">
        <w:t>freizugeben</w:t>
      </w:r>
      <w:r w:rsidR="00966957">
        <w:t xml:space="preserve">. </w:t>
      </w:r>
      <w:r w:rsidR="00365393" w:rsidRPr="00F44038">
        <w:t xml:space="preserve">Durch die </w:t>
      </w:r>
      <w:r w:rsidR="00365393" w:rsidRPr="00F44038">
        <w:lastRenderedPageBreak/>
        <w:t xml:space="preserve">Einbindung in </w:t>
      </w:r>
      <w:r w:rsidR="00582E18">
        <w:t xml:space="preserve">Matter-fähige </w:t>
      </w:r>
      <w:r w:rsidR="00365393" w:rsidRPr="00F44038">
        <w:t>Smart</w:t>
      </w:r>
      <w:r w:rsidR="00A869D3" w:rsidRPr="00F44038">
        <w:t>-</w:t>
      </w:r>
      <w:r w:rsidR="00365393" w:rsidRPr="00F44038">
        <w:t xml:space="preserve">Home-Systeme erhalten Endanwender </w:t>
      </w:r>
      <w:r w:rsidR="00453F69">
        <w:t xml:space="preserve">zudem </w:t>
      </w:r>
      <w:r w:rsidR="00365393" w:rsidRPr="00F44038">
        <w:t>Zug</w:t>
      </w:r>
      <w:r w:rsidR="00073546" w:rsidRPr="00F44038">
        <w:t>ang zu einer</w:t>
      </w:r>
      <w:r w:rsidR="00365393" w:rsidRPr="00F44038">
        <w:t xml:space="preserve"> Vielzahl weiterer </w:t>
      </w:r>
      <w:r w:rsidR="00FB34CE" w:rsidRPr="00F44038">
        <w:t>Raumkomfort-</w:t>
      </w:r>
      <w:r w:rsidR="00365393" w:rsidRPr="00F44038">
        <w:t xml:space="preserve">Optionen. </w:t>
      </w:r>
      <w:r w:rsidR="00FB34CE" w:rsidRPr="00F44038">
        <w:t>So erlaubt d</w:t>
      </w:r>
      <w:r w:rsidR="00365393" w:rsidRPr="00F44038">
        <w:t xml:space="preserve">ie Kopplung des </w:t>
      </w:r>
      <w:r w:rsidR="007843EF" w:rsidRPr="00F44038">
        <w:t>G</w:t>
      </w:r>
      <w:r w:rsidR="00365393" w:rsidRPr="00F44038">
        <w:t xml:space="preserve">riffs mit weiteren </w:t>
      </w:r>
      <w:r w:rsidR="0043602E" w:rsidRPr="00F44038">
        <w:t>Matter-fähigen Produkten</w:t>
      </w:r>
      <w:r w:rsidR="00365393" w:rsidRPr="00F44038">
        <w:t xml:space="preserve"> das Anlegen von Szenarien</w:t>
      </w:r>
      <w:r w:rsidR="008F3DC3">
        <w:t>, z. B</w:t>
      </w:r>
      <w:r w:rsidR="00365393" w:rsidRPr="00F44038">
        <w:t xml:space="preserve">. </w:t>
      </w:r>
      <w:r w:rsidR="008F3DC3">
        <w:t>zur Verbesserung der</w:t>
      </w:r>
      <w:r w:rsidR="00291690" w:rsidRPr="00F44038">
        <w:t xml:space="preserve"> Energieeffizienz: </w:t>
      </w:r>
      <w:r w:rsidR="002C6E52" w:rsidRPr="00F44038">
        <w:t>Sobald ein Fenster geöffnet wird, fährt das smarte Thermostat den Heizkörper im Raum herunter</w:t>
      </w:r>
      <w:r w:rsidR="00291690" w:rsidRPr="00F44038">
        <w:t>.</w:t>
      </w:r>
      <w:r w:rsidR="00291690">
        <w:t xml:space="preserve"> </w:t>
      </w:r>
    </w:p>
    <w:p w14:paraId="108AD545" w14:textId="77777777" w:rsidR="005D7B5D" w:rsidRDefault="005D7B5D" w:rsidP="005E1468">
      <w:pPr>
        <w:rPr>
          <w:rFonts w:cs="Arial"/>
          <w:szCs w:val="20"/>
        </w:rPr>
      </w:pPr>
    </w:p>
    <w:p w14:paraId="02DD5219" w14:textId="77777777" w:rsidR="00CB3424" w:rsidRDefault="00CB3424" w:rsidP="005E1468">
      <w:pPr>
        <w:rPr>
          <w:rFonts w:cs="Arial"/>
          <w:szCs w:val="20"/>
        </w:rPr>
      </w:pPr>
    </w:p>
    <w:p w14:paraId="0946A52B" w14:textId="77777777" w:rsidR="000549C3" w:rsidRDefault="000549C3" w:rsidP="005E1468">
      <w:pPr>
        <w:rPr>
          <w:rFonts w:cs="Arial"/>
          <w:szCs w:val="20"/>
        </w:rPr>
      </w:pPr>
    </w:p>
    <w:p w14:paraId="54B71E20" w14:textId="77777777" w:rsidR="000549C3" w:rsidRDefault="000549C3" w:rsidP="005E1468">
      <w:pPr>
        <w:rPr>
          <w:rFonts w:cs="Arial"/>
          <w:szCs w:val="20"/>
        </w:rPr>
      </w:pPr>
    </w:p>
    <w:p w14:paraId="374BEB2E" w14:textId="77777777" w:rsidR="00B20326" w:rsidRDefault="00B20326" w:rsidP="005E1468">
      <w:pPr>
        <w:rPr>
          <w:rFonts w:cs="Arial"/>
          <w:szCs w:val="20"/>
        </w:rPr>
      </w:pPr>
    </w:p>
    <w:p w14:paraId="3DD5A7B6" w14:textId="77777777" w:rsidR="00B20326" w:rsidRPr="009A5F98" w:rsidRDefault="00B20326" w:rsidP="005E1468">
      <w:pPr>
        <w:rPr>
          <w:rFonts w:cs="Arial"/>
          <w:szCs w:val="20"/>
        </w:rPr>
      </w:pPr>
    </w:p>
    <w:p w14:paraId="22B43492" w14:textId="77777777" w:rsidR="005E1468" w:rsidRDefault="005E1468" w:rsidP="005A7C57">
      <w:pPr>
        <w:pStyle w:val="berschrift4"/>
      </w:pPr>
      <w:r>
        <w:t>Bildunterschriften</w:t>
      </w:r>
    </w:p>
    <w:p w14:paraId="7651815A" w14:textId="77777777" w:rsidR="002A7F37" w:rsidRDefault="002A7F37" w:rsidP="002A7F37">
      <w:r>
        <w:t>Bildquelle: SIEGENIA</w:t>
      </w:r>
    </w:p>
    <w:p w14:paraId="2FDC625E" w14:textId="77777777" w:rsidR="002A7F37" w:rsidRPr="002A7F37" w:rsidRDefault="002A7F37" w:rsidP="002A7F37"/>
    <w:p w14:paraId="7C18FD0B" w14:textId="24723A1F" w:rsidR="00E22097" w:rsidRPr="00D129AE" w:rsidRDefault="00E22097" w:rsidP="00E22097">
      <w:pPr>
        <w:rPr>
          <w:bCs/>
          <w:i/>
        </w:rPr>
      </w:pPr>
      <w:r w:rsidRPr="00D129AE">
        <w:rPr>
          <w:bCs/>
          <w:i/>
        </w:rPr>
        <w:t xml:space="preserve">Motiv I: </w:t>
      </w:r>
      <w:r w:rsidRPr="003606B9">
        <w:rPr>
          <w:bCs/>
          <w:i/>
        </w:rPr>
        <w:t>SIE_</w:t>
      </w:r>
      <w:r w:rsidR="00962CC4" w:rsidRPr="00962CC4">
        <w:rPr>
          <w:bCs/>
          <w:i/>
        </w:rPr>
        <w:t>DRIVE_smarter Griff_matter</w:t>
      </w:r>
      <w:r w:rsidRPr="00D129AE">
        <w:rPr>
          <w:bCs/>
          <w:i/>
        </w:rPr>
        <w:t xml:space="preserve">.jpg </w:t>
      </w:r>
    </w:p>
    <w:p w14:paraId="65B08B3A" w14:textId="0630109C" w:rsidR="00E22097" w:rsidRDefault="00962CC4" w:rsidP="00E22097">
      <w:r w:rsidRPr="00F833EB">
        <w:rPr>
          <w:rFonts w:cs="Arial"/>
          <w:szCs w:val="20"/>
        </w:rPr>
        <w:t xml:space="preserve">Der smarte Fenstergriff von SIEGENIA macht das Ver- und Entriegeln </w:t>
      </w:r>
      <w:r>
        <w:rPr>
          <w:rFonts w:cs="Arial"/>
          <w:szCs w:val="20"/>
        </w:rPr>
        <w:t xml:space="preserve">von abschließbaren Fenstern einfach und </w:t>
      </w:r>
      <w:r w:rsidRPr="00F833EB">
        <w:rPr>
          <w:rFonts w:cs="Arial"/>
          <w:szCs w:val="20"/>
        </w:rPr>
        <w:t>komfortab</w:t>
      </w:r>
      <w:r>
        <w:rPr>
          <w:rFonts w:cs="Arial"/>
          <w:szCs w:val="20"/>
        </w:rPr>
        <w:t>el</w:t>
      </w:r>
      <w:r w:rsidRPr="00F833EB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>
        <w:rPr>
          <w:rStyle w:val="fontstyle01"/>
          <w:rFonts w:ascii="Arial" w:hAnsi="Arial" w:cs="Arial"/>
          <w:sz w:val="20"/>
          <w:szCs w:val="20"/>
        </w:rPr>
        <w:t>Über den herstellerübergreifenden Standard Matter unterstützt er die Einbindung</w:t>
      </w:r>
      <w:r w:rsidRPr="00DA438F">
        <w:rPr>
          <w:rStyle w:val="fontstyle01"/>
          <w:rFonts w:ascii="Arial" w:hAnsi="Arial" w:cs="Arial"/>
          <w:sz w:val="20"/>
          <w:szCs w:val="20"/>
        </w:rPr>
        <w:t xml:space="preserve"> in Smart-Home-System</w:t>
      </w:r>
      <w:r>
        <w:rPr>
          <w:rStyle w:val="fontstyle01"/>
          <w:rFonts w:ascii="Arial" w:hAnsi="Arial" w:cs="Arial"/>
          <w:sz w:val="20"/>
          <w:szCs w:val="20"/>
        </w:rPr>
        <w:t>e.</w:t>
      </w:r>
    </w:p>
    <w:p w14:paraId="40DA1034" w14:textId="77777777" w:rsidR="00E22097" w:rsidRDefault="00E22097" w:rsidP="00E22097"/>
    <w:p w14:paraId="08AC7675" w14:textId="12241BD1" w:rsidR="00E22097" w:rsidRPr="00D129AE" w:rsidRDefault="00E22097" w:rsidP="00E22097">
      <w:pPr>
        <w:rPr>
          <w:bCs/>
          <w:i/>
        </w:rPr>
      </w:pPr>
      <w:r w:rsidRPr="00D129AE">
        <w:rPr>
          <w:bCs/>
          <w:i/>
        </w:rPr>
        <w:t xml:space="preserve">Motiv </w:t>
      </w:r>
      <w:r>
        <w:rPr>
          <w:bCs/>
          <w:i/>
        </w:rPr>
        <w:t>I</w:t>
      </w:r>
      <w:r w:rsidRPr="00D129AE">
        <w:rPr>
          <w:bCs/>
          <w:i/>
        </w:rPr>
        <w:t>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Pr="0000066E">
        <w:rPr>
          <w:bCs/>
          <w:i/>
        </w:rPr>
        <w:t xml:space="preserve"> </w:t>
      </w:r>
      <w:r w:rsidR="00962CC4" w:rsidRPr="00962CC4">
        <w:rPr>
          <w:bCs/>
          <w:i/>
        </w:rPr>
        <w:t>DRIVE_smarter Griff_matter</w:t>
      </w:r>
      <w:r>
        <w:rPr>
          <w:bCs/>
          <w:i/>
        </w:rPr>
        <w:t>_Frau</w:t>
      </w:r>
      <w:r w:rsidRPr="00D129AE">
        <w:rPr>
          <w:bCs/>
          <w:i/>
        </w:rPr>
        <w:t xml:space="preserve">.jpg </w:t>
      </w:r>
    </w:p>
    <w:p w14:paraId="73D4E39B" w14:textId="1EC2D4A6" w:rsidR="00962CC4" w:rsidRDefault="0085050F" w:rsidP="00962CC4">
      <w:r>
        <w:t>H</w:t>
      </w:r>
      <w:r w:rsidR="00962CC4">
        <w:t>öchste Flexibilität</w:t>
      </w:r>
      <w:r>
        <w:t>: Der smarte Griff eignet sich für die</w:t>
      </w:r>
      <w:r w:rsidR="00962CC4">
        <w:t xml:space="preserve"> Home App von Apple</w:t>
      </w:r>
      <w:r>
        <w:t xml:space="preserve">, die </w:t>
      </w:r>
      <w:r w:rsidR="00962CC4">
        <w:t xml:space="preserve">SmartThings App von Samsung, </w:t>
      </w:r>
      <w:r>
        <w:t>die</w:t>
      </w:r>
      <w:r w:rsidR="00962CC4">
        <w:t xml:space="preserve"> Google Home App sowie die Amazon Alexa App</w:t>
      </w:r>
      <w:r>
        <w:t xml:space="preserve"> und unterstützt </w:t>
      </w:r>
      <w:r w:rsidR="00962CC4">
        <w:t xml:space="preserve">die </w:t>
      </w:r>
      <w:r w:rsidR="00962CC4" w:rsidRPr="00CB3424">
        <w:rPr>
          <w:rFonts w:cs="Arial"/>
          <w:szCs w:val="20"/>
        </w:rPr>
        <w:t>Sprachsteuerung via S</w:t>
      </w:r>
      <w:r w:rsidR="00962CC4">
        <w:rPr>
          <w:rFonts w:cs="Arial"/>
          <w:szCs w:val="20"/>
        </w:rPr>
        <w:t>iri</w:t>
      </w:r>
      <w:r w:rsidR="00962CC4" w:rsidRPr="00CB3424">
        <w:rPr>
          <w:rFonts w:cs="Arial"/>
          <w:szCs w:val="20"/>
        </w:rPr>
        <w:t>, Alexa oder Hey Google</w:t>
      </w:r>
      <w:r w:rsidR="00962CC4">
        <w:rPr>
          <w:rFonts w:cs="Arial"/>
          <w:szCs w:val="20"/>
        </w:rPr>
        <w:t>.</w:t>
      </w:r>
    </w:p>
    <w:p w14:paraId="31ACDBBC" w14:textId="77777777" w:rsidR="008D7633" w:rsidRDefault="008D7633" w:rsidP="008D7633">
      <w:pPr>
        <w:rPr>
          <w:strike/>
        </w:rPr>
      </w:pPr>
    </w:p>
    <w:p w14:paraId="7A566EF9" w14:textId="77777777" w:rsidR="00B20326" w:rsidRDefault="00B20326" w:rsidP="008D7633">
      <w:pPr>
        <w:rPr>
          <w:strike/>
        </w:rPr>
      </w:pPr>
    </w:p>
    <w:p w14:paraId="579CB36F" w14:textId="77777777" w:rsidR="00B20326" w:rsidRPr="008C4597" w:rsidRDefault="00B20326" w:rsidP="008D7633">
      <w:pPr>
        <w:rPr>
          <w:strike/>
        </w:rPr>
      </w:pPr>
    </w:p>
    <w:p w14:paraId="6189720D" w14:textId="77777777" w:rsidR="008D7633" w:rsidRPr="00E14DD8" w:rsidRDefault="008D7633" w:rsidP="008D7633">
      <w:pPr>
        <w:rPr>
          <w:szCs w:val="20"/>
        </w:rPr>
      </w:pPr>
    </w:p>
    <w:p w14:paraId="70E93D9A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017F4F42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3EED37D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2D8395A9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2C113F79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2CBCDEF3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64C1C985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95CEAD3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7CA995FD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10EBF623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474E4D7E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1FFBE21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6B2DCC48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702CD42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2189346C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27ACC5BD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2A2AA779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41678F32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3CED3A85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3EAD37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12C02DB7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71A68E15" w14:textId="446B951B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605A1E">
              <w:t>3</w:t>
            </w:r>
            <w:r w:rsidR="00962E60">
              <w:t>31</w:t>
            </w:r>
          </w:p>
          <w:p w14:paraId="1DA5BC35" w14:textId="41F3C929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605A1E">
              <w:t>2 5</w:t>
            </w:r>
            <w:r w:rsidR="00962E60">
              <w:t>3</w:t>
            </w:r>
            <w:r w:rsidR="00605A1E">
              <w:t>8</w:t>
            </w:r>
            <w:r w:rsidRPr="00C33A1F">
              <w:br/>
              <w:t>(mit Leerzeichen)</w:t>
            </w:r>
          </w:p>
          <w:p w14:paraId="7A320B67" w14:textId="77777777" w:rsidR="008D7633" w:rsidRDefault="008D7633" w:rsidP="007A5EB4">
            <w:pPr>
              <w:pStyle w:val="Formatvorlage2"/>
            </w:pPr>
          </w:p>
          <w:p w14:paraId="6CEC5990" w14:textId="522D1EFB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962E60">
              <w:t>04</w:t>
            </w:r>
            <w:r>
              <w:t>.</w:t>
            </w:r>
            <w:r w:rsidR="00486878">
              <w:t>0</w:t>
            </w:r>
            <w:r w:rsidR="00962E60">
              <w:t>7</w:t>
            </w:r>
            <w:r>
              <w:t>.20</w:t>
            </w:r>
            <w:r w:rsidR="00122FEC">
              <w:t>2</w:t>
            </w:r>
            <w:r w:rsidR="003C5D7D">
              <w:t>4</w:t>
            </w:r>
          </w:p>
          <w:p w14:paraId="4234DFE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78F3B1D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104762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7CDBBBEF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C5131B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F6D918" w14:textId="77777777" w:rsidR="006D4B5C" w:rsidRDefault="006D4B5C">
      <w:r>
        <w:separator/>
      </w:r>
    </w:p>
  </w:endnote>
  <w:endnote w:type="continuationSeparator" w:id="0">
    <w:p w14:paraId="19A97436" w14:textId="77777777" w:rsidR="006D4B5C" w:rsidRDefault="006D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</w:font>
  <w:font w:name="Wingdings-Regular">
    <w:altName w:val="Wingdings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107CC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2F570" w14:textId="77777777" w:rsidR="006D4B5C" w:rsidRDefault="006D4B5C">
      <w:r>
        <w:separator/>
      </w:r>
    </w:p>
  </w:footnote>
  <w:footnote w:type="continuationSeparator" w:id="0">
    <w:p w14:paraId="2E2AE142" w14:textId="77777777" w:rsidR="006D4B5C" w:rsidRDefault="006D4B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A0B36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DECF125" wp14:editId="45EBF414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F5748"/>
    <w:multiLevelType w:val="hybridMultilevel"/>
    <w:tmpl w:val="DD047D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304CAB"/>
    <w:multiLevelType w:val="hybridMultilevel"/>
    <w:tmpl w:val="417E0A0E"/>
    <w:lvl w:ilvl="0" w:tplc="AB66125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A04699"/>
    <w:multiLevelType w:val="hybridMultilevel"/>
    <w:tmpl w:val="23BADDD6"/>
    <w:lvl w:ilvl="0" w:tplc="D8D2AB40">
      <w:numFmt w:val="bullet"/>
      <w:lvlText w:val="•"/>
      <w:lvlJc w:val="left"/>
      <w:pPr>
        <w:ind w:left="399" w:hanging="315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</w:rPr>
    </w:lvl>
    <w:lvl w:ilvl="1" w:tplc="58144D14">
      <w:numFmt w:val="bullet"/>
      <w:lvlText w:val="•"/>
      <w:lvlJc w:val="left"/>
      <w:pPr>
        <w:ind w:left="2333" w:hanging="315"/>
      </w:pPr>
      <w:rPr>
        <w:rFonts w:hint="default"/>
      </w:rPr>
    </w:lvl>
    <w:lvl w:ilvl="2" w:tplc="8696CCEE">
      <w:numFmt w:val="bullet"/>
      <w:lvlText w:val="•"/>
      <w:lvlJc w:val="left"/>
      <w:pPr>
        <w:ind w:left="4266" w:hanging="315"/>
      </w:pPr>
      <w:rPr>
        <w:rFonts w:hint="default"/>
      </w:rPr>
    </w:lvl>
    <w:lvl w:ilvl="3" w:tplc="44CCD2F8">
      <w:numFmt w:val="bullet"/>
      <w:lvlText w:val="•"/>
      <w:lvlJc w:val="left"/>
      <w:pPr>
        <w:ind w:left="6199" w:hanging="315"/>
      </w:pPr>
      <w:rPr>
        <w:rFonts w:hint="default"/>
      </w:rPr>
    </w:lvl>
    <w:lvl w:ilvl="4" w:tplc="25965DBE">
      <w:numFmt w:val="bullet"/>
      <w:lvlText w:val="•"/>
      <w:lvlJc w:val="left"/>
      <w:pPr>
        <w:ind w:left="8132" w:hanging="315"/>
      </w:pPr>
      <w:rPr>
        <w:rFonts w:hint="default"/>
      </w:rPr>
    </w:lvl>
    <w:lvl w:ilvl="5" w:tplc="CF8E03C8">
      <w:numFmt w:val="bullet"/>
      <w:lvlText w:val="•"/>
      <w:lvlJc w:val="left"/>
      <w:pPr>
        <w:ind w:left="10065" w:hanging="315"/>
      </w:pPr>
      <w:rPr>
        <w:rFonts w:hint="default"/>
      </w:rPr>
    </w:lvl>
    <w:lvl w:ilvl="6" w:tplc="4FBC2E80">
      <w:numFmt w:val="bullet"/>
      <w:lvlText w:val="•"/>
      <w:lvlJc w:val="left"/>
      <w:pPr>
        <w:ind w:left="11998" w:hanging="315"/>
      </w:pPr>
      <w:rPr>
        <w:rFonts w:hint="default"/>
      </w:rPr>
    </w:lvl>
    <w:lvl w:ilvl="7" w:tplc="50765456">
      <w:numFmt w:val="bullet"/>
      <w:lvlText w:val="•"/>
      <w:lvlJc w:val="left"/>
      <w:pPr>
        <w:ind w:left="13932" w:hanging="315"/>
      </w:pPr>
      <w:rPr>
        <w:rFonts w:hint="default"/>
      </w:rPr>
    </w:lvl>
    <w:lvl w:ilvl="8" w:tplc="C9E4E36C">
      <w:numFmt w:val="bullet"/>
      <w:lvlText w:val="•"/>
      <w:lvlJc w:val="left"/>
      <w:pPr>
        <w:ind w:left="15865" w:hanging="315"/>
      </w:pPr>
      <w:rPr>
        <w:rFonts w:hint="default"/>
      </w:rPr>
    </w:lvl>
  </w:abstractNum>
  <w:abstractNum w:abstractNumId="5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C20F55"/>
    <w:multiLevelType w:val="hybridMultilevel"/>
    <w:tmpl w:val="D264D3EA"/>
    <w:lvl w:ilvl="0" w:tplc="61CC6A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5CDA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9239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0C19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1A54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9EBA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98C1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7E14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EA94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E4F7B73"/>
    <w:multiLevelType w:val="hybridMultilevel"/>
    <w:tmpl w:val="5F6AEC96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A216F2"/>
    <w:multiLevelType w:val="hybridMultilevel"/>
    <w:tmpl w:val="F4F89986"/>
    <w:lvl w:ilvl="0" w:tplc="AB66125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2"/>
  </w:num>
  <w:num w:numId="2" w16cid:durableId="1418595171">
    <w:abstractNumId w:val="1"/>
  </w:num>
  <w:num w:numId="3" w16cid:durableId="1064911921">
    <w:abstractNumId w:val="8"/>
  </w:num>
  <w:num w:numId="4" w16cid:durableId="230700180">
    <w:abstractNumId w:val="5"/>
  </w:num>
  <w:num w:numId="5" w16cid:durableId="1690259371">
    <w:abstractNumId w:val="0"/>
  </w:num>
  <w:num w:numId="6" w16cid:durableId="1808548686">
    <w:abstractNumId w:val="4"/>
  </w:num>
  <w:num w:numId="7" w16cid:durableId="230621245">
    <w:abstractNumId w:val="3"/>
  </w:num>
  <w:num w:numId="8" w16cid:durableId="1720127911">
    <w:abstractNumId w:val="9"/>
  </w:num>
  <w:num w:numId="9" w16cid:durableId="38481834">
    <w:abstractNumId w:val="7"/>
  </w:num>
  <w:num w:numId="10" w16cid:durableId="7313436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F98"/>
    <w:rsid w:val="000024D9"/>
    <w:rsid w:val="00003256"/>
    <w:rsid w:val="00004459"/>
    <w:rsid w:val="0001449A"/>
    <w:rsid w:val="00014DE3"/>
    <w:rsid w:val="0001520C"/>
    <w:rsid w:val="0002228A"/>
    <w:rsid w:val="0002465F"/>
    <w:rsid w:val="00026907"/>
    <w:rsid w:val="00040EBF"/>
    <w:rsid w:val="0004434C"/>
    <w:rsid w:val="00046E0D"/>
    <w:rsid w:val="000549C3"/>
    <w:rsid w:val="00064165"/>
    <w:rsid w:val="000675C7"/>
    <w:rsid w:val="00070FEB"/>
    <w:rsid w:val="00073546"/>
    <w:rsid w:val="00083C1B"/>
    <w:rsid w:val="00083CF7"/>
    <w:rsid w:val="00090045"/>
    <w:rsid w:val="00095303"/>
    <w:rsid w:val="000A1DF0"/>
    <w:rsid w:val="000A5CA3"/>
    <w:rsid w:val="000C0154"/>
    <w:rsid w:val="000D0C02"/>
    <w:rsid w:val="000D2A27"/>
    <w:rsid w:val="000D4874"/>
    <w:rsid w:val="000E424C"/>
    <w:rsid w:val="000F2936"/>
    <w:rsid w:val="000F565C"/>
    <w:rsid w:val="000F663D"/>
    <w:rsid w:val="000F67C4"/>
    <w:rsid w:val="001025BB"/>
    <w:rsid w:val="00103B04"/>
    <w:rsid w:val="0010792E"/>
    <w:rsid w:val="001128F1"/>
    <w:rsid w:val="00122F20"/>
    <w:rsid w:val="00122FEC"/>
    <w:rsid w:val="00137BD1"/>
    <w:rsid w:val="001422E9"/>
    <w:rsid w:val="00145B48"/>
    <w:rsid w:val="001529E6"/>
    <w:rsid w:val="00156B0C"/>
    <w:rsid w:val="00166476"/>
    <w:rsid w:val="00166FB7"/>
    <w:rsid w:val="00171C51"/>
    <w:rsid w:val="0017406B"/>
    <w:rsid w:val="00184B31"/>
    <w:rsid w:val="001B7003"/>
    <w:rsid w:val="001B746A"/>
    <w:rsid w:val="001C39FF"/>
    <w:rsid w:val="001D26E4"/>
    <w:rsid w:val="001D3B0F"/>
    <w:rsid w:val="001E0780"/>
    <w:rsid w:val="001E1DA6"/>
    <w:rsid w:val="001E38AE"/>
    <w:rsid w:val="001F3432"/>
    <w:rsid w:val="002046D3"/>
    <w:rsid w:val="002142FD"/>
    <w:rsid w:val="0024189A"/>
    <w:rsid w:val="00253494"/>
    <w:rsid w:val="00254A9B"/>
    <w:rsid w:val="00255FE8"/>
    <w:rsid w:val="00272508"/>
    <w:rsid w:val="0027302F"/>
    <w:rsid w:val="002769DE"/>
    <w:rsid w:val="002819C3"/>
    <w:rsid w:val="00291690"/>
    <w:rsid w:val="002A202C"/>
    <w:rsid w:val="002A7F37"/>
    <w:rsid w:val="002B55C4"/>
    <w:rsid w:val="002C00E2"/>
    <w:rsid w:val="002C36FE"/>
    <w:rsid w:val="002C5A66"/>
    <w:rsid w:val="002C6D41"/>
    <w:rsid w:val="002C6E52"/>
    <w:rsid w:val="002E0576"/>
    <w:rsid w:val="002E48B5"/>
    <w:rsid w:val="002E59D6"/>
    <w:rsid w:val="002F161B"/>
    <w:rsid w:val="002F18BB"/>
    <w:rsid w:val="002F2204"/>
    <w:rsid w:val="002F466F"/>
    <w:rsid w:val="003030FF"/>
    <w:rsid w:val="0031150D"/>
    <w:rsid w:val="00313447"/>
    <w:rsid w:val="003136F5"/>
    <w:rsid w:val="00314C57"/>
    <w:rsid w:val="00324F84"/>
    <w:rsid w:val="00326F7E"/>
    <w:rsid w:val="00350ACA"/>
    <w:rsid w:val="003514C3"/>
    <w:rsid w:val="0035408C"/>
    <w:rsid w:val="00357C43"/>
    <w:rsid w:val="00364DEF"/>
    <w:rsid w:val="00365393"/>
    <w:rsid w:val="00375A48"/>
    <w:rsid w:val="0038244F"/>
    <w:rsid w:val="0038276B"/>
    <w:rsid w:val="0038499F"/>
    <w:rsid w:val="003914C5"/>
    <w:rsid w:val="00391836"/>
    <w:rsid w:val="00392D5F"/>
    <w:rsid w:val="003A1BA5"/>
    <w:rsid w:val="003C5D7D"/>
    <w:rsid w:val="003D10AC"/>
    <w:rsid w:val="003D61A2"/>
    <w:rsid w:val="003E0D26"/>
    <w:rsid w:val="003E32C5"/>
    <w:rsid w:val="003E378F"/>
    <w:rsid w:val="003E55F1"/>
    <w:rsid w:val="00407C45"/>
    <w:rsid w:val="004133CD"/>
    <w:rsid w:val="00416435"/>
    <w:rsid w:val="004176D4"/>
    <w:rsid w:val="00420F79"/>
    <w:rsid w:val="00422C6E"/>
    <w:rsid w:val="004252CA"/>
    <w:rsid w:val="004333E8"/>
    <w:rsid w:val="0043602E"/>
    <w:rsid w:val="0044187A"/>
    <w:rsid w:val="00446899"/>
    <w:rsid w:val="00447689"/>
    <w:rsid w:val="0045246A"/>
    <w:rsid w:val="0045301E"/>
    <w:rsid w:val="00453F69"/>
    <w:rsid w:val="00456C18"/>
    <w:rsid w:val="0046235C"/>
    <w:rsid w:val="004629AD"/>
    <w:rsid w:val="004806AF"/>
    <w:rsid w:val="004836B7"/>
    <w:rsid w:val="004844CD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550C"/>
    <w:rsid w:val="0055611A"/>
    <w:rsid w:val="0056361B"/>
    <w:rsid w:val="00563E60"/>
    <w:rsid w:val="00581B27"/>
    <w:rsid w:val="00582E18"/>
    <w:rsid w:val="00591DAB"/>
    <w:rsid w:val="00592833"/>
    <w:rsid w:val="00592E8B"/>
    <w:rsid w:val="005A214B"/>
    <w:rsid w:val="005A3974"/>
    <w:rsid w:val="005A5DC6"/>
    <w:rsid w:val="005A6A38"/>
    <w:rsid w:val="005A7C57"/>
    <w:rsid w:val="005B49CC"/>
    <w:rsid w:val="005B78C0"/>
    <w:rsid w:val="005C2E89"/>
    <w:rsid w:val="005D7B5D"/>
    <w:rsid w:val="005E06F2"/>
    <w:rsid w:val="005E1468"/>
    <w:rsid w:val="005E3E61"/>
    <w:rsid w:val="005F2A75"/>
    <w:rsid w:val="005F3D5F"/>
    <w:rsid w:val="005F7B2E"/>
    <w:rsid w:val="006016B0"/>
    <w:rsid w:val="00605A1E"/>
    <w:rsid w:val="0060615A"/>
    <w:rsid w:val="0061051B"/>
    <w:rsid w:val="0061253D"/>
    <w:rsid w:val="006161A2"/>
    <w:rsid w:val="00617358"/>
    <w:rsid w:val="00617D76"/>
    <w:rsid w:val="006279BD"/>
    <w:rsid w:val="00630405"/>
    <w:rsid w:val="00633441"/>
    <w:rsid w:val="00634A59"/>
    <w:rsid w:val="006446D6"/>
    <w:rsid w:val="006469EC"/>
    <w:rsid w:val="00647D3A"/>
    <w:rsid w:val="00656A7F"/>
    <w:rsid w:val="00656FEE"/>
    <w:rsid w:val="00665F3C"/>
    <w:rsid w:val="00667448"/>
    <w:rsid w:val="006866DF"/>
    <w:rsid w:val="00692205"/>
    <w:rsid w:val="006944D9"/>
    <w:rsid w:val="006A2FD7"/>
    <w:rsid w:val="006A7184"/>
    <w:rsid w:val="006B6A9E"/>
    <w:rsid w:val="006B6CD1"/>
    <w:rsid w:val="006B7979"/>
    <w:rsid w:val="006C044C"/>
    <w:rsid w:val="006C6D45"/>
    <w:rsid w:val="006D4B5C"/>
    <w:rsid w:val="006E5CC8"/>
    <w:rsid w:val="00701954"/>
    <w:rsid w:val="00703943"/>
    <w:rsid w:val="007046C4"/>
    <w:rsid w:val="007148FF"/>
    <w:rsid w:val="00716BDB"/>
    <w:rsid w:val="00717456"/>
    <w:rsid w:val="00730E66"/>
    <w:rsid w:val="007349C3"/>
    <w:rsid w:val="00737DE1"/>
    <w:rsid w:val="00751517"/>
    <w:rsid w:val="00757DDE"/>
    <w:rsid w:val="007642BE"/>
    <w:rsid w:val="00764AAC"/>
    <w:rsid w:val="007843EF"/>
    <w:rsid w:val="007871C1"/>
    <w:rsid w:val="0079193B"/>
    <w:rsid w:val="00793562"/>
    <w:rsid w:val="00794A4F"/>
    <w:rsid w:val="007A26BF"/>
    <w:rsid w:val="007A5EB4"/>
    <w:rsid w:val="007A6E1C"/>
    <w:rsid w:val="007C0E45"/>
    <w:rsid w:val="007C1304"/>
    <w:rsid w:val="007C50D1"/>
    <w:rsid w:val="007C5C24"/>
    <w:rsid w:val="007D44EA"/>
    <w:rsid w:val="007E2B7F"/>
    <w:rsid w:val="007F3F54"/>
    <w:rsid w:val="007F43E0"/>
    <w:rsid w:val="007F7E8A"/>
    <w:rsid w:val="00801D78"/>
    <w:rsid w:val="008078CF"/>
    <w:rsid w:val="008160AC"/>
    <w:rsid w:val="008171AF"/>
    <w:rsid w:val="0083465B"/>
    <w:rsid w:val="00835351"/>
    <w:rsid w:val="008366E0"/>
    <w:rsid w:val="008417AD"/>
    <w:rsid w:val="008429DC"/>
    <w:rsid w:val="00847AAE"/>
    <w:rsid w:val="00850190"/>
    <w:rsid w:val="0085050F"/>
    <w:rsid w:val="0085079E"/>
    <w:rsid w:val="00850FDF"/>
    <w:rsid w:val="00852D9D"/>
    <w:rsid w:val="00853823"/>
    <w:rsid w:val="00857800"/>
    <w:rsid w:val="00860C01"/>
    <w:rsid w:val="0086333D"/>
    <w:rsid w:val="0086386E"/>
    <w:rsid w:val="00871847"/>
    <w:rsid w:val="0088698F"/>
    <w:rsid w:val="00890942"/>
    <w:rsid w:val="00894ADF"/>
    <w:rsid w:val="008A6F1F"/>
    <w:rsid w:val="008C3491"/>
    <w:rsid w:val="008C4597"/>
    <w:rsid w:val="008C5079"/>
    <w:rsid w:val="008D2B30"/>
    <w:rsid w:val="008D3232"/>
    <w:rsid w:val="008D7633"/>
    <w:rsid w:val="008E090B"/>
    <w:rsid w:val="008F3DC3"/>
    <w:rsid w:val="00910883"/>
    <w:rsid w:val="0092580A"/>
    <w:rsid w:val="0093490C"/>
    <w:rsid w:val="0093664F"/>
    <w:rsid w:val="00943EB0"/>
    <w:rsid w:val="00945CA5"/>
    <w:rsid w:val="009553BC"/>
    <w:rsid w:val="009557EA"/>
    <w:rsid w:val="00961371"/>
    <w:rsid w:val="00962CC4"/>
    <w:rsid w:val="00962E60"/>
    <w:rsid w:val="00963959"/>
    <w:rsid w:val="00963D60"/>
    <w:rsid w:val="0096600A"/>
    <w:rsid w:val="00966957"/>
    <w:rsid w:val="00977A77"/>
    <w:rsid w:val="0098092D"/>
    <w:rsid w:val="00990D41"/>
    <w:rsid w:val="009A5F98"/>
    <w:rsid w:val="009B067B"/>
    <w:rsid w:val="009B4822"/>
    <w:rsid w:val="009B5300"/>
    <w:rsid w:val="009B5DE9"/>
    <w:rsid w:val="009C57B9"/>
    <w:rsid w:val="009C6692"/>
    <w:rsid w:val="009D0CC8"/>
    <w:rsid w:val="009D6C04"/>
    <w:rsid w:val="009E28F9"/>
    <w:rsid w:val="009E7597"/>
    <w:rsid w:val="00A12A8B"/>
    <w:rsid w:val="00A14556"/>
    <w:rsid w:val="00A15C46"/>
    <w:rsid w:val="00A17D84"/>
    <w:rsid w:val="00A22DF2"/>
    <w:rsid w:val="00A23065"/>
    <w:rsid w:val="00A2339E"/>
    <w:rsid w:val="00A24651"/>
    <w:rsid w:val="00A25EB9"/>
    <w:rsid w:val="00A32395"/>
    <w:rsid w:val="00A40AB4"/>
    <w:rsid w:val="00A447CB"/>
    <w:rsid w:val="00A64B65"/>
    <w:rsid w:val="00A6502B"/>
    <w:rsid w:val="00A661F8"/>
    <w:rsid w:val="00A6672B"/>
    <w:rsid w:val="00A73B76"/>
    <w:rsid w:val="00A82224"/>
    <w:rsid w:val="00A83B59"/>
    <w:rsid w:val="00A869D3"/>
    <w:rsid w:val="00A87496"/>
    <w:rsid w:val="00A927D0"/>
    <w:rsid w:val="00A9705C"/>
    <w:rsid w:val="00A97B0A"/>
    <w:rsid w:val="00AA224C"/>
    <w:rsid w:val="00AA6262"/>
    <w:rsid w:val="00AB1E43"/>
    <w:rsid w:val="00AB1EC7"/>
    <w:rsid w:val="00AD0DA9"/>
    <w:rsid w:val="00AD4128"/>
    <w:rsid w:val="00AD7705"/>
    <w:rsid w:val="00AD7B27"/>
    <w:rsid w:val="00AE06DB"/>
    <w:rsid w:val="00B05706"/>
    <w:rsid w:val="00B057B0"/>
    <w:rsid w:val="00B11AB7"/>
    <w:rsid w:val="00B20326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48B"/>
    <w:rsid w:val="00B92EF0"/>
    <w:rsid w:val="00B93961"/>
    <w:rsid w:val="00BA5B2A"/>
    <w:rsid w:val="00BA70A8"/>
    <w:rsid w:val="00BD76B1"/>
    <w:rsid w:val="00BE62B4"/>
    <w:rsid w:val="00BE69F6"/>
    <w:rsid w:val="00BF6132"/>
    <w:rsid w:val="00C02C5D"/>
    <w:rsid w:val="00C0305B"/>
    <w:rsid w:val="00C14A00"/>
    <w:rsid w:val="00C20C2A"/>
    <w:rsid w:val="00C24B77"/>
    <w:rsid w:val="00C2717C"/>
    <w:rsid w:val="00C33A1F"/>
    <w:rsid w:val="00C40D15"/>
    <w:rsid w:val="00C42C19"/>
    <w:rsid w:val="00C5131B"/>
    <w:rsid w:val="00C52D3B"/>
    <w:rsid w:val="00C53FE3"/>
    <w:rsid w:val="00C55524"/>
    <w:rsid w:val="00C615A2"/>
    <w:rsid w:val="00C62608"/>
    <w:rsid w:val="00C65852"/>
    <w:rsid w:val="00C67899"/>
    <w:rsid w:val="00C72B49"/>
    <w:rsid w:val="00C77106"/>
    <w:rsid w:val="00C87836"/>
    <w:rsid w:val="00C92A2E"/>
    <w:rsid w:val="00C94F6B"/>
    <w:rsid w:val="00CA66F5"/>
    <w:rsid w:val="00CA6BD1"/>
    <w:rsid w:val="00CB0C60"/>
    <w:rsid w:val="00CB3424"/>
    <w:rsid w:val="00CC472D"/>
    <w:rsid w:val="00CC5F04"/>
    <w:rsid w:val="00CD52D1"/>
    <w:rsid w:val="00CD6A5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26D0B"/>
    <w:rsid w:val="00D313A4"/>
    <w:rsid w:val="00D32108"/>
    <w:rsid w:val="00D33F16"/>
    <w:rsid w:val="00D45693"/>
    <w:rsid w:val="00D47D4E"/>
    <w:rsid w:val="00D55DC3"/>
    <w:rsid w:val="00D57457"/>
    <w:rsid w:val="00D6491C"/>
    <w:rsid w:val="00D64F60"/>
    <w:rsid w:val="00D74694"/>
    <w:rsid w:val="00D809EF"/>
    <w:rsid w:val="00D903E6"/>
    <w:rsid w:val="00DA2153"/>
    <w:rsid w:val="00DA2662"/>
    <w:rsid w:val="00DA438F"/>
    <w:rsid w:val="00DB44DA"/>
    <w:rsid w:val="00DB4ACB"/>
    <w:rsid w:val="00DC032C"/>
    <w:rsid w:val="00DC1F2A"/>
    <w:rsid w:val="00DE3025"/>
    <w:rsid w:val="00DE7B7F"/>
    <w:rsid w:val="00DF1C10"/>
    <w:rsid w:val="00DF1EE2"/>
    <w:rsid w:val="00DF26DF"/>
    <w:rsid w:val="00DF7BDC"/>
    <w:rsid w:val="00E01855"/>
    <w:rsid w:val="00E03F6F"/>
    <w:rsid w:val="00E04C83"/>
    <w:rsid w:val="00E14DD8"/>
    <w:rsid w:val="00E155F0"/>
    <w:rsid w:val="00E17E89"/>
    <w:rsid w:val="00E20D4D"/>
    <w:rsid w:val="00E22097"/>
    <w:rsid w:val="00E2358B"/>
    <w:rsid w:val="00E34020"/>
    <w:rsid w:val="00E3479A"/>
    <w:rsid w:val="00E6313B"/>
    <w:rsid w:val="00E66783"/>
    <w:rsid w:val="00E66E11"/>
    <w:rsid w:val="00E76C0B"/>
    <w:rsid w:val="00E76D9B"/>
    <w:rsid w:val="00E77789"/>
    <w:rsid w:val="00E80515"/>
    <w:rsid w:val="00E9442A"/>
    <w:rsid w:val="00E954AC"/>
    <w:rsid w:val="00EA2954"/>
    <w:rsid w:val="00EB511E"/>
    <w:rsid w:val="00EB632F"/>
    <w:rsid w:val="00EC1396"/>
    <w:rsid w:val="00EE123F"/>
    <w:rsid w:val="00EF15B4"/>
    <w:rsid w:val="00EF2EDB"/>
    <w:rsid w:val="00EF2F06"/>
    <w:rsid w:val="00F01086"/>
    <w:rsid w:val="00F0149D"/>
    <w:rsid w:val="00F03605"/>
    <w:rsid w:val="00F041AD"/>
    <w:rsid w:val="00F05D3F"/>
    <w:rsid w:val="00F10E71"/>
    <w:rsid w:val="00F142BE"/>
    <w:rsid w:val="00F222EB"/>
    <w:rsid w:val="00F25601"/>
    <w:rsid w:val="00F3098C"/>
    <w:rsid w:val="00F344B8"/>
    <w:rsid w:val="00F41966"/>
    <w:rsid w:val="00F44038"/>
    <w:rsid w:val="00F445E5"/>
    <w:rsid w:val="00F45D74"/>
    <w:rsid w:val="00F516C4"/>
    <w:rsid w:val="00F6067C"/>
    <w:rsid w:val="00F61445"/>
    <w:rsid w:val="00F71E39"/>
    <w:rsid w:val="00F73478"/>
    <w:rsid w:val="00F82E34"/>
    <w:rsid w:val="00F833EB"/>
    <w:rsid w:val="00F84C8D"/>
    <w:rsid w:val="00FA07A1"/>
    <w:rsid w:val="00FA3E25"/>
    <w:rsid w:val="00FB34CE"/>
    <w:rsid w:val="00FB5A18"/>
    <w:rsid w:val="00FD07B9"/>
    <w:rsid w:val="00FD0DF9"/>
    <w:rsid w:val="00FD182E"/>
    <w:rsid w:val="00FD7C23"/>
    <w:rsid w:val="00FE1822"/>
    <w:rsid w:val="00FE1C52"/>
    <w:rsid w:val="00FE226B"/>
    <w:rsid w:val="00FE252E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46DCC7"/>
  <w15:docId w15:val="{F4B5F4AB-42C2-4F91-9662-95CB6A422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1"/>
    <w:qFormat/>
    <w:rsid w:val="005A7C57"/>
    <w:pPr>
      <w:ind w:left="720"/>
      <w:contextualSpacing/>
    </w:pPr>
  </w:style>
  <w:style w:type="character" w:customStyle="1" w:styleId="fontstyle01">
    <w:name w:val="fontstyle01"/>
    <w:basedOn w:val="Absatz-Standardschriftart"/>
    <w:rsid w:val="009A5F98"/>
    <w:rPr>
      <w:rFonts w:ascii="ArialMT" w:hAnsi="Arial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bsatz-Standardschriftart"/>
    <w:rsid w:val="009A5F98"/>
    <w:rPr>
      <w:rFonts w:ascii="ArialMT" w:hAnsi="Arial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bsatz-Standardschriftart"/>
    <w:rsid w:val="009A5F98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pf0">
    <w:name w:val="pf0"/>
    <w:basedOn w:val="Standard"/>
    <w:rsid w:val="00083C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083CF7"/>
    <w:rPr>
      <w:rFonts w:ascii="Segoe UI" w:hAnsi="Segoe UI" w:cs="Segoe UI" w:hint="default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rsid w:val="003C5D7D"/>
    <w:rPr>
      <w:rFonts w:ascii="Arial" w:hAnsi="Arial"/>
      <w:b/>
      <w:bCs/>
      <w:sz w:val="24"/>
      <w:szCs w:val="28"/>
    </w:rPr>
  </w:style>
  <w:style w:type="character" w:customStyle="1" w:styleId="ui-provider">
    <w:name w:val="ui-provider"/>
    <w:basedOn w:val="Absatz-Standardschriftart"/>
    <w:rsid w:val="008E0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4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2571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88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780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15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7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522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3806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2024-07-04T09:32:00Z</dcterms:created>
  <dcterms:modified xsi:type="dcterms:W3CDTF">2024-07-04T09:40:00Z</dcterms:modified>
</cp:coreProperties>
</file>