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B2BA1" w14:textId="50EC9B05" w:rsidR="005E1468" w:rsidRDefault="00E11EA6" w:rsidP="005E1468">
      <w:pPr>
        <w:pStyle w:val="berschrift2"/>
      </w:pPr>
      <w:r>
        <w:t xml:space="preserve">An anniversary climbing frame </w:t>
      </w:r>
    </w:p>
    <w:p w14:paraId="5785A371" w14:textId="5C72E17F" w:rsidR="00A82224" w:rsidRDefault="00E11EA6" w:rsidP="00A82224">
      <w:pPr>
        <w:pStyle w:val="berschrift1"/>
      </w:pPr>
      <w:r>
        <w:t xml:space="preserve">The CJD daycare facility SIEGENIA-Kids celebrates its 10th birthday</w:t>
      </w:r>
    </w:p>
    <w:p w14:paraId="3CDC0BE1" w14:textId="77777777" w:rsidR="005E1468" w:rsidRPr="00B55070" w:rsidRDefault="005E1468" w:rsidP="005E1468"/>
    <w:p w14:paraId="27652A8F" w14:textId="278C683D" w:rsidR="00117387" w:rsidRDefault="00E11EA6" w:rsidP="00491F2F">
      <w:r>
        <w:t xml:space="preserve">It wasn't just the SIEGENIA kids who were happy: in glorious sunshine on 7th September, the CJD daycare facility SIEGENIA-Kids celebrated 10 years since first opening its doors. The 15 preschool children and their parents and siblings were also joined by a number of guests, as well as representatives of our cooperation partner CJD, who all came together for a colourful celebration for young and old in Wilnsdorf-Niederdielfen. They took the opportunity to see for themselves the many ways in which the daycare centre promotes the development of employees' children. </w:t>
      </w:r>
    </w:p>
    <w:p w14:paraId="033ADA8A" w14:textId="77777777" w:rsidR="00117387" w:rsidRDefault="00117387" w:rsidP="00491F2F"/>
    <w:p w14:paraId="392EDD37" w14:textId="3509F638" w:rsidR="007D7172" w:rsidRDefault="0008182D" w:rsidP="00491F2F">
      <w:r>
        <w:t xml:space="preserve">In his welcoming speech, SIEGENIA's Managing Partner Wieland Frank emphasised the importance of the daycare centre for SIEGENIA employees and for helping them balance family and career. A few moments later, the children's eyes lit up as they helped him unveil a new climbing frame as a ‘birthday present’. 'The children really enjoy exploring what they are physically capable of,' says Sabrina Stein, head of the daycare centre. 'They particularly love climbing. So we are delighted with this generous gift!' </w:t>
      </w:r>
    </w:p>
    <w:p w14:paraId="1485E961" w14:textId="77777777" w:rsidR="006F5132" w:rsidRDefault="006F5132" w:rsidP="00B46CBE">
      <w:pPr>
        <w:rPr>
          <w:rFonts w:cs="Arial"/>
          <w:szCs w:val="20"/>
        </w:rPr>
      </w:pPr>
    </w:p>
    <w:p w14:paraId="7D610A77" w14:textId="00F7FFE1" w:rsidR="00131DB4" w:rsidRDefault="00861A0F" w:rsidP="00B46CBE">
      <w:pPr>
        <w:rPr>
          <w:rFonts w:cs="Arial"/>
          <w:szCs w:val="20"/>
        </w:rPr>
      </w:pPr>
      <w:r>
        <w:rPr>
          <w:rFonts w:ascii="Arial" w:hAnsi="Arial" w:cs="Arial"/>
          <w:szCs w:val="20"/>
        </w:rPr>
        <w:t xml:space="preserve">Following a short service, it was time for ‘Curtain up for SIEGENIA-Kids’: after countless rehearsals behind closed doors and a few days with the film team from SIEGENIA's marketing department, the children were filled with pride as they surprised their parents with a video of them performing ‘The Bird Wedding’ by Rolf Zuckowski.</w:t>
      </w:r>
      <w:r>
        <w:rPr>
          <w:rFonts w:ascii="Arial" w:hAnsi="Arial" w:cs="Arial"/>
          <w:szCs w:val="20"/>
        </w:rPr>
        <w:t xml:space="preserve"> </w:t>
      </w:r>
      <w:r>
        <w:rPr>
          <w:rFonts w:ascii="Arial" w:hAnsi="Arial" w:cs="Arial"/>
          <w:szCs w:val="20"/>
        </w:rPr>
        <w:t xml:space="preserve">The guests enjoyed barbequed food, vegetable sticks, chips and tarte flambée from the mobile oven, courtesy of the Niederdielfen local heritage society, before a fun-filled afternoon of activities.</w:t>
      </w:r>
      <w:r>
        <w:rPr>
          <w:rFonts w:ascii="Arial" w:hAnsi="Arial" w:cs="Arial"/>
          <w:szCs w:val="20"/>
        </w:rPr>
        <w:t xml:space="preserve"> </w:t>
      </w:r>
      <w:r>
        <w:rPr>
          <w:rFonts w:ascii="Arial" w:hAnsi="Arial" w:cs="Arial"/>
          <w:szCs w:val="20"/>
        </w:rPr>
        <w:t xml:space="preserve">Among the highlights were a magician, a crafting table where children could make their own bracelets, a face-painting station with glitter tattoos, and a bouncy castle.</w:t>
      </w:r>
      <w:r>
        <w:rPr>
          <w:rFonts w:ascii="Arial" w:hAnsi="Arial" w:cs="Arial"/>
          <w:szCs w:val="20"/>
        </w:rPr>
        <w:t xml:space="preserve"> </w:t>
      </w:r>
      <w:r>
        <w:rPr>
          <w:rFonts w:ascii="Arial" w:hAnsi="Arial" w:cs="Arial"/>
          <w:szCs w:val="20"/>
        </w:rPr>
        <w:t xml:space="preserve">SIEGENIA's trainees also got involved with a great activity: working side by side with the children, they used 3D printers to make cars and milled pencils and folding rulers.</w:t>
      </w:r>
      <w:r>
        <w:rPr>
          <w:rFonts w:ascii="Arial" w:hAnsi="Arial" w:cs="Arial"/>
          <w:szCs w:val="20"/>
        </w:rPr>
        <w:t xml:space="preserve"> </w:t>
      </w:r>
    </w:p>
    <w:p w14:paraId="3DF76F51" w14:textId="5C8A1385" w:rsidR="0072464F" w:rsidRDefault="00DF333B" w:rsidP="00A41E52">
      <w:pPr>
        <w:pStyle w:val="berschrift4"/>
      </w:pPr>
      <w:r>
        <w:t xml:space="preserve">Do you speak English?</w:t>
      </w:r>
    </w:p>
    <w:p w14:paraId="57B0F7D5" w14:textId="6A6F3C55" w:rsidR="00C662D2" w:rsidRDefault="000C3C8F" w:rsidP="00491F2F">
      <w:pPr>
        <w:rPr>
          <w:rFonts w:cs="Arial"/>
          <w:szCs w:val="20"/>
        </w:rPr>
      </w:pPr>
      <w:r>
        <w:rPr>
          <w:rFonts w:ascii="Arial" w:hAnsi="Arial" w:cs="Arial"/>
          <w:szCs w:val="20"/>
        </w:rPr>
        <w:t xml:space="preserve">The daycare centre opened in 2014, offering parents a high degree of flexibility with its generous opening hours.</w:t>
      </w:r>
      <w:r>
        <w:rPr>
          <w:rFonts w:ascii="Arial" w:hAnsi="Arial" w:cs="Arial"/>
          <w:szCs w:val="20"/>
        </w:rPr>
        <w:t xml:space="preserve"> </w:t>
      </w:r>
      <w:r>
        <w:rPr>
          <w:rFonts w:ascii="Arial" w:hAnsi="Arial" w:cs="Arial"/>
          <w:szCs w:val="20"/>
        </w:rPr>
        <w:t xml:space="preserve">The standard of care is also second to none – and that remains the case to this day. Besides daycare centre manager Sabrina Stein, the team looking after the children also includes two preschool teachers, an early years specialist and a housekeeper, as well as a native English speaker.</w:t>
      </w:r>
      <w:r>
        <w:rPr>
          <w:rFonts w:ascii="Arial" w:hAnsi="Arial" w:cs="Arial"/>
          <w:szCs w:val="20"/>
        </w:rPr>
        <w:t xml:space="preserve"> </w:t>
      </w:r>
      <w:r>
        <w:rPr>
          <w:rFonts w:ascii="Arial" w:hAnsi="Arial" w:cs="Arial"/>
          <w:szCs w:val="20"/>
        </w:rPr>
        <w:t xml:space="preserve">As an international company, SIEGENIA is keen to support foreign language learning right from preschool age: children at the daycare centre are greeted with a friendly ‘Good Morning’ every day, as well as the usual ‘Guten Morgen’.</w:t>
      </w:r>
      <w:r>
        <w:rPr>
          <w:rFonts w:ascii="Arial" w:hAnsi="Arial" w:cs="Arial"/>
          <w:szCs w:val="20"/>
        </w:rPr>
        <w:t xml:space="preserve"> </w:t>
      </w:r>
      <w:r>
        <w:t xml:space="preserve">Both the daycare centre and the company </w:t>
      </w:r>
      <w:r>
        <w:rPr>
          <w:rFonts w:ascii="Arial" w:hAnsi="Arial" w:cs="Arial"/>
          <w:szCs w:val="20"/>
        </w:rPr>
        <w:t xml:space="preserve">also place a high value on introducing children </w:t>
      </w:r>
      <w:r>
        <w:t xml:space="preserve">to the fields of maths, IT, science, technology and sustainable development through play. SIEGENIA-Kids was recently recognised by the ‘Stiftung Kinder forschen’ (Children's Research Foundation) for its extensive commitment to promoting STEM learning.</w:t>
      </w:r>
    </w:p>
    <w:p w14:paraId="58B88401" w14:textId="77777777" w:rsidR="00C662D2" w:rsidRDefault="00C662D2" w:rsidP="00491F2F">
      <w:pPr>
        <w:rPr>
          <w:rFonts w:cs="Arial"/>
          <w:szCs w:val="20"/>
        </w:rPr>
      </w:pPr>
    </w:p>
    <w:p w14:paraId="0E505A4B" w14:textId="38DF55C9" w:rsidR="0008074F" w:rsidRDefault="00C662D2" w:rsidP="00491F2F">
      <w:pPr>
        <w:rPr>
          <w:rFonts w:cs="Arial"/>
          <w:szCs w:val="20"/>
        </w:rPr>
      </w:pPr>
      <w:r>
        <w:rPr>
          <w:rFonts w:ascii="Arial" w:hAnsi="Arial" w:cs="Arial"/>
          <w:szCs w:val="20"/>
        </w:rPr>
        <w:t xml:space="preserve">Children at the daycare centre also receive valuable developmental stimulation through sports, games and physical activity, as well as through a collaborative project with the local retirement home ‘Haus an der Weiß’.</w:t>
      </w:r>
      <w:r>
        <w:rPr>
          <w:rFonts w:ascii="Arial" w:hAnsi="Arial" w:cs="Arial"/>
          <w:szCs w:val="20"/>
        </w:rPr>
        <w:t xml:space="preserve"> </w:t>
      </w:r>
      <w:r>
        <w:rPr>
          <w:rFonts w:ascii="Arial" w:hAnsi="Arial" w:cs="Arial"/>
          <w:szCs w:val="20"/>
        </w:rPr>
        <w:t xml:space="preserve">The comprehensive programme offered by the daycare centre is met with enthusiasm from parents and children alike: 'There's a real family feel to what we do.</w:t>
      </w:r>
      <w:r>
        <w:rPr>
          <w:rFonts w:ascii="Arial" w:hAnsi="Arial" w:cs="Arial"/>
          <w:szCs w:val="20"/>
        </w:rPr>
        <w:t xml:space="preserve"> </w:t>
      </w:r>
      <w:r>
        <w:rPr>
          <w:rFonts w:ascii="Arial" w:hAnsi="Arial" w:cs="Arial"/>
          <w:szCs w:val="20"/>
        </w:rPr>
        <w:t xml:space="preserve">The size of our team enables us to cater to each child individually.</w:t>
      </w:r>
      <w:r>
        <w:rPr>
          <w:rFonts w:ascii="Arial" w:hAnsi="Arial" w:cs="Arial"/>
          <w:szCs w:val="20"/>
        </w:rPr>
        <w:t xml:space="preserve"> </w:t>
      </w:r>
      <w:r>
        <w:rPr>
          <w:rFonts w:ascii="Arial" w:hAnsi="Arial" w:cs="Arial"/>
          <w:szCs w:val="20"/>
        </w:rPr>
        <w:t xml:space="preserve">Our joint events also help parents to develop a sense of belonging and community, too.</w:t>
      </w:r>
      <w:r>
        <w:rPr>
          <w:rFonts w:ascii="Arial" w:hAnsi="Arial" w:cs="Arial"/>
          <w:szCs w:val="20"/>
        </w:rPr>
        <w:t xml:space="preserve"> </w:t>
      </w:r>
      <w:r>
        <w:rPr>
          <w:rFonts w:ascii="Arial" w:hAnsi="Arial" w:cs="Arial"/>
          <w:szCs w:val="20"/>
        </w:rPr>
        <w:t xml:space="preserve">We are really looking forward to the next ten years!’ says Sabrina Stein.</w:t>
      </w:r>
      <w:r>
        <w:rPr>
          <w:rFonts w:ascii="Arial" w:hAnsi="Arial" w:cs="Arial"/>
          <w:szCs w:val="20"/>
        </w:rPr>
        <w:t xml:space="preserve"> </w:t>
      </w:r>
    </w:p>
    <w:p w14:paraId="32FDB989" w14:textId="0657174A" w:rsidR="000468F5" w:rsidRDefault="000468F5" w:rsidP="00491F2F">
      <w:pPr>
        <w:rPr>
          <w:rFonts w:cs="Arial"/>
          <w:szCs w:val="20"/>
        </w:rPr>
      </w:pPr>
    </w:p>
    <w:p w14:paraId="258E76A7" w14:textId="77777777" w:rsidR="00B46CBE" w:rsidRPr="00B46CBE" w:rsidRDefault="00B46CBE" w:rsidP="00B46CBE">
      <w:pPr>
        <w:rPr>
          <w:rFonts w:cs="Arial"/>
          <w:szCs w:val="20"/>
        </w:rPr>
      </w:pPr>
    </w:p>
    <w:p w14:paraId="4249F623" w14:textId="71322D5D" w:rsidR="005F3D5F" w:rsidRDefault="005F3D5F" w:rsidP="005E1468"/>
    <w:p w14:paraId="1319A44D" w14:textId="41157F35" w:rsidR="00865FE3" w:rsidRDefault="00865FE3" w:rsidP="005E1468"/>
    <w:p w14:paraId="70BDE15A" w14:textId="77777777" w:rsidR="00865FE3" w:rsidRDefault="00865FE3" w:rsidP="005E1468"/>
    <w:p w14:paraId="49EA3C67" w14:textId="77777777" w:rsidR="00F57756" w:rsidRDefault="00F57756" w:rsidP="005E1468"/>
    <w:p w14:paraId="516CFD6D" w14:textId="77777777" w:rsidR="00F57756" w:rsidRDefault="00F57756" w:rsidP="005E1468"/>
    <w:p w14:paraId="10E951CB" w14:textId="77777777" w:rsidR="00F57756" w:rsidRDefault="00F57756" w:rsidP="005E1468"/>
    <w:p w14:paraId="62CEA382" w14:textId="77777777" w:rsidR="00F57756" w:rsidRDefault="00F57756" w:rsidP="005E1468"/>
    <w:p w14:paraId="36AD03BF" w14:textId="77777777" w:rsidR="0033732F" w:rsidRDefault="0033732F" w:rsidP="005E1468"/>
    <w:p w14:paraId="411BC09F" w14:textId="77777777" w:rsidR="0033732F" w:rsidRDefault="0033732F" w:rsidP="005E1468"/>
    <w:p w14:paraId="6B525962" w14:textId="77777777" w:rsidR="0033732F" w:rsidRDefault="0033732F" w:rsidP="005E1468"/>
    <w:p w14:paraId="78785E8F" w14:textId="77777777" w:rsidR="0033732F" w:rsidRDefault="0033732F" w:rsidP="005E1468"/>
    <w:p w14:paraId="56F75C01" w14:textId="77777777" w:rsidR="00F57756" w:rsidRDefault="00F57756" w:rsidP="005E1468"/>
    <w:p w14:paraId="2A747535" w14:textId="77777777" w:rsidR="005E1468" w:rsidRDefault="005E1468" w:rsidP="005A7C57">
      <w:pPr>
        <w:pStyle w:val="berschrift4"/>
      </w:pPr>
      <w:r>
        <w:t xml:space="preserve">Captions</w:t>
      </w:r>
    </w:p>
    <w:p w14:paraId="50C13996" w14:textId="77777777" w:rsidR="002A7F37" w:rsidRDefault="002A7F37" w:rsidP="002A7F37">
      <w:r>
        <w:t xml:space="preserve">Image database: SIEGENIA</w:t>
      </w:r>
    </w:p>
    <w:p w14:paraId="1FCB0656" w14:textId="77777777" w:rsidR="002A7F37" w:rsidRPr="002A7F37" w:rsidRDefault="002A7F37" w:rsidP="002A7F37"/>
    <w:p w14:paraId="575A9F64" w14:textId="784A171C" w:rsidR="00865FE3" w:rsidRPr="00D129AE" w:rsidRDefault="00865FE3" w:rsidP="00865FE3">
      <w:pPr>
        <w:rPr>
          <w:bCs/>
          <w:i/>
        </w:rPr>
      </w:pPr>
      <w:r>
        <w:rPr>
          <w:bCs/>
          <w:i/>
        </w:rPr>
        <w:t xml:space="preserve">Image I: SIE_10 Jahre SIEGENIA-Kids_Motiv.jpg </w:t>
      </w:r>
    </w:p>
    <w:p w14:paraId="4AA19412" w14:textId="79C1AE0F" w:rsidR="00865FE3" w:rsidRPr="00D129AE" w:rsidRDefault="00865FE3" w:rsidP="00865FE3">
      <w:r>
        <w:t xml:space="preserve">It wasn't just the SIEGENIA kids who were happy: last Saturday, the CJD daycare facility SIEGENIA-Kids celebrated 10 years since first opening its doors.</w:t>
      </w:r>
    </w:p>
    <w:p w14:paraId="33BA6117" w14:textId="77777777" w:rsidR="00865FE3" w:rsidRDefault="00865FE3" w:rsidP="00865FE3"/>
    <w:p w14:paraId="102B6E13" w14:textId="4AB6FB97" w:rsidR="00865FE3" w:rsidRPr="00D129AE" w:rsidRDefault="00865FE3" w:rsidP="00865FE3">
      <w:pPr>
        <w:rPr>
          <w:bCs/>
          <w:i/>
        </w:rPr>
      </w:pPr>
      <w:r>
        <w:rPr>
          <w:bCs/>
          <w:i/>
        </w:rPr>
        <w:t xml:space="preserve">Image II: SIE_10 Jahre SIEGENIA-Kids_Wieland Frank.jpg </w:t>
      </w:r>
    </w:p>
    <w:p w14:paraId="07D5AB28" w14:textId="7AF139E8" w:rsidR="00F57756" w:rsidRDefault="00F57756" w:rsidP="00865FE3">
      <w:r>
        <w:t xml:space="preserve">SIEGENIA Managing Partner Wieland Frank joined the children to celebrate the daycare centre's 10th birthday. They helped him unveil a new climbing frame as a ‘birthday present’.</w:t>
      </w:r>
    </w:p>
    <w:p w14:paraId="375143B3" w14:textId="77777777" w:rsidR="00F57756" w:rsidRDefault="00F57756" w:rsidP="00865FE3"/>
    <w:p w14:paraId="595109DE" w14:textId="3FD09278" w:rsidR="00F57756" w:rsidRPr="00D129AE" w:rsidRDefault="00F57756" w:rsidP="00F57756">
      <w:pPr>
        <w:rPr>
          <w:bCs/>
          <w:i/>
        </w:rPr>
      </w:pPr>
      <w:r>
        <w:rPr>
          <w:bCs/>
          <w:i/>
        </w:rPr>
        <w:t xml:space="preserve">Image III: SIE_10 Jahre SIEGENIA-Kids_</w:t>
      </w:r>
      <w:r>
        <w:t xml:space="preserve"> </w:t>
      </w:r>
      <w:r>
        <w:rPr>
          <w:bCs/>
          <w:i/>
        </w:rPr>
        <w:t xml:space="preserve">Mädchen auf Klettergerüst.jpg </w:t>
      </w:r>
    </w:p>
    <w:p w14:paraId="2DE88572" w14:textId="76C6689B" w:rsidR="00F57756" w:rsidRDefault="00F57756" w:rsidP="00865FE3">
      <w:r>
        <w:t xml:space="preserve">Climbing is fun: the new climbing frame was a big hit with the children at the daycare centre, who tried it out many times over the course of the day.</w:t>
      </w:r>
    </w:p>
    <w:p w14:paraId="2FCED7EB" w14:textId="77777777" w:rsidR="00F57756" w:rsidRDefault="00F57756" w:rsidP="00865FE3"/>
    <w:p w14:paraId="4A0AFCB0" w14:textId="0AEEF45B" w:rsidR="00F57756" w:rsidRPr="00D129AE" w:rsidRDefault="00F57756" w:rsidP="00F57756">
      <w:pPr>
        <w:rPr>
          <w:bCs/>
          <w:i/>
        </w:rPr>
      </w:pPr>
      <w:r>
        <w:rPr>
          <w:bCs/>
          <w:i/>
        </w:rPr>
        <w:t xml:space="preserve">Image IV: SIE_10 Jahre SIEGENIA-Kids_Kinder am Tisch.jpg </w:t>
      </w:r>
    </w:p>
    <w:p w14:paraId="64556B27" w14:textId="45DDA8D7" w:rsidR="00F57756" w:rsidRDefault="00F57756" w:rsidP="00865FE3">
      <w:r>
        <w:t xml:space="preserve">A light lunch before a fun-filled afternoon that included a magician, a face-painting station and a bouncy castle to keep the children entertained.</w:t>
      </w:r>
    </w:p>
    <w:p w14:paraId="1A9FFC3A" w14:textId="77777777" w:rsidR="00F57756" w:rsidRDefault="00F57756" w:rsidP="00865FE3"/>
    <w:p w14:paraId="5FCED600" w14:textId="77777777" w:rsidR="00F57756" w:rsidRDefault="00F57756" w:rsidP="00865FE3"/>
    <w:p w14:paraId="79A92FA7" w14:textId="77777777" w:rsidR="00F57756" w:rsidRDefault="00F57756" w:rsidP="00865FE3"/>
    <w:p w14:paraId="482DE8DA" w14:textId="57DB1FF2" w:rsidR="00865FE3" w:rsidRDefault="00865FE3" w:rsidP="008D7633"/>
    <w:p w14:paraId="0C655EBC" w14:textId="39C571E5" w:rsidR="00865FE3" w:rsidRDefault="00865FE3" w:rsidP="008D7633"/>
    <w:p w14:paraId="66AF3C4D" w14:textId="33C1F901" w:rsidR="00865FE3" w:rsidRDefault="00865FE3" w:rsidP="008D7633"/>
    <w:p w14:paraId="337A6DDC" w14:textId="49C771D2" w:rsidR="00865FE3" w:rsidRDefault="00865FE3" w:rsidP="008D7633"/>
    <w:p w14:paraId="036657DD" w14:textId="15C77B94" w:rsidR="00865FE3" w:rsidRDefault="00865FE3" w:rsidP="008D7633"/>
    <w:p w14:paraId="20DCA4EC" w14:textId="248CF4C7" w:rsidR="00865FE3" w:rsidRDefault="00865FE3" w:rsidP="008D7633"/>
    <w:p w14:paraId="4E973528" w14:textId="16719345" w:rsidR="00865FE3" w:rsidRDefault="00865FE3" w:rsidP="008D7633"/>
    <w:p w14:paraId="77A472F7" w14:textId="77777777" w:rsidR="008D7633" w:rsidRDefault="008D7633" w:rsidP="008D7633">
      <w:pPr>
        <w:rPr>
          <w:szCs w:val="20"/>
        </w:rPr>
      </w:pPr>
    </w:p>
    <w:p w14:paraId="7ADB6829" w14:textId="77777777" w:rsidR="008D7633" w:rsidRPr="00E14DD8" w:rsidRDefault="008D7633" w:rsidP="008D7633">
      <w:pPr>
        <w:rPr>
          <w:szCs w:val="20"/>
        </w:rPr>
      </w:pPr>
    </w:p>
    <w:p w14:paraId="4E37E59A" w14:textId="77777777" w:rsidR="008D7633" w:rsidRPr="00E14DD8" w:rsidRDefault="008D7633" w:rsidP="008D7633">
      <w:pPr>
        <w:rPr>
          <w:szCs w:val="20"/>
        </w:rPr>
      </w:pPr>
    </w:p>
    <w:p w14:paraId="517036C3" w14:textId="77777777" w:rsidR="008D7633" w:rsidRPr="00E14DD8" w:rsidRDefault="008D7633" w:rsidP="008D7633">
      <w:pPr>
        <w:rPr>
          <w:szCs w:val="20"/>
        </w:rPr>
      </w:pPr>
    </w:p>
    <w:p w14:paraId="58F1AD4E" w14:textId="77777777" w:rsidR="008D7633" w:rsidRPr="00E14DD8" w:rsidRDefault="008D7633" w:rsidP="008D7633">
      <w:pPr>
        <w:rPr>
          <w:szCs w:val="20"/>
        </w:rPr>
      </w:pPr>
    </w:p>
    <w:p w14:paraId="4A927AB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24EDE35" w14:textId="77777777" w:rsidTr="0044187A">
        <w:tc>
          <w:tcPr>
            <w:tcW w:w="3348" w:type="dxa"/>
            <w:tcBorders>
              <w:top w:val="nil"/>
              <w:left w:val="nil"/>
              <w:bottom w:val="nil"/>
              <w:right w:val="nil"/>
            </w:tcBorders>
          </w:tcPr>
          <w:p w14:paraId="707A1E69" w14:textId="77777777" w:rsidR="008D7633" w:rsidRPr="0044187A" w:rsidRDefault="008D7633" w:rsidP="007A5EB4">
            <w:pPr>
              <w:pStyle w:val="Formatvorlage2"/>
              <w:rPr>
                <w:u w:val="single"/>
              </w:rPr>
            </w:pPr>
            <w:r>
              <w:rPr>
                <w:u w:val="single"/>
              </w:rPr>
              <w:t xml:space="preserve">Publisher</w:t>
            </w:r>
          </w:p>
          <w:p w14:paraId="17ED85E0" w14:textId="77777777" w:rsidR="008D7633" w:rsidRDefault="008D7633" w:rsidP="007A5EB4">
            <w:pPr>
              <w:pStyle w:val="Formatvorlage2"/>
            </w:pPr>
            <w:r>
              <w:t xml:space="preserve">SIEGENIA GROUP</w:t>
            </w:r>
          </w:p>
          <w:p w14:paraId="0E35B33A" w14:textId="77777777" w:rsidR="008D7633" w:rsidRDefault="008D7633" w:rsidP="007A5EB4">
            <w:pPr>
              <w:pStyle w:val="Formatvorlage2"/>
            </w:pPr>
            <w:r>
              <w:t xml:space="preserve">Marketing Communications</w:t>
            </w:r>
          </w:p>
          <w:p w14:paraId="3D296B2C" w14:textId="77777777" w:rsidR="008D7633" w:rsidRDefault="008D7633" w:rsidP="007A5EB4">
            <w:pPr>
              <w:pStyle w:val="Formatvorlage2"/>
            </w:pPr>
            <w:r>
              <w:t xml:space="preserve">Industriestraße 1-3</w:t>
            </w:r>
          </w:p>
          <w:p w14:paraId="79014C2D" w14:textId="77777777" w:rsidR="008D7633" w:rsidRDefault="008D7633" w:rsidP="007A5EB4">
            <w:pPr>
              <w:pStyle w:val="Formatvorlage2"/>
            </w:pPr>
            <w:r>
              <w:t xml:space="preserve">D-57234 Wilnsdorf, Germany</w:t>
            </w:r>
          </w:p>
          <w:p w14:paraId="41D44858" w14:textId="6504D508" w:rsidR="008D7633" w:rsidRDefault="00FD182E" w:rsidP="007A5EB4">
            <w:pPr>
              <w:pStyle w:val="Formatvorlage2"/>
            </w:pPr>
            <w:r>
              <w:t xml:space="preserve">Tel.: +49 271 3931-1176</w:t>
            </w:r>
          </w:p>
          <w:p w14:paraId="6FC63B26" w14:textId="77777777" w:rsidR="008D7633" w:rsidRPr="00392D5F" w:rsidRDefault="0088698F" w:rsidP="007A5EB4">
            <w:pPr>
              <w:pStyle w:val="Formatvorlage2"/>
            </w:pPr>
            <w:r>
              <w:t xml:space="preserve">E-mail: pr@siegenia.com</w:t>
            </w:r>
          </w:p>
          <w:p w14:paraId="22D80715" w14:textId="77777777" w:rsidR="002E59D6" w:rsidRDefault="00510191" w:rsidP="007A5EB4">
            <w:pPr>
              <w:pStyle w:val="Formatvorlage2"/>
            </w:pPr>
            <w:r>
              <w:t xml:space="preserve">www.siegenia.com</w:t>
            </w:r>
          </w:p>
          <w:p w14:paraId="5494883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13AB325" w14:textId="77777777" w:rsidR="008D7633" w:rsidRPr="0044187A" w:rsidRDefault="008D7633" w:rsidP="007A5EB4">
            <w:pPr>
              <w:pStyle w:val="Formatvorlage2"/>
              <w:rPr>
                <w:u w:val="single"/>
              </w:rPr>
            </w:pPr>
            <w:r>
              <w:rPr>
                <w:u w:val="single"/>
              </w:rPr>
              <w:t xml:space="preserve">Edited by / Contact</w:t>
            </w:r>
          </w:p>
          <w:p w14:paraId="23F77460" w14:textId="77777777" w:rsidR="008D7633" w:rsidRDefault="008D7633" w:rsidP="007A5EB4">
            <w:pPr>
              <w:pStyle w:val="Formatvorlage2"/>
            </w:pPr>
            <w:r>
              <w:t xml:space="preserve">Kemper Kommunikation</w:t>
            </w:r>
          </w:p>
          <w:p w14:paraId="673849DC" w14:textId="77777777" w:rsidR="008D7633" w:rsidRPr="00C33A1F" w:rsidRDefault="008D7633" w:rsidP="007A5EB4">
            <w:pPr>
              <w:pStyle w:val="Formatvorlage2"/>
            </w:pPr>
            <w:r>
              <w:t xml:space="preserve">Kirsten Kemper </w:t>
            </w:r>
          </w:p>
          <w:p w14:paraId="75766598" w14:textId="60BEE3DA" w:rsidR="008D7633" w:rsidRPr="00C33A1F" w:rsidRDefault="009D5ECD" w:rsidP="007A5EB4">
            <w:pPr>
              <w:pStyle w:val="Formatvorlage2"/>
            </w:pPr>
            <w:r>
              <w:t xml:space="preserve">Am Milchbornbach 10</w:t>
            </w:r>
          </w:p>
          <w:p w14:paraId="5A246EE7" w14:textId="15448671" w:rsidR="008D7633" w:rsidRPr="00C33A1F" w:rsidRDefault="008D7633" w:rsidP="007A5EB4">
            <w:pPr>
              <w:pStyle w:val="Formatvorlage2"/>
            </w:pPr>
            <w:r>
              <w:t xml:space="preserve">D-51429 Bergisch Gladbach </w:t>
              <w:br/>
              <w:t xml:space="preserve">Tel.: +49 2204 9644808</w:t>
            </w:r>
          </w:p>
          <w:p w14:paraId="49044D8E" w14:textId="77777777" w:rsidR="008D7633" w:rsidRPr="00C55524" w:rsidRDefault="0088698F" w:rsidP="007A5EB4">
            <w:pPr>
              <w:pStyle w:val="Formatvorlage2"/>
              <w:rPr>
                <w:lang w:val="it-IT"/>
              </w:rPr>
            </w:pPr>
            <w:r>
              <w:t xml:space="preserve">E-mail: info@kemper-kommunikation.de</w:t>
            </w:r>
          </w:p>
          <w:p w14:paraId="45202BF5" w14:textId="77777777" w:rsidR="008D7633" w:rsidRDefault="00716BDB" w:rsidP="007A5EB4">
            <w:pPr>
              <w:pStyle w:val="Formatvorlage2"/>
            </w:pPr>
            <w:r>
              <w:t xml:space="preserve">www.kemper-kommunikation.de</w:t>
            </w:r>
          </w:p>
          <w:p w14:paraId="7E433B01" w14:textId="77777777" w:rsidR="00716BDB" w:rsidRPr="003F183E" w:rsidRDefault="00716BDB" w:rsidP="007A5EB4">
            <w:pPr>
              <w:pStyle w:val="Formatvorlage2"/>
            </w:pPr>
          </w:p>
        </w:tc>
        <w:tc>
          <w:tcPr>
            <w:tcW w:w="1800" w:type="dxa"/>
            <w:tcBorders>
              <w:top w:val="nil"/>
              <w:left w:val="nil"/>
              <w:bottom w:val="nil"/>
              <w:right w:val="nil"/>
            </w:tcBorders>
          </w:tcPr>
          <w:p w14:paraId="743B8FDE" w14:textId="77777777" w:rsidR="008D7633" w:rsidRPr="0044187A" w:rsidRDefault="008D7633" w:rsidP="007A5EB4">
            <w:pPr>
              <w:pStyle w:val="Formatvorlage2"/>
              <w:rPr>
                <w:u w:val="single"/>
              </w:rPr>
            </w:pPr>
            <w:r>
              <w:rPr>
                <w:u w:val="single"/>
              </w:rPr>
              <w:t xml:space="preserve">Text Information</w:t>
            </w:r>
          </w:p>
          <w:p w14:paraId="2C0B3741" w14:textId="068C6CC1" w:rsidR="008D7633" w:rsidRPr="00C33A1F" w:rsidRDefault="008D7633" w:rsidP="007A5EB4">
            <w:pPr>
              <w:pStyle w:val="Formatvorlage2"/>
            </w:pPr>
            <w:r>
              <w:t xml:space="preserve">Pages: 2</w:t>
            </w:r>
          </w:p>
          <w:p w14:paraId="455378FA" w14:textId="366F93A7" w:rsidR="008D7633" w:rsidRPr="00E66719" w:rsidRDefault="008D7633" w:rsidP="007A5EB4">
            <w:pPr>
              <w:pStyle w:val="Formatvorlage2"/>
            </w:pPr>
            <w:r>
              <w:t xml:space="preserve">Words: 469</w:t>
            </w:r>
          </w:p>
          <w:p w14:paraId="2E54E9C9" w14:textId="437944AB" w:rsidR="008D7633" w:rsidRPr="00E66719" w:rsidRDefault="008D7633" w:rsidP="007A5EB4">
            <w:pPr>
              <w:pStyle w:val="Formatvorlage2"/>
            </w:pPr>
            <w:r>
              <w:t xml:space="preserve">Characters: 3 456</w:t>
              <w:br/>
              <w:t xml:space="preserve">(with spaces)</w:t>
            </w:r>
          </w:p>
          <w:p w14:paraId="0A998B21" w14:textId="77777777" w:rsidR="008D7633" w:rsidRPr="00E66719" w:rsidRDefault="008D7633" w:rsidP="007A5EB4">
            <w:pPr>
              <w:pStyle w:val="Formatvorlage2"/>
            </w:pPr>
          </w:p>
          <w:p w14:paraId="3F7B32ED" w14:textId="1B663B48" w:rsidR="008D7633" w:rsidRPr="00C33A1F" w:rsidRDefault="008D7633" w:rsidP="007A5EB4">
            <w:pPr>
              <w:pStyle w:val="Formatvorlage2"/>
            </w:pPr>
            <w:r>
              <w:t xml:space="preserve">Created: 2024-09-10</w:t>
            </w:r>
          </w:p>
          <w:p w14:paraId="745D81F1" w14:textId="77777777" w:rsidR="008D7633" w:rsidRPr="0044187A" w:rsidRDefault="008D7633" w:rsidP="007A5EB4">
            <w:pPr>
              <w:pStyle w:val="Formatvorlage2"/>
              <w:rPr>
                <w:szCs w:val="20"/>
              </w:rPr>
            </w:pPr>
          </w:p>
        </w:tc>
      </w:tr>
      <w:tr w:rsidR="008D7633" w:rsidRPr="0044187A" w14:paraId="713112CE" w14:textId="77777777" w:rsidTr="0044187A">
        <w:tc>
          <w:tcPr>
            <w:tcW w:w="8208" w:type="dxa"/>
            <w:gridSpan w:val="3"/>
            <w:tcBorders>
              <w:top w:val="nil"/>
              <w:left w:val="nil"/>
              <w:bottom w:val="nil"/>
              <w:right w:val="nil"/>
            </w:tcBorders>
          </w:tcPr>
          <w:p w14:paraId="66AF6135" w14:textId="77777777" w:rsidR="008D7633" w:rsidRPr="003F183E" w:rsidRDefault="008D7633" w:rsidP="007A5EB4">
            <w:pPr>
              <w:pStyle w:val="Formatvorlage2"/>
            </w:pPr>
            <w:r>
              <w:t xml:space="preserve">Please send us a sample copy of any publication containing this text or these images.</w:t>
            </w:r>
          </w:p>
        </w:tc>
      </w:tr>
    </w:tbl>
    <w:p w14:paraId="02AB5FE7"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68A44" w14:textId="77777777" w:rsidR="00945FDA" w:rsidRDefault="00945FDA">
      <w:r>
        <w:separator/>
      </w:r>
    </w:p>
  </w:endnote>
  <w:endnote w:type="continuationSeparator" w:id="0">
    <w:p w14:paraId="68984F2C" w14:textId="77777777" w:rsidR="00945FDA" w:rsidRDefault="0094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1BDE" w14:textId="77777777" w:rsidR="00ED1CFB" w:rsidRDefault="00ED1CF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C46CF" w14:textId="77777777" w:rsidR="00945FDA" w:rsidRDefault="00945FDA">
      <w:r>
        <w:separator/>
      </w:r>
    </w:p>
  </w:footnote>
  <w:footnote w:type="continuationSeparator" w:id="0">
    <w:p w14:paraId="2B6FC0AA" w14:textId="77777777" w:rsidR="00945FDA" w:rsidRDefault="00945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6B4F6" w14:textId="77777777" w:rsidR="00ED1CFB" w:rsidRDefault="00ED1CFB">
    <w:pPr>
      <w:pStyle w:val="Kopfzeile"/>
    </w:pPr>
    <w:r>
      <w:rPr>
        <w:noProof/>
      </w:rPr>
      <w:drawing>
        <wp:anchor distT="0" distB="0" distL="114300" distR="114300" simplePos="0" relativeHeight="251657728" behindDoc="1" locked="0" layoutInCell="1" allowOverlap="1" wp14:anchorId="33E58035" wp14:editId="06744FF8">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22CAC"/>
    <w:multiLevelType w:val="hybridMultilevel"/>
    <w:tmpl w:val="F82A2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816CE"/>
    <w:multiLevelType w:val="hybridMultilevel"/>
    <w:tmpl w:val="3872EFD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71979342">
    <w:abstractNumId w:val="2"/>
  </w:num>
  <w:num w:numId="2" w16cid:durableId="890727882">
    <w:abstractNumId w:val="1"/>
  </w:num>
  <w:num w:numId="3" w16cid:durableId="1806310486">
    <w:abstractNumId w:val="5"/>
  </w:num>
  <w:num w:numId="4" w16cid:durableId="735203341">
    <w:abstractNumId w:val="4"/>
  </w:num>
  <w:num w:numId="5" w16cid:durableId="939532440">
    <w:abstractNumId w:val="0"/>
  </w:num>
  <w:num w:numId="6" w16cid:durableId="13301336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F2F"/>
    <w:rsid w:val="000024D9"/>
    <w:rsid w:val="00002528"/>
    <w:rsid w:val="00003256"/>
    <w:rsid w:val="0001449A"/>
    <w:rsid w:val="0001520C"/>
    <w:rsid w:val="00026907"/>
    <w:rsid w:val="00040EBF"/>
    <w:rsid w:val="000468F5"/>
    <w:rsid w:val="00064165"/>
    <w:rsid w:val="000675C7"/>
    <w:rsid w:val="0008074F"/>
    <w:rsid w:val="0008182D"/>
    <w:rsid w:val="00090045"/>
    <w:rsid w:val="00095303"/>
    <w:rsid w:val="000A1DF0"/>
    <w:rsid w:val="000A5CA3"/>
    <w:rsid w:val="000B60E5"/>
    <w:rsid w:val="000C3C8F"/>
    <w:rsid w:val="000C410C"/>
    <w:rsid w:val="000D0C02"/>
    <w:rsid w:val="000D2A27"/>
    <w:rsid w:val="000D4874"/>
    <w:rsid w:val="000D70D8"/>
    <w:rsid w:val="000E424C"/>
    <w:rsid w:val="000F2936"/>
    <w:rsid w:val="000F565C"/>
    <w:rsid w:val="000F67C4"/>
    <w:rsid w:val="001025BB"/>
    <w:rsid w:val="0010792E"/>
    <w:rsid w:val="001128F1"/>
    <w:rsid w:val="00117387"/>
    <w:rsid w:val="00117ED6"/>
    <w:rsid w:val="00122F20"/>
    <w:rsid w:val="00131DB4"/>
    <w:rsid w:val="00137BD1"/>
    <w:rsid w:val="00145B48"/>
    <w:rsid w:val="001529E6"/>
    <w:rsid w:val="00154B75"/>
    <w:rsid w:val="00156B0C"/>
    <w:rsid w:val="00166476"/>
    <w:rsid w:val="00166FB7"/>
    <w:rsid w:val="00171C51"/>
    <w:rsid w:val="001B7003"/>
    <w:rsid w:val="001C39FF"/>
    <w:rsid w:val="001D26E4"/>
    <w:rsid w:val="001E0780"/>
    <w:rsid w:val="001E1DA6"/>
    <w:rsid w:val="001F3432"/>
    <w:rsid w:val="002046D3"/>
    <w:rsid w:val="00240574"/>
    <w:rsid w:val="00253494"/>
    <w:rsid w:val="00254A9B"/>
    <w:rsid w:val="00255FE8"/>
    <w:rsid w:val="0026674F"/>
    <w:rsid w:val="00272508"/>
    <w:rsid w:val="002769DE"/>
    <w:rsid w:val="002819C3"/>
    <w:rsid w:val="002A202C"/>
    <w:rsid w:val="002A7F37"/>
    <w:rsid w:val="002C00E2"/>
    <w:rsid w:val="002C36FE"/>
    <w:rsid w:val="002C5A66"/>
    <w:rsid w:val="002C6D41"/>
    <w:rsid w:val="002E48B5"/>
    <w:rsid w:val="002E5376"/>
    <w:rsid w:val="002E59D6"/>
    <w:rsid w:val="002F18BB"/>
    <w:rsid w:val="002F466F"/>
    <w:rsid w:val="0031150D"/>
    <w:rsid w:val="003136F5"/>
    <w:rsid w:val="00324F84"/>
    <w:rsid w:val="00326F7E"/>
    <w:rsid w:val="0033732F"/>
    <w:rsid w:val="00347D98"/>
    <w:rsid w:val="00350ACA"/>
    <w:rsid w:val="003514C3"/>
    <w:rsid w:val="00357C43"/>
    <w:rsid w:val="00364DEF"/>
    <w:rsid w:val="00375A48"/>
    <w:rsid w:val="0038244F"/>
    <w:rsid w:val="0038276B"/>
    <w:rsid w:val="0038499F"/>
    <w:rsid w:val="003914C5"/>
    <w:rsid w:val="00392D5F"/>
    <w:rsid w:val="00394503"/>
    <w:rsid w:val="003A1BA5"/>
    <w:rsid w:val="003A1C7E"/>
    <w:rsid w:val="003D61A2"/>
    <w:rsid w:val="003E0D26"/>
    <w:rsid w:val="003E378F"/>
    <w:rsid w:val="004176D4"/>
    <w:rsid w:val="00420F79"/>
    <w:rsid w:val="00421266"/>
    <w:rsid w:val="004333E8"/>
    <w:rsid w:val="0044187A"/>
    <w:rsid w:val="00446899"/>
    <w:rsid w:val="00447689"/>
    <w:rsid w:val="004507A2"/>
    <w:rsid w:val="00460BBC"/>
    <w:rsid w:val="0046235C"/>
    <w:rsid w:val="004629AD"/>
    <w:rsid w:val="004806AF"/>
    <w:rsid w:val="00486878"/>
    <w:rsid w:val="00491F2F"/>
    <w:rsid w:val="004B62AB"/>
    <w:rsid w:val="004C3B0A"/>
    <w:rsid w:val="004C4FDA"/>
    <w:rsid w:val="004C503A"/>
    <w:rsid w:val="004E057A"/>
    <w:rsid w:val="004E2322"/>
    <w:rsid w:val="004E2BD7"/>
    <w:rsid w:val="004E3AF9"/>
    <w:rsid w:val="004F3FC8"/>
    <w:rsid w:val="00510191"/>
    <w:rsid w:val="005254BE"/>
    <w:rsid w:val="00552DC0"/>
    <w:rsid w:val="00553CCA"/>
    <w:rsid w:val="0055550C"/>
    <w:rsid w:val="00563E60"/>
    <w:rsid w:val="00592833"/>
    <w:rsid w:val="005A214B"/>
    <w:rsid w:val="005A3974"/>
    <w:rsid w:val="005A5DC6"/>
    <w:rsid w:val="005A6A38"/>
    <w:rsid w:val="005A7C57"/>
    <w:rsid w:val="005B6A24"/>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33B3"/>
    <w:rsid w:val="006645F6"/>
    <w:rsid w:val="00667448"/>
    <w:rsid w:val="006866DF"/>
    <w:rsid w:val="00692205"/>
    <w:rsid w:val="006944D9"/>
    <w:rsid w:val="006973E7"/>
    <w:rsid w:val="006A2FD7"/>
    <w:rsid w:val="006A7184"/>
    <w:rsid w:val="006B6CD1"/>
    <w:rsid w:val="006B7979"/>
    <w:rsid w:val="006C044C"/>
    <w:rsid w:val="006C6D45"/>
    <w:rsid w:val="006E5CC8"/>
    <w:rsid w:val="006F5132"/>
    <w:rsid w:val="00701954"/>
    <w:rsid w:val="00701E75"/>
    <w:rsid w:val="00703943"/>
    <w:rsid w:val="007046C4"/>
    <w:rsid w:val="007148FF"/>
    <w:rsid w:val="00716BDB"/>
    <w:rsid w:val="00717456"/>
    <w:rsid w:val="0072464F"/>
    <w:rsid w:val="00730E66"/>
    <w:rsid w:val="00734302"/>
    <w:rsid w:val="00737DE1"/>
    <w:rsid w:val="00751517"/>
    <w:rsid w:val="00757DDE"/>
    <w:rsid w:val="00764AAC"/>
    <w:rsid w:val="0078049F"/>
    <w:rsid w:val="007871C1"/>
    <w:rsid w:val="0079193B"/>
    <w:rsid w:val="00794A4F"/>
    <w:rsid w:val="007A5EB4"/>
    <w:rsid w:val="007A6555"/>
    <w:rsid w:val="007A6E1C"/>
    <w:rsid w:val="007C257E"/>
    <w:rsid w:val="007C50D1"/>
    <w:rsid w:val="007C5C24"/>
    <w:rsid w:val="007D7172"/>
    <w:rsid w:val="007E2B7F"/>
    <w:rsid w:val="007F3F54"/>
    <w:rsid w:val="007F43E0"/>
    <w:rsid w:val="007F732D"/>
    <w:rsid w:val="00801D78"/>
    <w:rsid w:val="00801F22"/>
    <w:rsid w:val="008078CF"/>
    <w:rsid w:val="008171AF"/>
    <w:rsid w:val="0083465B"/>
    <w:rsid w:val="00835351"/>
    <w:rsid w:val="008366E0"/>
    <w:rsid w:val="008429DC"/>
    <w:rsid w:val="0085079E"/>
    <w:rsid w:val="00852D9D"/>
    <w:rsid w:val="00853823"/>
    <w:rsid w:val="00857800"/>
    <w:rsid w:val="00861A0F"/>
    <w:rsid w:val="0086386E"/>
    <w:rsid w:val="00865FE3"/>
    <w:rsid w:val="00871847"/>
    <w:rsid w:val="0088698F"/>
    <w:rsid w:val="00894ADF"/>
    <w:rsid w:val="008A6F1F"/>
    <w:rsid w:val="008C3491"/>
    <w:rsid w:val="008C5079"/>
    <w:rsid w:val="008D2B30"/>
    <w:rsid w:val="008D3232"/>
    <w:rsid w:val="008D7633"/>
    <w:rsid w:val="008E3FCA"/>
    <w:rsid w:val="00910883"/>
    <w:rsid w:val="0092580A"/>
    <w:rsid w:val="0093490C"/>
    <w:rsid w:val="0093664F"/>
    <w:rsid w:val="00943EB0"/>
    <w:rsid w:val="00945CA5"/>
    <w:rsid w:val="00945FDA"/>
    <w:rsid w:val="009553BC"/>
    <w:rsid w:val="009557EA"/>
    <w:rsid w:val="00963959"/>
    <w:rsid w:val="00963D60"/>
    <w:rsid w:val="0096600A"/>
    <w:rsid w:val="009B067B"/>
    <w:rsid w:val="009B4822"/>
    <w:rsid w:val="009B5300"/>
    <w:rsid w:val="009B5DE9"/>
    <w:rsid w:val="009D0CC8"/>
    <w:rsid w:val="009D5ECD"/>
    <w:rsid w:val="009D6C04"/>
    <w:rsid w:val="009E28F9"/>
    <w:rsid w:val="009E7597"/>
    <w:rsid w:val="009F2AFA"/>
    <w:rsid w:val="00A12A8B"/>
    <w:rsid w:val="00A14556"/>
    <w:rsid w:val="00A17D84"/>
    <w:rsid w:val="00A22DF2"/>
    <w:rsid w:val="00A23065"/>
    <w:rsid w:val="00A2339E"/>
    <w:rsid w:val="00A24651"/>
    <w:rsid w:val="00A25EB9"/>
    <w:rsid w:val="00A32395"/>
    <w:rsid w:val="00A40AB4"/>
    <w:rsid w:val="00A41E52"/>
    <w:rsid w:val="00A561F9"/>
    <w:rsid w:val="00A64B65"/>
    <w:rsid w:val="00A6502B"/>
    <w:rsid w:val="00A661F8"/>
    <w:rsid w:val="00A6672B"/>
    <w:rsid w:val="00A82224"/>
    <w:rsid w:val="00A87496"/>
    <w:rsid w:val="00A927D0"/>
    <w:rsid w:val="00A9705C"/>
    <w:rsid w:val="00A97B0A"/>
    <w:rsid w:val="00AA224C"/>
    <w:rsid w:val="00AA6262"/>
    <w:rsid w:val="00AB1EC7"/>
    <w:rsid w:val="00AC04E9"/>
    <w:rsid w:val="00AD4128"/>
    <w:rsid w:val="00AD7705"/>
    <w:rsid w:val="00AD7B27"/>
    <w:rsid w:val="00AE06DB"/>
    <w:rsid w:val="00AE4D1C"/>
    <w:rsid w:val="00B057B0"/>
    <w:rsid w:val="00B11AB7"/>
    <w:rsid w:val="00B239B4"/>
    <w:rsid w:val="00B3687B"/>
    <w:rsid w:val="00B41B50"/>
    <w:rsid w:val="00B46CBE"/>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3DE9"/>
    <w:rsid w:val="00C24B77"/>
    <w:rsid w:val="00C2717C"/>
    <w:rsid w:val="00C33A1F"/>
    <w:rsid w:val="00C52D3B"/>
    <w:rsid w:val="00C53FE3"/>
    <w:rsid w:val="00C55524"/>
    <w:rsid w:val="00C615A2"/>
    <w:rsid w:val="00C65852"/>
    <w:rsid w:val="00C662D2"/>
    <w:rsid w:val="00C72B49"/>
    <w:rsid w:val="00C77106"/>
    <w:rsid w:val="00C87836"/>
    <w:rsid w:val="00C92A2E"/>
    <w:rsid w:val="00CA66F5"/>
    <w:rsid w:val="00CA69BE"/>
    <w:rsid w:val="00CA6BD1"/>
    <w:rsid w:val="00CE16F1"/>
    <w:rsid w:val="00CE5038"/>
    <w:rsid w:val="00CE5448"/>
    <w:rsid w:val="00CE5488"/>
    <w:rsid w:val="00CE63E0"/>
    <w:rsid w:val="00CF6534"/>
    <w:rsid w:val="00CF72EF"/>
    <w:rsid w:val="00CF7462"/>
    <w:rsid w:val="00D04FE4"/>
    <w:rsid w:val="00D176D6"/>
    <w:rsid w:val="00D313A4"/>
    <w:rsid w:val="00D32108"/>
    <w:rsid w:val="00D36F70"/>
    <w:rsid w:val="00D45693"/>
    <w:rsid w:val="00D47D4E"/>
    <w:rsid w:val="00D55DC3"/>
    <w:rsid w:val="00D57457"/>
    <w:rsid w:val="00D64F60"/>
    <w:rsid w:val="00D864DE"/>
    <w:rsid w:val="00DA2153"/>
    <w:rsid w:val="00DA2662"/>
    <w:rsid w:val="00DB44DA"/>
    <w:rsid w:val="00DB4ACB"/>
    <w:rsid w:val="00DC032C"/>
    <w:rsid w:val="00DC1F2A"/>
    <w:rsid w:val="00DC454F"/>
    <w:rsid w:val="00DC59AA"/>
    <w:rsid w:val="00DD1864"/>
    <w:rsid w:val="00DE274F"/>
    <w:rsid w:val="00DE3025"/>
    <w:rsid w:val="00DF1C10"/>
    <w:rsid w:val="00DF1EE2"/>
    <w:rsid w:val="00DF333B"/>
    <w:rsid w:val="00E03F6F"/>
    <w:rsid w:val="00E04C83"/>
    <w:rsid w:val="00E11EA6"/>
    <w:rsid w:val="00E14DD8"/>
    <w:rsid w:val="00E155F0"/>
    <w:rsid w:val="00E17E89"/>
    <w:rsid w:val="00E20D4D"/>
    <w:rsid w:val="00E2358B"/>
    <w:rsid w:val="00E34020"/>
    <w:rsid w:val="00E3479A"/>
    <w:rsid w:val="00E6313B"/>
    <w:rsid w:val="00E66719"/>
    <w:rsid w:val="00E66783"/>
    <w:rsid w:val="00E76C0B"/>
    <w:rsid w:val="00E76D9B"/>
    <w:rsid w:val="00E77789"/>
    <w:rsid w:val="00E80515"/>
    <w:rsid w:val="00E954AC"/>
    <w:rsid w:val="00EA1D59"/>
    <w:rsid w:val="00EA2954"/>
    <w:rsid w:val="00EB511E"/>
    <w:rsid w:val="00EB632F"/>
    <w:rsid w:val="00EC1396"/>
    <w:rsid w:val="00ED1CF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7756"/>
    <w:rsid w:val="00F6067C"/>
    <w:rsid w:val="00F61445"/>
    <w:rsid w:val="00F71E39"/>
    <w:rsid w:val="00F73478"/>
    <w:rsid w:val="00F82E34"/>
    <w:rsid w:val="00F84C8D"/>
    <w:rsid w:val="00F9742C"/>
    <w:rsid w:val="00FA07A1"/>
    <w:rsid w:val="00FA3E25"/>
    <w:rsid w:val="00FB2FFB"/>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5D1D9C"/>
  <w15:docId w15:val="{C95ACCF4-39F2-4E4B-87EE-3E861A468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NichtaufgelsteErwhnung">
    <w:name w:val="Unresolved Mention"/>
    <w:basedOn w:val="Absatz-Standardschriftart"/>
    <w:uiPriority w:val="99"/>
    <w:semiHidden/>
    <w:unhideWhenUsed/>
    <w:rsid w:val="004C3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0456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33677124">
      <w:bodyDiv w:val="1"/>
      <w:marLeft w:val="0"/>
      <w:marRight w:val="0"/>
      <w:marTop w:val="0"/>
      <w:marBottom w:val="0"/>
      <w:divBdr>
        <w:top w:val="none" w:sz="0" w:space="0" w:color="auto"/>
        <w:left w:val="none" w:sz="0" w:space="0" w:color="auto"/>
        <w:bottom w:val="none" w:sz="0" w:space="0" w:color="auto"/>
        <w:right w:val="none" w:sz="0" w:space="0" w:color="auto"/>
      </w:divBdr>
    </w:div>
    <w:div w:id="972442574">
      <w:bodyDiv w:val="1"/>
      <w:marLeft w:val="0"/>
      <w:marRight w:val="0"/>
      <w:marTop w:val="0"/>
      <w:marBottom w:val="0"/>
      <w:divBdr>
        <w:top w:val="none" w:sz="0" w:space="0" w:color="auto"/>
        <w:left w:val="none" w:sz="0" w:space="0" w:color="auto"/>
        <w:bottom w:val="none" w:sz="0" w:space="0" w:color="auto"/>
        <w:right w:val="none" w:sz="0" w:space="0" w:color="auto"/>
      </w:divBdr>
    </w:div>
    <w:div w:id="100108117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85639187">
      <w:bodyDiv w:val="1"/>
      <w:marLeft w:val="0"/>
      <w:marRight w:val="0"/>
      <w:marTop w:val="0"/>
      <w:marBottom w:val="0"/>
      <w:divBdr>
        <w:top w:val="none" w:sz="0" w:space="0" w:color="auto"/>
        <w:left w:val="none" w:sz="0" w:space="0" w:color="auto"/>
        <w:bottom w:val="none" w:sz="0" w:space="0" w:color="auto"/>
        <w:right w:val="none" w:sz="0" w:space="0" w:color="auto"/>
      </w:divBdr>
    </w:div>
    <w:div w:id="161860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687</Words>
  <Characters>4330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5007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2024-09-10T10:28:00Z</dcterms:created>
  <dcterms:modified xsi:type="dcterms:W3CDTF">2024-09-10T13:27:00Z</dcterms:modified>
</cp:coreProperties>
</file>