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7388" w14:textId="20187CC3" w:rsidR="00A82224" w:rsidRPr="007B5BD9" w:rsidRDefault="00672BE0" w:rsidP="00D07B0B">
      <w:pPr>
        <w:pStyle w:val="berschrift2"/>
      </w:pPr>
      <w:r>
        <w:t xml:space="preserve">Vielseitig, robust, platzsparend: </w:t>
      </w:r>
      <w:r>
        <w:br/>
      </w:r>
      <w:r w:rsidR="00B801EC" w:rsidRPr="007B5BD9">
        <w:t>ECO SLIDE CO</w:t>
      </w:r>
      <w:r w:rsidR="00D07B0B">
        <w:t xml:space="preserve"> von SIEGENIA</w:t>
      </w:r>
    </w:p>
    <w:p w14:paraId="54684D1A" w14:textId="5DFCEC79" w:rsidR="00D07B0B" w:rsidRDefault="00D07B0B" w:rsidP="00D07B0B">
      <w:pPr>
        <w:pStyle w:val="berschrift1"/>
      </w:pPr>
      <w:r>
        <w:t>Neue</w:t>
      </w:r>
      <w:r w:rsidR="00A8267D">
        <w:t>, für zahlreiche Profilsysteme geeignete Schiebebeschlag-Variante</w:t>
      </w:r>
    </w:p>
    <w:p w14:paraId="2C6A0372" w14:textId="77777777" w:rsidR="005E1468" w:rsidRPr="007B5BD9" w:rsidRDefault="005E1468" w:rsidP="005E1468"/>
    <w:p w14:paraId="700F6CB1" w14:textId="3E796032" w:rsidR="00DA354A" w:rsidRPr="00DA354A" w:rsidRDefault="007B5BD9" w:rsidP="005E1468">
      <w:r>
        <w:rPr>
          <w:rFonts w:cs="Arial"/>
          <w:szCs w:val="20"/>
        </w:rPr>
        <w:t>R</w:t>
      </w:r>
      <w:r w:rsidRPr="007B5BD9">
        <w:rPr>
          <w:rFonts w:cs="Arial"/>
          <w:szCs w:val="20"/>
        </w:rPr>
        <w:t>aumsparend im Einsatz, robust in der Bedienung</w:t>
      </w:r>
      <w:r w:rsidR="003B652A">
        <w:rPr>
          <w:rFonts w:cs="Arial"/>
          <w:szCs w:val="20"/>
        </w:rPr>
        <w:t xml:space="preserve"> und</w:t>
      </w:r>
      <w:r w:rsidRPr="007B5BD9">
        <w:rPr>
          <w:rFonts w:cs="Arial"/>
          <w:szCs w:val="20"/>
        </w:rPr>
        <w:t xml:space="preserve"> mit den Fertigungsvorteilen eines Dreh-Kipp-Beschlags</w:t>
      </w:r>
      <w:r>
        <w:rPr>
          <w:rFonts w:cs="Arial"/>
          <w:szCs w:val="20"/>
        </w:rPr>
        <w:t xml:space="preserve">: </w:t>
      </w:r>
      <w:r>
        <w:t xml:space="preserve">ECO SLIDE CO </w:t>
      </w:r>
      <w:r w:rsidR="003B652A">
        <w:t>von</w:t>
      </w:r>
      <w:r>
        <w:t xml:space="preserve"> SIEGENIA</w:t>
      </w:r>
      <w:r w:rsidR="003B652A">
        <w:t xml:space="preserve"> verbindet Raumkomfortqualitäten für Endanwender mit Effizienzvorteilen in der Fertigung. Die Weiterentwicklung des bewährten Schiebebeschlags ECO SLIDE </w:t>
      </w:r>
      <w:r w:rsidR="000A3407">
        <w:t xml:space="preserve">bietet Endanwendern eine attraktive Kombination aus </w:t>
      </w:r>
      <w:r w:rsidR="00672BE0" w:rsidRPr="00DA354A">
        <w:t>Bedienkomfort</w:t>
      </w:r>
      <w:r w:rsidR="00F02AC9" w:rsidRPr="00DA354A">
        <w:t xml:space="preserve">, </w:t>
      </w:r>
      <w:r w:rsidR="000A3407" w:rsidRPr="00DA354A">
        <w:t>intuitive</w:t>
      </w:r>
      <w:r w:rsidR="00F02AC9" w:rsidRPr="00DA354A">
        <w:t>m</w:t>
      </w:r>
      <w:r w:rsidR="000A3407" w:rsidRPr="00DA354A">
        <w:t xml:space="preserve"> Handling</w:t>
      </w:r>
      <w:r w:rsidR="00672BE0">
        <w:t>,</w:t>
      </w:r>
      <w:r w:rsidR="000A3407" w:rsidRPr="00DA354A">
        <w:t xml:space="preserve"> Energieeffizienz</w:t>
      </w:r>
      <w:r w:rsidR="00672BE0">
        <w:t xml:space="preserve"> und vor allem Design</w:t>
      </w:r>
      <w:r w:rsidR="000A3407" w:rsidRPr="00DA354A">
        <w:t xml:space="preserve">. Verarbeiter überzeugt die neue Lösung, die alternativ zum bewährten ECO SLIDE für </w:t>
      </w:r>
      <w:proofErr w:type="spellStart"/>
      <w:r w:rsidR="000A3407" w:rsidRPr="00DA354A">
        <w:t>Profine</w:t>
      </w:r>
      <w:proofErr w:type="spellEnd"/>
      <w:r w:rsidR="000A3407" w:rsidRPr="00DA354A">
        <w:t xml:space="preserve"> </w:t>
      </w:r>
      <w:proofErr w:type="spellStart"/>
      <w:r w:rsidR="000A3407" w:rsidRPr="00DA354A">
        <w:t>Premislide</w:t>
      </w:r>
      <w:proofErr w:type="spellEnd"/>
      <w:r w:rsidR="000A3407" w:rsidRPr="00DA354A">
        <w:t xml:space="preserve"> erhältlich ist,</w:t>
      </w:r>
      <w:r w:rsidR="003C5D38" w:rsidRPr="00DA354A">
        <w:t xml:space="preserve"> </w:t>
      </w:r>
      <w:r w:rsidR="000A3407" w:rsidRPr="00DA354A">
        <w:t xml:space="preserve">durch ihre Eignung für eine Vielzahl an Profilsystemen und </w:t>
      </w:r>
      <w:r w:rsidR="00F02AC9" w:rsidRPr="00DA354A">
        <w:t>eine</w:t>
      </w:r>
      <w:r w:rsidR="000A3407" w:rsidRPr="00DA354A">
        <w:t xml:space="preserve"> </w:t>
      </w:r>
      <w:r w:rsidR="00DA354A" w:rsidRPr="00DA354A">
        <w:t xml:space="preserve">besonders </w:t>
      </w:r>
      <w:r w:rsidR="000A3407" w:rsidRPr="00DA354A">
        <w:t>wirtschaftliche Fertigung.</w:t>
      </w:r>
      <w:r w:rsidR="003C5D38" w:rsidRPr="00DA354A">
        <w:t xml:space="preserve"> </w:t>
      </w:r>
      <w:r w:rsidR="00061CCD">
        <w:t xml:space="preserve">Hierzu erlaubt </w:t>
      </w:r>
      <w:r w:rsidR="00DA354A" w:rsidRPr="00DA354A">
        <w:t>ECO SLIDE CO die einfache Integration der Schiebekomponenten in den Zentralverschluss.</w:t>
      </w:r>
    </w:p>
    <w:p w14:paraId="3777EBA8" w14:textId="4CA31CE4" w:rsidR="000A3407" w:rsidRDefault="00F21532" w:rsidP="000A3407">
      <w:pPr>
        <w:pStyle w:val="berschrift4"/>
      </w:pPr>
      <w:r>
        <w:t xml:space="preserve">Raumsparende Lösung mit intuitivem Bedienkomfort </w:t>
      </w:r>
    </w:p>
    <w:p w14:paraId="7A8DE8DD" w14:textId="63453E41" w:rsidR="0099762D" w:rsidRDefault="003C5D38" w:rsidP="0099762D">
      <w:pPr>
        <w:rPr>
          <w:rFonts w:cs="Arial"/>
          <w:color w:val="000000"/>
          <w:szCs w:val="20"/>
        </w:rPr>
      </w:pPr>
      <w:r>
        <w:t xml:space="preserve">Als vielseitig und raumsparend einsetzbare Lösung passt sich ECO SLIDE CO als Schiebefenster oder -tür perfekt jedem Raum an. </w:t>
      </w:r>
      <w:r w:rsidR="005F595E">
        <w:t xml:space="preserve">Anders als klassische Balkontüren bietet </w:t>
      </w:r>
      <w:r w:rsidR="00621835">
        <w:t>d</w:t>
      </w:r>
      <w:r w:rsidR="005F595E">
        <w:t xml:space="preserve">er </w:t>
      </w:r>
      <w:r w:rsidR="00621835">
        <w:t xml:space="preserve">Beschlag </w:t>
      </w:r>
      <w:r w:rsidR="005F595E">
        <w:t xml:space="preserve">dank seiner reduzierten Durchgangshöhe von ca. </w:t>
      </w:r>
      <w:r w:rsidR="00C3062E" w:rsidRPr="00C3062E">
        <w:t>45</w:t>
      </w:r>
      <w:r w:rsidR="005F595E">
        <w:t xml:space="preserve"> mm in Schiebetüren einen komfortablen Durchgang nach draußen. </w:t>
      </w:r>
      <w:r>
        <w:t xml:space="preserve">Dabei verbindet er </w:t>
      </w:r>
      <w:r w:rsidRPr="0099762D">
        <w:rPr>
          <w:rFonts w:cs="Arial"/>
          <w:szCs w:val="20"/>
        </w:rPr>
        <w:t>den Bedienkomfort einer Schiebelösung mit den Vo</w:t>
      </w:r>
      <w:r w:rsidR="00147A2B">
        <w:rPr>
          <w:rFonts w:cs="Arial"/>
          <w:szCs w:val="20"/>
        </w:rPr>
        <w:t>rzügen</w:t>
      </w:r>
      <w:r w:rsidRPr="0099762D">
        <w:rPr>
          <w:rFonts w:cs="Arial"/>
          <w:szCs w:val="20"/>
        </w:rPr>
        <w:t xml:space="preserve"> eines Dreh-Kipp-Beschlags. Sein</w:t>
      </w:r>
      <w:r w:rsidR="00B955B8">
        <w:rPr>
          <w:rFonts w:cs="Arial"/>
          <w:szCs w:val="20"/>
        </w:rPr>
        <w:t xml:space="preserve">e umlaufende Konstruktion </w:t>
      </w:r>
      <w:r w:rsidRPr="0099762D">
        <w:rPr>
          <w:rFonts w:cs="Arial"/>
          <w:szCs w:val="20"/>
        </w:rPr>
        <w:t>sorgt mit zuverlässige</w:t>
      </w:r>
      <w:r w:rsidR="00F02AC9">
        <w:rPr>
          <w:rFonts w:cs="Arial"/>
          <w:szCs w:val="20"/>
        </w:rPr>
        <w:t>r</w:t>
      </w:r>
      <w:r w:rsidRPr="0099762D">
        <w:rPr>
          <w:rFonts w:cs="Arial"/>
          <w:szCs w:val="20"/>
        </w:rPr>
        <w:t xml:space="preserve"> Dichtigkeit für ein behagliches Wohngefühl </w:t>
      </w:r>
      <w:r w:rsidR="0099762D" w:rsidRPr="0099762D">
        <w:rPr>
          <w:rFonts w:cs="Arial"/>
          <w:szCs w:val="20"/>
        </w:rPr>
        <w:t>und hohe Energieeffizienz</w:t>
      </w:r>
      <w:r w:rsidRPr="0099762D">
        <w:rPr>
          <w:rFonts w:cs="Arial"/>
          <w:szCs w:val="20"/>
        </w:rPr>
        <w:t>.</w:t>
      </w:r>
      <w:r w:rsidR="0099762D" w:rsidRPr="0099762D">
        <w:rPr>
          <w:rFonts w:cs="Arial"/>
          <w:color w:val="000000"/>
          <w:szCs w:val="20"/>
        </w:rPr>
        <w:t xml:space="preserve"> </w:t>
      </w:r>
      <w:r w:rsidR="0099762D">
        <w:rPr>
          <w:rFonts w:cs="Arial"/>
          <w:color w:val="000000"/>
          <w:szCs w:val="20"/>
        </w:rPr>
        <w:t>Selbst für</w:t>
      </w:r>
      <w:r w:rsidR="0099762D" w:rsidRPr="0099762D">
        <w:rPr>
          <w:rFonts w:cs="Arial"/>
          <w:color w:val="000000"/>
          <w:szCs w:val="20"/>
        </w:rPr>
        <w:t xml:space="preserve"> kältere Regionen </w:t>
      </w:r>
      <w:r w:rsidR="0099762D">
        <w:rPr>
          <w:rFonts w:cs="Arial"/>
          <w:color w:val="000000"/>
          <w:szCs w:val="20"/>
        </w:rPr>
        <w:t xml:space="preserve">ist ECO SLIDE CO damit </w:t>
      </w:r>
      <w:r w:rsidR="0099762D" w:rsidRPr="0099762D">
        <w:rPr>
          <w:rFonts w:cs="Arial"/>
          <w:color w:val="000000"/>
          <w:szCs w:val="20"/>
        </w:rPr>
        <w:t>bestens geeignet</w:t>
      </w:r>
      <w:r w:rsidR="0099762D">
        <w:rPr>
          <w:rFonts w:cs="Arial"/>
          <w:color w:val="000000"/>
          <w:szCs w:val="20"/>
        </w:rPr>
        <w:t xml:space="preserve">. </w:t>
      </w:r>
    </w:p>
    <w:p w14:paraId="4FACC70C" w14:textId="77777777" w:rsidR="005F595E" w:rsidRDefault="005F595E" w:rsidP="0099762D">
      <w:pPr>
        <w:rPr>
          <w:rFonts w:cs="Arial"/>
          <w:color w:val="000000"/>
          <w:szCs w:val="20"/>
        </w:rPr>
      </w:pPr>
    </w:p>
    <w:p w14:paraId="33FE7245" w14:textId="26003ADF" w:rsidR="0099762D" w:rsidRDefault="0099762D" w:rsidP="0099762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Zu den großen Stärken des neuen Schiebebeschlags zählt insbesondere sein</w:t>
      </w:r>
      <w:r w:rsidR="009C364A">
        <w:rPr>
          <w:rFonts w:cs="Arial"/>
          <w:color w:val="000000"/>
          <w:szCs w:val="20"/>
        </w:rPr>
        <w:t xml:space="preserve"> hoher Bedienkomfort. Robust und leichtgängig zugleich, ist er ausgesprochen intuitiv zu bedienen und damit unempfindlich gegenüber Fehlbedienungen. 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>Dafür sorg</w:t>
      </w:r>
      <w:r w:rsidR="00B955B8">
        <w:rPr>
          <w:rStyle w:val="fontstyle11"/>
          <w:rFonts w:ascii="Arial" w:hAnsi="Arial" w:cs="Arial"/>
          <w:sz w:val="20"/>
          <w:szCs w:val="20"/>
        </w:rPr>
        <w:t>en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 xml:space="preserve"> der wartungsfreie Laufwagen </w:t>
      </w:r>
      <w:r w:rsidR="00B955B8">
        <w:rPr>
          <w:rStyle w:val="fontstyle11"/>
          <w:rFonts w:ascii="Arial" w:hAnsi="Arial" w:cs="Arial"/>
          <w:sz w:val="20"/>
          <w:szCs w:val="20"/>
        </w:rPr>
        <w:t xml:space="preserve">und der 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>hochwertige TITAN Zentralverschluss</w:t>
      </w:r>
      <w:r w:rsidR="00B955B8">
        <w:rPr>
          <w:rStyle w:val="fontstyle11"/>
          <w:rFonts w:ascii="Arial" w:hAnsi="Arial" w:cs="Arial"/>
          <w:sz w:val="20"/>
          <w:szCs w:val="20"/>
        </w:rPr>
        <w:t xml:space="preserve">, die </w:t>
      </w:r>
      <w:r w:rsidR="009C364A">
        <w:rPr>
          <w:rFonts w:cs="Arial"/>
          <w:color w:val="000000"/>
          <w:szCs w:val="20"/>
        </w:rPr>
        <w:t xml:space="preserve">ihn zu einer idealen Lösung </w:t>
      </w:r>
      <w:r w:rsidR="00F02AC9">
        <w:rPr>
          <w:rFonts w:cs="Arial"/>
          <w:color w:val="000000"/>
          <w:szCs w:val="20"/>
        </w:rPr>
        <w:t xml:space="preserve">bei </w:t>
      </w:r>
      <w:r w:rsidR="009C364A">
        <w:rPr>
          <w:rFonts w:cs="Arial"/>
          <w:color w:val="000000"/>
          <w:szCs w:val="20"/>
        </w:rPr>
        <w:t>wechselnden Nutzern</w:t>
      </w:r>
      <w:r w:rsidR="00B955B8">
        <w:rPr>
          <w:rFonts w:cs="Arial"/>
          <w:color w:val="000000"/>
          <w:szCs w:val="20"/>
        </w:rPr>
        <w:t xml:space="preserve"> machen</w:t>
      </w:r>
      <w:r w:rsidR="009C364A">
        <w:rPr>
          <w:rFonts w:cs="Arial"/>
          <w:color w:val="000000"/>
          <w:szCs w:val="20"/>
        </w:rPr>
        <w:t xml:space="preserve">. </w:t>
      </w:r>
      <w:r w:rsidR="00EA23B0">
        <w:rPr>
          <w:rFonts w:cs="Arial"/>
          <w:color w:val="000000"/>
          <w:szCs w:val="20"/>
        </w:rPr>
        <w:t>Auch bei den Raumkomfort-Themen Sicherheit und Ästhetik kann ECO SLIDE CO überzeugen</w:t>
      </w:r>
      <w:r w:rsidR="00DA354A">
        <w:rPr>
          <w:rFonts w:cs="Arial"/>
          <w:color w:val="000000"/>
          <w:szCs w:val="20"/>
        </w:rPr>
        <w:t xml:space="preserve">: Zur Erhöhung der Einbruchhemmung lässt er sich flexibel </w:t>
      </w:r>
      <w:r w:rsidR="0011757F">
        <w:rPr>
          <w:rFonts w:cs="Arial"/>
          <w:color w:val="000000"/>
          <w:szCs w:val="20"/>
        </w:rPr>
        <w:t xml:space="preserve">mit wenigen Bauteilen </w:t>
      </w:r>
      <w:r w:rsidR="00EA23B0">
        <w:rPr>
          <w:rFonts w:cs="Arial"/>
          <w:color w:val="000000"/>
          <w:szCs w:val="20"/>
        </w:rPr>
        <w:t>bis RC2</w:t>
      </w:r>
      <w:r w:rsidR="00DA354A">
        <w:rPr>
          <w:rFonts w:cs="Arial"/>
          <w:color w:val="000000"/>
          <w:szCs w:val="20"/>
        </w:rPr>
        <w:t xml:space="preserve"> aufrüsten. Darüber hinaus</w:t>
      </w:r>
      <w:r w:rsidR="00EA23B0">
        <w:rPr>
          <w:rFonts w:cs="Arial"/>
          <w:color w:val="000000"/>
          <w:szCs w:val="20"/>
        </w:rPr>
        <w:t xml:space="preserve"> ist der Beschlag auf Wunsch mit wertigen Designkomponenten </w:t>
      </w:r>
      <w:r w:rsidR="00A8267D">
        <w:rPr>
          <w:rFonts w:cs="Arial"/>
          <w:color w:val="000000"/>
          <w:szCs w:val="20"/>
        </w:rPr>
        <w:t>zur</w:t>
      </w:r>
      <w:r w:rsidR="00EA23B0">
        <w:rPr>
          <w:rFonts w:cs="Arial"/>
          <w:color w:val="000000"/>
          <w:szCs w:val="20"/>
        </w:rPr>
        <w:t xml:space="preserve"> </w:t>
      </w:r>
      <w:r w:rsidR="00DA354A">
        <w:rPr>
          <w:rFonts w:cs="Arial"/>
          <w:color w:val="000000"/>
          <w:szCs w:val="20"/>
        </w:rPr>
        <w:t>dezente</w:t>
      </w:r>
      <w:r w:rsidR="00A8267D">
        <w:rPr>
          <w:rFonts w:cs="Arial"/>
          <w:color w:val="000000"/>
          <w:szCs w:val="20"/>
        </w:rPr>
        <w:t>n</w:t>
      </w:r>
      <w:r w:rsidR="00DA354A">
        <w:rPr>
          <w:rFonts w:cs="Arial"/>
          <w:color w:val="000000"/>
          <w:szCs w:val="20"/>
        </w:rPr>
        <w:t xml:space="preserve"> Integration der Schließteile in </w:t>
      </w:r>
      <w:r w:rsidR="0011757F">
        <w:rPr>
          <w:rFonts w:cs="Arial"/>
          <w:color w:val="000000"/>
          <w:szCs w:val="20"/>
        </w:rPr>
        <w:t>eine</w:t>
      </w:r>
      <w:r w:rsidR="00DA354A">
        <w:rPr>
          <w:rFonts w:cs="Arial"/>
          <w:color w:val="000000"/>
          <w:szCs w:val="20"/>
        </w:rPr>
        <w:t xml:space="preserve"> Schließleiste </w:t>
      </w:r>
      <w:r w:rsidR="00EA23B0">
        <w:rPr>
          <w:rFonts w:cs="Arial"/>
          <w:color w:val="000000"/>
          <w:szCs w:val="20"/>
        </w:rPr>
        <w:t>erhältlich. Das gibt Verarbeitern Handlungsspielr</w:t>
      </w:r>
      <w:r w:rsidR="00F02AC9">
        <w:rPr>
          <w:rFonts w:cs="Arial"/>
          <w:color w:val="000000"/>
          <w:szCs w:val="20"/>
        </w:rPr>
        <w:t>aum</w:t>
      </w:r>
      <w:r w:rsidR="00EA23B0">
        <w:rPr>
          <w:rFonts w:cs="Arial"/>
          <w:color w:val="000000"/>
          <w:szCs w:val="20"/>
        </w:rPr>
        <w:t xml:space="preserve"> zur Gestaltung passgenauer Kundenlösungen. </w:t>
      </w:r>
    </w:p>
    <w:p w14:paraId="673B3835" w14:textId="49035A14" w:rsidR="009C364A" w:rsidRDefault="00786F06" w:rsidP="00786F06">
      <w:pPr>
        <w:pStyle w:val="berschrift4"/>
      </w:pPr>
      <w:r>
        <w:lastRenderedPageBreak/>
        <w:t>Wirtschaftlicher Allrounder für zahlreiche Profilsysteme</w:t>
      </w:r>
    </w:p>
    <w:p w14:paraId="16560645" w14:textId="310E0304" w:rsidR="003B652A" w:rsidRDefault="00786F06" w:rsidP="005E1468">
      <w:pPr>
        <w:rPr>
          <w:rStyle w:val="fontstyle11"/>
          <w:rFonts w:ascii="Arial" w:hAnsi="Arial" w:cs="Arial"/>
          <w:sz w:val="20"/>
          <w:szCs w:val="20"/>
        </w:rPr>
      </w:pPr>
      <w:r>
        <w:t>Auch in der Fertigung stellt ECO SLIDE CO seine Qualitäten unter Beweis.</w:t>
      </w:r>
      <w:r w:rsidR="007A6062">
        <w:t xml:space="preserve"> </w:t>
      </w:r>
      <w:r w:rsidR="00A8267D">
        <w:t xml:space="preserve">Im </w:t>
      </w:r>
      <w:r w:rsidR="00D07B0B">
        <w:t>Zuge der Markteinführung v</w:t>
      </w:r>
      <w:r w:rsidR="007A6062">
        <w:t xml:space="preserve">erfügbar </w:t>
      </w:r>
      <w:r w:rsidR="00D07B0B">
        <w:t xml:space="preserve">sind </w:t>
      </w:r>
      <w:r w:rsidR="007A6062">
        <w:t xml:space="preserve">die </w:t>
      </w:r>
      <w:r w:rsidR="007A6062" w:rsidRPr="007A6062">
        <w:rPr>
          <w:rFonts w:cs="Arial"/>
          <w:color w:val="000000"/>
          <w:szCs w:val="20"/>
        </w:rPr>
        <w:t xml:space="preserve">Schiebesysteme von </w:t>
      </w:r>
      <w:proofErr w:type="spellStart"/>
      <w:r w:rsidR="007A6062" w:rsidRPr="007A6062">
        <w:rPr>
          <w:rFonts w:cs="Arial"/>
          <w:color w:val="000000"/>
          <w:szCs w:val="20"/>
        </w:rPr>
        <w:t>Gealan</w:t>
      </w:r>
      <w:proofErr w:type="spellEnd"/>
      <w:r w:rsidR="007A6062" w:rsidRPr="007A6062">
        <w:rPr>
          <w:rFonts w:cs="Arial"/>
          <w:color w:val="000000"/>
          <w:szCs w:val="20"/>
        </w:rPr>
        <w:t xml:space="preserve"> (</w:t>
      </w:r>
      <w:proofErr w:type="spellStart"/>
      <w:r w:rsidR="007A6062" w:rsidRPr="007A6062">
        <w:rPr>
          <w:rFonts w:cs="Arial"/>
          <w:color w:val="000000"/>
          <w:szCs w:val="20"/>
        </w:rPr>
        <w:t>Smoovio</w:t>
      </w:r>
      <w:proofErr w:type="spellEnd"/>
      <w:r w:rsidR="007A6062" w:rsidRPr="007A6062">
        <w:rPr>
          <w:rFonts w:cs="Arial"/>
          <w:color w:val="000000"/>
          <w:szCs w:val="20"/>
        </w:rPr>
        <w:t>)</w:t>
      </w:r>
      <w:r w:rsidR="00C3062E">
        <w:rPr>
          <w:rFonts w:cs="Arial"/>
          <w:color w:val="000000"/>
          <w:szCs w:val="20"/>
        </w:rPr>
        <w:t xml:space="preserve"> und</w:t>
      </w:r>
      <w:r w:rsidR="007A6062" w:rsidRPr="007A6062">
        <w:rPr>
          <w:rFonts w:cs="Arial"/>
          <w:color w:val="000000"/>
          <w:szCs w:val="20"/>
        </w:rPr>
        <w:t xml:space="preserve"> </w:t>
      </w:r>
      <w:proofErr w:type="spellStart"/>
      <w:r w:rsidR="007A6062" w:rsidRPr="007A6062">
        <w:rPr>
          <w:rFonts w:cs="Arial"/>
          <w:color w:val="000000"/>
          <w:szCs w:val="20"/>
        </w:rPr>
        <w:t>Rehau</w:t>
      </w:r>
      <w:proofErr w:type="spellEnd"/>
      <w:r w:rsidR="007A6062" w:rsidRPr="007A6062">
        <w:rPr>
          <w:rFonts w:cs="Arial"/>
          <w:color w:val="000000"/>
          <w:szCs w:val="20"/>
        </w:rPr>
        <w:t xml:space="preserve"> (</w:t>
      </w:r>
      <w:proofErr w:type="spellStart"/>
      <w:r w:rsidR="007A6062" w:rsidRPr="007A6062">
        <w:rPr>
          <w:rFonts w:cs="Arial"/>
          <w:color w:val="000000"/>
          <w:szCs w:val="20"/>
        </w:rPr>
        <w:t>Synego</w:t>
      </w:r>
      <w:proofErr w:type="spellEnd"/>
      <w:r w:rsidR="00C3062E">
        <w:rPr>
          <w:rFonts w:cs="Arial"/>
          <w:color w:val="000000"/>
          <w:szCs w:val="20"/>
        </w:rPr>
        <w:t xml:space="preserve"> S</w:t>
      </w:r>
      <w:r w:rsidR="007A6062" w:rsidRPr="007A6062">
        <w:rPr>
          <w:rFonts w:cs="Arial"/>
          <w:color w:val="000000"/>
          <w:szCs w:val="20"/>
        </w:rPr>
        <w:t>lide)</w:t>
      </w:r>
      <w:r w:rsidR="00A8267D">
        <w:rPr>
          <w:rFonts w:cs="Arial"/>
          <w:color w:val="000000"/>
          <w:szCs w:val="20"/>
        </w:rPr>
        <w:t xml:space="preserve">; weitere </w:t>
      </w:r>
      <w:r w:rsidR="00672BE0">
        <w:rPr>
          <w:rFonts w:cs="Arial"/>
          <w:color w:val="000000"/>
          <w:szCs w:val="20"/>
        </w:rPr>
        <w:t>Profilsysteme</w:t>
      </w:r>
      <w:r w:rsidR="00A8267D">
        <w:rPr>
          <w:rFonts w:cs="Arial"/>
          <w:color w:val="000000"/>
          <w:szCs w:val="20"/>
        </w:rPr>
        <w:t xml:space="preserve"> sind in Vorbereitung</w:t>
      </w:r>
      <w:r w:rsidR="00D07B0B">
        <w:rPr>
          <w:rFonts w:cs="Arial"/>
          <w:color w:val="000000"/>
          <w:szCs w:val="20"/>
        </w:rPr>
        <w:t>. Damit</w:t>
      </w:r>
      <w:r w:rsidR="007A6062">
        <w:rPr>
          <w:rFonts w:cs="Arial"/>
          <w:color w:val="000000"/>
          <w:szCs w:val="20"/>
        </w:rPr>
        <w:t xml:space="preserve"> bietet der Allrounder Verarbeitern eine breite Angebotsvielfalt zur individuellen Gestaltung von Schiebeelementen. Für Zeit- und Kosteneinsparungen in der Fertigung sorgen </w:t>
      </w:r>
      <w:r w:rsidR="00071676">
        <w:rPr>
          <w:rFonts w:cs="Arial"/>
          <w:color w:val="000000"/>
          <w:szCs w:val="20"/>
        </w:rPr>
        <w:t xml:space="preserve">z. B. </w:t>
      </w:r>
      <w:r w:rsidR="007A6062">
        <w:rPr>
          <w:rFonts w:cs="Arial"/>
          <w:color w:val="000000"/>
          <w:szCs w:val="20"/>
        </w:rPr>
        <w:t>der umlaufende</w:t>
      </w:r>
      <w:r w:rsidR="00D07B0B">
        <w:rPr>
          <w:rFonts w:cs="Arial"/>
          <w:color w:val="000000"/>
          <w:szCs w:val="20"/>
        </w:rPr>
        <w:t xml:space="preserve"> und bewährte </w:t>
      </w:r>
      <w:r w:rsidR="007A6062">
        <w:rPr>
          <w:rFonts w:cs="Arial"/>
          <w:color w:val="000000"/>
          <w:szCs w:val="20"/>
        </w:rPr>
        <w:t>Flügel</w:t>
      </w:r>
      <w:r w:rsidR="00D07B0B">
        <w:rPr>
          <w:rFonts w:cs="Arial"/>
          <w:color w:val="000000"/>
          <w:szCs w:val="20"/>
        </w:rPr>
        <w:t xml:space="preserve">-Zentralbeschlag TITAN, </w:t>
      </w:r>
      <w:r w:rsidR="007A6062">
        <w:rPr>
          <w:rFonts w:cs="Arial"/>
          <w:color w:val="000000"/>
          <w:szCs w:val="20"/>
        </w:rPr>
        <w:t>der sich mithilfe von nur wenigen Zusatzbauteilen anschlagen und einstellen lässt</w:t>
      </w:r>
      <w:r w:rsidR="0011757F">
        <w:rPr>
          <w:rFonts w:cs="Arial"/>
          <w:color w:val="000000"/>
          <w:szCs w:val="20"/>
        </w:rPr>
        <w:t>, und nur eine Multifunktionsschiene für den Blendrahmen</w:t>
      </w:r>
      <w:r w:rsidR="007A6062">
        <w:rPr>
          <w:rFonts w:cs="Arial"/>
          <w:color w:val="000000"/>
          <w:szCs w:val="20"/>
        </w:rPr>
        <w:t xml:space="preserve">. </w:t>
      </w:r>
      <w:r w:rsidR="005150A4">
        <w:rPr>
          <w:rFonts w:cs="Arial"/>
          <w:color w:val="000000"/>
          <w:szCs w:val="20"/>
        </w:rPr>
        <w:t xml:space="preserve">Von der </w:t>
      </w:r>
      <w:r w:rsidR="005150A4" w:rsidRPr="00A41E15">
        <w:rPr>
          <w:rStyle w:val="fontstyle11"/>
          <w:rFonts w:ascii="Arial" w:hAnsi="Arial" w:cs="Arial"/>
          <w:sz w:val="20"/>
          <w:szCs w:val="20"/>
        </w:rPr>
        <w:t>Lagerhaltung bis zur Montage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 </w:t>
      </w:r>
      <w:r w:rsidR="0011757F">
        <w:rPr>
          <w:rStyle w:val="fontstyle11"/>
          <w:rFonts w:ascii="Arial" w:hAnsi="Arial" w:cs="Arial"/>
          <w:sz w:val="20"/>
          <w:szCs w:val="20"/>
        </w:rPr>
        <w:t>sind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 schlanke, effiziente Abläufe </w:t>
      </w:r>
      <w:r w:rsidR="0011757F">
        <w:rPr>
          <w:rStyle w:val="fontstyle11"/>
          <w:rFonts w:ascii="Arial" w:hAnsi="Arial" w:cs="Arial"/>
          <w:sz w:val="20"/>
          <w:szCs w:val="20"/>
        </w:rPr>
        <w:t xml:space="preserve">so </w:t>
      </w:r>
      <w:r w:rsidR="005150A4">
        <w:rPr>
          <w:rStyle w:val="fontstyle11"/>
          <w:rFonts w:ascii="Arial" w:hAnsi="Arial" w:cs="Arial"/>
          <w:sz w:val="20"/>
          <w:szCs w:val="20"/>
        </w:rPr>
        <w:t>ge</w:t>
      </w:r>
      <w:r w:rsidR="0011757F">
        <w:rPr>
          <w:rStyle w:val="fontstyle11"/>
          <w:rFonts w:ascii="Arial" w:hAnsi="Arial" w:cs="Arial"/>
          <w:sz w:val="20"/>
          <w:szCs w:val="20"/>
        </w:rPr>
        <w:t>währleistet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. </w:t>
      </w:r>
    </w:p>
    <w:p w14:paraId="281BBBEB" w14:textId="4B2A889A" w:rsidR="00071676" w:rsidRDefault="00071676" w:rsidP="005E1468">
      <w:pPr>
        <w:rPr>
          <w:rStyle w:val="fontstyle11"/>
          <w:rFonts w:ascii="Arial" w:hAnsi="Arial" w:cs="Arial"/>
          <w:sz w:val="20"/>
          <w:szCs w:val="20"/>
        </w:rPr>
      </w:pPr>
    </w:p>
    <w:p w14:paraId="3C7E4398" w14:textId="6C6CC855" w:rsidR="00786F06" w:rsidRDefault="00786F06" w:rsidP="005E1468"/>
    <w:p w14:paraId="0AF509EF" w14:textId="77777777" w:rsidR="007A6062" w:rsidRPr="007B5BD9" w:rsidRDefault="007A6062" w:rsidP="005E1468"/>
    <w:p w14:paraId="3C6366E2" w14:textId="7DDC0059" w:rsidR="00A41E15" w:rsidRDefault="00A41E15" w:rsidP="00A41E15">
      <w:pPr>
        <w:rPr>
          <w:rFonts w:cs="Arial"/>
          <w:szCs w:val="20"/>
        </w:rPr>
      </w:pPr>
    </w:p>
    <w:p w14:paraId="583BCE66" w14:textId="77777777" w:rsidR="00621835" w:rsidRPr="00A41E15" w:rsidRDefault="00621835" w:rsidP="00A41E15">
      <w:pPr>
        <w:rPr>
          <w:rFonts w:cs="Arial"/>
          <w:szCs w:val="20"/>
        </w:rPr>
      </w:pPr>
    </w:p>
    <w:p w14:paraId="7C0653C2" w14:textId="0AAB013E" w:rsidR="00A41E15" w:rsidRDefault="00A41E15" w:rsidP="005E1468"/>
    <w:p w14:paraId="3753C313" w14:textId="77777777" w:rsidR="005E1468" w:rsidRDefault="005E1468" w:rsidP="005A7C57">
      <w:pPr>
        <w:pStyle w:val="berschrift4"/>
      </w:pPr>
      <w:r>
        <w:t>Bildunterschriften</w:t>
      </w:r>
    </w:p>
    <w:p w14:paraId="236F73B7" w14:textId="77777777" w:rsidR="002A7F37" w:rsidRDefault="002A7F37" w:rsidP="002A7F37">
      <w:r>
        <w:t>Bildquelle: SIEGENIA</w:t>
      </w:r>
    </w:p>
    <w:p w14:paraId="05B6F5B9" w14:textId="77777777" w:rsidR="002A7F37" w:rsidRPr="002A7F37" w:rsidRDefault="002A7F37" w:rsidP="002A7F37"/>
    <w:p w14:paraId="56FD5D33" w14:textId="40995B89" w:rsidR="005E1468" w:rsidRPr="00594560" w:rsidRDefault="005E1468" w:rsidP="005E1468">
      <w:pPr>
        <w:rPr>
          <w:bCs/>
          <w:i/>
        </w:rPr>
      </w:pPr>
      <w:r w:rsidRPr="00594560">
        <w:rPr>
          <w:bCs/>
          <w:i/>
        </w:rPr>
        <w:t xml:space="preserve">Motiv I: </w:t>
      </w:r>
      <w:r w:rsidR="00C3062E" w:rsidRPr="00594560">
        <w:rPr>
          <w:bCs/>
          <w:i/>
        </w:rPr>
        <w:t>SIE_PORTAL_ECO SLIDE CO_Interieur_Bad_Presse</w:t>
      </w:r>
      <w:r w:rsidRPr="00594560">
        <w:rPr>
          <w:bCs/>
          <w:i/>
        </w:rPr>
        <w:t xml:space="preserve">.jpg </w:t>
      </w:r>
    </w:p>
    <w:p w14:paraId="50ED40B2" w14:textId="56FCACF6" w:rsidR="005E1468" w:rsidRPr="00D129AE" w:rsidRDefault="00C07FDF" w:rsidP="005E1468">
      <w:r>
        <w:t>Als Schiebefenster spart ECO SLIDE CO von SIEGENIA wertvollen Platz im Innenraum und passt sich perfekt jedem Raum an.</w:t>
      </w:r>
      <w:r w:rsidRPr="007B5BD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Dabei verbindet der </w:t>
      </w:r>
      <w:r w:rsidR="00672BE0" w:rsidRPr="007B5BD9">
        <w:rPr>
          <w:rFonts w:cs="Arial"/>
          <w:szCs w:val="20"/>
        </w:rPr>
        <w:t>Beschlag</w:t>
      </w:r>
      <w:r w:rsidR="00672BE0">
        <w:t xml:space="preserve"> Raumkomfortqualitäten für Endanwender mit Wirtschaftlichkeit in der Fertigung.</w:t>
      </w:r>
    </w:p>
    <w:p w14:paraId="38D7DE55" w14:textId="77777777" w:rsidR="005E1468" w:rsidRDefault="005E1468" w:rsidP="005E1468"/>
    <w:p w14:paraId="44B42AD7" w14:textId="56BF9063" w:rsidR="00C3062E" w:rsidRPr="00C3062E" w:rsidRDefault="00C3062E" w:rsidP="00C3062E">
      <w:pPr>
        <w:pStyle w:val="berschrift3"/>
        <w:rPr>
          <w:lang w:val="en-US"/>
        </w:rPr>
      </w:pPr>
      <w:proofErr w:type="spellStart"/>
      <w:r w:rsidRPr="00C3062E">
        <w:rPr>
          <w:lang w:val="en-US"/>
        </w:rPr>
        <w:t>Motiv</w:t>
      </w:r>
      <w:proofErr w:type="spellEnd"/>
      <w:r w:rsidRPr="00C3062E">
        <w:rPr>
          <w:lang w:val="en-US"/>
        </w:rPr>
        <w:t xml:space="preserve"> II: SIE_PORTAL_ECO SLIDE CO_Interieur_Apartment_Presse.jpg</w:t>
      </w:r>
    </w:p>
    <w:p w14:paraId="46F88E52" w14:textId="0F6F0720" w:rsidR="00C3062E" w:rsidRPr="00C07FDF" w:rsidRDefault="00C07FDF" w:rsidP="005E1468">
      <w:r>
        <w:t xml:space="preserve">Anders als klassische Balkontüren bietet ECO SLIDE CO dank seiner reduzierten Durchgangshöhe von ca. </w:t>
      </w:r>
      <w:r w:rsidRPr="00C3062E">
        <w:t>45</w:t>
      </w:r>
      <w:r>
        <w:t xml:space="preserve"> mm in Schiebetüren einen komfortablen Durchgang nach draußen.</w:t>
      </w:r>
    </w:p>
    <w:p w14:paraId="21F8AE5B" w14:textId="77777777" w:rsidR="00C3062E" w:rsidRPr="00C07FDF" w:rsidRDefault="00C3062E" w:rsidP="005E1468"/>
    <w:p w14:paraId="5E8CE812" w14:textId="1C7B15A9" w:rsidR="00C3062E" w:rsidRPr="00C07FDF" w:rsidRDefault="00C3062E" w:rsidP="00C3062E">
      <w:pPr>
        <w:pStyle w:val="berschrift3"/>
      </w:pPr>
      <w:r w:rsidRPr="00C07FDF">
        <w:t>Motiv III: SIE_PORTAL_ECO SLIDE CO_Detail_durchgehende_Schließleiste.jpg</w:t>
      </w:r>
    </w:p>
    <w:p w14:paraId="6BBFC789" w14:textId="496A143D" w:rsidR="00C3062E" w:rsidRPr="00A205DE" w:rsidRDefault="00A205DE" w:rsidP="00C3062E">
      <w:pPr>
        <w:rPr>
          <w:rFonts w:cs="Arial"/>
          <w:szCs w:val="20"/>
        </w:rPr>
      </w:pPr>
      <w:r w:rsidRPr="00A205DE">
        <w:rPr>
          <w:rFonts w:cs="Arial"/>
          <w:szCs w:val="20"/>
        </w:rPr>
        <w:t xml:space="preserve">Mit seinen </w:t>
      </w:r>
      <w:r w:rsidR="00C3062E" w:rsidRPr="00A205DE">
        <w:rPr>
          <w:rFonts w:cs="Arial"/>
          <w:szCs w:val="20"/>
        </w:rPr>
        <w:t>Schließteile</w:t>
      </w:r>
      <w:r w:rsidRPr="00A205DE">
        <w:rPr>
          <w:rFonts w:cs="Arial"/>
          <w:szCs w:val="20"/>
        </w:rPr>
        <w:t>n</w:t>
      </w:r>
      <w:r w:rsidR="00C3062E" w:rsidRPr="00A205DE">
        <w:rPr>
          <w:rFonts w:cs="Arial"/>
          <w:szCs w:val="20"/>
        </w:rPr>
        <w:t xml:space="preserve"> ohne sichtbare Verschraubung </w:t>
      </w:r>
      <w:r w:rsidRPr="00A205DE">
        <w:rPr>
          <w:rFonts w:cs="Arial"/>
          <w:szCs w:val="20"/>
        </w:rPr>
        <w:t>und</w:t>
      </w:r>
      <w:r w:rsidR="00C3062E" w:rsidRPr="00A205DE">
        <w:rPr>
          <w:rFonts w:cs="Arial"/>
          <w:szCs w:val="20"/>
        </w:rPr>
        <w:t xml:space="preserve"> </w:t>
      </w:r>
      <w:r w:rsidRPr="00A205DE">
        <w:rPr>
          <w:rFonts w:cs="Arial"/>
          <w:szCs w:val="20"/>
        </w:rPr>
        <w:t>de</w:t>
      </w:r>
      <w:r w:rsidR="0011757F">
        <w:rPr>
          <w:rFonts w:cs="Arial"/>
          <w:szCs w:val="20"/>
        </w:rPr>
        <w:t>r</w:t>
      </w:r>
      <w:r w:rsidR="00C3062E" w:rsidRPr="00A205DE">
        <w:rPr>
          <w:rFonts w:cs="Arial"/>
          <w:szCs w:val="20"/>
        </w:rPr>
        <w:t xml:space="preserve"> durchgehenden Schließleiste verbinde</w:t>
      </w:r>
      <w:r w:rsidRPr="00A205DE">
        <w:rPr>
          <w:rFonts w:cs="Arial"/>
          <w:szCs w:val="20"/>
        </w:rPr>
        <w:t>t ECO SLIDE CO</w:t>
      </w:r>
      <w:r w:rsidR="00C3062E" w:rsidRPr="00A205DE">
        <w:rPr>
          <w:rFonts w:cs="Arial"/>
          <w:szCs w:val="20"/>
        </w:rPr>
        <w:t xml:space="preserve"> </w:t>
      </w:r>
      <w:r w:rsidRPr="00A205DE">
        <w:rPr>
          <w:rFonts w:cs="Arial"/>
          <w:szCs w:val="20"/>
        </w:rPr>
        <w:t>höchste Funktionalität</w:t>
      </w:r>
      <w:r w:rsidR="00C3062E" w:rsidRPr="00A205DE">
        <w:rPr>
          <w:rFonts w:cs="Arial"/>
          <w:szCs w:val="20"/>
        </w:rPr>
        <w:t xml:space="preserve"> mit einer </w:t>
      </w:r>
      <w:r w:rsidRPr="00A205DE">
        <w:rPr>
          <w:rFonts w:cs="Arial"/>
          <w:szCs w:val="20"/>
        </w:rPr>
        <w:t>ansprechenden</w:t>
      </w:r>
      <w:r w:rsidR="00C3062E" w:rsidRPr="00A205DE">
        <w:rPr>
          <w:rFonts w:cs="Arial"/>
          <w:szCs w:val="20"/>
        </w:rPr>
        <w:t xml:space="preserve"> Optik.</w:t>
      </w:r>
    </w:p>
    <w:p w14:paraId="5F832E63" w14:textId="77777777" w:rsidR="005E1468" w:rsidRPr="00A205DE" w:rsidRDefault="005E1468" w:rsidP="005E1468"/>
    <w:p w14:paraId="2AEF2FEE" w14:textId="44DA388C" w:rsidR="00C3062E" w:rsidRPr="00C3062E" w:rsidRDefault="00C3062E" w:rsidP="00C3062E">
      <w:pPr>
        <w:pStyle w:val="berschrift3"/>
      </w:pPr>
      <w:r w:rsidRPr="00C3062E">
        <w:t>Motiv IV: SIE_PORTAL_ECO SLIDE CO_Detail_Mittelverschluss.jpg</w:t>
      </w:r>
    </w:p>
    <w:p w14:paraId="350E8ED6" w14:textId="34D1860B" w:rsidR="00C3062E" w:rsidRPr="00A0014C" w:rsidRDefault="00A0014C" w:rsidP="00C3062E">
      <w:pPr>
        <w:rPr>
          <w:bCs/>
          <w:iCs/>
        </w:rPr>
      </w:pPr>
      <w:r>
        <w:rPr>
          <w:bCs/>
          <w:iCs/>
        </w:rPr>
        <w:t xml:space="preserve">Hochwertige Ausführung: Der RC2-taugliche Mittelverschluss und die in eine Schließleiste integrierbaren Schließteile kombinieren Sicherheit und Design. </w:t>
      </w:r>
    </w:p>
    <w:p w14:paraId="43F0B8B3" w14:textId="77777777" w:rsidR="008D7633" w:rsidRPr="00C3062E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5360A7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4EA89E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4B8A1A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A1E7BD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E824185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61877A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3B3816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8786C0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ED4AB4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FBA68E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5737A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5FF551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F712A0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365347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C9B8E3A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AC39B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82ED1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72852A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F69B4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FAF630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6780ABF" w14:textId="6868AF86" w:rsidR="008D7633" w:rsidRPr="00621835" w:rsidRDefault="008D7633" w:rsidP="007A5EB4">
            <w:pPr>
              <w:pStyle w:val="Formatvorlage2"/>
            </w:pPr>
            <w:r w:rsidRPr="00621835">
              <w:t xml:space="preserve">Wörter: </w:t>
            </w:r>
            <w:r w:rsidR="00621835" w:rsidRPr="00621835">
              <w:t>369</w:t>
            </w:r>
          </w:p>
          <w:p w14:paraId="6641021F" w14:textId="1E13CA2F" w:rsidR="008D7633" w:rsidRPr="00621835" w:rsidRDefault="008D7633" w:rsidP="007A5EB4">
            <w:pPr>
              <w:pStyle w:val="Formatvorlage2"/>
            </w:pPr>
            <w:r w:rsidRPr="00621835">
              <w:t xml:space="preserve">Zeichen: </w:t>
            </w:r>
            <w:r w:rsidR="00621835" w:rsidRPr="00621835">
              <w:t>2 906</w:t>
            </w:r>
            <w:r w:rsidRPr="00621835">
              <w:br/>
              <w:t>(mit Leerzeichen)</w:t>
            </w:r>
          </w:p>
          <w:p w14:paraId="66FB5D10" w14:textId="77777777" w:rsidR="008D7633" w:rsidRPr="00621835" w:rsidRDefault="008D7633" w:rsidP="007A5EB4">
            <w:pPr>
              <w:pStyle w:val="Formatvorlage2"/>
            </w:pPr>
          </w:p>
          <w:p w14:paraId="542E2E0A" w14:textId="784E3995" w:rsidR="008D7633" w:rsidRPr="00C33A1F" w:rsidRDefault="008D7633" w:rsidP="007A5EB4">
            <w:pPr>
              <w:pStyle w:val="Formatvorlage2"/>
            </w:pPr>
            <w:r w:rsidRPr="00621835">
              <w:t xml:space="preserve">erstellt am: </w:t>
            </w:r>
            <w:r w:rsidR="00621835" w:rsidRPr="00621835">
              <w:t>06</w:t>
            </w:r>
            <w:r w:rsidRPr="00621835">
              <w:t>.</w:t>
            </w:r>
            <w:r w:rsidR="00486878" w:rsidRPr="00621835">
              <w:t>0</w:t>
            </w:r>
            <w:r w:rsidR="00621835" w:rsidRPr="00621835">
              <w:t>6</w:t>
            </w:r>
            <w:r w:rsidRPr="00621835">
              <w:t>.20</w:t>
            </w:r>
            <w:r w:rsidR="00122FEC" w:rsidRPr="00621835">
              <w:t>2</w:t>
            </w:r>
            <w:r w:rsidR="00456C18" w:rsidRPr="00621835">
              <w:t>3</w:t>
            </w:r>
          </w:p>
          <w:p w14:paraId="0AA91FC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B485D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3B340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2B05E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1ABFC" w14:textId="77777777" w:rsidR="0083608A" w:rsidRDefault="0083608A">
      <w:r>
        <w:separator/>
      </w:r>
    </w:p>
  </w:endnote>
  <w:endnote w:type="continuationSeparator" w:id="0">
    <w:p w14:paraId="7F09D9C5" w14:textId="77777777" w:rsidR="0083608A" w:rsidRDefault="0083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Dem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9EC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6510" w14:textId="77777777" w:rsidR="0083608A" w:rsidRDefault="0083608A">
      <w:r>
        <w:separator/>
      </w:r>
    </w:p>
  </w:footnote>
  <w:footnote w:type="continuationSeparator" w:id="0">
    <w:p w14:paraId="0756AF33" w14:textId="77777777" w:rsidR="0083608A" w:rsidRDefault="00836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DD7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68134A7" wp14:editId="55CDF47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7513"/>
    <w:multiLevelType w:val="hybridMultilevel"/>
    <w:tmpl w:val="32E4B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46893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15"/>
    <w:rsid w:val="000024D9"/>
    <w:rsid w:val="00003256"/>
    <w:rsid w:val="00010ED3"/>
    <w:rsid w:val="0001449A"/>
    <w:rsid w:val="0001520C"/>
    <w:rsid w:val="00026907"/>
    <w:rsid w:val="00040EBF"/>
    <w:rsid w:val="00061CCD"/>
    <w:rsid w:val="00064165"/>
    <w:rsid w:val="000675C7"/>
    <w:rsid w:val="00071676"/>
    <w:rsid w:val="00090045"/>
    <w:rsid w:val="00090224"/>
    <w:rsid w:val="00095303"/>
    <w:rsid w:val="000A1DF0"/>
    <w:rsid w:val="000A3407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757F"/>
    <w:rsid w:val="00122F20"/>
    <w:rsid w:val="00122FEC"/>
    <w:rsid w:val="00137BD1"/>
    <w:rsid w:val="001422E9"/>
    <w:rsid w:val="00145B48"/>
    <w:rsid w:val="00147A2B"/>
    <w:rsid w:val="001529E6"/>
    <w:rsid w:val="00156B0C"/>
    <w:rsid w:val="00166476"/>
    <w:rsid w:val="00166FB7"/>
    <w:rsid w:val="00171C51"/>
    <w:rsid w:val="00181A42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857F9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652A"/>
    <w:rsid w:val="003C5D3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0FA7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50A4"/>
    <w:rsid w:val="005254BE"/>
    <w:rsid w:val="00525C99"/>
    <w:rsid w:val="00545EE6"/>
    <w:rsid w:val="00552DC0"/>
    <w:rsid w:val="0055550C"/>
    <w:rsid w:val="00563E60"/>
    <w:rsid w:val="00592833"/>
    <w:rsid w:val="00594560"/>
    <w:rsid w:val="005A214B"/>
    <w:rsid w:val="005A3974"/>
    <w:rsid w:val="005A46FC"/>
    <w:rsid w:val="005A5DC6"/>
    <w:rsid w:val="005A6A38"/>
    <w:rsid w:val="005A7C57"/>
    <w:rsid w:val="005E06F2"/>
    <w:rsid w:val="005E1468"/>
    <w:rsid w:val="005E3E61"/>
    <w:rsid w:val="005E54EE"/>
    <w:rsid w:val="005F2A75"/>
    <w:rsid w:val="005F3D5F"/>
    <w:rsid w:val="005F595E"/>
    <w:rsid w:val="005F7B2E"/>
    <w:rsid w:val="006016B0"/>
    <w:rsid w:val="0060615A"/>
    <w:rsid w:val="0061051B"/>
    <w:rsid w:val="0061253D"/>
    <w:rsid w:val="006161A2"/>
    <w:rsid w:val="00617358"/>
    <w:rsid w:val="00617D76"/>
    <w:rsid w:val="00621835"/>
    <w:rsid w:val="006279BD"/>
    <w:rsid w:val="00630405"/>
    <w:rsid w:val="00634A59"/>
    <w:rsid w:val="006446D6"/>
    <w:rsid w:val="00656A7F"/>
    <w:rsid w:val="00656FEE"/>
    <w:rsid w:val="00657CB5"/>
    <w:rsid w:val="00667448"/>
    <w:rsid w:val="00672BE0"/>
    <w:rsid w:val="006866DF"/>
    <w:rsid w:val="00691040"/>
    <w:rsid w:val="00692205"/>
    <w:rsid w:val="006944D9"/>
    <w:rsid w:val="006A2FD7"/>
    <w:rsid w:val="006A305B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6F06"/>
    <w:rsid w:val="007871C1"/>
    <w:rsid w:val="0079193B"/>
    <w:rsid w:val="00794A4F"/>
    <w:rsid w:val="007A5EB4"/>
    <w:rsid w:val="007A6062"/>
    <w:rsid w:val="007A6E1C"/>
    <w:rsid w:val="007B5BD9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08A"/>
    <w:rsid w:val="008366E0"/>
    <w:rsid w:val="008429DC"/>
    <w:rsid w:val="0085079E"/>
    <w:rsid w:val="00852D9D"/>
    <w:rsid w:val="00853823"/>
    <w:rsid w:val="00855749"/>
    <w:rsid w:val="00857800"/>
    <w:rsid w:val="0086386E"/>
    <w:rsid w:val="00871847"/>
    <w:rsid w:val="0088698F"/>
    <w:rsid w:val="00894ADF"/>
    <w:rsid w:val="008A6F1F"/>
    <w:rsid w:val="008C05F4"/>
    <w:rsid w:val="008C3491"/>
    <w:rsid w:val="008C5079"/>
    <w:rsid w:val="008D2B30"/>
    <w:rsid w:val="008D3232"/>
    <w:rsid w:val="008D7633"/>
    <w:rsid w:val="00910883"/>
    <w:rsid w:val="0092580A"/>
    <w:rsid w:val="0093490C"/>
    <w:rsid w:val="00936305"/>
    <w:rsid w:val="0093664F"/>
    <w:rsid w:val="00943EB0"/>
    <w:rsid w:val="00945CA5"/>
    <w:rsid w:val="009553BC"/>
    <w:rsid w:val="009557EA"/>
    <w:rsid w:val="00963959"/>
    <w:rsid w:val="00963D60"/>
    <w:rsid w:val="0096600A"/>
    <w:rsid w:val="0099762D"/>
    <w:rsid w:val="009B067B"/>
    <w:rsid w:val="009B4822"/>
    <w:rsid w:val="009B5300"/>
    <w:rsid w:val="009B5DE9"/>
    <w:rsid w:val="009C364A"/>
    <w:rsid w:val="009D0CC8"/>
    <w:rsid w:val="009D6C04"/>
    <w:rsid w:val="009E28F9"/>
    <w:rsid w:val="009E6D7B"/>
    <w:rsid w:val="009E7597"/>
    <w:rsid w:val="00A0014C"/>
    <w:rsid w:val="00A12A8B"/>
    <w:rsid w:val="00A14556"/>
    <w:rsid w:val="00A17D84"/>
    <w:rsid w:val="00A205DE"/>
    <w:rsid w:val="00A22DF2"/>
    <w:rsid w:val="00A23065"/>
    <w:rsid w:val="00A2339E"/>
    <w:rsid w:val="00A24651"/>
    <w:rsid w:val="00A25EB9"/>
    <w:rsid w:val="00A32395"/>
    <w:rsid w:val="00A40AB4"/>
    <w:rsid w:val="00A41E15"/>
    <w:rsid w:val="00A64847"/>
    <w:rsid w:val="00A64B65"/>
    <w:rsid w:val="00A6502B"/>
    <w:rsid w:val="00A661F8"/>
    <w:rsid w:val="00A6672B"/>
    <w:rsid w:val="00A82224"/>
    <w:rsid w:val="00A8267D"/>
    <w:rsid w:val="00A867F8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01EC"/>
    <w:rsid w:val="00B84773"/>
    <w:rsid w:val="00B908A8"/>
    <w:rsid w:val="00B92EF0"/>
    <w:rsid w:val="00B93961"/>
    <w:rsid w:val="00B955B8"/>
    <w:rsid w:val="00BA5B2A"/>
    <w:rsid w:val="00BD4CA9"/>
    <w:rsid w:val="00BD76B1"/>
    <w:rsid w:val="00BE62B4"/>
    <w:rsid w:val="00BE69F6"/>
    <w:rsid w:val="00BF6132"/>
    <w:rsid w:val="00C02C5D"/>
    <w:rsid w:val="00C07FDF"/>
    <w:rsid w:val="00C14A00"/>
    <w:rsid w:val="00C24B77"/>
    <w:rsid w:val="00C2717C"/>
    <w:rsid w:val="00C3062E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00F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7B0B"/>
    <w:rsid w:val="00D313A4"/>
    <w:rsid w:val="00D32108"/>
    <w:rsid w:val="00D45693"/>
    <w:rsid w:val="00D47D4E"/>
    <w:rsid w:val="00D55DC3"/>
    <w:rsid w:val="00D57457"/>
    <w:rsid w:val="00D64F60"/>
    <w:rsid w:val="00D7345C"/>
    <w:rsid w:val="00D811CC"/>
    <w:rsid w:val="00DA2153"/>
    <w:rsid w:val="00DA2662"/>
    <w:rsid w:val="00DA354A"/>
    <w:rsid w:val="00DB44DA"/>
    <w:rsid w:val="00DB4ACB"/>
    <w:rsid w:val="00DC032C"/>
    <w:rsid w:val="00DC1F2A"/>
    <w:rsid w:val="00DD2E2A"/>
    <w:rsid w:val="00DD4107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3B0"/>
    <w:rsid w:val="00EA2954"/>
    <w:rsid w:val="00EB511E"/>
    <w:rsid w:val="00EB632F"/>
    <w:rsid w:val="00EC1396"/>
    <w:rsid w:val="00EE123F"/>
    <w:rsid w:val="00EF15B4"/>
    <w:rsid w:val="00EF2F06"/>
    <w:rsid w:val="00F0149D"/>
    <w:rsid w:val="00F02AC9"/>
    <w:rsid w:val="00F05D3F"/>
    <w:rsid w:val="00F10E71"/>
    <w:rsid w:val="00F142BE"/>
    <w:rsid w:val="00F21532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2DF8"/>
    <w:rsid w:val="00FA3E25"/>
    <w:rsid w:val="00FA5220"/>
    <w:rsid w:val="00FB5A18"/>
    <w:rsid w:val="00FD07B9"/>
    <w:rsid w:val="00FD182E"/>
    <w:rsid w:val="00FE1822"/>
    <w:rsid w:val="00FE1C52"/>
    <w:rsid w:val="00FE226B"/>
    <w:rsid w:val="00FE3AB9"/>
    <w:rsid w:val="00FF051D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16AD6"/>
  <w15:docId w15:val="{2A391D65-AAF0-4B9C-80B6-AAF52DE8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A41E15"/>
    <w:rPr>
      <w:rFonts w:ascii="FedraSansAltPro-Book" w:hAnsi="FedraSansAltPro-Book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11">
    <w:name w:val="fontstyle11"/>
    <w:basedOn w:val="Absatz-Standardschriftart"/>
    <w:rsid w:val="00A41E15"/>
    <w:rPr>
      <w:rFonts w:ascii="FedraSansAltPro-Demi" w:hAnsi="FedraSansAltPro-Demi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Absatz-Standardschriftart"/>
    <w:rsid w:val="00A41E15"/>
    <w:rPr>
      <w:rFonts w:ascii="FedraSansAltPro-Book" w:hAnsi="FedraSansAltPro-Book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cf01">
    <w:name w:val="cf01"/>
    <w:basedOn w:val="Absatz-Standardschriftart"/>
    <w:rsid w:val="00DA35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633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4612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2023-06-05T15:34:00Z</dcterms:created>
  <dcterms:modified xsi:type="dcterms:W3CDTF">2023-06-05T15:39:00Z</dcterms:modified>
</cp:coreProperties>
</file>