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F351" w14:textId="51AA41A3" w:rsidR="005E1468" w:rsidRDefault="009141E5" w:rsidP="005E1468">
      <w:pPr>
        <w:pStyle w:val="berschrift2"/>
      </w:pPr>
      <w:r>
        <w:t>Den Sternenhimmel erforscht</w:t>
      </w:r>
      <w:r w:rsidR="00F6067C">
        <w:t xml:space="preserve"> </w:t>
      </w:r>
    </w:p>
    <w:p w14:paraId="4DA01C67" w14:textId="6441B23F" w:rsidR="00A82224" w:rsidRDefault="009141E5" w:rsidP="00A82224">
      <w:pPr>
        <w:pStyle w:val="berschrift1"/>
      </w:pPr>
      <w:r>
        <w:t xml:space="preserve">Mobiles Planetarium bei SIEGENIA begeisterte </w:t>
      </w:r>
      <w:r w:rsidR="0021534B">
        <w:t xml:space="preserve">220 </w:t>
      </w:r>
      <w:r>
        <w:t xml:space="preserve">Kinder </w:t>
      </w:r>
      <w:r w:rsidR="00C15DA3">
        <w:t xml:space="preserve">aus </w:t>
      </w:r>
      <w:r>
        <w:t>der Region</w:t>
      </w:r>
    </w:p>
    <w:p w14:paraId="126E7B2E" w14:textId="77777777" w:rsidR="005E1468" w:rsidRPr="00B55070" w:rsidRDefault="005E1468" w:rsidP="005E1468"/>
    <w:p w14:paraId="33784C6F" w14:textId="30173425" w:rsidR="00A82224" w:rsidRDefault="0006223E" w:rsidP="005E1468">
      <w:r>
        <w:t xml:space="preserve">Mit einer außergewöhnlichen Aktion weckte SIEGENIA </w:t>
      </w:r>
      <w:r w:rsidR="004E08B9">
        <w:t xml:space="preserve">jetzt </w:t>
      </w:r>
      <w:r>
        <w:t xml:space="preserve">den </w:t>
      </w:r>
      <w:r w:rsidR="00C15DA3">
        <w:t>Entdecker</w:t>
      </w:r>
      <w:r>
        <w:t xml:space="preserve">geist von Kindern: In Kooperation mit dem Betriebskindergarten SIEGENIA Kids lud das Unternehmen </w:t>
      </w:r>
      <w:r w:rsidR="004E08B9">
        <w:t xml:space="preserve">Ende Oktober </w:t>
      </w:r>
      <w:r>
        <w:t xml:space="preserve">zwei Tage lang </w:t>
      </w:r>
      <w:r w:rsidR="00A9050A">
        <w:t xml:space="preserve">Kinder aus der Region </w:t>
      </w:r>
      <w:r>
        <w:t xml:space="preserve">zum Besuch eines mobilen Planetariums ein. </w:t>
      </w:r>
      <w:r w:rsidR="004E08B9">
        <w:t>In einem aufblasbaren Kuppelzelt</w:t>
      </w:r>
      <w:r w:rsidR="00A9050A">
        <w:t xml:space="preserve"> </w:t>
      </w:r>
      <w:r w:rsidR="004E08B9">
        <w:t xml:space="preserve">ließen sich </w:t>
      </w:r>
      <w:r w:rsidR="00A9050A">
        <w:t xml:space="preserve">mehr als 200 </w:t>
      </w:r>
      <w:r w:rsidR="000C6887">
        <w:t>kleine Gäste</w:t>
      </w:r>
      <w:r w:rsidR="00A9050A">
        <w:t xml:space="preserve"> </w:t>
      </w:r>
      <w:r w:rsidR="004E08B9">
        <w:t xml:space="preserve">im Schulungszentrum von SIEGENIA in die </w:t>
      </w:r>
      <w:r w:rsidR="000C6887">
        <w:t xml:space="preserve">faszinierende </w:t>
      </w:r>
      <w:r w:rsidR="004E08B9">
        <w:t xml:space="preserve">Welt der Astronomie und Weltraumwissenschaften entführen. Neben </w:t>
      </w:r>
      <w:r w:rsidR="00A9050A">
        <w:t xml:space="preserve">den Kindern der KITA sowie </w:t>
      </w:r>
      <w:r w:rsidR="000C6887">
        <w:t>zahlreicher</w:t>
      </w:r>
      <w:r w:rsidR="00A9050A">
        <w:t xml:space="preserve"> Mitarbeitende</w:t>
      </w:r>
      <w:r w:rsidR="000C6887">
        <w:t>r</w:t>
      </w:r>
      <w:r w:rsidR="00A9050A">
        <w:t xml:space="preserve"> des Unternehmens hatte SIEGENIA auch Kinder aus umliegenden Kindergärten </w:t>
      </w:r>
      <w:r w:rsidR="000C6887">
        <w:t>und</w:t>
      </w:r>
      <w:r w:rsidR="00A9050A">
        <w:t xml:space="preserve"> Grundschule</w:t>
      </w:r>
      <w:r w:rsidR="000C6887">
        <w:t>n</w:t>
      </w:r>
      <w:r w:rsidR="00A9050A">
        <w:t xml:space="preserve"> eingeladen</w:t>
      </w:r>
      <w:r w:rsidR="000C6887">
        <w:t>. Mit dieser Geste sollten bestehende Kooperationen intensiviert und gepflegt werden.</w:t>
      </w:r>
    </w:p>
    <w:p w14:paraId="322E4221" w14:textId="535D515F" w:rsidR="0006223E" w:rsidRDefault="00A451BE" w:rsidP="00A451BE">
      <w:pPr>
        <w:pStyle w:val="berschrift4"/>
      </w:pPr>
      <w:r>
        <w:t>Einblick in Sternenhimmel, Jahreszeiten und Planeten</w:t>
      </w:r>
    </w:p>
    <w:p w14:paraId="7EBD42FB" w14:textId="08A3EFF4" w:rsidR="0006223E" w:rsidRPr="00B55070" w:rsidRDefault="0036754D" w:rsidP="00F6067C">
      <w:pPr>
        <w:rPr>
          <w:szCs w:val="20"/>
        </w:rPr>
      </w:pPr>
      <w:r>
        <w:t xml:space="preserve">Knapp eine Stunde lang </w:t>
      </w:r>
      <w:r w:rsidR="00D56FB8">
        <w:t>lernten</w:t>
      </w:r>
      <w:r>
        <w:t xml:space="preserve"> die Kinder in Kleingruppen</w:t>
      </w:r>
      <w:r w:rsidR="00D56FB8">
        <w:t xml:space="preserve">, sich am Sternenhimmel zu orientieren, Jahreszeiten zu erkennen sowie Sternbilder und Planeten aufzufinden. Auch mit dem Lauf von Sonne und Mond setzten sie sich auseinander. </w:t>
      </w:r>
      <w:r w:rsidR="000C6887">
        <w:t>„</w:t>
      </w:r>
      <w:r w:rsidR="004377E2">
        <w:t xml:space="preserve">Durch den Besuch des </w:t>
      </w:r>
      <w:r w:rsidR="000C6887">
        <w:t>mobilen Planetarium</w:t>
      </w:r>
      <w:r w:rsidR="004377E2">
        <w:t>s</w:t>
      </w:r>
      <w:r w:rsidR="000C6887">
        <w:t xml:space="preserve"> wollten wir</w:t>
      </w:r>
      <w:r w:rsidR="0006223E">
        <w:t xml:space="preserve"> Kinder </w:t>
      </w:r>
      <w:r w:rsidR="004E08B9">
        <w:t xml:space="preserve">im Alter von 5 bis 11 Jahren </w:t>
      </w:r>
      <w:r w:rsidR="0006223E">
        <w:t xml:space="preserve">auf spielerische Art und Weise an die Bereiche </w:t>
      </w:r>
      <w:r w:rsidR="0006223E" w:rsidRPr="001D540C">
        <w:t>Mathematik, Informatik, Naturwissenschaft, Technik und nachhaltige Entwicklung</w:t>
      </w:r>
      <w:r w:rsidR="0006223E">
        <w:t xml:space="preserve"> heranführen und </w:t>
      </w:r>
      <w:r w:rsidR="000C6887">
        <w:t xml:space="preserve">ihnen einen kindgerechten Zugang zu diesen </w:t>
      </w:r>
      <w:r w:rsidR="0006223E">
        <w:t>Zukunftsfächer</w:t>
      </w:r>
      <w:r w:rsidR="000C6887">
        <w:t>n verschaffen. Die</w:t>
      </w:r>
      <w:r w:rsidR="0006223E">
        <w:t xml:space="preserve"> </w:t>
      </w:r>
      <w:r w:rsidR="00C15DA3">
        <w:t>begeisterten Gesichter</w:t>
      </w:r>
      <w:r w:rsidR="000C6887">
        <w:t xml:space="preserve"> am Ende der Veranstaltungen </w:t>
      </w:r>
      <w:r w:rsidR="00A451BE">
        <w:t xml:space="preserve">spiegelten </w:t>
      </w:r>
      <w:r w:rsidR="00C15DA3">
        <w:t xml:space="preserve">deutlich, dass </w:t>
      </w:r>
      <w:r w:rsidR="00B475D5">
        <w:t>uns dies gelungen ist</w:t>
      </w:r>
      <w:r w:rsidR="00C43F7C">
        <w:t xml:space="preserve">“, schildert </w:t>
      </w:r>
      <w:r w:rsidR="008B1261">
        <w:t>Nina Herter, Leiterin der Ausbildung bei SIEGENIA.</w:t>
      </w:r>
      <w:r w:rsidR="000C6887">
        <w:t xml:space="preserve"> </w:t>
      </w:r>
    </w:p>
    <w:p w14:paraId="3FE3D5E8" w14:textId="77777777" w:rsidR="00F6067C" w:rsidRDefault="00F6067C" w:rsidP="00FD16CB">
      <w:pPr>
        <w:rPr>
          <w:rFonts w:cs="Arial"/>
          <w:szCs w:val="20"/>
        </w:rPr>
      </w:pPr>
    </w:p>
    <w:p w14:paraId="3F044BEE" w14:textId="77777777" w:rsidR="00A451BE" w:rsidRDefault="00A451BE" w:rsidP="00FD16CB">
      <w:pPr>
        <w:rPr>
          <w:rFonts w:cs="Arial"/>
          <w:szCs w:val="20"/>
        </w:rPr>
      </w:pPr>
    </w:p>
    <w:p w14:paraId="39057174" w14:textId="77777777" w:rsidR="00C15DA3" w:rsidRPr="00FD16CB" w:rsidRDefault="00C15DA3" w:rsidP="00FD16CB">
      <w:pPr>
        <w:rPr>
          <w:rFonts w:cs="Arial"/>
          <w:szCs w:val="20"/>
        </w:rPr>
      </w:pPr>
    </w:p>
    <w:p w14:paraId="7010BC5D" w14:textId="77777777" w:rsidR="00FD16CB" w:rsidRDefault="00FD16CB" w:rsidP="00FD16CB">
      <w:pPr>
        <w:rPr>
          <w:rFonts w:cs="Arial"/>
          <w:szCs w:val="20"/>
        </w:rPr>
      </w:pPr>
    </w:p>
    <w:p w14:paraId="14B1100B" w14:textId="51F1F64A" w:rsidR="00FD16CB" w:rsidRPr="00B55070" w:rsidRDefault="00FD16CB" w:rsidP="005E1468"/>
    <w:p w14:paraId="5825A0B7" w14:textId="77777777" w:rsidR="005F3D5F" w:rsidRDefault="005F3D5F" w:rsidP="005E1468"/>
    <w:p w14:paraId="3DA378B5" w14:textId="77777777" w:rsidR="00C12C21" w:rsidRDefault="00C12C21" w:rsidP="005E1468"/>
    <w:p w14:paraId="369367E5" w14:textId="77777777" w:rsidR="005E1468" w:rsidRDefault="005E1468" w:rsidP="005A7C57">
      <w:pPr>
        <w:pStyle w:val="berschrift4"/>
      </w:pPr>
      <w:r>
        <w:t>Bildunterschriften</w:t>
      </w:r>
    </w:p>
    <w:p w14:paraId="500586BF" w14:textId="77777777" w:rsidR="002A7F37" w:rsidRDefault="002A7F37" w:rsidP="002A7F37">
      <w:r>
        <w:t>Bildquelle: SIEGENIA</w:t>
      </w:r>
    </w:p>
    <w:p w14:paraId="7F0F1CF5" w14:textId="77777777" w:rsidR="002A7F37" w:rsidRPr="002A7F37" w:rsidRDefault="002A7F37" w:rsidP="002A7F37"/>
    <w:p w14:paraId="01D6DF77" w14:textId="7799C298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12C21">
        <w:rPr>
          <w:bCs/>
          <w:i/>
        </w:rPr>
        <w:t>mobiles</w:t>
      </w:r>
      <w:proofErr w:type="spellEnd"/>
      <w:r w:rsidR="00C12C21">
        <w:rPr>
          <w:bCs/>
          <w:i/>
        </w:rPr>
        <w:t xml:space="preserve"> Planetarium_Presse02</w:t>
      </w:r>
      <w:r w:rsidRPr="00D129AE">
        <w:rPr>
          <w:bCs/>
          <w:i/>
        </w:rPr>
        <w:t xml:space="preserve">.jpg </w:t>
      </w:r>
    </w:p>
    <w:p w14:paraId="2B478078" w14:textId="2FA28E10" w:rsidR="005E1468" w:rsidRPr="00D129AE" w:rsidRDefault="00C12C21" w:rsidP="005E1468">
      <w:r>
        <w:t>In Kooperation mit seinem Betriebskindergarten lud SIEGENIA Ende Oktober Kinder aus der Region zum Besuch eines mobilen Planetariums ein.</w:t>
      </w:r>
    </w:p>
    <w:p w14:paraId="711843D3" w14:textId="77777777" w:rsidR="005E1468" w:rsidRDefault="005E1468" w:rsidP="005E1468"/>
    <w:p w14:paraId="4AEEEA64" w14:textId="373FF99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12C21" w:rsidRPr="00C12C21">
        <w:rPr>
          <w:bCs/>
          <w:i/>
        </w:rPr>
        <w:t xml:space="preserve"> </w:t>
      </w:r>
      <w:r w:rsidR="00C12C21">
        <w:rPr>
          <w:bCs/>
          <w:i/>
        </w:rPr>
        <w:t>mobiles Planetarium_Presse01</w:t>
      </w:r>
      <w:r w:rsidRPr="00D129AE">
        <w:rPr>
          <w:bCs/>
          <w:i/>
        </w:rPr>
        <w:t xml:space="preserve">.jpg </w:t>
      </w:r>
    </w:p>
    <w:p w14:paraId="4AA2D82B" w14:textId="1AF1E273" w:rsidR="005E1468" w:rsidRDefault="00C12C21" w:rsidP="005E1468">
      <w:r>
        <w:t>Mehr als 200 kleine Gäste ließen sich im Schulungszentrum von SIEGENIA in die faszinierende Welt der Astronomie und Weltraumwissenschaften entführen.</w:t>
      </w:r>
    </w:p>
    <w:p w14:paraId="6EA62884" w14:textId="77777777" w:rsidR="00C12C21" w:rsidRDefault="00C12C21" w:rsidP="005E1468"/>
    <w:p w14:paraId="57215A4C" w14:textId="1534F90F" w:rsidR="00C12C21" w:rsidRPr="00D129AE" w:rsidRDefault="00C12C21" w:rsidP="00C12C21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C12C21">
        <w:rPr>
          <w:bCs/>
          <w:i/>
        </w:rPr>
        <w:t xml:space="preserve"> </w:t>
      </w:r>
      <w:r>
        <w:rPr>
          <w:bCs/>
          <w:i/>
        </w:rPr>
        <w:t>mobiles Planetarium_Presse03</w:t>
      </w:r>
      <w:r w:rsidRPr="00D129AE">
        <w:rPr>
          <w:bCs/>
          <w:i/>
        </w:rPr>
        <w:t xml:space="preserve">.jpg </w:t>
      </w:r>
    </w:p>
    <w:p w14:paraId="6C8AAEB1" w14:textId="05AE8003" w:rsidR="00C12C21" w:rsidRPr="00D129AE" w:rsidRDefault="00C12C21" w:rsidP="005E1468">
      <w:r>
        <w:t xml:space="preserve">Durch den Besuch des mobilen Planetariums führte SIEGENIA die Kinder spielerisch an die Bereiche </w:t>
      </w:r>
      <w:r w:rsidRPr="001D540C">
        <w:t>Mathematik, Informatik, Naturwissenschaft, Technik und nachhaltige Entwicklung</w:t>
      </w:r>
      <w:r>
        <w:t xml:space="preserve"> heran.</w:t>
      </w:r>
    </w:p>
    <w:p w14:paraId="644BBB4B" w14:textId="77777777" w:rsidR="005E1468" w:rsidRDefault="005E1468" w:rsidP="005E1468"/>
    <w:p w14:paraId="40048DFC" w14:textId="77777777" w:rsidR="00C12C21" w:rsidRDefault="00C12C21" w:rsidP="005E1468"/>
    <w:p w14:paraId="09735830" w14:textId="77777777" w:rsidR="00C12C21" w:rsidRDefault="00C12C21" w:rsidP="005E1468"/>
    <w:p w14:paraId="34498871" w14:textId="77777777" w:rsidR="00C12C21" w:rsidRDefault="00C12C21" w:rsidP="005E1468"/>
    <w:p w14:paraId="73BECC0E" w14:textId="77777777" w:rsidR="00C12C21" w:rsidRDefault="00C12C21" w:rsidP="005E1468"/>
    <w:p w14:paraId="7AF939BA" w14:textId="77777777" w:rsidR="00C12C21" w:rsidRDefault="00C12C21" w:rsidP="005E1468"/>
    <w:p w14:paraId="4EB839D9" w14:textId="77777777" w:rsidR="00C12C21" w:rsidRDefault="00C12C21" w:rsidP="005E1468"/>
    <w:p w14:paraId="6B941EFF" w14:textId="77777777" w:rsidR="00C12C21" w:rsidRDefault="00C12C21" w:rsidP="005E1468"/>
    <w:p w14:paraId="788463E2" w14:textId="77777777" w:rsidR="00C12C21" w:rsidRDefault="00C12C21" w:rsidP="005E1468"/>
    <w:p w14:paraId="20CBFF7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2FA4D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D1469A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326C57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172929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36D95D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E198EA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5817B3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23601CA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9383DA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DA2541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77FB13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8BE8F2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186B4E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7D673F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92C4644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2906FA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A172D8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63B980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743E62F" w14:textId="77777777" w:rsidR="008D7633" w:rsidRPr="00C51A8E" w:rsidRDefault="008D7633" w:rsidP="007A5EB4">
            <w:pPr>
              <w:pStyle w:val="Formatvorlage2"/>
              <w:rPr>
                <w:u w:val="single"/>
              </w:rPr>
            </w:pPr>
            <w:r w:rsidRPr="00C51A8E">
              <w:rPr>
                <w:u w:val="single"/>
              </w:rPr>
              <w:t>Text - Info</w:t>
            </w:r>
          </w:p>
          <w:p w14:paraId="62E28844" w14:textId="6F170E98" w:rsidR="008D7633" w:rsidRPr="00C51A8E" w:rsidRDefault="008D7633" w:rsidP="007A5EB4">
            <w:pPr>
              <w:pStyle w:val="Formatvorlage2"/>
            </w:pPr>
            <w:r w:rsidRPr="00C51A8E">
              <w:t xml:space="preserve">Seite: </w:t>
            </w:r>
            <w:r w:rsidR="0021534B" w:rsidRPr="00C51A8E">
              <w:t>1</w:t>
            </w:r>
          </w:p>
          <w:p w14:paraId="279287D3" w14:textId="0F4E3E62" w:rsidR="008D7633" w:rsidRPr="00C51A8E" w:rsidRDefault="008D7633" w:rsidP="007A5EB4">
            <w:pPr>
              <w:pStyle w:val="Formatvorlage2"/>
            </w:pPr>
            <w:r w:rsidRPr="00C51A8E">
              <w:t xml:space="preserve">Wörter: </w:t>
            </w:r>
            <w:r w:rsidR="00C51A8E" w:rsidRPr="00C51A8E">
              <w:t>193</w:t>
            </w:r>
          </w:p>
          <w:p w14:paraId="3B716B71" w14:textId="00C56DF2" w:rsidR="008D7633" w:rsidRPr="00C51A8E" w:rsidRDefault="008D7633" w:rsidP="007A5EB4">
            <w:pPr>
              <w:pStyle w:val="Formatvorlage2"/>
            </w:pPr>
            <w:r w:rsidRPr="00C51A8E">
              <w:t>Zeichen: 1</w:t>
            </w:r>
            <w:r w:rsidR="00C51A8E" w:rsidRPr="00C51A8E">
              <w:t xml:space="preserve"> 444</w:t>
            </w:r>
            <w:r w:rsidRPr="00C51A8E">
              <w:br/>
              <w:t>(mit Leerzeichen)</w:t>
            </w:r>
          </w:p>
          <w:p w14:paraId="093393F6" w14:textId="77777777" w:rsidR="008D7633" w:rsidRPr="00C51A8E" w:rsidRDefault="008D7633" w:rsidP="007A5EB4">
            <w:pPr>
              <w:pStyle w:val="Formatvorlage2"/>
            </w:pPr>
          </w:p>
          <w:p w14:paraId="1AC009E7" w14:textId="64A0C8F2" w:rsidR="008D7633" w:rsidRPr="00C33A1F" w:rsidRDefault="008D7633" w:rsidP="007A5EB4">
            <w:pPr>
              <w:pStyle w:val="Formatvorlage2"/>
            </w:pPr>
            <w:r w:rsidRPr="00C51A8E">
              <w:t xml:space="preserve">erstellt am: </w:t>
            </w:r>
            <w:r w:rsidR="0021534B" w:rsidRPr="00C51A8E">
              <w:t>0</w:t>
            </w:r>
            <w:r w:rsidR="00C51A8E" w:rsidRPr="00C51A8E">
              <w:t>7</w:t>
            </w:r>
            <w:r w:rsidRPr="00C51A8E">
              <w:t>.</w:t>
            </w:r>
            <w:r w:rsidR="000C6887" w:rsidRPr="00C51A8E">
              <w:t>1</w:t>
            </w:r>
            <w:r w:rsidR="0021534B" w:rsidRPr="00C51A8E">
              <w:t>1</w:t>
            </w:r>
            <w:r w:rsidRPr="00C51A8E">
              <w:t>.20</w:t>
            </w:r>
            <w:r w:rsidR="00122FEC" w:rsidRPr="00C51A8E">
              <w:t>2</w:t>
            </w:r>
            <w:r w:rsidR="00456C18" w:rsidRPr="00C51A8E">
              <w:t>3</w:t>
            </w:r>
          </w:p>
          <w:p w14:paraId="5448ABF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8304DF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D53A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02C1B6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8CFB" w14:textId="77777777" w:rsidR="0046206E" w:rsidRDefault="0046206E">
      <w:r>
        <w:separator/>
      </w:r>
    </w:p>
  </w:endnote>
  <w:endnote w:type="continuationSeparator" w:id="0">
    <w:p w14:paraId="0C9A4479" w14:textId="77777777" w:rsidR="0046206E" w:rsidRDefault="0046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Helvetic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B75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62830" w14:textId="77777777" w:rsidR="0046206E" w:rsidRDefault="0046206E">
      <w:r>
        <w:separator/>
      </w:r>
    </w:p>
  </w:footnote>
  <w:footnote w:type="continuationSeparator" w:id="0">
    <w:p w14:paraId="55A036A5" w14:textId="77777777" w:rsidR="0046206E" w:rsidRDefault="0046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819C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79DE22B" wp14:editId="6EFA432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CB"/>
    <w:rsid w:val="000024D9"/>
    <w:rsid w:val="00003256"/>
    <w:rsid w:val="0001449A"/>
    <w:rsid w:val="0001520C"/>
    <w:rsid w:val="00026907"/>
    <w:rsid w:val="00040EBF"/>
    <w:rsid w:val="0006223E"/>
    <w:rsid w:val="00064165"/>
    <w:rsid w:val="000675C7"/>
    <w:rsid w:val="00090045"/>
    <w:rsid w:val="00095303"/>
    <w:rsid w:val="000A1DF0"/>
    <w:rsid w:val="000A5CA3"/>
    <w:rsid w:val="000C6887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1534B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6754D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377E2"/>
    <w:rsid w:val="0044187A"/>
    <w:rsid w:val="00446899"/>
    <w:rsid w:val="00447689"/>
    <w:rsid w:val="00456C18"/>
    <w:rsid w:val="0046206E"/>
    <w:rsid w:val="0046235C"/>
    <w:rsid w:val="004629AD"/>
    <w:rsid w:val="004806AF"/>
    <w:rsid w:val="00486878"/>
    <w:rsid w:val="004B62AB"/>
    <w:rsid w:val="004C4FDA"/>
    <w:rsid w:val="004C503A"/>
    <w:rsid w:val="004D075F"/>
    <w:rsid w:val="004E057A"/>
    <w:rsid w:val="004E08B9"/>
    <w:rsid w:val="004E2322"/>
    <w:rsid w:val="004E2BD7"/>
    <w:rsid w:val="004E3AF9"/>
    <w:rsid w:val="00500F9A"/>
    <w:rsid w:val="00510191"/>
    <w:rsid w:val="005254BE"/>
    <w:rsid w:val="00552DC0"/>
    <w:rsid w:val="0055550C"/>
    <w:rsid w:val="00563E60"/>
    <w:rsid w:val="00564323"/>
    <w:rsid w:val="00576F08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1C74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1261"/>
    <w:rsid w:val="008C3350"/>
    <w:rsid w:val="008C3491"/>
    <w:rsid w:val="008C5079"/>
    <w:rsid w:val="008D2B30"/>
    <w:rsid w:val="008D3232"/>
    <w:rsid w:val="008D7633"/>
    <w:rsid w:val="00910883"/>
    <w:rsid w:val="009141E5"/>
    <w:rsid w:val="0092580A"/>
    <w:rsid w:val="009268C4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51BE"/>
    <w:rsid w:val="00A64B65"/>
    <w:rsid w:val="00A6502B"/>
    <w:rsid w:val="00A661F8"/>
    <w:rsid w:val="00A6672B"/>
    <w:rsid w:val="00A82224"/>
    <w:rsid w:val="00A87496"/>
    <w:rsid w:val="00A9050A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5D5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2C21"/>
    <w:rsid w:val="00C14A00"/>
    <w:rsid w:val="00C15DA3"/>
    <w:rsid w:val="00C24B77"/>
    <w:rsid w:val="00C2717C"/>
    <w:rsid w:val="00C33A1F"/>
    <w:rsid w:val="00C43F7C"/>
    <w:rsid w:val="00C51A8E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6FB8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5C32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6CB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66E29A"/>
  <w15:docId w15:val="{1B3F351E-90DC-4836-A271-CBF04CFF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FD16CB"/>
    <w:rPr>
      <w:rFonts w:ascii="Helvetica-Bold" w:hAnsi="Helvetica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bsatz-Standardschriftart"/>
    <w:rsid w:val="00FD16CB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2023-11-07T10:21:00Z</dcterms:created>
  <dcterms:modified xsi:type="dcterms:W3CDTF">2023-11-07T10:24:00Z</dcterms:modified>
</cp:coreProperties>
</file>