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09F5F" w14:textId="0AD1A72E" w:rsidR="005E1468" w:rsidRDefault="00506B8E" w:rsidP="00506B8E">
      <w:pPr>
        <w:pStyle w:val="berschrift2"/>
      </w:pPr>
      <w:r>
        <w:t xml:space="preserve">Herausragende Ausbildungsabschlüsse </w:t>
      </w:r>
    </w:p>
    <w:p w14:paraId="388A0E92" w14:textId="299498B9" w:rsidR="00FA23F3" w:rsidRDefault="00E04B7A" w:rsidP="00506B8E">
      <w:pPr>
        <w:pStyle w:val="berschrift1"/>
      </w:pPr>
      <w:r>
        <w:t>Vier</w:t>
      </w:r>
      <w:r w:rsidR="00506B8E">
        <w:t xml:space="preserve"> Azubis von SIEGENIA bei der IHK</w:t>
      </w:r>
      <w:r w:rsidR="00447EDD">
        <w:t>-</w:t>
      </w:r>
      <w:proofErr w:type="spellStart"/>
      <w:r w:rsidR="00447EDD">
        <w:t>B</w:t>
      </w:r>
      <w:r w:rsidR="00506B8E">
        <w:t>estenehrung</w:t>
      </w:r>
      <w:proofErr w:type="spellEnd"/>
      <w:r w:rsidR="00506B8E">
        <w:t xml:space="preserve"> ausgezeichnet</w:t>
      </w:r>
    </w:p>
    <w:p w14:paraId="2E347BDD" w14:textId="528AB641" w:rsidR="00506B8E" w:rsidRDefault="00506B8E" w:rsidP="005E1468"/>
    <w:p w14:paraId="07A4466E" w14:textId="2D6DF142" w:rsidR="002F3683" w:rsidRDefault="00A54DE2" w:rsidP="00F56C7A">
      <w:r>
        <w:t xml:space="preserve">SIEGENIA freut sich </w:t>
      </w:r>
      <w:r w:rsidR="00506B8E">
        <w:t xml:space="preserve">über </w:t>
      </w:r>
      <w:r w:rsidR="00AD3B13">
        <w:t>das erfolgreiche Abschneiden seiner</w:t>
      </w:r>
      <w:r w:rsidR="00AD3B13" w:rsidRPr="006515DB">
        <w:rPr>
          <w:color w:val="FF0000"/>
        </w:rPr>
        <w:t xml:space="preserve"> </w:t>
      </w:r>
      <w:r w:rsidR="00AD3B13">
        <w:t>Azubis bei den Abschlussprüfungen</w:t>
      </w:r>
      <w:r w:rsidR="00506B8E">
        <w:t xml:space="preserve">: Gleich </w:t>
      </w:r>
      <w:r w:rsidR="00E04B7A">
        <w:t>vier</w:t>
      </w:r>
      <w:r w:rsidR="00506B8E">
        <w:t xml:space="preserve"> von </w:t>
      </w:r>
      <w:r w:rsidR="00AD3B13">
        <w:t>ihnen wurden für ihre herausragenden Leistungen im Rahmen der IHK</w:t>
      </w:r>
      <w:r w:rsidR="00447EDD">
        <w:t>-</w:t>
      </w:r>
      <w:proofErr w:type="spellStart"/>
      <w:r w:rsidR="00447EDD">
        <w:t>Be</w:t>
      </w:r>
      <w:r w:rsidR="00AD3B13">
        <w:t>stenehrungen</w:t>
      </w:r>
      <w:proofErr w:type="spellEnd"/>
      <w:r w:rsidR="00AD3B13">
        <w:t xml:space="preserve"> gewürdigt. </w:t>
      </w:r>
      <w:proofErr w:type="spellStart"/>
      <w:r w:rsidR="002F3683">
        <w:t>Maité</w:t>
      </w:r>
      <w:proofErr w:type="spellEnd"/>
      <w:r w:rsidR="002F3683">
        <w:t xml:space="preserve"> Krieger vom SIEGENIA-Standort in Hermeskeil/Reinsfeld schloss ihre Ausbildung zur Fachkraft für Lagerlogistik </w:t>
      </w:r>
      <w:r>
        <w:t>mit eine</w:t>
      </w:r>
      <w:r w:rsidR="00005274">
        <w:t>m</w:t>
      </w:r>
      <w:r>
        <w:t xml:space="preserve"> </w:t>
      </w:r>
      <w:r w:rsidR="0053182D">
        <w:t>weit überdurchschnittlichen</w:t>
      </w:r>
      <w:r>
        <w:t xml:space="preserve"> Prüfung</w:t>
      </w:r>
      <w:r w:rsidR="00005274">
        <w:t>sergebnis</w:t>
      </w:r>
      <w:r>
        <w:t xml:space="preserve"> ab und erhielt von der IHK die Note ‚sehr gut‘. </w:t>
      </w:r>
      <w:r w:rsidR="002F3683">
        <w:t>Für ihre exzellenten Leistungen wurde sie im Rahmen der IHK-</w:t>
      </w:r>
      <w:proofErr w:type="spellStart"/>
      <w:r w:rsidR="002F3683">
        <w:t>Bestenehrung</w:t>
      </w:r>
      <w:proofErr w:type="spellEnd"/>
      <w:r w:rsidR="002F3683">
        <w:t xml:space="preserve"> im Theater Trier ausgezeichnet.</w:t>
      </w:r>
    </w:p>
    <w:p w14:paraId="79AE20B5" w14:textId="77777777" w:rsidR="002F3683" w:rsidRDefault="002F3683" w:rsidP="00F56C7A"/>
    <w:p w14:paraId="44E409FC" w14:textId="5FE5E09E" w:rsidR="00A54DE2" w:rsidRDefault="00195296" w:rsidP="00F56C7A">
      <w:r>
        <w:t xml:space="preserve">Stolz auf ihr </w:t>
      </w:r>
      <w:r w:rsidR="00086F38">
        <w:t>weit überdurchschnittliches</w:t>
      </w:r>
      <w:r>
        <w:t xml:space="preserve"> Abschneiden dürfen auch drei Auszubildende am SIEGENIA-Standort in Velbert sein. Die Technischen Produktdesigner Nils Ender und Andreas </w:t>
      </w:r>
      <w:proofErr w:type="spellStart"/>
      <w:r>
        <w:t>Vasilescu</w:t>
      </w:r>
      <w:proofErr w:type="spellEnd"/>
      <w:r>
        <w:t xml:space="preserve"> sowie Werkzeugmechaniker Daniel Loginow erhielten von der IHK ebenfalls die Note ‚sehr gut‘. Die beeindruckenden </w:t>
      </w:r>
      <w:r w:rsidR="003C0109">
        <w:t>Prüfungsergebnisse</w:t>
      </w:r>
      <w:r w:rsidR="00A54DE2">
        <w:t xml:space="preserve"> </w:t>
      </w:r>
      <w:r>
        <w:t>der</w:t>
      </w:r>
      <w:r w:rsidR="00A54DE2">
        <w:t xml:space="preserve"> </w:t>
      </w:r>
      <w:r w:rsidR="00F56C7A">
        <w:t>jungen Berufsanfänger</w:t>
      </w:r>
      <w:r w:rsidR="00A54DE2">
        <w:t xml:space="preserve"> </w:t>
      </w:r>
      <w:r>
        <w:t xml:space="preserve">wurden </w:t>
      </w:r>
      <w:r w:rsidR="00A54DE2">
        <w:t xml:space="preserve">im Rahmen </w:t>
      </w:r>
      <w:r>
        <w:t>einer festlichen Veranstaltung in der Tonhalle Düsseldorf gewürdigt</w:t>
      </w:r>
      <w:r w:rsidR="00A54DE2">
        <w:t xml:space="preserve">. </w:t>
      </w:r>
    </w:p>
    <w:p w14:paraId="7FAD5D35" w14:textId="12536512" w:rsidR="00A54DE2" w:rsidRDefault="00A54DE2" w:rsidP="005E1468"/>
    <w:p w14:paraId="148A334F" w14:textId="77777777" w:rsidR="009777D4" w:rsidRDefault="00A54DE2" w:rsidP="005E1468">
      <w:r>
        <w:t>„</w:t>
      </w:r>
      <w:r w:rsidR="009E0C9E">
        <w:t>Auf diese exzellente</w:t>
      </w:r>
      <w:r w:rsidR="00AD3B13">
        <w:t>n</w:t>
      </w:r>
      <w:r w:rsidR="009E0C9E">
        <w:t xml:space="preserve"> Leistung</w:t>
      </w:r>
      <w:r w:rsidR="00AD3B13">
        <w:t>en</w:t>
      </w:r>
      <w:r w:rsidR="009E0C9E">
        <w:t xml:space="preserve"> </w:t>
      </w:r>
      <w:r>
        <w:t xml:space="preserve">sind </w:t>
      </w:r>
      <w:r w:rsidR="009E0C9E">
        <w:t xml:space="preserve">wir </w:t>
      </w:r>
      <w:r>
        <w:t>stolz</w:t>
      </w:r>
      <w:r w:rsidR="00FA00A8">
        <w:t>.</w:t>
      </w:r>
      <w:r w:rsidR="009E0C9E">
        <w:t xml:space="preserve"> Wir freuen uns, d</w:t>
      </w:r>
      <w:r w:rsidR="0053182D">
        <w:t xml:space="preserve">ass </w:t>
      </w:r>
      <w:r w:rsidR="003C0109">
        <w:t xml:space="preserve">gleich </w:t>
      </w:r>
      <w:r w:rsidR="00E04B7A">
        <w:t>vier</w:t>
      </w:r>
      <w:r w:rsidR="003C0109">
        <w:t xml:space="preserve"> unserer Nachwuchskräfte</w:t>
      </w:r>
      <w:r w:rsidR="009E0C9E">
        <w:t xml:space="preserve"> </w:t>
      </w:r>
      <w:r w:rsidR="0053182D">
        <w:t xml:space="preserve">die Abschlussprüfung der IHK </w:t>
      </w:r>
      <w:r w:rsidR="009E0C9E">
        <w:t xml:space="preserve">für ihren Beruf </w:t>
      </w:r>
      <w:r w:rsidR="0053182D">
        <w:t>als eine</w:t>
      </w:r>
      <w:r w:rsidR="003C0109">
        <w:t>r</w:t>
      </w:r>
      <w:r w:rsidR="0053182D">
        <w:t xml:space="preserve"> der </w:t>
      </w:r>
      <w:r w:rsidR="00447EDD">
        <w:t>B</w:t>
      </w:r>
      <w:r w:rsidR="0053182D">
        <w:t>esten absolvieren</w:t>
      </w:r>
      <w:r w:rsidR="009E0C9E">
        <w:t xml:space="preserve"> konnte</w:t>
      </w:r>
      <w:r w:rsidR="001B691C" w:rsidRPr="008E1EDD">
        <w:t>n</w:t>
      </w:r>
      <w:r w:rsidR="0053182D">
        <w:t xml:space="preserve">“, betont Nina Herter, Ausbildungsleiterin bei SIEGENIA. </w:t>
      </w:r>
      <w:r w:rsidR="00DC302D">
        <w:t>P</w:t>
      </w:r>
      <w:r w:rsidR="00B27BCF">
        <w:t>ositiv auf d</w:t>
      </w:r>
      <w:r w:rsidR="009E0C9E">
        <w:t xml:space="preserve">as hervorragende Abschneiden </w:t>
      </w:r>
      <w:r w:rsidR="00B27BCF">
        <w:t>ausgewirkt hat sich nach Ansicht von Nina Herter</w:t>
      </w:r>
      <w:r w:rsidR="009E0C9E">
        <w:t xml:space="preserve"> </w:t>
      </w:r>
      <w:r w:rsidR="00DC302D">
        <w:t xml:space="preserve">auch </w:t>
      </w:r>
      <w:r w:rsidR="009E0C9E">
        <w:t>de</w:t>
      </w:r>
      <w:r w:rsidR="00B27BCF">
        <w:t>r</w:t>
      </w:r>
      <w:r w:rsidR="009E0C9E">
        <w:t xml:space="preserve"> hohe </w:t>
      </w:r>
      <w:r w:rsidR="000075C9">
        <w:t>Ausbildungss</w:t>
      </w:r>
      <w:r w:rsidR="009E0C9E">
        <w:t xml:space="preserve">tandard </w:t>
      </w:r>
      <w:r w:rsidR="00B27BCF">
        <w:t xml:space="preserve">von </w:t>
      </w:r>
      <w:r w:rsidR="009777D4">
        <w:t xml:space="preserve">SIEGENIA. </w:t>
      </w:r>
    </w:p>
    <w:p w14:paraId="3AC966B1" w14:textId="77777777" w:rsidR="005E1468" w:rsidRDefault="005E1468" w:rsidP="005E1468"/>
    <w:p w14:paraId="7824DF75" w14:textId="0AA04CE8" w:rsidR="00E04B7A" w:rsidRDefault="00E04B7A" w:rsidP="005E1468">
      <w:pPr>
        <w:rPr>
          <w:noProof/>
        </w:rPr>
      </w:pPr>
    </w:p>
    <w:p w14:paraId="2C2D17CD" w14:textId="77777777" w:rsidR="00195296" w:rsidRDefault="00195296" w:rsidP="005E1468"/>
    <w:p w14:paraId="31010FFF" w14:textId="77777777" w:rsidR="00086F38" w:rsidRDefault="00086F38" w:rsidP="005E1468"/>
    <w:p w14:paraId="4065EB67" w14:textId="7A169A13" w:rsidR="005E1468" w:rsidRDefault="005E1468" w:rsidP="005A7C57">
      <w:pPr>
        <w:pStyle w:val="berschrift4"/>
      </w:pPr>
      <w:r>
        <w:t>Bildunterschrift</w:t>
      </w:r>
    </w:p>
    <w:p w14:paraId="2104930E" w14:textId="77777777" w:rsidR="002A7F37" w:rsidRDefault="002A7F37" w:rsidP="002A7F37">
      <w:r>
        <w:t>Bildquelle: SIEGENIA</w:t>
      </w:r>
    </w:p>
    <w:p w14:paraId="478A423F" w14:textId="77777777" w:rsidR="002A7F37" w:rsidRPr="002A7F37" w:rsidRDefault="002A7F37" w:rsidP="002A7F37"/>
    <w:p w14:paraId="1E1C53A4" w14:textId="7F688F2D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</w:t>
      </w:r>
      <w:r w:rsidR="002A67B3">
        <w:rPr>
          <w:bCs/>
          <w:i/>
        </w:rPr>
        <w:t xml:space="preserve"> I</w:t>
      </w:r>
      <w:r w:rsidRPr="00D129AE">
        <w:rPr>
          <w:bCs/>
          <w:i/>
        </w:rPr>
        <w:t>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02077F">
        <w:rPr>
          <w:bCs/>
          <w:i/>
        </w:rPr>
        <w:t>PW_</w:t>
      </w:r>
      <w:r w:rsidR="00224B45">
        <w:rPr>
          <w:bCs/>
          <w:i/>
        </w:rPr>
        <w:t>IHK-</w:t>
      </w:r>
      <w:proofErr w:type="spellStart"/>
      <w:r w:rsidR="0002077F">
        <w:rPr>
          <w:bCs/>
          <w:i/>
        </w:rPr>
        <w:t>Bestenehrung</w:t>
      </w:r>
      <w:proofErr w:type="spellEnd"/>
      <w:r w:rsidR="00195296">
        <w:rPr>
          <w:bCs/>
          <w:i/>
        </w:rPr>
        <w:t xml:space="preserve"> 2023</w:t>
      </w:r>
      <w:r w:rsidR="0002077F">
        <w:rPr>
          <w:bCs/>
          <w:i/>
        </w:rPr>
        <w:t>_</w:t>
      </w:r>
      <w:r w:rsidR="002A67B3">
        <w:rPr>
          <w:bCs/>
          <w:i/>
        </w:rPr>
        <w:t>KFV</w:t>
      </w:r>
      <w:r w:rsidRPr="00D129AE">
        <w:rPr>
          <w:bCs/>
          <w:i/>
        </w:rPr>
        <w:t xml:space="preserve">.jpg </w:t>
      </w:r>
    </w:p>
    <w:p w14:paraId="3F7D0BD6" w14:textId="4DF6DFDB" w:rsidR="00823B64" w:rsidRDefault="00823B64" w:rsidP="00823B64">
      <w:pPr>
        <w:rPr>
          <w:noProof/>
        </w:rPr>
      </w:pPr>
      <w:r>
        <w:t>Im Rahmen der IHK-</w:t>
      </w:r>
      <w:proofErr w:type="spellStart"/>
      <w:r>
        <w:t>Bestenehrungen</w:t>
      </w:r>
      <w:proofErr w:type="spellEnd"/>
      <w:r>
        <w:t xml:space="preserve"> wurden die SIEGENIA-Azubis </w:t>
      </w:r>
      <w:r w:rsidRPr="00086F38">
        <w:t xml:space="preserve">Andreas </w:t>
      </w:r>
      <w:proofErr w:type="spellStart"/>
      <w:r w:rsidRPr="00086F38">
        <w:t>Vasilescu</w:t>
      </w:r>
      <w:proofErr w:type="spellEnd"/>
      <w:r w:rsidRPr="00086F38">
        <w:t>, Daniel Loginow, und Nils Ender</w:t>
      </w:r>
      <w:r>
        <w:t xml:space="preserve"> (v. l.) für ihre herausragenden Leistungen gewürdigt. Ausbilder Sascha Eckhoff, Ausbilderin Nadine Rajabpour und Lernprozessbegleiter Andreas Sude (r.) freuen sich mit ihnen.</w:t>
      </w:r>
    </w:p>
    <w:p w14:paraId="14E175A6" w14:textId="77777777" w:rsidR="002A67B3" w:rsidRDefault="002A67B3" w:rsidP="008D7633"/>
    <w:p w14:paraId="765D7946" w14:textId="30F29121" w:rsidR="002A67B3" w:rsidRPr="00D129AE" w:rsidRDefault="002A67B3" w:rsidP="002A67B3">
      <w:pPr>
        <w:rPr>
          <w:bCs/>
          <w:i/>
        </w:rPr>
      </w:pPr>
      <w:r w:rsidRPr="00D129AE">
        <w:rPr>
          <w:bCs/>
          <w:i/>
        </w:rPr>
        <w:t>Motiv</w:t>
      </w:r>
      <w:r>
        <w:rPr>
          <w:bCs/>
          <w:i/>
        </w:rPr>
        <w:t xml:space="preserve"> II</w:t>
      </w:r>
      <w:r w:rsidRPr="00D129AE">
        <w:rPr>
          <w:bCs/>
          <w:i/>
        </w:rPr>
        <w:t>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PW_IHK-</w:t>
      </w:r>
      <w:proofErr w:type="spellStart"/>
      <w:r>
        <w:rPr>
          <w:bCs/>
          <w:i/>
        </w:rPr>
        <w:t>Bestenehrung</w:t>
      </w:r>
      <w:proofErr w:type="spellEnd"/>
      <w:r w:rsidR="00195296">
        <w:rPr>
          <w:bCs/>
          <w:i/>
        </w:rPr>
        <w:t xml:space="preserve"> 2023</w:t>
      </w:r>
      <w:r>
        <w:rPr>
          <w:bCs/>
          <w:i/>
        </w:rPr>
        <w:t>_Hermeskeil</w:t>
      </w:r>
      <w:r w:rsidRPr="00D129AE">
        <w:rPr>
          <w:bCs/>
          <w:i/>
        </w:rPr>
        <w:t xml:space="preserve">.jpg </w:t>
      </w:r>
    </w:p>
    <w:p w14:paraId="1C9CB6BE" w14:textId="18C09167" w:rsidR="008D7633" w:rsidRDefault="00823B64" w:rsidP="008D7633">
      <w:pPr>
        <w:rPr>
          <w:szCs w:val="20"/>
        </w:rPr>
      </w:pPr>
      <w:r>
        <w:t>SIEGENIA freut sich über die erfolgreichen Abschlussprüfungen seiner</w:t>
      </w:r>
      <w:r w:rsidRPr="00086F38">
        <w:t xml:space="preserve"> </w:t>
      </w:r>
      <w:r>
        <w:t xml:space="preserve">Azubis: </w:t>
      </w:r>
      <w:proofErr w:type="spellStart"/>
      <w:r>
        <w:rPr>
          <w:szCs w:val="20"/>
        </w:rPr>
        <w:t>Maité</w:t>
      </w:r>
      <w:proofErr w:type="spellEnd"/>
      <w:r>
        <w:rPr>
          <w:szCs w:val="20"/>
        </w:rPr>
        <w:t xml:space="preserve"> Krieger</w:t>
      </w:r>
      <w:r>
        <w:rPr>
          <w:szCs w:val="20"/>
        </w:rPr>
        <w:t xml:space="preserve"> (M.) vom Standort Hermeskeil/Reinsfeld wurde von der IHK </w:t>
      </w:r>
      <w:r w:rsidR="00521F6D">
        <w:rPr>
          <w:szCs w:val="20"/>
        </w:rPr>
        <w:t xml:space="preserve">als eine der </w:t>
      </w:r>
      <w:r>
        <w:rPr>
          <w:szCs w:val="20"/>
        </w:rPr>
        <w:t xml:space="preserve">Besten ausgezeichnet. </w:t>
      </w:r>
      <w:r w:rsidR="00086F38">
        <w:rPr>
          <w:szCs w:val="20"/>
        </w:rPr>
        <w:t xml:space="preserve">Ausbilderin Sabrina Kumar und Tim Brombacher, </w:t>
      </w:r>
      <w:r w:rsidR="00086F38">
        <w:rPr>
          <w:szCs w:val="20"/>
        </w:rPr>
        <w:t>Lernprozessbegleiter Logistik Reinsfeld</w:t>
      </w:r>
      <w:r w:rsidR="00086F38">
        <w:rPr>
          <w:szCs w:val="20"/>
        </w:rPr>
        <w:t>,</w:t>
      </w:r>
      <w:r>
        <w:rPr>
          <w:szCs w:val="20"/>
        </w:rPr>
        <w:t xml:space="preserve"> sind stolz auf ihr hervorragendes Abschneiden.</w:t>
      </w:r>
      <w:r w:rsidR="00086F38">
        <w:rPr>
          <w:szCs w:val="20"/>
        </w:rPr>
        <w:t xml:space="preserve"> </w:t>
      </w:r>
    </w:p>
    <w:p w14:paraId="431B6061" w14:textId="4BB85FCB" w:rsidR="008D7633" w:rsidRDefault="008D7633" w:rsidP="008D7633">
      <w:pPr>
        <w:rPr>
          <w:szCs w:val="20"/>
        </w:rPr>
      </w:pPr>
    </w:p>
    <w:p w14:paraId="7B3FBCF8" w14:textId="6F91A6F8" w:rsidR="00664205" w:rsidRDefault="00664205" w:rsidP="008D7633">
      <w:pPr>
        <w:rPr>
          <w:szCs w:val="20"/>
        </w:rPr>
      </w:pPr>
    </w:p>
    <w:p w14:paraId="14F66211" w14:textId="77777777" w:rsidR="00086F38" w:rsidRDefault="00086F38" w:rsidP="008D7633">
      <w:pPr>
        <w:rPr>
          <w:noProof/>
        </w:rPr>
      </w:pPr>
    </w:p>
    <w:p w14:paraId="4EEFD2BF" w14:textId="598901B0" w:rsidR="00664205" w:rsidRDefault="00664205" w:rsidP="008D7633">
      <w:pPr>
        <w:rPr>
          <w:szCs w:val="20"/>
        </w:rPr>
      </w:pPr>
    </w:p>
    <w:p w14:paraId="78129713" w14:textId="5B91A61D" w:rsidR="00664205" w:rsidRDefault="00664205" w:rsidP="008D7633">
      <w:pPr>
        <w:rPr>
          <w:szCs w:val="20"/>
        </w:rPr>
      </w:pPr>
    </w:p>
    <w:p w14:paraId="51CBFE65" w14:textId="77777777" w:rsidR="00823B64" w:rsidRDefault="00823B64" w:rsidP="008D7633">
      <w:pPr>
        <w:rPr>
          <w:szCs w:val="20"/>
        </w:rPr>
      </w:pPr>
    </w:p>
    <w:p w14:paraId="1F93B8C7" w14:textId="77777777" w:rsidR="00823B64" w:rsidRDefault="00823B64" w:rsidP="008D7633">
      <w:pPr>
        <w:rPr>
          <w:szCs w:val="20"/>
        </w:rPr>
      </w:pPr>
    </w:p>
    <w:p w14:paraId="1967E10B" w14:textId="77777777" w:rsidR="00823B64" w:rsidRDefault="00823B64" w:rsidP="008D7633">
      <w:pPr>
        <w:rPr>
          <w:szCs w:val="20"/>
        </w:rPr>
      </w:pPr>
    </w:p>
    <w:p w14:paraId="3B3AB832" w14:textId="77777777" w:rsidR="00823B64" w:rsidRDefault="00823B64" w:rsidP="008D7633">
      <w:pPr>
        <w:rPr>
          <w:szCs w:val="20"/>
        </w:rPr>
      </w:pPr>
    </w:p>
    <w:p w14:paraId="615C14D1" w14:textId="77777777" w:rsidR="00823B64" w:rsidRDefault="00823B64" w:rsidP="008D7633">
      <w:pPr>
        <w:rPr>
          <w:szCs w:val="20"/>
        </w:rPr>
      </w:pPr>
    </w:p>
    <w:p w14:paraId="5EF91D1A" w14:textId="77777777" w:rsidR="00823B64" w:rsidRDefault="00823B64" w:rsidP="008D7633">
      <w:pPr>
        <w:rPr>
          <w:szCs w:val="20"/>
        </w:rPr>
      </w:pPr>
    </w:p>
    <w:p w14:paraId="14C6EE1F" w14:textId="77777777" w:rsidR="00823B64" w:rsidRDefault="00823B64" w:rsidP="008D7633">
      <w:pPr>
        <w:rPr>
          <w:szCs w:val="20"/>
        </w:rPr>
      </w:pPr>
    </w:p>
    <w:p w14:paraId="57624B5E" w14:textId="77777777" w:rsidR="00823B64" w:rsidRDefault="00823B64" w:rsidP="008D7633">
      <w:pPr>
        <w:rPr>
          <w:szCs w:val="20"/>
        </w:rPr>
      </w:pPr>
    </w:p>
    <w:p w14:paraId="1258123B" w14:textId="77777777" w:rsidR="00823B64" w:rsidRDefault="00823B64" w:rsidP="008D7633">
      <w:pPr>
        <w:rPr>
          <w:szCs w:val="20"/>
        </w:rPr>
      </w:pPr>
    </w:p>
    <w:p w14:paraId="0F953C39" w14:textId="77777777" w:rsidR="00823B64" w:rsidRDefault="00823B64" w:rsidP="008D7633">
      <w:pPr>
        <w:rPr>
          <w:szCs w:val="20"/>
        </w:rPr>
      </w:pPr>
    </w:p>
    <w:p w14:paraId="7D9E895D" w14:textId="797C158C" w:rsidR="00664205" w:rsidRDefault="00664205" w:rsidP="008D7633">
      <w:pPr>
        <w:rPr>
          <w:szCs w:val="20"/>
        </w:rPr>
      </w:pPr>
    </w:p>
    <w:p w14:paraId="28538523" w14:textId="4FFA53C2" w:rsidR="00664205" w:rsidRDefault="00664205" w:rsidP="008D7633">
      <w:pPr>
        <w:rPr>
          <w:szCs w:val="20"/>
        </w:rPr>
      </w:pPr>
    </w:p>
    <w:p w14:paraId="516C090D" w14:textId="08B2D974" w:rsidR="00664205" w:rsidRDefault="00664205" w:rsidP="008D7633">
      <w:pPr>
        <w:rPr>
          <w:szCs w:val="20"/>
        </w:rPr>
      </w:pPr>
    </w:p>
    <w:p w14:paraId="143DCA1B" w14:textId="28DB94C6" w:rsidR="00664205" w:rsidRDefault="00664205" w:rsidP="008D7633">
      <w:pPr>
        <w:rPr>
          <w:szCs w:val="20"/>
        </w:rPr>
      </w:pPr>
    </w:p>
    <w:p w14:paraId="0AE74055" w14:textId="4336CB54" w:rsidR="00664205" w:rsidRDefault="00664205" w:rsidP="008D7633">
      <w:pPr>
        <w:rPr>
          <w:szCs w:val="20"/>
        </w:rPr>
      </w:pPr>
    </w:p>
    <w:p w14:paraId="28231AE7" w14:textId="637BB905" w:rsidR="00664205" w:rsidRDefault="00664205" w:rsidP="008D7633">
      <w:pPr>
        <w:rPr>
          <w:szCs w:val="20"/>
        </w:rPr>
      </w:pPr>
    </w:p>
    <w:p w14:paraId="1C75E942" w14:textId="3538BCDD" w:rsidR="00664205" w:rsidRDefault="00664205" w:rsidP="008D7633">
      <w:pPr>
        <w:rPr>
          <w:szCs w:val="20"/>
        </w:rPr>
      </w:pPr>
    </w:p>
    <w:p w14:paraId="22752B4F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2F568DEE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040B48F3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3FFA3E30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7E307BD8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250C0774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5986BBE4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20E2EFFF" w14:textId="0C0C7819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521F6D">
              <w:t>1176</w:t>
            </w:r>
          </w:p>
          <w:p w14:paraId="3E05D87E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014F3C02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57BDD139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8104FE7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14D607D8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71F7A269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441E9825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64BFA2F9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26DC1B00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6504A218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7DCB5D6A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DCB9E8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078D4DA1" w14:textId="60994B14" w:rsidR="008D7633" w:rsidRPr="00C33A1F" w:rsidRDefault="008D7633" w:rsidP="007A5EB4">
            <w:pPr>
              <w:pStyle w:val="Formatvorlage2"/>
            </w:pPr>
            <w:r w:rsidRPr="00C33A1F">
              <w:t>Seit</w:t>
            </w:r>
            <w:r w:rsidR="0053182D">
              <w:t>e</w:t>
            </w:r>
            <w:r w:rsidRPr="00C33A1F">
              <w:t xml:space="preserve">: </w:t>
            </w:r>
            <w:r w:rsidR="0053182D">
              <w:t>1</w:t>
            </w:r>
          </w:p>
          <w:p w14:paraId="52E7CFF6" w14:textId="0FD1E8AC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521F6D">
              <w:t>171</w:t>
            </w:r>
          </w:p>
          <w:p w14:paraId="2221EC3B" w14:textId="1EBE6DA4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664205">
              <w:t>1</w:t>
            </w:r>
            <w:r w:rsidR="00521F6D">
              <w:t xml:space="preserve"> 346</w:t>
            </w:r>
            <w:r w:rsidRPr="00C33A1F">
              <w:br/>
              <w:t>(mit Leerzeichen)</w:t>
            </w:r>
          </w:p>
          <w:p w14:paraId="0A706170" w14:textId="77777777" w:rsidR="008D7633" w:rsidRDefault="008D7633" w:rsidP="007A5EB4">
            <w:pPr>
              <w:pStyle w:val="Formatvorlage2"/>
            </w:pPr>
          </w:p>
          <w:p w14:paraId="1456BC8A" w14:textId="0F869E02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664205">
              <w:t>1</w:t>
            </w:r>
            <w:r w:rsidR="00195296">
              <w:t>3</w:t>
            </w:r>
            <w:r>
              <w:t>.</w:t>
            </w:r>
            <w:r w:rsidR="0053182D">
              <w:t>1</w:t>
            </w:r>
            <w:r w:rsidR="00195296">
              <w:t>2</w:t>
            </w:r>
            <w:r>
              <w:t>.20</w:t>
            </w:r>
            <w:r w:rsidR="00122FEC">
              <w:t>2</w:t>
            </w:r>
            <w:r w:rsidR="00195296">
              <w:t>3</w:t>
            </w:r>
          </w:p>
          <w:p w14:paraId="5E8BAC1C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74273B97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8FC28C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2025FBAE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DF729" w14:textId="77777777" w:rsidR="00472546" w:rsidRDefault="00472546">
      <w:r>
        <w:separator/>
      </w:r>
    </w:p>
  </w:endnote>
  <w:endnote w:type="continuationSeparator" w:id="0">
    <w:p w14:paraId="6C9435F5" w14:textId="77777777" w:rsidR="00472546" w:rsidRDefault="00472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-Oblique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8E49B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FEC48" w14:textId="77777777" w:rsidR="00472546" w:rsidRDefault="00472546">
      <w:r>
        <w:separator/>
      </w:r>
    </w:p>
  </w:footnote>
  <w:footnote w:type="continuationSeparator" w:id="0">
    <w:p w14:paraId="03AEF1DA" w14:textId="77777777" w:rsidR="00472546" w:rsidRDefault="004725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F38F3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8534880" wp14:editId="3E112746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C3F3A"/>
    <w:multiLevelType w:val="hybridMultilevel"/>
    <w:tmpl w:val="B674ED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0D3C24"/>
    <w:multiLevelType w:val="hybridMultilevel"/>
    <w:tmpl w:val="DA62738E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216D96"/>
    <w:multiLevelType w:val="hybridMultilevel"/>
    <w:tmpl w:val="B2FACAA6"/>
    <w:lvl w:ilvl="0" w:tplc="534AAF6E">
      <w:start w:val="1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1B527E"/>
    <w:multiLevelType w:val="hybridMultilevel"/>
    <w:tmpl w:val="B2BEC02C"/>
    <w:lvl w:ilvl="0" w:tplc="AC2CAA1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4225397">
    <w:abstractNumId w:val="2"/>
  </w:num>
  <w:num w:numId="2" w16cid:durableId="1308361215">
    <w:abstractNumId w:val="0"/>
  </w:num>
  <w:num w:numId="3" w16cid:durableId="99180115">
    <w:abstractNumId w:val="5"/>
  </w:num>
  <w:num w:numId="4" w16cid:durableId="1756585714">
    <w:abstractNumId w:val="4"/>
  </w:num>
  <w:num w:numId="5" w16cid:durableId="658073408">
    <w:abstractNumId w:val="7"/>
  </w:num>
  <w:num w:numId="6" w16cid:durableId="1424375158">
    <w:abstractNumId w:val="1"/>
  </w:num>
  <w:num w:numId="7" w16cid:durableId="174000391">
    <w:abstractNumId w:val="3"/>
  </w:num>
  <w:num w:numId="8" w16cid:durableId="1107387622">
    <w:abstractNumId w:val="6"/>
  </w:num>
  <w:num w:numId="9" w16cid:durableId="2164032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A38"/>
    <w:rsid w:val="000024D9"/>
    <w:rsid w:val="00003256"/>
    <w:rsid w:val="00005274"/>
    <w:rsid w:val="000075C9"/>
    <w:rsid w:val="0001449A"/>
    <w:rsid w:val="0001520C"/>
    <w:rsid w:val="0002077F"/>
    <w:rsid w:val="00026907"/>
    <w:rsid w:val="00040EBF"/>
    <w:rsid w:val="00064165"/>
    <w:rsid w:val="000675C7"/>
    <w:rsid w:val="00086F38"/>
    <w:rsid w:val="00090045"/>
    <w:rsid w:val="00095303"/>
    <w:rsid w:val="000A1DF0"/>
    <w:rsid w:val="000A5CA3"/>
    <w:rsid w:val="000B005B"/>
    <w:rsid w:val="000D0C02"/>
    <w:rsid w:val="000D2A27"/>
    <w:rsid w:val="000D4874"/>
    <w:rsid w:val="000E3659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37BD1"/>
    <w:rsid w:val="00145B48"/>
    <w:rsid w:val="001529E6"/>
    <w:rsid w:val="00156B0C"/>
    <w:rsid w:val="00166476"/>
    <w:rsid w:val="00166FB7"/>
    <w:rsid w:val="00171C51"/>
    <w:rsid w:val="00195296"/>
    <w:rsid w:val="001B691C"/>
    <w:rsid w:val="001B7003"/>
    <w:rsid w:val="001C39FF"/>
    <w:rsid w:val="001D26E4"/>
    <w:rsid w:val="001D34FC"/>
    <w:rsid w:val="001E0780"/>
    <w:rsid w:val="001E1DA6"/>
    <w:rsid w:val="001F3432"/>
    <w:rsid w:val="002046D3"/>
    <w:rsid w:val="00221B72"/>
    <w:rsid w:val="00224B45"/>
    <w:rsid w:val="00253494"/>
    <w:rsid w:val="00254A9B"/>
    <w:rsid w:val="00255FE8"/>
    <w:rsid w:val="00272508"/>
    <w:rsid w:val="002769DE"/>
    <w:rsid w:val="002819C3"/>
    <w:rsid w:val="002A202C"/>
    <w:rsid w:val="002A67B3"/>
    <w:rsid w:val="002A7F37"/>
    <w:rsid w:val="002B55C4"/>
    <w:rsid w:val="002C00E2"/>
    <w:rsid w:val="002C36FE"/>
    <w:rsid w:val="002C5A66"/>
    <w:rsid w:val="002C6D41"/>
    <w:rsid w:val="002E48B5"/>
    <w:rsid w:val="002E59D6"/>
    <w:rsid w:val="002F18BB"/>
    <w:rsid w:val="002F33D4"/>
    <w:rsid w:val="002F3683"/>
    <w:rsid w:val="002F466F"/>
    <w:rsid w:val="0031150D"/>
    <w:rsid w:val="003136F5"/>
    <w:rsid w:val="00324F84"/>
    <w:rsid w:val="00326F7E"/>
    <w:rsid w:val="00350ACA"/>
    <w:rsid w:val="003514C3"/>
    <w:rsid w:val="00357C43"/>
    <w:rsid w:val="0036201B"/>
    <w:rsid w:val="00364DEF"/>
    <w:rsid w:val="00375A48"/>
    <w:rsid w:val="00380D0A"/>
    <w:rsid w:val="0038244F"/>
    <w:rsid w:val="0038276B"/>
    <w:rsid w:val="0038499F"/>
    <w:rsid w:val="003914C5"/>
    <w:rsid w:val="00392D5F"/>
    <w:rsid w:val="003A1BA5"/>
    <w:rsid w:val="003C0109"/>
    <w:rsid w:val="003D61A2"/>
    <w:rsid w:val="003E0D26"/>
    <w:rsid w:val="003E378F"/>
    <w:rsid w:val="004176D4"/>
    <w:rsid w:val="00420F79"/>
    <w:rsid w:val="004333E8"/>
    <w:rsid w:val="0044187A"/>
    <w:rsid w:val="00446899"/>
    <w:rsid w:val="00447689"/>
    <w:rsid w:val="00447EDD"/>
    <w:rsid w:val="0046235C"/>
    <w:rsid w:val="004629AD"/>
    <w:rsid w:val="00472546"/>
    <w:rsid w:val="004806AF"/>
    <w:rsid w:val="00486878"/>
    <w:rsid w:val="004B62AB"/>
    <w:rsid w:val="004B70D5"/>
    <w:rsid w:val="004C4FDA"/>
    <w:rsid w:val="004C503A"/>
    <w:rsid w:val="004E057A"/>
    <w:rsid w:val="004E2322"/>
    <w:rsid w:val="004E2BD7"/>
    <w:rsid w:val="004E2CBC"/>
    <w:rsid w:val="004E3AF9"/>
    <w:rsid w:val="004F6CE0"/>
    <w:rsid w:val="00506B8E"/>
    <w:rsid w:val="00510191"/>
    <w:rsid w:val="00521F6D"/>
    <w:rsid w:val="005254BE"/>
    <w:rsid w:val="0053182D"/>
    <w:rsid w:val="00552DC0"/>
    <w:rsid w:val="0055550C"/>
    <w:rsid w:val="00563E60"/>
    <w:rsid w:val="00592833"/>
    <w:rsid w:val="005945AC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16B0"/>
    <w:rsid w:val="0060615A"/>
    <w:rsid w:val="0061051B"/>
    <w:rsid w:val="0061253D"/>
    <w:rsid w:val="006161A2"/>
    <w:rsid w:val="00617358"/>
    <w:rsid w:val="00617D76"/>
    <w:rsid w:val="006227BC"/>
    <w:rsid w:val="006279BD"/>
    <w:rsid w:val="00630405"/>
    <w:rsid w:val="00634A59"/>
    <w:rsid w:val="006446D6"/>
    <w:rsid w:val="006515DB"/>
    <w:rsid w:val="00656A7F"/>
    <w:rsid w:val="00656FEE"/>
    <w:rsid w:val="00664205"/>
    <w:rsid w:val="00667448"/>
    <w:rsid w:val="006866DF"/>
    <w:rsid w:val="00692205"/>
    <w:rsid w:val="006944D9"/>
    <w:rsid w:val="006A2FD7"/>
    <w:rsid w:val="006A7184"/>
    <w:rsid w:val="006B6CD1"/>
    <w:rsid w:val="006B6D11"/>
    <w:rsid w:val="006B7979"/>
    <w:rsid w:val="006C044C"/>
    <w:rsid w:val="006C6D45"/>
    <w:rsid w:val="006E5CC8"/>
    <w:rsid w:val="006F3A6F"/>
    <w:rsid w:val="00701954"/>
    <w:rsid w:val="007023C4"/>
    <w:rsid w:val="00703943"/>
    <w:rsid w:val="007046C4"/>
    <w:rsid w:val="00713A2B"/>
    <w:rsid w:val="007148FF"/>
    <w:rsid w:val="00716BDB"/>
    <w:rsid w:val="00717456"/>
    <w:rsid w:val="00730E66"/>
    <w:rsid w:val="00737DE1"/>
    <w:rsid w:val="00746A1F"/>
    <w:rsid w:val="00751517"/>
    <w:rsid w:val="00757DDE"/>
    <w:rsid w:val="00764AAC"/>
    <w:rsid w:val="007871C1"/>
    <w:rsid w:val="0079193B"/>
    <w:rsid w:val="00794A4F"/>
    <w:rsid w:val="007A39A7"/>
    <w:rsid w:val="007A5EB4"/>
    <w:rsid w:val="007A6E1C"/>
    <w:rsid w:val="007B7F01"/>
    <w:rsid w:val="007C50D1"/>
    <w:rsid w:val="007C5C24"/>
    <w:rsid w:val="007E2B7F"/>
    <w:rsid w:val="007F3F54"/>
    <w:rsid w:val="007F43E0"/>
    <w:rsid w:val="00801D78"/>
    <w:rsid w:val="008078CF"/>
    <w:rsid w:val="008171AF"/>
    <w:rsid w:val="00823B64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8698F"/>
    <w:rsid w:val="00894ADF"/>
    <w:rsid w:val="008A6F1F"/>
    <w:rsid w:val="008B6A92"/>
    <w:rsid w:val="008C3491"/>
    <w:rsid w:val="008C5079"/>
    <w:rsid w:val="008D2B30"/>
    <w:rsid w:val="008D3232"/>
    <w:rsid w:val="008D7633"/>
    <w:rsid w:val="008E1EDD"/>
    <w:rsid w:val="00910883"/>
    <w:rsid w:val="0092580A"/>
    <w:rsid w:val="0093490C"/>
    <w:rsid w:val="0093664F"/>
    <w:rsid w:val="00936D34"/>
    <w:rsid w:val="00943EB0"/>
    <w:rsid w:val="00945CA5"/>
    <w:rsid w:val="009553BC"/>
    <w:rsid w:val="009557EA"/>
    <w:rsid w:val="00963959"/>
    <w:rsid w:val="00963D60"/>
    <w:rsid w:val="0096600A"/>
    <w:rsid w:val="00966C5B"/>
    <w:rsid w:val="009777D4"/>
    <w:rsid w:val="009B067B"/>
    <w:rsid w:val="009B255C"/>
    <w:rsid w:val="009B4822"/>
    <w:rsid w:val="009B5300"/>
    <w:rsid w:val="009B5DE9"/>
    <w:rsid w:val="009D0CC8"/>
    <w:rsid w:val="009D6C04"/>
    <w:rsid w:val="009E0C9E"/>
    <w:rsid w:val="009E28F9"/>
    <w:rsid w:val="009E7597"/>
    <w:rsid w:val="00A06E5B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54DE2"/>
    <w:rsid w:val="00A56A38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C725A"/>
    <w:rsid w:val="00AD3B13"/>
    <w:rsid w:val="00AD4128"/>
    <w:rsid w:val="00AD7705"/>
    <w:rsid w:val="00AD7B27"/>
    <w:rsid w:val="00AE06DB"/>
    <w:rsid w:val="00B057B0"/>
    <w:rsid w:val="00B11AB7"/>
    <w:rsid w:val="00B239B4"/>
    <w:rsid w:val="00B27BCF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3731C"/>
    <w:rsid w:val="00C43E9C"/>
    <w:rsid w:val="00C52D3B"/>
    <w:rsid w:val="00C53FE3"/>
    <w:rsid w:val="00C55524"/>
    <w:rsid w:val="00C615A2"/>
    <w:rsid w:val="00C647F5"/>
    <w:rsid w:val="00C65852"/>
    <w:rsid w:val="00C72B49"/>
    <w:rsid w:val="00C77106"/>
    <w:rsid w:val="00C87836"/>
    <w:rsid w:val="00C92A2E"/>
    <w:rsid w:val="00CA37ED"/>
    <w:rsid w:val="00CA66F5"/>
    <w:rsid w:val="00CA6BD1"/>
    <w:rsid w:val="00CE16F1"/>
    <w:rsid w:val="00CE5038"/>
    <w:rsid w:val="00CE5448"/>
    <w:rsid w:val="00CE5488"/>
    <w:rsid w:val="00CE63E0"/>
    <w:rsid w:val="00CE7B26"/>
    <w:rsid w:val="00CF6534"/>
    <w:rsid w:val="00CF72EF"/>
    <w:rsid w:val="00CF7462"/>
    <w:rsid w:val="00D04FE4"/>
    <w:rsid w:val="00D313A4"/>
    <w:rsid w:val="00D32108"/>
    <w:rsid w:val="00D45693"/>
    <w:rsid w:val="00D47D4E"/>
    <w:rsid w:val="00D55DC3"/>
    <w:rsid w:val="00D57457"/>
    <w:rsid w:val="00D64F60"/>
    <w:rsid w:val="00DA2153"/>
    <w:rsid w:val="00DA2662"/>
    <w:rsid w:val="00DB44DA"/>
    <w:rsid w:val="00DB4ACB"/>
    <w:rsid w:val="00DC032C"/>
    <w:rsid w:val="00DC1F2A"/>
    <w:rsid w:val="00DC302D"/>
    <w:rsid w:val="00DD3005"/>
    <w:rsid w:val="00DE3025"/>
    <w:rsid w:val="00DF1C10"/>
    <w:rsid w:val="00DF1EE2"/>
    <w:rsid w:val="00E03F6F"/>
    <w:rsid w:val="00E04B7A"/>
    <w:rsid w:val="00E04C83"/>
    <w:rsid w:val="00E14DD8"/>
    <w:rsid w:val="00E155F0"/>
    <w:rsid w:val="00E17E89"/>
    <w:rsid w:val="00E20D4D"/>
    <w:rsid w:val="00E2358B"/>
    <w:rsid w:val="00E34020"/>
    <w:rsid w:val="00E3479A"/>
    <w:rsid w:val="00E37D1F"/>
    <w:rsid w:val="00E6313B"/>
    <w:rsid w:val="00E66783"/>
    <w:rsid w:val="00E76C0B"/>
    <w:rsid w:val="00E76D9B"/>
    <w:rsid w:val="00E77789"/>
    <w:rsid w:val="00E7792F"/>
    <w:rsid w:val="00E80515"/>
    <w:rsid w:val="00E954AC"/>
    <w:rsid w:val="00EA2954"/>
    <w:rsid w:val="00EB511E"/>
    <w:rsid w:val="00EB632F"/>
    <w:rsid w:val="00EC1396"/>
    <w:rsid w:val="00EE123F"/>
    <w:rsid w:val="00EF15B4"/>
    <w:rsid w:val="00EF2F06"/>
    <w:rsid w:val="00F0149D"/>
    <w:rsid w:val="00F05D3F"/>
    <w:rsid w:val="00F10815"/>
    <w:rsid w:val="00F10E71"/>
    <w:rsid w:val="00F142BE"/>
    <w:rsid w:val="00F222EB"/>
    <w:rsid w:val="00F25601"/>
    <w:rsid w:val="00F344B8"/>
    <w:rsid w:val="00F405F0"/>
    <w:rsid w:val="00F41966"/>
    <w:rsid w:val="00F445E5"/>
    <w:rsid w:val="00F45D74"/>
    <w:rsid w:val="00F516C4"/>
    <w:rsid w:val="00F56C7A"/>
    <w:rsid w:val="00F6067C"/>
    <w:rsid w:val="00F61445"/>
    <w:rsid w:val="00F618CD"/>
    <w:rsid w:val="00F71E39"/>
    <w:rsid w:val="00F73478"/>
    <w:rsid w:val="00F82E34"/>
    <w:rsid w:val="00F84C8D"/>
    <w:rsid w:val="00F935FE"/>
    <w:rsid w:val="00FA00A8"/>
    <w:rsid w:val="00FA07A1"/>
    <w:rsid w:val="00FA23F3"/>
    <w:rsid w:val="00FA3E21"/>
    <w:rsid w:val="00FA3E25"/>
    <w:rsid w:val="00FB5A18"/>
    <w:rsid w:val="00FC5183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A4AF69"/>
  <w15:docId w15:val="{781D123C-13A5-42CB-911F-44F5401E2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rsid w:val="004B70D5"/>
    <w:rPr>
      <w:rFonts w:ascii="Arial" w:hAnsi="Arial"/>
      <w:b/>
      <w:bCs/>
      <w:sz w:val="24"/>
      <w:szCs w:val="28"/>
    </w:rPr>
  </w:style>
  <w:style w:type="paragraph" w:styleId="berarbeitung">
    <w:name w:val="Revision"/>
    <w:hidden/>
    <w:uiPriority w:val="99"/>
    <w:semiHidden/>
    <w:rsid w:val="00FA00A8"/>
    <w:rPr>
      <w:rFonts w:ascii="Arial" w:hAnsi="Arial"/>
      <w:szCs w:val="21"/>
    </w:rPr>
  </w:style>
  <w:style w:type="paragraph" w:customStyle="1" w:styleId="pf0">
    <w:name w:val="pf0"/>
    <w:basedOn w:val="Standard"/>
    <w:rsid w:val="001D34F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bsatz-Standardschriftart"/>
    <w:rsid w:val="001D34FC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Absatz-Standardschriftart"/>
    <w:rsid w:val="001D34FC"/>
    <w:rPr>
      <w:rFonts w:ascii="Segoe UI" w:hAnsi="Segoe UI" w:cs="Segoe UI" w:hint="default"/>
      <w:color w:val="FF0000"/>
      <w:sz w:val="18"/>
      <w:szCs w:val="18"/>
    </w:rPr>
  </w:style>
  <w:style w:type="character" w:customStyle="1" w:styleId="fontstyle01">
    <w:name w:val="fontstyle01"/>
    <w:basedOn w:val="Absatz-Standardschriftart"/>
    <w:rsid w:val="002A67B3"/>
    <w:rPr>
      <w:rFonts w:ascii="Helvetica-Oblique" w:hAnsi="Helvetica-Oblique" w:hint="default"/>
      <w:b w:val="0"/>
      <w:bCs w:val="0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0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6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380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2773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4</cp:revision>
  <cp:lastPrinted>2007-09-03T14:44:00Z</cp:lastPrinted>
  <dcterms:created xsi:type="dcterms:W3CDTF">2023-12-13T08:55:00Z</dcterms:created>
  <dcterms:modified xsi:type="dcterms:W3CDTF">2023-12-13T09:30:00Z</dcterms:modified>
</cp:coreProperties>
</file>