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E1D5" w14:textId="4F7642D5" w:rsidR="005E1468" w:rsidRDefault="00BC7A5E" w:rsidP="005E1468">
      <w:pPr>
        <w:pStyle w:val="berschrift2"/>
      </w:pPr>
      <w:r>
        <w:t xml:space="preserve">„Technik erleben bei SIEGENIA“ </w:t>
      </w:r>
    </w:p>
    <w:p w14:paraId="4C7D58EF" w14:textId="458F5A70" w:rsidR="00A82224" w:rsidRDefault="00BC7A5E" w:rsidP="00A82224">
      <w:pPr>
        <w:pStyle w:val="berschrift1"/>
      </w:pPr>
      <w:r>
        <w:t>Begeisterte Gesichter bei der Ferienaktion</w:t>
      </w:r>
      <w:r w:rsidR="00F6067C">
        <w:t xml:space="preserve"> </w:t>
      </w:r>
      <w:r w:rsidR="00B74F26">
        <w:t xml:space="preserve">für </w:t>
      </w:r>
      <w:r w:rsidR="00985874">
        <w:t>Jugendliche</w:t>
      </w:r>
    </w:p>
    <w:p w14:paraId="73BD5016" w14:textId="77777777" w:rsidR="00A82224" w:rsidRDefault="00A82224" w:rsidP="005E1468"/>
    <w:p w14:paraId="2DC670AA" w14:textId="7490546A" w:rsidR="001C749F" w:rsidRPr="00B55070" w:rsidRDefault="001C749F" w:rsidP="005E1468">
      <w:r>
        <w:t xml:space="preserve">Mit einer spannenden </w:t>
      </w:r>
      <w:r w:rsidR="00754C4A">
        <w:t>A</w:t>
      </w:r>
      <w:r>
        <w:t xml:space="preserve">ktion </w:t>
      </w:r>
      <w:r w:rsidR="00A16D81">
        <w:t>gestaltete</w:t>
      </w:r>
      <w:r>
        <w:t xml:space="preserve"> SIEGENIA </w:t>
      </w:r>
      <w:r w:rsidR="00754C4A">
        <w:t>abwechslungsreiche Ferientag</w:t>
      </w:r>
      <w:r w:rsidR="002926ED">
        <w:t>e</w:t>
      </w:r>
      <w:r w:rsidR="00226DB0" w:rsidRPr="00226DB0">
        <w:t xml:space="preserve"> </w:t>
      </w:r>
      <w:r w:rsidR="00226DB0">
        <w:t xml:space="preserve">für </w:t>
      </w:r>
      <w:r w:rsidR="00985874">
        <w:t xml:space="preserve">Jugendliche </w:t>
      </w:r>
      <w:r w:rsidR="00226DB0">
        <w:t xml:space="preserve">aus der </w:t>
      </w:r>
      <w:r w:rsidR="00FD0F63">
        <w:t>R</w:t>
      </w:r>
      <w:r w:rsidR="00226DB0">
        <w:t>egion</w:t>
      </w:r>
      <w:r w:rsidR="00754C4A">
        <w:t>:</w:t>
      </w:r>
      <w:r w:rsidR="00C900D7">
        <w:t xml:space="preserve"> Unter dem Motto „Technik erleben bei SIEGENIA“ lud das Siegerländer Unternehmen Schülerinnen und Schüler an den Hauptstandort </w:t>
      </w:r>
      <w:r w:rsidR="00A16D81">
        <w:t xml:space="preserve">in </w:t>
      </w:r>
      <w:r w:rsidR="00C900D7">
        <w:t xml:space="preserve">Wilnsdorf-Niederdielfen ein, um ihnen einen </w:t>
      </w:r>
      <w:r w:rsidR="00A16D81">
        <w:t xml:space="preserve">ebenso </w:t>
      </w:r>
      <w:r w:rsidR="00C900D7">
        <w:t xml:space="preserve">unterhaltsamen </w:t>
      </w:r>
      <w:r w:rsidR="00A16D81">
        <w:t xml:space="preserve">wie lehrreichen </w:t>
      </w:r>
      <w:r w:rsidR="00C900D7">
        <w:t xml:space="preserve">Einblick in das Unternehmen und seine technischen Berufsbilder zu </w:t>
      </w:r>
      <w:r w:rsidR="00226DB0">
        <w:t>geben</w:t>
      </w:r>
      <w:r w:rsidR="00C900D7">
        <w:t xml:space="preserve">. </w:t>
      </w:r>
      <w:r w:rsidR="00A16D81">
        <w:t>„</w:t>
      </w:r>
      <w:r w:rsidR="00226DB0">
        <w:t>Immer wieder stellen wir fest</w:t>
      </w:r>
      <w:r w:rsidR="00A16D81">
        <w:t>, dass es junge</w:t>
      </w:r>
      <w:r w:rsidR="00226DB0">
        <w:t>n</w:t>
      </w:r>
      <w:r w:rsidR="00A16D81">
        <w:t xml:space="preserve"> Menschen nach dem Schulabschluss </w:t>
      </w:r>
      <w:r w:rsidR="00226DB0">
        <w:t xml:space="preserve">an </w:t>
      </w:r>
      <w:r w:rsidR="00A16D81">
        <w:t>Orientierung</w:t>
      </w:r>
      <w:r w:rsidR="00226DB0">
        <w:t xml:space="preserve"> </w:t>
      </w:r>
      <w:r w:rsidR="00FD0F63">
        <w:t>fehlt</w:t>
      </w:r>
      <w:r w:rsidR="00226DB0">
        <w:t xml:space="preserve">. </w:t>
      </w:r>
      <w:r w:rsidR="00A16D81">
        <w:t xml:space="preserve">In Form von Schülerpraktika </w:t>
      </w:r>
      <w:r w:rsidR="00226DB0">
        <w:t>unterstützen</w:t>
      </w:r>
      <w:r w:rsidR="00A16D81">
        <w:t xml:space="preserve"> wir </w:t>
      </w:r>
      <w:r w:rsidR="00226DB0">
        <w:t xml:space="preserve">sie </w:t>
      </w:r>
      <w:r w:rsidR="00A16D81">
        <w:t xml:space="preserve">bereits seit langem </w:t>
      </w:r>
      <w:r w:rsidR="00226DB0">
        <w:t xml:space="preserve">bei der </w:t>
      </w:r>
      <w:r w:rsidR="00A16D81">
        <w:t xml:space="preserve">Berufswahl. Ziel </w:t>
      </w:r>
      <w:r w:rsidR="00226DB0">
        <w:t>d</w:t>
      </w:r>
      <w:r w:rsidR="00A16D81">
        <w:t xml:space="preserve">er Ferienaktion ist es, </w:t>
      </w:r>
      <w:r w:rsidR="00270ED5">
        <w:t xml:space="preserve">junge Menschen </w:t>
      </w:r>
      <w:r w:rsidR="00A16D81">
        <w:t xml:space="preserve">bereits </w:t>
      </w:r>
      <w:r w:rsidR="00FE270D">
        <w:t xml:space="preserve">früh </w:t>
      </w:r>
      <w:r w:rsidR="00A16D81">
        <w:t xml:space="preserve">an </w:t>
      </w:r>
      <w:r w:rsidR="00226DB0">
        <w:t>technische Berufsbilder heranzuführen“, schildert</w:t>
      </w:r>
      <w:r w:rsidR="00FD0F63">
        <w:t xml:space="preserve"> </w:t>
      </w:r>
      <w:r w:rsidR="00985874">
        <w:t>Lukas Löhr</w:t>
      </w:r>
      <w:r w:rsidR="00226DB0">
        <w:t>,</w:t>
      </w:r>
      <w:r w:rsidR="00FD0F63">
        <w:t xml:space="preserve"> </w:t>
      </w:r>
      <w:r w:rsidR="00226DB0">
        <w:t>Technische</w:t>
      </w:r>
      <w:r w:rsidR="00FD0F63">
        <w:t>r</w:t>
      </w:r>
      <w:r w:rsidR="00226DB0">
        <w:t xml:space="preserve"> Ausbild</w:t>
      </w:r>
      <w:r w:rsidR="00FD0F63">
        <w:t>er</w:t>
      </w:r>
      <w:r w:rsidR="00226DB0">
        <w:t xml:space="preserve"> bei SIEGENIA. </w:t>
      </w:r>
      <w:r w:rsidR="00A16D81">
        <w:t xml:space="preserve">  </w:t>
      </w:r>
    </w:p>
    <w:p w14:paraId="40B65F57" w14:textId="77777777" w:rsidR="00F6067C" w:rsidRPr="00B55070" w:rsidRDefault="00F6067C" w:rsidP="00F6067C">
      <w:pPr>
        <w:rPr>
          <w:szCs w:val="20"/>
        </w:rPr>
      </w:pPr>
    </w:p>
    <w:p w14:paraId="7D780883" w14:textId="2FD0C62B" w:rsidR="00481957" w:rsidRDefault="00481957" w:rsidP="00F6067C">
      <w:pPr>
        <w:rPr>
          <w:szCs w:val="20"/>
        </w:rPr>
      </w:pPr>
      <w:r>
        <w:rPr>
          <w:szCs w:val="20"/>
        </w:rPr>
        <w:t xml:space="preserve">In Kooperation mit der Gemeinde Wilnsdorf rief SIEGENIA für Juli zwei Termine für das Ferienprogramm der ansässigen </w:t>
      </w:r>
      <w:r w:rsidR="00270ED5">
        <w:rPr>
          <w:szCs w:val="20"/>
        </w:rPr>
        <w:t xml:space="preserve">Jugendlichen </w:t>
      </w:r>
      <w:r>
        <w:rPr>
          <w:szCs w:val="20"/>
        </w:rPr>
        <w:t xml:space="preserve">ins Leben. Von der </w:t>
      </w:r>
      <w:r w:rsidR="00521FC2">
        <w:rPr>
          <w:szCs w:val="20"/>
        </w:rPr>
        <w:t>Bereitschaft</w:t>
      </w:r>
      <w:r>
        <w:rPr>
          <w:szCs w:val="20"/>
        </w:rPr>
        <w:t xml:space="preserve"> des Siegerländer Unternehmens angetan, </w:t>
      </w:r>
      <w:r w:rsidR="00521FC2">
        <w:rPr>
          <w:szCs w:val="20"/>
        </w:rPr>
        <w:t xml:space="preserve">besuchte </w:t>
      </w:r>
      <w:r>
        <w:rPr>
          <w:szCs w:val="20"/>
        </w:rPr>
        <w:t xml:space="preserve">Hannes Gieseler, Bürgermeister der Gemeinde Wilnsdorf, </w:t>
      </w:r>
      <w:r w:rsidR="00521FC2">
        <w:rPr>
          <w:szCs w:val="20"/>
        </w:rPr>
        <w:t xml:space="preserve">den </w:t>
      </w:r>
      <w:r w:rsidR="00FE270D">
        <w:rPr>
          <w:szCs w:val="20"/>
        </w:rPr>
        <w:t>letzten Aktionstag</w:t>
      </w:r>
      <w:r w:rsidR="00521FC2">
        <w:rPr>
          <w:szCs w:val="20"/>
        </w:rPr>
        <w:t xml:space="preserve"> persönlich. Vor Ort begrüßt wurde er von Wieland Frank, Geschäftsführender Gesellschafter von SIEGENIA. </w:t>
      </w:r>
    </w:p>
    <w:p w14:paraId="2D0CDDF9" w14:textId="77777777" w:rsidR="00481957" w:rsidRDefault="00481957" w:rsidP="00F6067C">
      <w:pPr>
        <w:rPr>
          <w:szCs w:val="20"/>
        </w:rPr>
      </w:pPr>
    </w:p>
    <w:p w14:paraId="2F74767B" w14:textId="287CA944" w:rsidR="00F6067C" w:rsidRDefault="00226DB0" w:rsidP="00F6067C">
      <w:pPr>
        <w:rPr>
          <w:szCs w:val="20"/>
        </w:rPr>
      </w:pPr>
      <w:r>
        <w:rPr>
          <w:szCs w:val="20"/>
        </w:rPr>
        <w:t xml:space="preserve">Ergänzend </w:t>
      </w:r>
      <w:r w:rsidR="007E1B26">
        <w:rPr>
          <w:szCs w:val="20"/>
        </w:rPr>
        <w:t>initiierte das Unternehmen</w:t>
      </w:r>
      <w:r>
        <w:rPr>
          <w:szCs w:val="20"/>
        </w:rPr>
        <w:t xml:space="preserve"> </w:t>
      </w:r>
      <w:r w:rsidR="00C46850">
        <w:rPr>
          <w:szCs w:val="20"/>
        </w:rPr>
        <w:t xml:space="preserve">einen </w:t>
      </w:r>
      <w:r w:rsidR="00CF1D2C">
        <w:rPr>
          <w:szCs w:val="20"/>
        </w:rPr>
        <w:t xml:space="preserve">zusätzlichen </w:t>
      </w:r>
      <w:r w:rsidR="00C46850">
        <w:rPr>
          <w:szCs w:val="20"/>
        </w:rPr>
        <w:t xml:space="preserve">Schnuppertag </w:t>
      </w:r>
      <w:r>
        <w:rPr>
          <w:szCs w:val="20"/>
        </w:rPr>
        <w:t xml:space="preserve">für Kinder </w:t>
      </w:r>
      <w:r w:rsidR="007E1B26">
        <w:rPr>
          <w:szCs w:val="20"/>
        </w:rPr>
        <w:t xml:space="preserve">seiner </w:t>
      </w:r>
      <w:r>
        <w:rPr>
          <w:szCs w:val="20"/>
        </w:rPr>
        <w:t>Mitarbeitenden.</w:t>
      </w:r>
      <w:r w:rsidR="00C46850">
        <w:rPr>
          <w:szCs w:val="20"/>
        </w:rPr>
        <w:t xml:space="preserve"> „Als </w:t>
      </w:r>
      <w:r w:rsidR="004854C4">
        <w:rPr>
          <w:szCs w:val="20"/>
        </w:rPr>
        <w:t xml:space="preserve">zertifiziertes </w:t>
      </w:r>
      <w:r w:rsidR="00C46850">
        <w:rPr>
          <w:szCs w:val="20"/>
        </w:rPr>
        <w:t xml:space="preserve">‚Familienfreundliches Unternehmen‘ </w:t>
      </w:r>
      <w:r w:rsidR="00CF1D2C">
        <w:rPr>
          <w:szCs w:val="20"/>
        </w:rPr>
        <w:t xml:space="preserve">liegt uns das Wohlergehen unserer Mitarbeitenden </w:t>
      </w:r>
      <w:r w:rsidR="007E1B26">
        <w:rPr>
          <w:szCs w:val="20"/>
        </w:rPr>
        <w:t>a</w:t>
      </w:r>
      <w:r w:rsidR="00CF1D2C">
        <w:rPr>
          <w:szCs w:val="20"/>
        </w:rPr>
        <w:t>m Herzen“, schildert Ausbildungsleiterin Nina Herter.</w:t>
      </w:r>
      <w:r>
        <w:rPr>
          <w:szCs w:val="20"/>
        </w:rPr>
        <w:t xml:space="preserve"> </w:t>
      </w:r>
      <w:r w:rsidR="00CF1D2C">
        <w:rPr>
          <w:szCs w:val="20"/>
        </w:rPr>
        <w:t>„</w:t>
      </w:r>
      <w:r w:rsidR="004F4FA4">
        <w:rPr>
          <w:szCs w:val="20"/>
        </w:rPr>
        <w:t xml:space="preserve">Mit der Ferienaktion für </w:t>
      </w:r>
      <w:r w:rsidR="00270ED5">
        <w:rPr>
          <w:szCs w:val="20"/>
        </w:rPr>
        <w:t xml:space="preserve">Jugendliche </w:t>
      </w:r>
      <w:r w:rsidR="004F4FA4">
        <w:rPr>
          <w:szCs w:val="20"/>
        </w:rPr>
        <w:t xml:space="preserve">haben wir </w:t>
      </w:r>
      <w:r w:rsidR="004854C4">
        <w:rPr>
          <w:szCs w:val="20"/>
        </w:rPr>
        <w:t>das</w:t>
      </w:r>
      <w:r w:rsidR="004F4FA4">
        <w:rPr>
          <w:szCs w:val="20"/>
        </w:rPr>
        <w:t xml:space="preserve"> pandemiebedingt ausgesetzte Vorhaben, attraktive Angebote zur </w:t>
      </w:r>
      <w:r w:rsidR="007E1B26">
        <w:rPr>
          <w:szCs w:val="20"/>
        </w:rPr>
        <w:t>Ferien</w:t>
      </w:r>
      <w:r w:rsidR="004F4FA4">
        <w:rPr>
          <w:szCs w:val="20"/>
        </w:rPr>
        <w:t>betreuung bereitzustellen,</w:t>
      </w:r>
      <w:r w:rsidR="007E1B26">
        <w:rPr>
          <w:szCs w:val="20"/>
        </w:rPr>
        <w:t xml:space="preserve"> aufleben lassen und </w:t>
      </w:r>
      <w:r w:rsidR="005B05FC">
        <w:rPr>
          <w:szCs w:val="20"/>
        </w:rPr>
        <w:t>in diesem Jahr erste Ideen dazu umgesetzt</w:t>
      </w:r>
      <w:r w:rsidR="004F4FA4">
        <w:rPr>
          <w:szCs w:val="20"/>
        </w:rPr>
        <w:t>.</w:t>
      </w:r>
      <w:r w:rsidR="007E1B26">
        <w:rPr>
          <w:szCs w:val="20"/>
        </w:rPr>
        <w:t>“</w:t>
      </w:r>
      <w:r w:rsidR="004F4FA4">
        <w:rPr>
          <w:szCs w:val="20"/>
        </w:rPr>
        <w:t xml:space="preserve"> </w:t>
      </w:r>
    </w:p>
    <w:p w14:paraId="2B7D8E2E" w14:textId="6C3D672A" w:rsidR="00226DB0" w:rsidRDefault="00B81104" w:rsidP="004854C4">
      <w:pPr>
        <w:pStyle w:val="berschrift4"/>
      </w:pPr>
      <w:r>
        <w:t>Von der ersten Idee zum fertigen Miniaturauto</w:t>
      </w:r>
    </w:p>
    <w:p w14:paraId="7A3EE6E5" w14:textId="3890B0B6" w:rsidR="004854C4" w:rsidRDefault="004854C4" w:rsidP="007C27ED">
      <w:pPr>
        <w:rPr>
          <w:szCs w:val="20"/>
        </w:rPr>
      </w:pPr>
      <w:r>
        <w:t xml:space="preserve">Für die Gestaltung der drei </w:t>
      </w:r>
      <w:r w:rsidR="00B81104">
        <w:t>Technik</w:t>
      </w:r>
      <w:r>
        <w:t xml:space="preserve">tage </w:t>
      </w:r>
      <w:r w:rsidR="00FE270D">
        <w:t xml:space="preserve">hatte sich das Ausbilderteam </w:t>
      </w:r>
      <w:r>
        <w:t xml:space="preserve">ein spannendes Programm einfallen lassen. </w:t>
      </w:r>
      <w:r w:rsidR="007C27ED">
        <w:t xml:space="preserve">Gemeinsam mit </w:t>
      </w:r>
      <w:r w:rsidR="00270ED5">
        <w:t xml:space="preserve">ihren Gästen </w:t>
      </w:r>
      <w:r w:rsidR="007C27ED">
        <w:t xml:space="preserve">entwarfen </w:t>
      </w:r>
      <w:r w:rsidR="00E5561B">
        <w:t>d</w:t>
      </w:r>
      <w:r w:rsidR="00FD0F63">
        <w:t>ie</w:t>
      </w:r>
      <w:r w:rsidR="007C27ED">
        <w:t xml:space="preserve"> </w:t>
      </w:r>
      <w:r w:rsidR="00E5561B">
        <w:t xml:space="preserve">Ausbilder </w:t>
      </w:r>
      <w:r w:rsidR="007C27ED">
        <w:t xml:space="preserve">zunächst ein 3D-Modell für ein SIEGENIA-Auto, ein Miniaturmodell mit Firmenlogo. Hautnah erlebten </w:t>
      </w:r>
      <w:r w:rsidR="00E94D10">
        <w:t>die Jugendlichen</w:t>
      </w:r>
      <w:r w:rsidR="00270ED5">
        <w:t xml:space="preserve"> </w:t>
      </w:r>
      <w:r w:rsidR="007C27ED">
        <w:t xml:space="preserve">anschließend, </w:t>
      </w:r>
      <w:r w:rsidR="007C27ED">
        <w:rPr>
          <w:szCs w:val="20"/>
        </w:rPr>
        <w:t xml:space="preserve">wie ihre kreativen </w:t>
      </w:r>
      <w:r w:rsidR="00B81104">
        <w:rPr>
          <w:szCs w:val="20"/>
        </w:rPr>
        <w:t>Designi</w:t>
      </w:r>
      <w:r w:rsidR="007C27ED">
        <w:rPr>
          <w:szCs w:val="20"/>
        </w:rPr>
        <w:t xml:space="preserve">deen </w:t>
      </w:r>
      <w:r w:rsidR="007C27ED">
        <w:t>während des 3D-Drucks</w:t>
      </w:r>
      <w:r w:rsidR="007C27ED">
        <w:rPr>
          <w:szCs w:val="20"/>
        </w:rPr>
        <w:t xml:space="preserve"> Schritt für Schritt </w:t>
      </w:r>
      <w:r w:rsidR="00B81104">
        <w:rPr>
          <w:szCs w:val="20"/>
        </w:rPr>
        <w:t>sichtbar</w:t>
      </w:r>
      <w:r w:rsidR="007C27ED">
        <w:rPr>
          <w:szCs w:val="20"/>
        </w:rPr>
        <w:t xml:space="preserve"> wurden – ein beeindruckendes Erlebnis. </w:t>
      </w:r>
    </w:p>
    <w:p w14:paraId="11F69C05" w14:textId="77777777" w:rsidR="001D2F26" w:rsidRDefault="001D2F26" w:rsidP="007C27ED">
      <w:pPr>
        <w:rPr>
          <w:szCs w:val="20"/>
        </w:rPr>
      </w:pPr>
    </w:p>
    <w:p w14:paraId="2F5BCA95" w14:textId="4E5BFE50" w:rsidR="00A45916" w:rsidRDefault="001D2F26" w:rsidP="00757DA9">
      <w:pPr>
        <w:rPr>
          <w:szCs w:val="20"/>
        </w:rPr>
      </w:pPr>
      <w:r>
        <w:rPr>
          <w:szCs w:val="20"/>
        </w:rPr>
        <w:t xml:space="preserve">Nach einem Rundgang durch das Ausstellungszentrum und einem Mittagessen </w:t>
      </w:r>
      <w:r w:rsidR="00B81104">
        <w:rPr>
          <w:szCs w:val="20"/>
        </w:rPr>
        <w:t>beschäftigten</w:t>
      </w:r>
      <w:r>
        <w:rPr>
          <w:szCs w:val="20"/>
        </w:rPr>
        <w:t xml:space="preserve"> sich die Schülerinnen und Schüler unter Federführung der </w:t>
      </w:r>
      <w:r w:rsidR="00985874">
        <w:rPr>
          <w:szCs w:val="20"/>
        </w:rPr>
        <w:t>Azubis</w:t>
      </w:r>
      <w:r w:rsidR="00270ED5">
        <w:rPr>
          <w:szCs w:val="20"/>
        </w:rPr>
        <w:t xml:space="preserve"> </w:t>
      </w:r>
      <w:r w:rsidR="00DF6B2B">
        <w:rPr>
          <w:szCs w:val="20"/>
        </w:rPr>
        <w:t xml:space="preserve">von </w:t>
      </w:r>
      <w:r>
        <w:rPr>
          <w:szCs w:val="20"/>
        </w:rPr>
        <w:t xml:space="preserve">SIEGENIA </w:t>
      </w:r>
      <w:r w:rsidR="00B81104">
        <w:rPr>
          <w:szCs w:val="20"/>
        </w:rPr>
        <w:t>mit der</w:t>
      </w:r>
      <w:r>
        <w:rPr>
          <w:szCs w:val="20"/>
        </w:rPr>
        <w:t xml:space="preserve"> </w:t>
      </w:r>
      <w:r>
        <w:rPr>
          <w:szCs w:val="20"/>
        </w:rPr>
        <w:lastRenderedPageBreak/>
        <w:t xml:space="preserve">Fertigung </w:t>
      </w:r>
      <w:r w:rsidR="00B81104">
        <w:rPr>
          <w:szCs w:val="20"/>
        </w:rPr>
        <w:t>des</w:t>
      </w:r>
      <w:r>
        <w:rPr>
          <w:szCs w:val="20"/>
        </w:rPr>
        <w:t xml:space="preserve"> Untergestell</w:t>
      </w:r>
      <w:r w:rsidR="00B81104">
        <w:rPr>
          <w:szCs w:val="20"/>
        </w:rPr>
        <w:t>s</w:t>
      </w:r>
      <w:r>
        <w:rPr>
          <w:szCs w:val="20"/>
        </w:rPr>
        <w:t xml:space="preserve">. Mit Feuereifer </w:t>
      </w:r>
      <w:r w:rsidR="002015B0">
        <w:rPr>
          <w:szCs w:val="20"/>
        </w:rPr>
        <w:t>feilten, körnten, bohrten und schnitten sie</w:t>
      </w:r>
      <w:r w:rsidR="00DF6B2B">
        <w:rPr>
          <w:szCs w:val="20"/>
        </w:rPr>
        <w:t xml:space="preserve"> die einzelnen Bauteile</w:t>
      </w:r>
      <w:r w:rsidR="002015B0">
        <w:rPr>
          <w:szCs w:val="20"/>
        </w:rPr>
        <w:t xml:space="preserve"> und lernten dadurch zahlreiche handwerkliche Fertigkeiten kennen. </w:t>
      </w:r>
      <w:r w:rsidR="00757DA9">
        <w:rPr>
          <w:szCs w:val="20"/>
        </w:rPr>
        <w:t>Krönender Höhepunkt war die Endmontage des Autos, das die</w:t>
      </w:r>
      <w:r w:rsidR="005B05FC">
        <w:rPr>
          <w:szCs w:val="20"/>
        </w:rPr>
        <w:t xml:space="preserve"> potenziellen zukünftigen Auszubildenden</w:t>
      </w:r>
      <w:r w:rsidR="00757DA9">
        <w:rPr>
          <w:szCs w:val="20"/>
        </w:rPr>
        <w:t xml:space="preserve"> durchweg begeisterte. Abgerundet wurde das Tagesprogramm durch eine </w:t>
      </w:r>
      <w:r w:rsidR="00A45916">
        <w:rPr>
          <w:szCs w:val="20"/>
        </w:rPr>
        <w:t xml:space="preserve">Werksführung, </w:t>
      </w:r>
      <w:r w:rsidR="00757DA9">
        <w:rPr>
          <w:szCs w:val="20"/>
        </w:rPr>
        <w:t xml:space="preserve">die einen lebendigen </w:t>
      </w:r>
      <w:r w:rsidR="00A45916">
        <w:rPr>
          <w:szCs w:val="20"/>
        </w:rPr>
        <w:t>Einblick in die Produktionsabläufe und Prozesse</w:t>
      </w:r>
      <w:r w:rsidR="00757DA9">
        <w:rPr>
          <w:szCs w:val="20"/>
        </w:rPr>
        <w:t xml:space="preserve"> bei SIEGENIA vermittelte</w:t>
      </w:r>
      <w:r w:rsidR="00A45916">
        <w:rPr>
          <w:szCs w:val="20"/>
        </w:rPr>
        <w:t>.</w:t>
      </w:r>
    </w:p>
    <w:p w14:paraId="73090428" w14:textId="77777777" w:rsidR="00A45916" w:rsidRDefault="00A45916" w:rsidP="005E1468"/>
    <w:p w14:paraId="396CA404" w14:textId="77777777" w:rsidR="00FD0F63" w:rsidRDefault="00FD0F63" w:rsidP="005E1468"/>
    <w:p w14:paraId="5FC5AAFB" w14:textId="77777777" w:rsidR="005F3D5F" w:rsidRDefault="005F3D5F" w:rsidP="005E1468"/>
    <w:p w14:paraId="3D3D5738" w14:textId="77777777" w:rsidR="005E1468" w:rsidRDefault="005E1468" w:rsidP="005A7C57">
      <w:pPr>
        <w:pStyle w:val="berschrift4"/>
      </w:pPr>
      <w:bookmarkStart w:id="0" w:name="_Hlk141699092"/>
      <w:r>
        <w:t>Bildunterschriften</w:t>
      </w:r>
    </w:p>
    <w:p w14:paraId="7547D8BB" w14:textId="77777777" w:rsidR="002A7F37" w:rsidRDefault="002A7F37" w:rsidP="002A7F37">
      <w:r>
        <w:t>Bildquelle: SIEGENIA</w:t>
      </w:r>
    </w:p>
    <w:p w14:paraId="60527285" w14:textId="77777777" w:rsidR="002A7F37" w:rsidRPr="002A7F37" w:rsidRDefault="002A7F37" w:rsidP="002A7F37"/>
    <w:p w14:paraId="56004A6E" w14:textId="1D0D694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035E4">
        <w:rPr>
          <w:bCs/>
          <w:i/>
        </w:rPr>
        <w:t>Ferienaktion 2023_8062</w:t>
      </w:r>
      <w:r w:rsidRPr="00D129AE">
        <w:rPr>
          <w:bCs/>
          <w:i/>
        </w:rPr>
        <w:t xml:space="preserve">.jpg </w:t>
      </w:r>
    </w:p>
    <w:p w14:paraId="22DC8AE5" w14:textId="0CE543BF" w:rsidR="00C035E4" w:rsidRDefault="00101650" w:rsidP="005E1468">
      <w:r>
        <w:t xml:space="preserve">Unter dem Motto „Technik erleben bei SIEGENIA“ </w:t>
      </w:r>
      <w:r>
        <w:t xml:space="preserve">erhielten </w:t>
      </w:r>
      <w:r w:rsidR="002D2A69">
        <w:t>die Teilnehmerinnen</w:t>
      </w:r>
      <w:r>
        <w:t xml:space="preserve"> und </w:t>
      </w:r>
      <w:r w:rsidR="002D2A69">
        <w:t xml:space="preserve">Teilnehmer </w:t>
      </w:r>
      <w:r>
        <w:t>einen ebenso unterhaltsamen wie lehrreichen Einblick in das Unternehmen und seine technischen Berufsbilder</w:t>
      </w:r>
      <w:r>
        <w:t>.</w:t>
      </w:r>
    </w:p>
    <w:p w14:paraId="27D0DCC3" w14:textId="77777777" w:rsidR="00101650" w:rsidRDefault="00101650" w:rsidP="005E1468">
      <w:pPr>
        <w:rPr>
          <w:szCs w:val="20"/>
        </w:rPr>
      </w:pPr>
    </w:p>
    <w:p w14:paraId="0EEAF815" w14:textId="1AB79007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035E4">
        <w:rPr>
          <w:bCs/>
          <w:i/>
        </w:rPr>
        <w:t>Ferienaktion 2023_8110</w:t>
      </w:r>
      <w:r w:rsidRPr="00D129AE">
        <w:rPr>
          <w:bCs/>
          <w:i/>
        </w:rPr>
        <w:t xml:space="preserve">.jpg </w:t>
      </w:r>
    </w:p>
    <w:p w14:paraId="673BECE8" w14:textId="123B4380" w:rsidR="005E1468" w:rsidRDefault="00101650" w:rsidP="005E1468">
      <w:r>
        <w:rPr>
          <w:szCs w:val="20"/>
        </w:rPr>
        <w:t>Unterstützt von den Auszubildenden bei SIEGENIA arbeiteten die Jugendlichen an der Fertigstellung des SIEGENIA-Autos</w:t>
      </w:r>
      <w:r>
        <w:t>, ein Miniaturmodell mit Firmenlogo</w:t>
      </w:r>
      <w:r>
        <w:rPr>
          <w:szCs w:val="20"/>
        </w:rPr>
        <w:t>.</w:t>
      </w:r>
    </w:p>
    <w:p w14:paraId="66EE3FD7" w14:textId="77777777" w:rsidR="00C035E4" w:rsidRDefault="00C035E4" w:rsidP="00C035E4"/>
    <w:p w14:paraId="4738AF50" w14:textId="77777777" w:rsidR="00C035E4" w:rsidRDefault="00C035E4" w:rsidP="00C035E4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Ferienaktion 2023_</w:t>
      </w:r>
      <w:r>
        <w:rPr>
          <w:bCs/>
          <w:i/>
        </w:rPr>
        <w:t>8254</w:t>
      </w:r>
      <w:r w:rsidRPr="00D129AE">
        <w:rPr>
          <w:bCs/>
          <w:i/>
        </w:rPr>
        <w:t>.jpg</w:t>
      </w:r>
    </w:p>
    <w:p w14:paraId="7B9E9BCB" w14:textId="0E2DB8B8" w:rsidR="00C035E4" w:rsidRDefault="00101650" w:rsidP="00C035E4">
      <w:pPr>
        <w:rPr>
          <w:szCs w:val="20"/>
        </w:rPr>
      </w:pPr>
      <w:r>
        <w:rPr>
          <w:szCs w:val="20"/>
        </w:rPr>
        <w:t xml:space="preserve">Gemeinsam mit </w:t>
      </w:r>
      <w:r>
        <w:rPr>
          <w:szCs w:val="20"/>
        </w:rPr>
        <w:t>Wieland Frank</w:t>
      </w:r>
      <w:r>
        <w:rPr>
          <w:szCs w:val="20"/>
        </w:rPr>
        <w:t xml:space="preserve"> (r,)</w:t>
      </w:r>
      <w:r>
        <w:rPr>
          <w:szCs w:val="20"/>
        </w:rPr>
        <w:t xml:space="preserve">, Geschäftsführender Gesellschafter von </w:t>
      </w:r>
      <w:r>
        <w:rPr>
          <w:szCs w:val="20"/>
        </w:rPr>
        <w:t xml:space="preserve">SIEGENIA, machte sich </w:t>
      </w:r>
      <w:r w:rsidR="00C035E4">
        <w:rPr>
          <w:szCs w:val="20"/>
        </w:rPr>
        <w:t>Hannes Gieseler</w:t>
      </w:r>
      <w:r w:rsidR="00C035E4">
        <w:rPr>
          <w:szCs w:val="20"/>
        </w:rPr>
        <w:t xml:space="preserve"> (l.)</w:t>
      </w:r>
      <w:r w:rsidR="00C035E4">
        <w:rPr>
          <w:szCs w:val="20"/>
        </w:rPr>
        <w:t xml:space="preserve">, Bürgermeister der Gemeinde Wilnsdorf, </w:t>
      </w:r>
      <w:r>
        <w:rPr>
          <w:szCs w:val="20"/>
        </w:rPr>
        <w:t>an einem der Veranstaltungs</w:t>
      </w:r>
      <w:r w:rsidR="00C035E4">
        <w:rPr>
          <w:szCs w:val="20"/>
        </w:rPr>
        <w:t>tag</w:t>
      </w:r>
      <w:r>
        <w:rPr>
          <w:szCs w:val="20"/>
        </w:rPr>
        <w:t xml:space="preserve">e ein persönliches Bild von der Ferienaktion. </w:t>
      </w:r>
      <w:r w:rsidR="00C035E4">
        <w:rPr>
          <w:szCs w:val="20"/>
        </w:rPr>
        <w:t xml:space="preserve"> </w:t>
      </w:r>
    </w:p>
    <w:p w14:paraId="256F0E44" w14:textId="77777777" w:rsidR="008D7633" w:rsidRPr="00E14DD8" w:rsidRDefault="008D7633" w:rsidP="008D7633">
      <w:pPr>
        <w:rPr>
          <w:szCs w:val="20"/>
        </w:rPr>
      </w:pPr>
    </w:p>
    <w:bookmarkEnd w:id="0"/>
    <w:p w14:paraId="30831F0B" w14:textId="77777777" w:rsidR="008D7633" w:rsidRPr="00E14DD8" w:rsidRDefault="008D7633" w:rsidP="008D7633">
      <w:pPr>
        <w:rPr>
          <w:szCs w:val="20"/>
        </w:rPr>
      </w:pPr>
    </w:p>
    <w:p w14:paraId="314AC8C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15E866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D04733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EC4324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7C8F9C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423EF8F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1AA22B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7033B5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2088FE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D84D2A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B922CA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1C8EB2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3F1E5C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208B60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33BB68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4D65BA5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E86936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BD25ED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08D386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4B94FC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4379F3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4E4448B" w14:textId="22F0BEE0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5561B">
              <w:t>337</w:t>
            </w:r>
          </w:p>
          <w:p w14:paraId="5426657B" w14:textId="6CC6565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5561B">
              <w:t>2 690</w:t>
            </w:r>
            <w:r w:rsidRPr="00C33A1F">
              <w:br/>
              <w:t>(mit Leerzeichen)</w:t>
            </w:r>
          </w:p>
          <w:p w14:paraId="6010097B" w14:textId="77777777" w:rsidR="008D7633" w:rsidRDefault="008D7633" w:rsidP="007A5EB4">
            <w:pPr>
              <w:pStyle w:val="Formatvorlage2"/>
            </w:pPr>
          </w:p>
          <w:p w14:paraId="62489FCE" w14:textId="4A972CB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101650">
              <w:t>3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A45916">
              <w:t>7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17277F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38E092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720B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B01273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4AA14" w14:textId="77777777" w:rsidR="006B1E61" w:rsidRDefault="006B1E61">
      <w:r>
        <w:separator/>
      </w:r>
    </w:p>
  </w:endnote>
  <w:endnote w:type="continuationSeparator" w:id="0">
    <w:p w14:paraId="06B47D5A" w14:textId="77777777" w:rsidR="006B1E61" w:rsidRDefault="006B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34B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BA646" w14:textId="77777777" w:rsidR="006B1E61" w:rsidRDefault="006B1E61">
      <w:r>
        <w:separator/>
      </w:r>
    </w:p>
  </w:footnote>
  <w:footnote w:type="continuationSeparator" w:id="0">
    <w:p w14:paraId="0285666B" w14:textId="77777777" w:rsidR="006B1E61" w:rsidRDefault="006B1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D24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B642439" wp14:editId="7BCE9CB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31D67"/>
    <w:multiLevelType w:val="hybridMultilevel"/>
    <w:tmpl w:val="6038B1BE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B0BA8"/>
    <w:multiLevelType w:val="hybridMultilevel"/>
    <w:tmpl w:val="A222848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72875"/>
    <w:multiLevelType w:val="hybridMultilevel"/>
    <w:tmpl w:val="3926DFF4"/>
    <w:lvl w:ilvl="0" w:tplc="9FEEF1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6"/>
  </w:num>
  <w:num w:numId="4" w16cid:durableId="230700180">
    <w:abstractNumId w:val="3"/>
  </w:num>
  <w:num w:numId="5" w16cid:durableId="1583679368">
    <w:abstractNumId w:val="2"/>
  </w:num>
  <w:num w:numId="6" w16cid:durableId="10691454">
    <w:abstractNumId w:val="4"/>
  </w:num>
  <w:num w:numId="7" w16cid:durableId="540439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16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1650"/>
    <w:rsid w:val="001025BB"/>
    <w:rsid w:val="0010792E"/>
    <w:rsid w:val="001128F1"/>
    <w:rsid w:val="00114B1E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C749F"/>
    <w:rsid w:val="001D0FDA"/>
    <w:rsid w:val="001D26E4"/>
    <w:rsid w:val="001D2F26"/>
    <w:rsid w:val="001E0780"/>
    <w:rsid w:val="001E1DA6"/>
    <w:rsid w:val="001F3432"/>
    <w:rsid w:val="002015B0"/>
    <w:rsid w:val="002046D3"/>
    <w:rsid w:val="00226DB0"/>
    <w:rsid w:val="00253494"/>
    <w:rsid w:val="00254A9B"/>
    <w:rsid w:val="00255FE8"/>
    <w:rsid w:val="00270ED5"/>
    <w:rsid w:val="00272508"/>
    <w:rsid w:val="002769DE"/>
    <w:rsid w:val="002819C3"/>
    <w:rsid w:val="002926ED"/>
    <w:rsid w:val="002A202C"/>
    <w:rsid w:val="002A7F37"/>
    <w:rsid w:val="002B55C4"/>
    <w:rsid w:val="002C00E2"/>
    <w:rsid w:val="002C36FE"/>
    <w:rsid w:val="002C5A66"/>
    <w:rsid w:val="002C6D41"/>
    <w:rsid w:val="002D023F"/>
    <w:rsid w:val="002D2A69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67A97"/>
    <w:rsid w:val="003715E2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12FD"/>
    <w:rsid w:val="004333E8"/>
    <w:rsid w:val="0044187A"/>
    <w:rsid w:val="00446899"/>
    <w:rsid w:val="00447689"/>
    <w:rsid w:val="00456C18"/>
    <w:rsid w:val="0046235C"/>
    <w:rsid w:val="004629AD"/>
    <w:rsid w:val="004806AF"/>
    <w:rsid w:val="00481957"/>
    <w:rsid w:val="004854C4"/>
    <w:rsid w:val="00486878"/>
    <w:rsid w:val="004B62AB"/>
    <w:rsid w:val="004C4FDA"/>
    <w:rsid w:val="004C503A"/>
    <w:rsid w:val="004E057A"/>
    <w:rsid w:val="004E2322"/>
    <w:rsid w:val="004E2BD7"/>
    <w:rsid w:val="004E3AF9"/>
    <w:rsid w:val="004F0A6F"/>
    <w:rsid w:val="004F4FA4"/>
    <w:rsid w:val="00510191"/>
    <w:rsid w:val="00521FC2"/>
    <w:rsid w:val="005254BE"/>
    <w:rsid w:val="0055033C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05FC"/>
    <w:rsid w:val="005E06F2"/>
    <w:rsid w:val="005E1468"/>
    <w:rsid w:val="005E3E61"/>
    <w:rsid w:val="005F2A75"/>
    <w:rsid w:val="005F3D5F"/>
    <w:rsid w:val="005F7B2E"/>
    <w:rsid w:val="006016B0"/>
    <w:rsid w:val="00602694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1E61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4C4A"/>
    <w:rsid w:val="00757DA9"/>
    <w:rsid w:val="00757DDE"/>
    <w:rsid w:val="00764AAC"/>
    <w:rsid w:val="007871C1"/>
    <w:rsid w:val="0079193B"/>
    <w:rsid w:val="00794A4F"/>
    <w:rsid w:val="007A5EB4"/>
    <w:rsid w:val="007A6E1C"/>
    <w:rsid w:val="007C27ED"/>
    <w:rsid w:val="007C50D1"/>
    <w:rsid w:val="007C5C24"/>
    <w:rsid w:val="007E1B26"/>
    <w:rsid w:val="007E2B7F"/>
    <w:rsid w:val="007F3F54"/>
    <w:rsid w:val="007F43E0"/>
    <w:rsid w:val="00801D78"/>
    <w:rsid w:val="008078CF"/>
    <w:rsid w:val="00810D1B"/>
    <w:rsid w:val="008171AF"/>
    <w:rsid w:val="00826F82"/>
    <w:rsid w:val="0083465B"/>
    <w:rsid w:val="00835351"/>
    <w:rsid w:val="008366E0"/>
    <w:rsid w:val="008429DC"/>
    <w:rsid w:val="0085079E"/>
    <w:rsid w:val="00852D9D"/>
    <w:rsid w:val="00853823"/>
    <w:rsid w:val="00857009"/>
    <w:rsid w:val="00857800"/>
    <w:rsid w:val="0086386E"/>
    <w:rsid w:val="00871847"/>
    <w:rsid w:val="00883206"/>
    <w:rsid w:val="0088486D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5874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6D81"/>
    <w:rsid w:val="00A17D84"/>
    <w:rsid w:val="00A22DF2"/>
    <w:rsid w:val="00A23065"/>
    <w:rsid w:val="00A2339E"/>
    <w:rsid w:val="00A24651"/>
    <w:rsid w:val="00A25EB9"/>
    <w:rsid w:val="00A32395"/>
    <w:rsid w:val="00A40AB4"/>
    <w:rsid w:val="00A45916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5D4"/>
    <w:rsid w:val="00B41B50"/>
    <w:rsid w:val="00B47777"/>
    <w:rsid w:val="00B47ADF"/>
    <w:rsid w:val="00B55070"/>
    <w:rsid w:val="00B62ECB"/>
    <w:rsid w:val="00B63C95"/>
    <w:rsid w:val="00B63E35"/>
    <w:rsid w:val="00B74F26"/>
    <w:rsid w:val="00B81104"/>
    <w:rsid w:val="00B84773"/>
    <w:rsid w:val="00B908A8"/>
    <w:rsid w:val="00B92EF0"/>
    <w:rsid w:val="00B93961"/>
    <w:rsid w:val="00BA5B2A"/>
    <w:rsid w:val="00BC7A5E"/>
    <w:rsid w:val="00BD76B1"/>
    <w:rsid w:val="00BE62B4"/>
    <w:rsid w:val="00BE69F6"/>
    <w:rsid w:val="00BF6132"/>
    <w:rsid w:val="00BF787D"/>
    <w:rsid w:val="00C02C5D"/>
    <w:rsid w:val="00C035E4"/>
    <w:rsid w:val="00C14A00"/>
    <w:rsid w:val="00C24B77"/>
    <w:rsid w:val="00C2717C"/>
    <w:rsid w:val="00C33A1F"/>
    <w:rsid w:val="00C46850"/>
    <w:rsid w:val="00C52D3B"/>
    <w:rsid w:val="00C53FE3"/>
    <w:rsid w:val="00C55524"/>
    <w:rsid w:val="00C615A2"/>
    <w:rsid w:val="00C65852"/>
    <w:rsid w:val="00C72B49"/>
    <w:rsid w:val="00C77106"/>
    <w:rsid w:val="00C87836"/>
    <w:rsid w:val="00C900D7"/>
    <w:rsid w:val="00C92A2E"/>
    <w:rsid w:val="00CA66F5"/>
    <w:rsid w:val="00CA6BD1"/>
    <w:rsid w:val="00CE16F1"/>
    <w:rsid w:val="00CE5038"/>
    <w:rsid w:val="00CE5448"/>
    <w:rsid w:val="00CE5488"/>
    <w:rsid w:val="00CE63E0"/>
    <w:rsid w:val="00CE7895"/>
    <w:rsid w:val="00CF1D2C"/>
    <w:rsid w:val="00CF6534"/>
    <w:rsid w:val="00CF72EF"/>
    <w:rsid w:val="00CF7462"/>
    <w:rsid w:val="00CF76E1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6B2B"/>
    <w:rsid w:val="00E03F6F"/>
    <w:rsid w:val="00E04C83"/>
    <w:rsid w:val="00E14DD8"/>
    <w:rsid w:val="00E155F0"/>
    <w:rsid w:val="00E17E89"/>
    <w:rsid w:val="00E20D4D"/>
    <w:rsid w:val="00E2358B"/>
    <w:rsid w:val="00E27170"/>
    <w:rsid w:val="00E34020"/>
    <w:rsid w:val="00E3479A"/>
    <w:rsid w:val="00E5561B"/>
    <w:rsid w:val="00E6313B"/>
    <w:rsid w:val="00E66783"/>
    <w:rsid w:val="00E76C0B"/>
    <w:rsid w:val="00E76D9B"/>
    <w:rsid w:val="00E77789"/>
    <w:rsid w:val="00E80515"/>
    <w:rsid w:val="00E94D10"/>
    <w:rsid w:val="00E954AC"/>
    <w:rsid w:val="00EA2954"/>
    <w:rsid w:val="00EB511E"/>
    <w:rsid w:val="00EB632F"/>
    <w:rsid w:val="00EC1396"/>
    <w:rsid w:val="00EE123F"/>
    <w:rsid w:val="00EE6249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0E3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0F63"/>
    <w:rsid w:val="00FD182E"/>
    <w:rsid w:val="00FE1822"/>
    <w:rsid w:val="00FE1C52"/>
    <w:rsid w:val="00FE226B"/>
    <w:rsid w:val="00FE270D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417CE"/>
  <w15:docId w15:val="{D881D5D0-3FFD-447F-9925-439FF5BE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berarbeitung">
    <w:name w:val="Revision"/>
    <w:hidden/>
    <w:uiPriority w:val="99"/>
    <w:semiHidden/>
    <w:rsid w:val="00985874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EE73-0BD4-4FCB-9C33-97829837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562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4095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2023-07-31T10:36:00Z</dcterms:created>
  <dcterms:modified xsi:type="dcterms:W3CDTF">2023-07-31T12:05:00Z</dcterms:modified>
</cp:coreProperties>
</file>