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BA88F" w14:textId="50F193D4" w:rsidR="005E1468" w:rsidRPr="00D22E39" w:rsidRDefault="00D22E39" w:rsidP="005E1468">
      <w:pPr>
        <w:pStyle w:val="berschrift2"/>
      </w:pPr>
      <w:r>
        <w:t xml:space="preserve">Neue Wege im </w:t>
      </w:r>
      <w:r w:rsidR="00E561B5">
        <w:t>Ausbildungs</w:t>
      </w:r>
      <w:r>
        <w:t xml:space="preserve">marketing: </w:t>
      </w:r>
      <w:r w:rsidR="000A2AC1">
        <w:br/>
      </w:r>
      <w:r w:rsidRPr="00D22E39">
        <w:t>SIEGENIA</w:t>
      </w:r>
      <w:r w:rsidR="00F6067C" w:rsidRPr="00D22E39">
        <w:t xml:space="preserve"> </w:t>
      </w:r>
      <w:r w:rsidR="004116AA">
        <w:t xml:space="preserve">Azubis </w:t>
      </w:r>
      <w:r>
        <w:t>rapp</w:t>
      </w:r>
      <w:r w:rsidR="004116AA">
        <w:t>en</w:t>
      </w:r>
    </w:p>
    <w:p w14:paraId="17AE4560" w14:textId="48D6B219" w:rsidR="00A82224" w:rsidRPr="00D22E39" w:rsidRDefault="00D22E39" w:rsidP="00A82224">
      <w:pPr>
        <w:pStyle w:val="berschrift1"/>
      </w:pPr>
      <w:r>
        <w:t xml:space="preserve">Musikvideo mit Benit Dinaj </w:t>
      </w:r>
      <w:r w:rsidR="002666A9">
        <w:t>spricht die Sprache junger Menschen</w:t>
      </w:r>
      <w:r w:rsidRPr="00D22E39">
        <w:t xml:space="preserve"> </w:t>
      </w:r>
    </w:p>
    <w:p w14:paraId="13A83C09" w14:textId="77777777" w:rsidR="005E1468" w:rsidRPr="00D22E39" w:rsidRDefault="005E1468" w:rsidP="005E1468"/>
    <w:p w14:paraId="3F43582E" w14:textId="6A1E1BA2" w:rsidR="00E74E36" w:rsidRDefault="002666A9" w:rsidP="005E1468">
      <w:r>
        <w:t xml:space="preserve">Die SIEGENIA GRUPPE beschreitet erneut unkonventionelle Wege, um </w:t>
      </w:r>
      <w:r w:rsidR="000A2AC1">
        <w:t xml:space="preserve">talentierten </w:t>
      </w:r>
      <w:r>
        <w:t xml:space="preserve">Nachwuchs </w:t>
      </w:r>
      <w:r w:rsidR="00E74E36">
        <w:t>auf sich aufmerksam zu machen</w:t>
      </w:r>
      <w:r>
        <w:t xml:space="preserve">: In einem Musikvideo stellt Azubi Benit Dinaj vom Hauptstandort </w:t>
      </w:r>
      <w:r w:rsidR="00E561B5">
        <w:t>Wilnsdorf-</w:t>
      </w:r>
      <w:r>
        <w:t xml:space="preserve">Niederdielfen jungen Menschen das Unternehmen, </w:t>
      </w:r>
      <w:r w:rsidR="009E7B7A">
        <w:t xml:space="preserve">dessen </w:t>
      </w:r>
      <w:r w:rsidR="00E561B5">
        <w:t>Produkte</w:t>
      </w:r>
      <w:r>
        <w:t xml:space="preserve"> und </w:t>
      </w:r>
      <w:r w:rsidR="00E561B5">
        <w:t>die Ausbildung</w:t>
      </w:r>
      <w:r>
        <w:t xml:space="preserve"> vor – </w:t>
      </w:r>
      <w:r w:rsidR="000C2090">
        <w:t>kreativ</w:t>
      </w:r>
      <w:r>
        <w:t xml:space="preserve">, unterhaltsam und zielgruppengerecht als Rap. „Das Interesse von Schulabgängern zu gewinnen, </w:t>
      </w:r>
      <w:r w:rsidR="000C2090">
        <w:t>wird</w:t>
      </w:r>
      <w:r w:rsidR="00674833">
        <w:t xml:space="preserve"> </w:t>
      </w:r>
      <w:r w:rsidR="000A2AC1">
        <w:t xml:space="preserve">zunehmend </w:t>
      </w:r>
      <w:r w:rsidR="000C2090">
        <w:t>zur</w:t>
      </w:r>
      <w:r w:rsidR="00674833">
        <w:t xml:space="preserve"> Herausforderung</w:t>
      </w:r>
      <w:r w:rsidR="000C2090">
        <w:t xml:space="preserve">. Deshalb legen wir großen Wert auf eine Ansprache, </w:t>
      </w:r>
      <w:r w:rsidR="003760A2">
        <w:t xml:space="preserve">die </w:t>
      </w:r>
      <w:r w:rsidR="000C2090">
        <w:t xml:space="preserve">ihre Interessen und Werte </w:t>
      </w:r>
      <w:r w:rsidR="003760A2">
        <w:t>widerspiegelt</w:t>
      </w:r>
      <w:r w:rsidR="00674833">
        <w:t xml:space="preserve">“, erläutert </w:t>
      </w:r>
      <w:r w:rsidR="00674833" w:rsidRPr="00394B61">
        <w:t>Nadine Rajabpour</w:t>
      </w:r>
      <w:r w:rsidR="000C2090" w:rsidRPr="00394B61">
        <w:t xml:space="preserve">, Ausbilderin bei </w:t>
      </w:r>
      <w:r w:rsidR="007442ED" w:rsidRPr="00394B61">
        <w:t xml:space="preserve">der </w:t>
      </w:r>
      <w:r w:rsidR="000C2090" w:rsidRPr="00394B61">
        <w:t xml:space="preserve">SIEGENIA </w:t>
      </w:r>
      <w:r w:rsidR="007442ED" w:rsidRPr="00394B61">
        <w:t>GRUPPE</w:t>
      </w:r>
      <w:r w:rsidR="00674833" w:rsidRPr="00394B61">
        <w:t>.</w:t>
      </w:r>
      <w:r w:rsidR="00674833">
        <w:t xml:space="preserve"> </w:t>
      </w:r>
    </w:p>
    <w:p w14:paraId="26E31317" w14:textId="77777777" w:rsidR="00E74E36" w:rsidRDefault="00E74E36" w:rsidP="005E1468"/>
    <w:p w14:paraId="3813D5AD" w14:textId="4ABCD0CA" w:rsidR="00A82224" w:rsidRDefault="00674833" w:rsidP="005E1468">
      <w:r>
        <w:t>„</w:t>
      </w:r>
      <w:r w:rsidR="00D123F9">
        <w:t>Erschwerend</w:t>
      </w:r>
      <w:r w:rsidR="000C2090">
        <w:t xml:space="preserve"> kommt</w:t>
      </w:r>
      <w:r w:rsidR="00D123F9">
        <w:t xml:space="preserve"> hinzu</w:t>
      </w:r>
      <w:r w:rsidR="000C2090">
        <w:t xml:space="preserve">, dass </w:t>
      </w:r>
      <w:r w:rsidR="003760A2">
        <w:t xml:space="preserve">wir den Dialog mit jungen Menschen </w:t>
      </w:r>
      <w:r w:rsidR="00B37FD1">
        <w:t>nicht</w:t>
      </w:r>
      <w:r w:rsidR="000C2090">
        <w:t xml:space="preserve"> </w:t>
      </w:r>
      <w:r w:rsidR="003760A2">
        <w:t>länger auf</w:t>
      </w:r>
      <w:r w:rsidR="00B37FD1">
        <w:t xml:space="preserve"> die Präsentation </w:t>
      </w:r>
      <w:r w:rsidR="003760A2">
        <w:t>unseres</w:t>
      </w:r>
      <w:r w:rsidR="00B37FD1">
        <w:t xml:space="preserve"> Unternehmens und seiner Benefits beschränken</w:t>
      </w:r>
      <w:r w:rsidR="003760A2">
        <w:t xml:space="preserve"> können</w:t>
      </w:r>
      <w:r w:rsidR="00B37FD1">
        <w:t xml:space="preserve">. Wir sind vielmehr gefordert, </w:t>
      </w:r>
      <w:r w:rsidR="003760A2">
        <w:t xml:space="preserve">ihnen </w:t>
      </w:r>
      <w:r w:rsidR="00B37FD1">
        <w:t>Orientierung zu geben</w:t>
      </w:r>
      <w:r w:rsidR="000C2090">
        <w:t xml:space="preserve"> und </w:t>
      </w:r>
      <w:r w:rsidR="00B37FD1">
        <w:t>eine ausführliche Berufsberatung durch</w:t>
      </w:r>
      <w:r w:rsidR="000C2090">
        <w:t>zu</w:t>
      </w:r>
      <w:r w:rsidR="00B37FD1">
        <w:t xml:space="preserve">führen.“ Hierzu präsentiert sich SIEGENIA ganzjährig mit seinem Angebot an Schulen, auf Messen und </w:t>
      </w:r>
      <w:r w:rsidR="004004A6">
        <w:t xml:space="preserve">in </w:t>
      </w:r>
      <w:r w:rsidR="00B37FD1">
        <w:t xml:space="preserve">Partnerveranstaltungen. Auch im Bereich </w:t>
      </w:r>
      <w:proofErr w:type="spellStart"/>
      <w:r w:rsidR="00B37FD1">
        <w:t>Social</w:t>
      </w:r>
      <w:proofErr w:type="spellEnd"/>
      <w:r w:rsidR="00B37FD1">
        <w:t xml:space="preserve"> Media ist das Unternehmen aktiv. </w:t>
      </w:r>
    </w:p>
    <w:p w14:paraId="450237CF" w14:textId="040F2DDE" w:rsidR="002666A9" w:rsidRPr="00D22E39" w:rsidRDefault="00810D4E" w:rsidP="00971202">
      <w:pPr>
        <w:pStyle w:val="berschrift4"/>
      </w:pPr>
      <w:r>
        <w:t>Vom Azubi-Seminar inspiriert</w:t>
      </w:r>
    </w:p>
    <w:p w14:paraId="597EA05D" w14:textId="2415881E" w:rsidR="009E77C1" w:rsidRDefault="00971202" w:rsidP="00E74E36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Die Idee zu</w:t>
      </w:r>
      <w:r w:rsidR="0040600A">
        <w:rPr>
          <w:rFonts w:cs="Arial"/>
          <w:color w:val="000000"/>
          <w:szCs w:val="20"/>
        </w:rPr>
        <w:t xml:space="preserve"> de</w:t>
      </w:r>
      <w:r>
        <w:rPr>
          <w:rFonts w:cs="Arial"/>
          <w:color w:val="000000"/>
          <w:szCs w:val="20"/>
        </w:rPr>
        <w:t xml:space="preserve">m neuen Ausbildungsvideo kam </w:t>
      </w:r>
      <w:r w:rsidR="009E77C1" w:rsidRPr="006B7779">
        <w:rPr>
          <w:rFonts w:cs="Arial"/>
          <w:color w:val="000000"/>
          <w:szCs w:val="20"/>
        </w:rPr>
        <w:t>Nadine Rajabpour</w:t>
      </w:r>
      <w:r w:rsidR="0040600A">
        <w:rPr>
          <w:rFonts w:cs="Arial"/>
          <w:color w:val="000000"/>
          <w:szCs w:val="20"/>
        </w:rPr>
        <w:t xml:space="preserve"> im Anschluss an das </w:t>
      </w:r>
      <w:r w:rsidR="004004A6">
        <w:rPr>
          <w:rFonts w:cs="Arial"/>
          <w:color w:val="000000"/>
          <w:szCs w:val="20"/>
        </w:rPr>
        <w:t>jüngste</w:t>
      </w:r>
      <w:r w:rsidR="0040600A">
        <w:rPr>
          <w:rFonts w:cs="Arial"/>
          <w:color w:val="000000"/>
          <w:szCs w:val="20"/>
        </w:rPr>
        <w:t xml:space="preserve"> Azubi-Seminar. Im Rahmen der dreitägigen Veranstaltung kommen die neuen Auszubildenden </w:t>
      </w:r>
      <w:r w:rsidR="004116AA">
        <w:rPr>
          <w:rFonts w:cs="Arial"/>
          <w:color w:val="000000"/>
          <w:szCs w:val="20"/>
        </w:rPr>
        <w:t xml:space="preserve">der deutschen Standorte </w:t>
      </w:r>
      <w:r w:rsidR="0040600A">
        <w:rPr>
          <w:rFonts w:cs="Arial"/>
          <w:color w:val="000000"/>
          <w:szCs w:val="20"/>
        </w:rPr>
        <w:t xml:space="preserve">zusammen, um </w:t>
      </w:r>
      <w:r w:rsidR="00E561B5">
        <w:rPr>
          <w:rFonts w:cs="Arial"/>
          <w:color w:val="000000"/>
          <w:szCs w:val="20"/>
        </w:rPr>
        <w:t xml:space="preserve">sich standortübergreifend kennenzulernen </w:t>
      </w:r>
      <w:r w:rsidR="0040600A">
        <w:rPr>
          <w:rFonts w:cs="Arial"/>
          <w:color w:val="000000"/>
          <w:szCs w:val="20"/>
        </w:rPr>
        <w:t xml:space="preserve">und als Team zusammenzuwachsen. Beim abendlichen Lagerfeuer entstand ein spontaner Freestyle Rap, von dem Nadine Rajabpour </w:t>
      </w:r>
      <w:r w:rsidR="00D123F9">
        <w:rPr>
          <w:rFonts w:cs="Arial"/>
          <w:color w:val="000000"/>
          <w:szCs w:val="20"/>
        </w:rPr>
        <w:t>erfuhr</w:t>
      </w:r>
      <w:r w:rsidR="0040600A">
        <w:rPr>
          <w:rFonts w:cs="Arial"/>
          <w:color w:val="000000"/>
          <w:szCs w:val="20"/>
        </w:rPr>
        <w:t xml:space="preserve">. „Ich suche ständig nach neuen, innovativen Wegen, Jugendliche für SIEGENIA und unsere Ausbildungsmöglichkeiten zu </w:t>
      </w:r>
      <w:r w:rsidR="00E74E36">
        <w:rPr>
          <w:rFonts w:cs="Arial"/>
          <w:color w:val="000000"/>
          <w:szCs w:val="20"/>
        </w:rPr>
        <w:t>gewinnen</w:t>
      </w:r>
      <w:r w:rsidR="0040600A">
        <w:rPr>
          <w:rFonts w:cs="Arial"/>
          <w:color w:val="000000"/>
          <w:szCs w:val="20"/>
        </w:rPr>
        <w:t xml:space="preserve">. </w:t>
      </w:r>
      <w:r w:rsidR="00E74E36">
        <w:rPr>
          <w:rFonts w:cs="Arial"/>
          <w:color w:val="000000"/>
          <w:szCs w:val="20"/>
        </w:rPr>
        <w:t>Musik unterhält</w:t>
      </w:r>
      <w:r w:rsidR="00D123F9">
        <w:rPr>
          <w:rFonts w:cs="Arial"/>
          <w:color w:val="000000"/>
          <w:szCs w:val="20"/>
        </w:rPr>
        <w:t xml:space="preserve"> und</w:t>
      </w:r>
      <w:r w:rsidR="00E74E36">
        <w:rPr>
          <w:rFonts w:cs="Arial"/>
          <w:color w:val="000000"/>
          <w:szCs w:val="20"/>
        </w:rPr>
        <w:t xml:space="preserve"> weckt Emotionen. Mit seinen Beiträgen auf </w:t>
      </w:r>
      <w:proofErr w:type="spellStart"/>
      <w:r w:rsidR="00E74E36">
        <w:rPr>
          <w:rFonts w:cs="Arial"/>
          <w:color w:val="000000"/>
          <w:szCs w:val="20"/>
        </w:rPr>
        <w:t>TikTok</w:t>
      </w:r>
      <w:proofErr w:type="spellEnd"/>
      <w:r w:rsidR="00E74E36">
        <w:rPr>
          <w:rFonts w:cs="Arial"/>
          <w:color w:val="000000"/>
          <w:szCs w:val="20"/>
        </w:rPr>
        <w:t xml:space="preserve"> und Instagram hat mich Benit Dinaj</w:t>
      </w:r>
      <w:r w:rsidR="001916B1">
        <w:rPr>
          <w:rFonts w:cs="Arial"/>
          <w:color w:val="000000"/>
          <w:szCs w:val="20"/>
        </w:rPr>
        <w:t xml:space="preserve"> </w:t>
      </w:r>
      <w:r w:rsidR="00E74E36">
        <w:rPr>
          <w:rFonts w:cs="Arial"/>
          <w:color w:val="000000"/>
          <w:szCs w:val="20"/>
        </w:rPr>
        <w:t>sofort begeistert. So entstand der Gedanke</w:t>
      </w:r>
      <w:r w:rsidR="002B1601">
        <w:rPr>
          <w:rFonts w:cs="Arial"/>
          <w:color w:val="000000"/>
          <w:szCs w:val="20"/>
        </w:rPr>
        <w:t xml:space="preserve"> zur Produktion eines</w:t>
      </w:r>
      <w:r w:rsidR="00E74E36">
        <w:rPr>
          <w:rFonts w:cs="Arial"/>
          <w:color w:val="000000"/>
          <w:szCs w:val="20"/>
        </w:rPr>
        <w:t xml:space="preserve"> Ausbildungsvideo</w:t>
      </w:r>
      <w:r w:rsidR="002B1601">
        <w:rPr>
          <w:rFonts w:cs="Arial"/>
          <w:color w:val="000000"/>
          <w:szCs w:val="20"/>
        </w:rPr>
        <w:t>s</w:t>
      </w:r>
      <w:r w:rsidR="009E77C1">
        <w:rPr>
          <w:rFonts w:cs="Arial"/>
          <w:color w:val="000000"/>
          <w:szCs w:val="20"/>
        </w:rPr>
        <w:t xml:space="preserve">, </w:t>
      </w:r>
      <w:r w:rsidR="00E74E36">
        <w:rPr>
          <w:rFonts w:cs="Arial"/>
          <w:color w:val="000000"/>
          <w:szCs w:val="20"/>
        </w:rPr>
        <w:t>das</w:t>
      </w:r>
      <w:r w:rsidR="009E77C1">
        <w:rPr>
          <w:rFonts w:cs="Arial"/>
          <w:color w:val="000000"/>
          <w:szCs w:val="20"/>
        </w:rPr>
        <w:t xml:space="preserve"> sich Jugendliche </w:t>
      </w:r>
      <w:r w:rsidR="00E74E36">
        <w:rPr>
          <w:rFonts w:cs="Arial"/>
          <w:color w:val="000000"/>
          <w:szCs w:val="20"/>
        </w:rPr>
        <w:t xml:space="preserve">auch </w:t>
      </w:r>
      <w:r w:rsidR="009E77C1">
        <w:rPr>
          <w:rFonts w:cs="Arial"/>
          <w:color w:val="000000"/>
          <w:szCs w:val="20"/>
        </w:rPr>
        <w:t xml:space="preserve">in </w:t>
      </w:r>
      <w:r w:rsidR="009C7468">
        <w:rPr>
          <w:rFonts w:cs="Arial"/>
          <w:color w:val="000000"/>
          <w:szCs w:val="20"/>
        </w:rPr>
        <w:t>i</w:t>
      </w:r>
      <w:r w:rsidR="009E77C1">
        <w:rPr>
          <w:rFonts w:cs="Arial"/>
          <w:color w:val="000000"/>
          <w:szCs w:val="20"/>
        </w:rPr>
        <w:t xml:space="preserve">hrer Freizeit </w:t>
      </w:r>
      <w:r w:rsidR="002B1601">
        <w:rPr>
          <w:rFonts w:cs="Arial"/>
          <w:color w:val="000000"/>
          <w:szCs w:val="20"/>
        </w:rPr>
        <w:t xml:space="preserve">gerne </w:t>
      </w:r>
      <w:r w:rsidR="009E77C1">
        <w:rPr>
          <w:rFonts w:cs="Arial"/>
          <w:color w:val="000000"/>
          <w:szCs w:val="20"/>
        </w:rPr>
        <w:t>anschauen</w:t>
      </w:r>
      <w:r w:rsidR="00983474">
        <w:rPr>
          <w:rFonts w:cs="Arial"/>
          <w:color w:val="000000"/>
          <w:szCs w:val="20"/>
        </w:rPr>
        <w:t xml:space="preserve">, um sich auf </w:t>
      </w:r>
      <w:r w:rsidR="00BA4A16">
        <w:rPr>
          <w:rFonts w:cs="Arial"/>
          <w:color w:val="000000"/>
          <w:szCs w:val="20"/>
        </w:rPr>
        <w:t>unterhaltsame Weise über unser Unternehmen zu informieren</w:t>
      </w:r>
      <w:r w:rsidR="009E77C1">
        <w:rPr>
          <w:rFonts w:cs="Arial"/>
          <w:color w:val="000000"/>
          <w:szCs w:val="20"/>
        </w:rPr>
        <w:t>.</w:t>
      </w:r>
      <w:r w:rsidR="00BA4A16">
        <w:rPr>
          <w:rFonts w:cs="Arial"/>
          <w:color w:val="000000"/>
          <w:szCs w:val="20"/>
        </w:rPr>
        <w:t>“</w:t>
      </w:r>
    </w:p>
    <w:p w14:paraId="64938621" w14:textId="77777777" w:rsidR="00BA4A16" w:rsidRDefault="00BA4A16" w:rsidP="00E74E36">
      <w:pPr>
        <w:rPr>
          <w:rFonts w:cs="Arial"/>
          <w:color w:val="000000"/>
          <w:szCs w:val="20"/>
        </w:rPr>
      </w:pPr>
    </w:p>
    <w:p w14:paraId="542287F7" w14:textId="0645CF38" w:rsidR="00BB7261" w:rsidRPr="00B37FD1" w:rsidRDefault="00BA4A16" w:rsidP="00BA4A16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Auch Benit Dinaj, Auszubildener zum Industriekaufmann und Musiker, war von der Idee angetan</w:t>
      </w:r>
      <w:r w:rsidR="002B1601">
        <w:rPr>
          <w:rFonts w:cs="Arial"/>
          <w:color w:val="000000"/>
          <w:szCs w:val="20"/>
        </w:rPr>
        <w:t xml:space="preserve"> und schrieb in Absprache mit SIEGENIA den Text für den Ausbildungsrap. </w:t>
      </w:r>
      <w:r w:rsidR="002202C3">
        <w:rPr>
          <w:rFonts w:cs="Arial"/>
          <w:color w:val="000000"/>
          <w:szCs w:val="20"/>
        </w:rPr>
        <w:t>Vor</w:t>
      </w:r>
      <w:r w:rsidR="002B1601">
        <w:rPr>
          <w:rFonts w:cs="Arial"/>
          <w:color w:val="000000"/>
          <w:szCs w:val="20"/>
        </w:rPr>
        <w:t xml:space="preserve"> der Kamera ist er </w:t>
      </w:r>
      <w:r w:rsidR="002202C3">
        <w:rPr>
          <w:rFonts w:cs="Arial"/>
          <w:color w:val="000000"/>
          <w:szCs w:val="20"/>
        </w:rPr>
        <w:t xml:space="preserve">ebenfalls </w:t>
      </w:r>
      <w:r w:rsidR="002B1601">
        <w:rPr>
          <w:rFonts w:cs="Arial"/>
          <w:color w:val="000000"/>
          <w:szCs w:val="20"/>
        </w:rPr>
        <w:t>zu sehen</w:t>
      </w:r>
      <w:r w:rsidR="00423451">
        <w:rPr>
          <w:rFonts w:cs="Arial"/>
          <w:color w:val="000000"/>
          <w:szCs w:val="20"/>
        </w:rPr>
        <w:t xml:space="preserve">: Er spielt die Hauptrolle in dem </w:t>
      </w:r>
      <w:r w:rsidR="00E561B5">
        <w:rPr>
          <w:rFonts w:cs="Arial"/>
          <w:color w:val="000000"/>
          <w:szCs w:val="20"/>
        </w:rPr>
        <w:t xml:space="preserve">gut zweiminütigen </w:t>
      </w:r>
      <w:r w:rsidR="00423451">
        <w:rPr>
          <w:rFonts w:cs="Arial"/>
          <w:color w:val="000000"/>
          <w:szCs w:val="20"/>
        </w:rPr>
        <w:t xml:space="preserve">Video, </w:t>
      </w:r>
      <w:r w:rsidR="008502FF">
        <w:rPr>
          <w:rFonts w:cs="Arial"/>
          <w:color w:val="000000"/>
          <w:szCs w:val="20"/>
        </w:rPr>
        <w:t xml:space="preserve">das </w:t>
      </w:r>
      <w:r w:rsidR="008502FF">
        <w:rPr>
          <w:rFonts w:cs="Arial"/>
          <w:color w:val="000000"/>
          <w:szCs w:val="20"/>
        </w:rPr>
        <w:lastRenderedPageBreak/>
        <w:t xml:space="preserve">Ausbildungsinteressierten einen lebendigen und anschaulichen Einblick in das Unternehmen gibt. </w:t>
      </w:r>
      <w:r w:rsidR="002202C3">
        <w:rPr>
          <w:rFonts w:cs="Arial"/>
          <w:color w:val="000000"/>
          <w:szCs w:val="20"/>
        </w:rPr>
        <w:t>„</w:t>
      </w:r>
      <w:r w:rsidR="00810D4E">
        <w:rPr>
          <w:rFonts w:cs="Arial"/>
          <w:color w:val="000000"/>
          <w:szCs w:val="20"/>
        </w:rPr>
        <w:t xml:space="preserve">Im Bereich </w:t>
      </w:r>
      <w:proofErr w:type="spellStart"/>
      <w:r w:rsidR="002202C3" w:rsidRPr="00B37FD1">
        <w:rPr>
          <w:rFonts w:cs="Arial"/>
          <w:color w:val="000000"/>
          <w:szCs w:val="20"/>
        </w:rPr>
        <w:t>Social</w:t>
      </w:r>
      <w:proofErr w:type="spellEnd"/>
      <w:r w:rsidR="002202C3" w:rsidRPr="00B37FD1">
        <w:rPr>
          <w:rFonts w:cs="Arial"/>
          <w:color w:val="000000"/>
          <w:szCs w:val="20"/>
        </w:rPr>
        <w:t xml:space="preserve"> Media sind wir bereits auf </w:t>
      </w:r>
      <w:r w:rsidR="002202C3">
        <w:rPr>
          <w:rFonts w:cs="Arial"/>
          <w:color w:val="000000"/>
          <w:szCs w:val="20"/>
        </w:rPr>
        <w:t xml:space="preserve">einem </w:t>
      </w:r>
      <w:r w:rsidR="002202C3" w:rsidRPr="00B37FD1">
        <w:rPr>
          <w:rFonts w:cs="Arial"/>
          <w:color w:val="000000"/>
          <w:szCs w:val="20"/>
        </w:rPr>
        <w:t>guten Weg</w:t>
      </w:r>
      <w:r w:rsidR="002202C3">
        <w:rPr>
          <w:rFonts w:cs="Arial"/>
          <w:color w:val="000000"/>
          <w:szCs w:val="20"/>
        </w:rPr>
        <w:t xml:space="preserve">“, findet Nadine Rajabpour. „Mit dem neuen Video wollen wir auffallen. Die </w:t>
      </w:r>
      <w:r w:rsidR="002202C3" w:rsidRPr="00BB7261">
        <w:rPr>
          <w:rStyle w:val="fontstyle01"/>
          <w:rFonts w:ascii="Arial" w:hAnsi="Arial" w:cs="Arial"/>
          <w:sz w:val="20"/>
          <w:szCs w:val="20"/>
        </w:rPr>
        <w:t xml:space="preserve">Kombination </w:t>
      </w:r>
      <w:r w:rsidR="002202C3">
        <w:rPr>
          <w:rStyle w:val="fontstyle01"/>
          <w:rFonts w:ascii="Arial" w:hAnsi="Arial" w:cs="Arial"/>
          <w:sz w:val="20"/>
          <w:szCs w:val="20"/>
        </w:rPr>
        <w:t>aus</w:t>
      </w:r>
      <w:r w:rsidR="002202C3" w:rsidRPr="00BB7261">
        <w:rPr>
          <w:rStyle w:val="fontstyle01"/>
          <w:rFonts w:ascii="Arial" w:hAnsi="Arial" w:cs="Arial"/>
          <w:sz w:val="20"/>
          <w:szCs w:val="20"/>
        </w:rPr>
        <w:t xml:space="preserve"> Musik, visuellen Effekten und einer dynamischen Inszenierung </w:t>
      </w:r>
      <w:r w:rsidR="002202C3">
        <w:rPr>
          <w:rStyle w:val="fontstyle01"/>
          <w:rFonts w:ascii="Arial" w:hAnsi="Arial" w:cs="Arial"/>
          <w:sz w:val="20"/>
          <w:szCs w:val="20"/>
        </w:rPr>
        <w:t>ist</w:t>
      </w:r>
      <w:r w:rsidR="002202C3" w:rsidRPr="00BB7261">
        <w:rPr>
          <w:rStyle w:val="fontstyle01"/>
          <w:rFonts w:ascii="Arial" w:hAnsi="Arial" w:cs="Arial"/>
          <w:sz w:val="20"/>
          <w:szCs w:val="20"/>
        </w:rPr>
        <w:t xml:space="preserve"> motivierend</w:t>
      </w:r>
      <w:r w:rsidR="002202C3">
        <w:rPr>
          <w:rStyle w:val="fontstyle01"/>
          <w:rFonts w:ascii="Arial" w:hAnsi="Arial" w:cs="Arial"/>
          <w:sz w:val="20"/>
          <w:szCs w:val="20"/>
        </w:rPr>
        <w:t xml:space="preserve"> und spricht die Sprache junger Menschen. Davon erhoffen wir uns ein hohes Maß an</w:t>
      </w:r>
      <w:r w:rsidR="009E77C1" w:rsidRPr="00B37FD1">
        <w:rPr>
          <w:rFonts w:cs="Arial"/>
          <w:color w:val="000000"/>
          <w:szCs w:val="20"/>
        </w:rPr>
        <w:t xml:space="preserve"> Aufmerksamkeit</w:t>
      </w:r>
      <w:r w:rsidR="002202C3">
        <w:rPr>
          <w:rFonts w:cs="Arial"/>
          <w:color w:val="000000"/>
          <w:szCs w:val="20"/>
        </w:rPr>
        <w:t>.</w:t>
      </w:r>
      <w:r w:rsidR="00810D4E">
        <w:rPr>
          <w:rFonts w:cs="Arial"/>
          <w:color w:val="000000"/>
          <w:szCs w:val="20"/>
        </w:rPr>
        <w:t>“</w:t>
      </w:r>
      <w:r w:rsidR="002202C3">
        <w:rPr>
          <w:rFonts w:cs="Arial"/>
          <w:color w:val="000000"/>
          <w:szCs w:val="20"/>
        </w:rPr>
        <w:t xml:space="preserve"> </w:t>
      </w:r>
    </w:p>
    <w:p w14:paraId="48462EFB" w14:textId="6CC10316" w:rsidR="009E77C1" w:rsidRPr="00BB7261" w:rsidRDefault="009E77C1" w:rsidP="009E77C1">
      <w:pPr>
        <w:rPr>
          <w:rFonts w:cs="Arial"/>
          <w:color w:val="000000"/>
          <w:szCs w:val="20"/>
        </w:rPr>
      </w:pPr>
    </w:p>
    <w:p w14:paraId="7E64F4FB" w14:textId="64C0D089" w:rsidR="009E77C1" w:rsidRPr="00394B61" w:rsidRDefault="009E77C1" w:rsidP="009C7468">
      <w:pPr>
        <w:rPr>
          <w:rFonts w:cs="Arial"/>
          <w:color w:val="1F497D"/>
          <w:szCs w:val="20"/>
        </w:rPr>
      </w:pPr>
      <w:r>
        <w:t xml:space="preserve">Zu sehen ist der Film auf der Homepage der SIEGENIA GRUPPE </w:t>
      </w:r>
      <w:r w:rsidR="000D6A25">
        <w:t xml:space="preserve">unter </w:t>
      </w:r>
      <w:r w:rsidR="00394B61" w:rsidRPr="00394B61">
        <w:rPr>
          <w:szCs w:val="20"/>
        </w:rPr>
        <w:t>www.siegenia.com/de/company/career/apprenticeship</w:t>
      </w:r>
      <w:r w:rsidR="00394B61">
        <w:rPr>
          <w:szCs w:val="20"/>
        </w:rPr>
        <w:t xml:space="preserve"> </w:t>
      </w:r>
      <w:r w:rsidR="00394B61">
        <w:rPr>
          <w:rStyle w:val="Hyperlink"/>
          <w:szCs w:val="20"/>
        </w:rPr>
        <w:t>(</w:t>
      </w:r>
      <w:hyperlink r:id="rId7" w:history="1">
        <w:r w:rsidR="00394B61">
          <w:rPr>
            <w:rStyle w:val="Hyperlink"/>
            <w:rFonts w:cs="Arial"/>
            <w:szCs w:val="20"/>
          </w:rPr>
          <w:t>https://link.si/ausbildungsvideo</w:t>
        </w:r>
      </w:hyperlink>
      <w:r w:rsidR="00394B61">
        <w:t>)</w:t>
      </w:r>
      <w:r w:rsidR="000D6A25">
        <w:t xml:space="preserve">, </w:t>
      </w:r>
      <w:r>
        <w:t>in den sozialen Netzwerken sowie auf der Videoplattform YouTube.</w:t>
      </w:r>
    </w:p>
    <w:p w14:paraId="0D552C1A" w14:textId="77777777" w:rsidR="009E77C1" w:rsidRDefault="009E77C1" w:rsidP="009C7468">
      <w:pPr>
        <w:rPr>
          <w:rFonts w:cs="Arial"/>
          <w:color w:val="000000"/>
          <w:szCs w:val="20"/>
        </w:rPr>
      </w:pPr>
    </w:p>
    <w:p w14:paraId="4CA8C852" w14:textId="77777777" w:rsidR="00F6067C" w:rsidRPr="00B55070" w:rsidRDefault="00F6067C" w:rsidP="00F6067C">
      <w:pPr>
        <w:rPr>
          <w:szCs w:val="20"/>
        </w:rPr>
      </w:pPr>
    </w:p>
    <w:p w14:paraId="0219D705" w14:textId="77777777" w:rsidR="005E1468" w:rsidRPr="00B55070" w:rsidRDefault="005E1468" w:rsidP="005E1468"/>
    <w:p w14:paraId="345A9D81" w14:textId="77777777" w:rsidR="005F3D5F" w:rsidRDefault="005F3D5F" w:rsidP="005E1468"/>
    <w:p w14:paraId="07393C16" w14:textId="77777777" w:rsidR="00CA1106" w:rsidRDefault="00CA1106" w:rsidP="005E1468"/>
    <w:p w14:paraId="650D930A" w14:textId="77777777" w:rsidR="00CA1106" w:rsidRDefault="00CA1106" w:rsidP="005E1468"/>
    <w:p w14:paraId="6FBC69A7" w14:textId="77777777" w:rsidR="00CA1106" w:rsidRDefault="00CA1106" w:rsidP="005E1468"/>
    <w:p w14:paraId="102F5C82" w14:textId="77777777" w:rsidR="00394B61" w:rsidRDefault="00394B61" w:rsidP="005E1468"/>
    <w:p w14:paraId="4D8956A1" w14:textId="77777777" w:rsidR="00CA1106" w:rsidRDefault="00CA1106" w:rsidP="005E1468"/>
    <w:p w14:paraId="42F51912" w14:textId="77777777" w:rsidR="00CA1106" w:rsidRDefault="00CA1106" w:rsidP="005E1468"/>
    <w:p w14:paraId="7E448517" w14:textId="77777777" w:rsidR="00CA1106" w:rsidRDefault="00CA1106" w:rsidP="005E1468"/>
    <w:p w14:paraId="3DE41DB2" w14:textId="77777777" w:rsidR="00CA1106" w:rsidRDefault="00CA1106" w:rsidP="005E1468"/>
    <w:p w14:paraId="13592AAC" w14:textId="77777777" w:rsidR="005E1468" w:rsidRDefault="005E1468" w:rsidP="005A7C57">
      <w:pPr>
        <w:pStyle w:val="berschrift4"/>
      </w:pPr>
      <w:r>
        <w:t>Bildunterschriften</w:t>
      </w:r>
    </w:p>
    <w:p w14:paraId="5EC6B391" w14:textId="77777777" w:rsidR="002A7F37" w:rsidRDefault="002A7F37" w:rsidP="002A7F37">
      <w:r>
        <w:t>Bildquelle: SIEGENIA</w:t>
      </w:r>
    </w:p>
    <w:p w14:paraId="07E3AC87" w14:textId="77777777" w:rsidR="002A7F37" w:rsidRPr="002A7F37" w:rsidRDefault="002A7F37" w:rsidP="002A7F37"/>
    <w:p w14:paraId="445E6B45" w14:textId="5787F4DC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7442ED">
        <w:rPr>
          <w:bCs/>
          <w:i/>
        </w:rPr>
        <w:t>SIEGENIA-Rap 3_</w:t>
      </w:r>
      <w:r w:rsidR="007442ED" w:rsidRPr="007442ED">
        <w:rPr>
          <w:bCs/>
          <w:i/>
        </w:rPr>
        <w:t>1128x815</w:t>
      </w:r>
      <w:r w:rsidRPr="00D129AE">
        <w:rPr>
          <w:bCs/>
          <w:i/>
        </w:rPr>
        <w:t xml:space="preserve">.jpg </w:t>
      </w:r>
    </w:p>
    <w:p w14:paraId="754600B1" w14:textId="381D94AB" w:rsidR="005E1468" w:rsidRPr="00D129AE" w:rsidRDefault="00CA1106" w:rsidP="005E1468">
      <w:r>
        <w:t>SIEGENIA Azubis rappen: Die SIEGENIA GRUPPE beschreitet erneut unkonventionelle Wege, um talentierten Nachwuchs auf sich aufmerksam zu machen.</w:t>
      </w:r>
    </w:p>
    <w:p w14:paraId="19958335" w14:textId="77777777" w:rsidR="005E1468" w:rsidRDefault="005E1468" w:rsidP="005E1468"/>
    <w:p w14:paraId="17D75A4E" w14:textId="5F4CF9C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="007442ED" w:rsidRPr="00D129AE">
        <w:rPr>
          <w:bCs/>
          <w:i/>
        </w:rPr>
        <w:t>_</w:t>
      </w:r>
      <w:r w:rsidR="007442ED">
        <w:rPr>
          <w:bCs/>
          <w:i/>
        </w:rPr>
        <w:t>SIEGENIA-Rap 1_</w:t>
      </w:r>
      <w:r w:rsidR="007442ED" w:rsidRPr="007442ED">
        <w:rPr>
          <w:bCs/>
          <w:i/>
        </w:rPr>
        <w:t>1128x815</w:t>
      </w:r>
      <w:r w:rsidR="007442ED" w:rsidRPr="00D129AE">
        <w:rPr>
          <w:bCs/>
          <w:i/>
        </w:rPr>
        <w:t>.jpg</w:t>
      </w:r>
      <w:r w:rsidRPr="00D129AE">
        <w:rPr>
          <w:bCs/>
          <w:i/>
        </w:rPr>
        <w:t xml:space="preserve"> </w:t>
      </w:r>
    </w:p>
    <w:p w14:paraId="3BB011D7" w14:textId="3C0551E8" w:rsidR="005E1468" w:rsidRPr="00D129AE" w:rsidRDefault="00CA1106" w:rsidP="005E1468">
      <w:r>
        <w:t>In einem Musikvideo stellt Azubi Benit Dinaj vom Hauptstandort Wilnsdorf-Niederdielfen jungen Menschen das Unternehmen, dessen Produkte und die Ausbildung vor.</w:t>
      </w:r>
    </w:p>
    <w:p w14:paraId="6CA94516" w14:textId="77777777" w:rsidR="005E1468" w:rsidRDefault="005E1468" w:rsidP="005E1468"/>
    <w:p w14:paraId="65078F46" w14:textId="7516FD34" w:rsidR="007442ED" w:rsidRPr="00D129AE" w:rsidRDefault="007442ED" w:rsidP="007442ED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SIEGENIA-Rap 2_</w:t>
      </w:r>
      <w:r w:rsidRPr="007442ED">
        <w:rPr>
          <w:bCs/>
          <w:i/>
        </w:rPr>
        <w:t>1128x815</w:t>
      </w:r>
      <w:r w:rsidRPr="00D129AE">
        <w:rPr>
          <w:bCs/>
          <w:i/>
        </w:rPr>
        <w:t xml:space="preserve">.jpg </w:t>
      </w:r>
    </w:p>
    <w:p w14:paraId="34CC50FB" w14:textId="0941ADC2" w:rsidR="008D7633" w:rsidRPr="00ED6392" w:rsidRDefault="00CA1106" w:rsidP="008D7633">
      <w:r>
        <w:rPr>
          <w:rFonts w:cs="Arial"/>
          <w:color w:val="000000"/>
          <w:szCs w:val="20"/>
        </w:rPr>
        <w:t xml:space="preserve">Das gut zweiminütige Video von SIEGENIA gibt Ausbildungsinteressierten einen lebendigen und anschaulichen Einblick in das Unternehmen. </w:t>
      </w:r>
    </w:p>
    <w:p w14:paraId="328AD2D8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5A44C7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2C7763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910173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9569781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9FF0E80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8DC07C9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C238834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A2D1917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F287E45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F80DAA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D5144B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1C5C041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A6D31B0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A180FFF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82A620E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6D00AAAB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DA05E6D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C5362A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5FB649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84F1E91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6E548A79" w14:textId="7D29EAAE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394B61">
              <w:t>367</w:t>
            </w:r>
          </w:p>
          <w:p w14:paraId="3C513014" w14:textId="7364DF4E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394B61">
              <w:t>2 780</w:t>
            </w:r>
            <w:r w:rsidRPr="00C33A1F">
              <w:br/>
              <w:t>(mit Leerzeichen)</w:t>
            </w:r>
          </w:p>
          <w:p w14:paraId="11AE4D4E" w14:textId="77777777" w:rsidR="008D7633" w:rsidRDefault="008D7633" w:rsidP="007A5EB4">
            <w:pPr>
              <w:pStyle w:val="Formatvorlage2"/>
            </w:pPr>
          </w:p>
          <w:p w14:paraId="66D85B3C" w14:textId="2E6AAEE2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854565">
              <w:t>08</w:t>
            </w:r>
            <w:r>
              <w:t>.</w:t>
            </w:r>
            <w:r w:rsidR="00486878">
              <w:t>0</w:t>
            </w:r>
            <w:r w:rsidR="00854565">
              <w:t>8</w:t>
            </w:r>
            <w:r>
              <w:t>.20</w:t>
            </w:r>
            <w:r w:rsidR="00122FEC">
              <w:t>2</w:t>
            </w:r>
            <w:r w:rsidR="00456C18">
              <w:t>3</w:t>
            </w:r>
          </w:p>
          <w:p w14:paraId="15310BF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B1E19C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6F76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CCF2488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47425" w14:textId="77777777" w:rsidR="007A578C" w:rsidRDefault="007A578C">
      <w:r>
        <w:separator/>
      </w:r>
    </w:p>
  </w:endnote>
  <w:endnote w:type="continuationSeparator" w:id="0">
    <w:p w14:paraId="06E0F4F3" w14:textId="77777777" w:rsidR="007A578C" w:rsidRDefault="007A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5998B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DE250" w14:textId="77777777" w:rsidR="007A578C" w:rsidRDefault="007A578C">
      <w:r>
        <w:separator/>
      </w:r>
    </w:p>
  </w:footnote>
  <w:footnote w:type="continuationSeparator" w:id="0">
    <w:p w14:paraId="57E8E112" w14:textId="77777777" w:rsidR="007A578C" w:rsidRDefault="007A5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4E290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5BCE142" wp14:editId="2A1A68D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05A7C"/>
    <w:multiLevelType w:val="hybridMultilevel"/>
    <w:tmpl w:val="2AAEBF68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A53ED"/>
    <w:multiLevelType w:val="hybridMultilevel"/>
    <w:tmpl w:val="039CF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4"/>
  </w:num>
  <w:num w:numId="4" w16cid:durableId="230700180">
    <w:abstractNumId w:val="3"/>
  </w:num>
  <w:num w:numId="5" w16cid:durableId="826553503">
    <w:abstractNumId w:val="5"/>
  </w:num>
  <w:num w:numId="6" w16cid:durableId="1926528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7C1"/>
    <w:rsid w:val="000024D9"/>
    <w:rsid w:val="00003256"/>
    <w:rsid w:val="0001449A"/>
    <w:rsid w:val="0001520C"/>
    <w:rsid w:val="00026907"/>
    <w:rsid w:val="00031F7F"/>
    <w:rsid w:val="00040EBF"/>
    <w:rsid w:val="00064165"/>
    <w:rsid w:val="000675C7"/>
    <w:rsid w:val="00090045"/>
    <w:rsid w:val="00095303"/>
    <w:rsid w:val="000A1DF0"/>
    <w:rsid w:val="000A2AC1"/>
    <w:rsid w:val="000A5CA3"/>
    <w:rsid w:val="000C2090"/>
    <w:rsid w:val="000D0C02"/>
    <w:rsid w:val="000D2A27"/>
    <w:rsid w:val="000D4874"/>
    <w:rsid w:val="000D6A25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003D"/>
    <w:rsid w:val="00171C51"/>
    <w:rsid w:val="001916B1"/>
    <w:rsid w:val="001B7003"/>
    <w:rsid w:val="001C39FF"/>
    <w:rsid w:val="001D26E4"/>
    <w:rsid w:val="001E0780"/>
    <w:rsid w:val="001E1DA6"/>
    <w:rsid w:val="001E22CD"/>
    <w:rsid w:val="001E6A9C"/>
    <w:rsid w:val="001F3432"/>
    <w:rsid w:val="002046D3"/>
    <w:rsid w:val="002202C3"/>
    <w:rsid w:val="00253494"/>
    <w:rsid w:val="00254A9B"/>
    <w:rsid w:val="00255FE8"/>
    <w:rsid w:val="002666A9"/>
    <w:rsid w:val="00272508"/>
    <w:rsid w:val="002769DE"/>
    <w:rsid w:val="002819C3"/>
    <w:rsid w:val="002A202C"/>
    <w:rsid w:val="002A7F37"/>
    <w:rsid w:val="002B1601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03F41"/>
    <w:rsid w:val="0031150D"/>
    <w:rsid w:val="003136F5"/>
    <w:rsid w:val="00324F84"/>
    <w:rsid w:val="00326F7E"/>
    <w:rsid w:val="00342DDF"/>
    <w:rsid w:val="00350ACA"/>
    <w:rsid w:val="003514C3"/>
    <w:rsid w:val="00357C43"/>
    <w:rsid w:val="00364DEF"/>
    <w:rsid w:val="00375A48"/>
    <w:rsid w:val="003760A2"/>
    <w:rsid w:val="0038244F"/>
    <w:rsid w:val="0038276B"/>
    <w:rsid w:val="0038499F"/>
    <w:rsid w:val="003914C5"/>
    <w:rsid w:val="00392D5F"/>
    <w:rsid w:val="00394B61"/>
    <w:rsid w:val="003A1BA5"/>
    <w:rsid w:val="003A3C82"/>
    <w:rsid w:val="003D61A2"/>
    <w:rsid w:val="003E0D26"/>
    <w:rsid w:val="003E378F"/>
    <w:rsid w:val="003E58F1"/>
    <w:rsid w:val="004004A6"/>
    <w:rsid w:val="0040600A"/>
    <w:rsid w:val="004116AA"/>
    <w:rsid w:val="004176D4"/>
    <w:rsid w:val="00420F79"/>
    <w:rsid w:val="00423451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B579E"/>
    <w:rsid w:val="004B62AB"/>
    <w:rsid w:val="004C4FDA"/>
    <w:rsid w:val="004C503A"/>
    <w:rsid w:val="004E057A"/>
    <w:rsid w:val="004E2322"/>
    <w:rsid w:val="004E2BD7"/>
    <w:rsid w:val="004E3AF9"/>
    <w:rsid w:val="004F3F89"/>
    <w:rsid w:val="00510032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06D52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4833"/>
    <w:rsid w:val="006866DF"/>
    <w:rsid w:val="00692205"/>
    <w:rsid w:val="0069295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442ED"/>
    <w:rsid w:val="00751517"/>
    <w:rsid w:val="00757DDE"/>
    <w:rsid w:val="00764AAC"/>
    <w:rsid w:val="007871C1"/>
    <w:rsid w:val="0079193B"/>
    <w:rsid w:val="00794A4F"/>
    <w:rsid w:val="007A578C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0D4E"/>
    <w:rsid w:val="008171AF"/>
    <w:rsid w:val="0083465B"/>
    <w:rsid w:val="00835351"/>
    <w:rsid w:val="008366E0"/>
    <w:rsid w:val="008429DC"/>
    <w:rsid w:val="008502FF"/>
    <w:rsid w:val="0085079E"/>
    <w:rsid w:val="00852D9D"/>
    <w:rsid w:val="00853823"/>
    <w:rsid w:val="00854565"/>
    <w:rsid w:val="00857800"/>
    <w:rsid w:val="0086386E"/>
    <w:rsid w:val="00871847"/>
    <w:rsid w:val="0088698F"/>
    <w:rsid w:val="00894ADF"/>
    <w:rsid w:val="008A6F1F"/>
    <w:rsid w:val="008C3491"/>
    <w:rsid w:val="008C5079"/>
    <w:rsid w:val="008D1FF9"/>
    <w:rsid w:val="008D2B30"/>
    <w:rsid w:val="008D3232"/>
    <w:rsid w:val="008D7633"/>
    <w:rsid w:val="00910883"/>
    <w:rsid w:val="0092580A"/>
    <w:rsid w:val="0093490C"/>
    <w:rsid w:val="0093664F"/>
    <w:rsid w:val="0093799E"/>
    <w:rsid w:val="00943EB0"/>
    <w:rsid w:val="00945CA5"/>
    <w:rsid w:val="009553BC"/>
    <w:rsid w:val="009557EA"/>
    <w:rsid w:val="00963959"/>
    <w:rsid w:val="00963D60"/>
    <w:rsid w:val="0096600A"/>
    <w:rsid w:val="00971202"/>
    <w:rsid w:val="00983474"/>
    <w:rsid w:val="00997239"/>
    <w:rsid w:val="009A3201"/>
    <w:rsid w:val="009B067B"/>
    <w:rsid w:val="009B4822"/>
    <w:rsid w:val="009B5300"/>
    <w:rsid w:val="009B5DE9"/>
    <w:rsid w:val="009C7468"/>
    <w:rsid w:val="009D0CC8"/>
    <w:rsid w:val="009D6C04"/>
    <w:rsid w:val="009E28F9"/>
    <w:rsid w:val="009E7597"/>
    <w:rsid w:val="009E77C1"/>
    <w:rsid w:val="009E7B7A"/>
    <w:rsid w:val="00A10759"/>
    <w:rsid w:val="00A12A8B"/>
    <w:rsid w:val="00A14556"/>
    <w:rsid w:val="00A1554C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79CA"/>
    <w:rsid w:val="00B057B0"/>
    <w:rsid w:val="00B11AB7"/>
    <w:rsid w:val="00B239B4"/>
    <w:rsid w:val="00B3687B"/>
    <w:rsid w:val="00B37FD1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4A16"/>
    <w:rsid w:val="00BA5B2A"/>
    <w:rsid w:val="00BB7261"/>
    <w:rsid w:val="00BD76B1"/>
    <w:rsid w:val="00BE62B4"/>
    <w:rsid w:val="00BE69F6"/>
    <w:rsid w:val="00BF6132"/>
    <w:rsid w:val="00C02C5D"/>
    <w:rsid w:val="00C04989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1106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23F9"/>
    <w:rsid w:val="00D22E39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1D2C"/>
    <w:rsid w:val="00E561B5"/>
    <w:rsid w:val="00E6313B"/>
    <w:rsid w:val="00E66783"/>
    <w:rsid w:val="00E74E36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C2288"/>
    <w:rsid w:val="00FD07B9"/>
    <w:rsid w:val="00FD182E"/>
    <w:rsid w:val="00FE1822"/>
    <w:rsid w:val="00FE1C52"/>
    <w:rsid w:val="00FE226B"/>
    <w:rsid w:val="00FE3AB9"/>
    <w:rsid w:val="00FF051D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370236"/>
  <w15:docId w15:val="{27DA7D10-E642-486C-98B3-498F3872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9E77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9E77C1"/>
    <w:rPr>
      <w:b/>
      <w:bCs/>
    </w:rPr>
  </w:style>
  <w:style w:type="character" w:customStyle="1" w:styleId="fontstyle01">
    <w:name w:val="fontstyle01"/>
    <w:basedOn w:val="Absatz-Standardschriftart"/>
    <w:rsid w:val="00BB7261"/>
    <w:rPr>
      <w:rFonts w:ascii="ArialMT" w:hAnsi="ArialMT" w:hint="default"/>
      <w:b w:val="0"/>
      <w:bCs w:val="0"/>
      <w:i w:val="0"/>
      <w:iCs w:val="0"/>
      <w:color w:val="000000"/>
      <w:sz w:val="36"/>
      <w:szCs w:val="36"/>
    </w:rPr>
  </w:style>
  <w:style w:type="paragraph" w:styleId="berarbeitung">
    <w:name w:val="Revision"/>
    <w:hidden/>
    <w:uiPriority w:val="99"/>
    <w:semiHidden/>
    <w:rsid w:val="00E561B5"/>
    <w:rPr>
      <w:rFonts w:ascii="Arial" w:hAnsi="Arial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06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4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ink.si/ausbildungsvide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566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4130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2023-08-04T08:30:00Z</dcterms:created>
  <dcterms:modified xsi:type="dcterms:W3CDTF">2023-08-08T09:38:00Z</dcterms:modified>
</cp:coreProperties>
</file>