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A7C2" w14:textId="4137BE2F" w:rsidR="005E1468" w:rsidRDefault="004B7770" w:rsidP="005E1468">
      <w:pPr>
        <w:pStyle w:val="berschrift2"/>
      </w:pPr>
      <w:r>
        <w:t xml:space="preserve">2 000 Setzlinge für den </w:t>
      </w:r>
      <w:proofErr w:type="spellStart"/>
      <w:r>
        <w:t>Wilnsdorfer</w:t>
      </w:r>
      <w:proofErr w:type="spellEnd"/>
      <w:r>
        <w:t xml:space="preserve"> Wald</w:t>
      </w:r>
    </w:p>
    <w:p w14:paraId="7C896DF4" w14:textId="77645A92" w:rsidR="00A82224" w:rsidRDefault="004B7770" w:rsidP="00A82224">
      <w:pPr>
        <w:pStyle w:val="berschrift1"/>
      </w:pPr>
      <w:r>
        <w:t xml:space="preserve">Tatkräftige Hilfe von den SIEGENIA Azubis beim Aufforstungsprojekt </w:t>
      </w:r>
    </w:p>
    <w:p w14:paraId="3F4C177C" w14:textId="77777777" w:rsidR="005E1468" w:rsidRPr="00B55070" w:rsidRDefault="005E1468" w:rsidP="005E1468"/>
    <w:p w14:paraId="79A41848" w14:textId="08798182" w:rsidR="006B6614" w:rsidRDefault="004B7770" w:rsidP="005E1468">
      <w:r>
        <w:t xml:space="preserve">Der Schutz von Natur und Umwelt ist den Auszubildenden von SIEGENIA ein Anliegen. Nach dem gelungenen Auftakt im Vorjahr legten sie </w:t>
      </w:r>
      <w:r w:rsidR="005E3B32">
        <w:t xml:space="preserve">deshalb </w:t>
      </w:r>
      <w:r w:rsidR="00FF0338">
        <w:t xml:space="preserve">Ende April </w:t>
      </w:r>
      <w:r w:rsidR="005E3B32">
        <w:t xml:space="preserve">gemeinsam mit Ausbildungsleiterin Nina Herter erneut Hand an </w:t>
      </w:r>
      <w:r w:rsidR="00F80BB8">
        <w:t>und unterstützten den Heimat- und Wanderverein Gernsdorf bei</w:t>
      </w:r>
      <w:r w:rsidR="006B6614">
        <w:t xml:space="preserve"> eine</w:t>
      </w:r>
      <w:r w:rsidR="00F80BB8">
        <w:t xml:space="preserve">m </w:t>
      </w:r>
      <w:r w:rsidR="006B6614">
        <w:t>großen</w:t>
      </w:r>
      <w:r w:rsidR="00F80BB8">
        <w:t xml:space="preserve"> Aufforstungsprojekt. Ebenfalls </w:t>
      </w:r>
      <w:r w:rsidR="006B6614">
        <w:t>dabei</w:t>
      </w:r>
      <w:r w:rsidR="00F80BB8">
        <w:t xml:space="preserve"> war SIEGENIA-Mitarbeiter Alexander Hoffmann, der als Mitglied des Heimat- und Wandervereins den Grundstein für die Zusammenarbeit gelegt hatte.</w:t>
      </w:r>
      <w:r w:rsidR="00C36BDF">
        <w:t xml:space="preserve"> </w:t>
      </w:r>
    </w:p>
    <w:p w14:paraId="5EF5005F" w14:textId="77777777" w:rsidR="006B6614" w:rsidRDefault="006B6614" w:rsidP="005E1468"/>
    <w:p w14:paraId="12EE3127" w14:textId="397D9D95" w:rsidR="00C52BB4" w:rsidRPr="00C52BB4" w:rsidRDefault="00C36BDF" w:rsidP="005E1468">
      <w:r>
        <w:t xml:space="preserve">Mit viel Spaß und Engagement halfen </w:t>
      </w:r>
      <w:r w:rsidR="00CA11CE">
        <w:t xml:space="preserve">die </w:t>
      </w:r>
      <w:r>
        <w:t xml:space="preserve">10 Azubis </w:t>
      </w:r>
      <w:r w:rsidR="00CA11CE">
        <w:t>dabei, die heimischen Wälder</w:t>
      </w:r>
      <w:r w:rsidR="00CA11CE" w:rsidRPr="00C52BB4">
        <w:t xml:space="preserve"> </w:t>
      </w:r>
      <w:r w:rsidR="00CA11CE">
        <w:t xml:space="preserve">um zahlreiche </w:t>
      </w:r>
      <w:r w:rsidR="00CA11CE" w:rsidRPr="00C52BB4">
        <w:t>Traubeneiche</w:t>
      </w:r>
      <w:r w:rsidR="00CA11CE">
        <w:t>n</w:t>
      </w:r>
      <w:r w:rsidR="00CA11CE" w:rsidRPr="00C52BB4">
        <w:t>, Küstentanne</w:t>
      </w:r>
      <w:r w:rsidR="00CA11CE">
        <w:t>n</w:t>
      </w:r>
      <w:r w:rsidR="00CA11CE" w:rsidRPr="00C52BB4">
        <w:t>, Vogelkirsche</w:t>
      </w:r>
      <w:r w:rsidR="00CA11CE">
        <w:t>n</w:t>
      </w:r>
      <w:r w:rsidR="00CA11CE" w:rsidRPr="00C52BB4">
        <w:t>, Lerche</w:t>
      </w:r>
      <w:r w:rsidR="00CA11CE">
        <w:t xml:space="preserve">n und andere Gehölze zu bereichern. Anschließend schützten sie </w:t>
      </w:r>
      <w:r w:rsidR="008501A8">
        <w:t>das</w:t>
      </w:r>
      <w:r w:rsidR="00CA11CE">
        <w:t xml:space="preserve"> Wachstum </w:t>
      </w:r>
      <w:r w:rsidR="008501A8">
        <w:t xml:space="preserve">der rund 2 000 Setzlinge </w:t>
      </w:r>
      <w:r w:rsidR="00CA11CE">
        <w:t xml:space="preserve">mithilfe von </w:t>
      </w:r>
      <w:proofErr w:type="spellStart"/>
      <w:r w:rsidR="00CA11CE">
        <w:t>Verbissschutzlösungen</w:t>
      </w:r>
      <w:proofErr w:type="spellEnd"/>
      <w:r w:rsidR="00CA11CE">
        <w:t xml:space="preserve"> vor Beschädigungen durch Wildtiere. </w:t>
      </w:r>
      <w:r w:rsidR="00C52BB4" w:rsidRPr="00C52BB4">
        <w:t xml:space="preserve">Nina Herter </w:t>
      </w:r>
      <w:r w:rsidR="006B6614">
        <w:t>freut sich über den Erfolg der Neuauflage</w:t>
      </w:r>
      <w:r w:rsidR="00C52BB4" w:rsidRPr="00C52BB4">
        <w:t>: "</w:t>
      </w:r>
      <w:r w:rsidR="008501A8">
        <w:t>Mit unserem Engagement</w:t>
      </w:r>
      <w:r w:rsidR="00C52BB4" w:rsidRPr="00C52BB4">
        <w:t xml:space="preserve"> leisten </w:t>
      </w:r>
      <w:r w:rsidR="008501A8">
        <w:t xml:space="preserve">wir </w:t>
      </w:r>
      <w:r w:rsidR="00C52BB4" w:rsidRPr="00C52BB4">
        <w:t xml:space="preserve">nicht nur einen Beitrag zum Umweltschutz </w:t>
      </w:r>
      <w:r w:rsidR="006B6614">
        <w:t>in unserer Region</w:t>
      </w:r>
      <w:r w:rsidR="00C52BB4" w:rsidRPr="00C52BB4">
        <w:t xml:space="preserve">. </w:t>
      </w:r>
      <w:r w:rsidR="006B6614">
        <w:t xml:space="preserve">Das Aufforstungsprojekt </w:t>
      </w:r>
      <w:r w:rsidR="00C52BB4" w:rsidRPr="00C52BB4">
        <w:t xml:space="preserve">ist </w:t>
      </w:r>
      <w:r w:rsidR="006B6614">
        <w:t>zudem</w:t>
      </w:r>
      <w:r w:rsidR="00C52BB4" w:rsidRPr="00C52BB4">
        <w:t xml:space="preserve"> eine </w:t>
      </w:r>
      <w:proofErr w:type="gramStart"/>
      <w:r w:rsidR="00C52BB4" w:rsidRPr="00C52BB4">
        <w:t>tolle</w:t>
      </w:r>
      <w:proofErr w:type="gramEnd"/>
      <w:r w:rsidR="00C52BB4">
        <w:t xml:space="preserve"> </w:t>
      </w:r>
      <w:r w:rsidR="00C52BB4" w:rsidRPr="00C52BB4">
        <w:t>Teambuildingmaßnahme</w:t>
      </w:r>
      <w:r w:rsidR="006B6614">
        <w:t xml:space="preserve">, die unseren </w:t>
      </w:r>
      <w:r w:rsidR="00C52BB4" w:rsidRPr="00C52BB4">
        <w:t xml:space="preserve">Azubis </w:t>
      </w:r>
      <w:r w:rsidR="006B6614">
        <w:t xml:space="preserve">die Möglichkeit gibt, </w:t>
      </w:r>
      <w:r w:rsidR="00C52BB4" w:rsidRPr="00C52BB4">
        <w:t xml:space="preserve">die Natur und </w:t>
      </w:r>
      <w:r w:rsidR="006B6614">
        <w:t>unsere</w:t>
      </w:r>
      <w:r w:rsidR="00C52BB4" w:rsidRPr="00C52BB4">
        <w:t xml:space="preserve"> Region besser kennen</w:t>
      </w:r>
      <w:r w:rsidR="006B6614">
        <w:t>zulernen</w:t>
      </w:r>
      <w:r w:rsidR="00C52BB4" w:rsidRPr="00C52BB4">
        <w:t>.</w:t>
      </w:r>
      <w:r w:rsidR="006B6614">
        <w:t>“</w:t>
      </w:r>
    </w:p>
    <w:p w14:paraId="24E60974" w14:textId="7793B87E" w:rsidR="000F4367" w:rsidRDefault="00104398" w:rsidP="00104398">
      <w:pPr>
        <w:pStyle w:val="berschrift4"/>
      </w:pPr>
      <w:r>
        <w:t>Aus Spendengeldern finanziert</w:t>
      </w:r>
    </w:p>
    <w:p w14:paraId="107CBB7F" w14:textId="337F6AEA" w:rsidR="00723D9E" w:rsidRDefault="00723D9E" w:rsidP="000F4367">
      <w:pPr>
        <w:rPr>
          <w:szCs w:val="20"/>
        </w:rPr>
      </w:pPr>
      <w:bookmarkStart w:id="0" w:name="_Hlk135050435"/>
      <w:r>
        <w:rPr>
          <w:szCs w:val="20"/>
        </w:rPr>
        <w:t xml:space="preserve">Finanzielle Unterstützung erhielt </w:t>
      </w:r>
      <w:r w:rsidR="005B674A">
        <w:rPr>
          <w:szCs w:val="20"/>
        </w:rPr>
        <w:t>das Projekt</w:t>
      </w:r>
      <w:r>
        <w:rPr>
          <w:szCs w:val="20"/>
        </w:rPr>
        <w:t xml:space="preserve"> </w:t>
      </w:r>
      <w:r w:rsidR="006B6614">
        <w:rPr>
          <w:szCs w:val="20"/>
        </w:rPr>
        <w:t xml:space="preserve">erneut </w:t>
      </w:r>
      <w:r w:rsidR="004415F9">
        <w:rPr>
          <w:szCs w:val="20"/>
        </w:rPr>
        <w:t xml:space="preserve">durch </w:t>
      </w:r>
      <w:r w:rsidR="005B674A">
        <w:rPr>
          <w:szCs w:val="20"/>
        </w:rPr>
        <w:t xml:space="preserve">Spendengelder aus der </w:t>
      </w:r>
      <w:r w:rsidR="004415F9">
        <w:rPr>
          <w:szCs w:val="20"/>
        </w:rPr>
        <w:t xml:space="preserve">SIEGENIA Sport-Challenge. </w:t>
      </w:r>
      <w:bookmarkEnd w:id="0"/>
      <w:r w:rsidR="004A203E">
        <w:rPr>
          <w:szCs w:val="20"/>
        </w:rPr>
        <w:t xml:space="preserve">Der Einladung ihres Unternehmens folgend hatten </w:t>
      </w:r>
      <w:r w:rsidR="004415F9">
        <w:rPr>
          <w:szCs w:val="20"/>
        </w:rPr>
        <w:t xml:space="preserve">Mitarbeitende in aller Welt </w:t>
      </w:r>
      <w:r w:rsidR="006B6614">
        <w:rPr>
          <w:szCs w:val="20"/>
        </w:rPr>
        <w:t xml:space="preserve">im </w:t>
      </w:r>
      <w:r w:rsidR="00FF0338">
        <w:rPr>
          <w:szCs w:val="20"/>
        </w:rPr>
        <w:t>Jahr 2021</w:t>
      </w:r>
      <w:r w:rsidR="006B6614">
        <w:rPr>
          <w:szCs w:val="20"/>
        </w:rPr>
        <w:t xml:space="preserve"> in Summe</w:t>
      </w:r>
      <w:r w:rsidR="004A203E">
        <w:rPr>
          <w:szCs w:val="20"/>
        </w:rPr>
        <w:t xml:space="preserve"> mehr als 11.000 Kilometer </w:t>
      </w:r>
      <w:r w:rsidR="004415F9">
        <w:rPr>
          <w:szCs w:val="20"/>
        </w:rPr>
        <w:t xml:space="preserve">zu Fuß </w:t>
      </w:r>
      <w:r w:rsidR="006B6614">
        <w:rPr>
          <w:szCs w:val="20"/>
        </w:rPr>
        <w:t>bzw.</w:t>
      </w:r>
      <w:r w:rsidR="004415F9">
        <w:rPr>
          <w:szCs w:val="20"/>
        </w:rPr>
        <w:t xml:space="preserve"> mit dem Fahrrad</w:t>
      </w:r>
      <w:r w:rsidR="004A203E">
        <w:rPr>
          <w:szCs w:val="20"/>
        </w:rPr>
        <w:t xml:space="preserve"> </w:t>
      </w:r>
      <w:r w:rsidR="006B6614">
        <w:rPr>
          <w:szCs w:val="20"/>
        </w:rPr>
        <w:t>zurückgelegt</w:t>
      </w:r>
      <w:r w:rsidR="004415F9">
        <w:rPr>
          <w:szCs w:val="20"/>
        </w:rPr>
        <w:t xml:space="preserve">. </w:t>
      </w:r>
      <w:r w:rsidR="004E17A8">
        <w:rPr>
          <w:szCs w:val="20"/>
        </w:rPr>
        <w:t xml:space="preserve">Wieland Frank, Geschäftsführender Gesellschafter von SIEGENIA, </w:t>
      </w:r>
      <w:r w:rsidR="006B6614">
        <w:rPr>
          <w:szCs w:val="20"/>
        </w:rPr>
        <w:t>wertschätzte</w:t>
      </w:r>
      <w:r w:rsidR="004E17A8">
        <w:rPr>
          <w:szCs w:val="20"/>
        </w:rPr>
        <w:t xml:space="preserve"> ihren Beitrag zum Klimaschutz, indem er für jeden Kilometer einen Euro </w:t>
      </w:r>
      <w:r w:rsidR="004A203E">
        <w:rPr>
          <w:szCs w:val="20"/>
        </w:rPr>
        <w:t xml:space="preserve">zur </w:t>
      </w:r>
      <w:r w:rsidR="00104398">
        <w:rPr>
          <w:szCs w:val="20"/>
        </w:rPr>
        <w:t>Förderung von</w:t>
      </w:r>
      <w:r w:rsidR="004A203E">
        <w:rPr>
          <w:szCs w:val="20"/>
        </w:rPr>
        <w:t xml:space="preserve"> N</w:t>
      </w:r>
      <w:r w:rsidR="004E17A8">
        <w:rPr>
          <w:szCs w:val="20"/>
        </w:rPr>
        <w:t>achhaltig</w:t>
      </w:r>
      <w:r w:rsidR="004A203E">
        <w:rPr>
          <w:szCs w:val="20"/>
        </w:rPr>
        <w:t>keitsprojekten</w:t>
      </w:r>
      <w:r w:rsidR="004E17A8">
        <w:rPr>
          <w:szCs w:val="20"/>
        </w:rPr>
        <w:t xml:space="preserve"> </w:t>
      </w:r>
      <w:r w:rsidR="00FA3F3E">
        <w:rPr>
          <w:szCs w:val="20"/>
        </w:rPr>
        <w:t>zur Verfügung stellte</w:t>
      </w:r>
      <w:r w:rsidR="004E17A8">
        <w:rPr>
          <w:szCs w:val="20"/>
        </w:rPr>
        <w:t xml:space="preserve">. </w:t>
      </w:r>
    </w:p>
    <w:p w14:paraId="043C5D8C" w14:textId="5047EBF7" w:rsidR="00723D9E" w:rsidRDefault="00FA3F3E" w:rsidP="00104398">
      <w:pPr>
        <w:pStyle w:val="berschrift4"/>
      </w:pPr>
      <w:r>
        <w:t>Nachhaltigkeitsorientierte</w:t>
      </w:r>
      <w:r w:rsidR="00FF0338">
        <w:t xml:space="preserve"> Projekte während der</w:t>
      </w:r>
      <w:r>
        <w:t xml:space="preserve"> Ausbildung</w:t>
      </w:r>
    </w:p>
    <w:p w14:paraId="7EE30DAC" w14:textId="7DFC0C0C" w:rsidR="00463D22" w:rsidRDefault="00E143CF" w:rsidP="000F4367">
      <w:pPr>
        <w:rPr>
          <w:szCs w:val="20"/>
        </w:rPr>
      </w:pPr>
      <w:r>
        <w:rPr>
          <w:szCs w:val="20"/>
        </w:rPr>
        <w:t xml:space="preserve">Auch im Rahmen der Ausbildung treibt </w:t>
      </w:r>
      <w:r w:rsidR="00A05A33">
        <w:rPr>
          <w:szCs w:val="20"/>
        </w:rPr>
        <w:t>SIEGENIA das Thema Nachhaltigkeit</w:t>
      </w:r>
      <w:r>
        <w:rPr>
          <w:szCs w:val="20"/>
        </w:rPr>
        <w:t xml:space="preserve"> aktiv voran</w:t>
      </w:r>
      <w:r w:rsidR="00A05A33">
        <w:rPr>
          <w:szCs w:val="20"/>
        </w:rPr>
        <w:t>.</w:t>
      </w:r>
      <w:r w:rsidR="00331CEA">
        <w:rPr>
          <w:szCs w:val="20"/>
        </w:rPr>
        <w:t xml:space="preserve"> </w:t>
      </w:r>
      <w:r>
        <w:rPr>
          <w:szCs w:val="20"/>
        </w:rPr>
        <w:t xml:space="preserve">Hierzu werden </w:t>
      </w:r>
      <w:r w:rsidR="00120084">
        <w:rPr>
          <w:szCs w:val="20"/>
        </w:rPr>
        <w:t xml:space="preserve">die Auszubildenden als Nachhaltigkeitsscouts qualifiziert und in ihren jeweiligen Arbeitsbereichen </w:t>
      </w:r>
      <w:r>
        <w:rPr>
          <w:szCs w:val="20"/>
        </w:rPr>
        <w:t>entsprechend</w:t>
      </w:r>
      <w:r w:rsidR="00A05A33">
        <w:rPr>
          <w:szCs w:val="20"/>
        </w:rPr>
        <w:t xml:space="preserve"> </w:t>
      </w:r>
      <w:r w:rsidR="00120084">
        <w:rPr>
          <w:szCs w:val="20"/>
        </w:rPr>
        <w:t xml:space="preserve">eingebunden. </w:t>
      </w:r>
      <w:r w:rsidR="00A5155C">
        <w:rPr>
          <w:szCs w:val="20"/>
        </w:rPr>
        <w:t xml:space="preserve">SIEGENIA </w:t>
      </w:r>
      <w:r>
        <w:rPr>
          <w:szCs w:val="20"/>
        </w:rPr>
        <w:t xml:space="preserve">verfolgt damit das </w:t>
      </w:r>
      <w:r w:rsidR="00BF2A65">
        <w:rPr>
          <w:szCs w:val="20"/>
        </w:rPr>
        <w:t>Ziel</w:t>
      </w:r>
      <w:r>
        <w:rPr>
          <w:szCs w:val="20"/>
        </w:rPr>
        <w:t xml:space="preserve">, </w:t>
      </w:r>
      <w:r w:rsidR="00FA3F3E">
        <w:rPr>
          <w:szCs w:val="20"/>
        </w:rPr>
        <w:t xml:space="preserve">junge Menschen </w:t>
      </w:r>
      <w:r w:rsidR="00BF2A65">
        <w:rPr>
          <w:szCs w:val="20"/>
        </w:rPr>
        <w:t xml:space="preserve">noch stärker </w:t>
      </w:r>
      <w:r>
        <w:rPr>
          <w:szCs w:val="20"/>
        </w:rPr>
        <w:t xml:space="preserve">für </w:t>
      </w:r>
      <w:r w:rsidR="00F75088">
        <w:rPr>
          <w:szCs w:val="20"/>
        </w:rPr>
        <w:t>den</w:t>
      </w:r>
      <w:r w:rsidR="00A5155C">
        <w:rPr>
          <w:szCs w:val="20"/>
        </w:rPr>
        <w:t xml:space="preserve"> Klimaschutz </w:t>
      </w:r>
      <w:r>
        <w:rPr>
          <w:szCs w:val="20"/>
        </w:rPr>
        <w:t xml:space="preserve">zu sensibilisieren und </w:t>
      </w:r>
      <w:r w:rsidR="00A5155C">
        <w:rPr>
          <w:szCs w:val="20"/>
        </w:rPr>
        <w:t xml:space="preserve">eigene Ideen der Auszubildenden zu einer nachhaltigeren Lebensweise </w:t>
      </w:r>
      <w:r>
        <w:rPr>
          <w:szCs w:val="20"/>
        </w:rPr>
        <w:t xml:space="preserve">zu </w:t>
      </w:r>
      <w:r w:rsidR="00A5155C">
        <w:rPr>
          <w:szCs w:val="20"/>
        </w:rPr>
        <w:t xml:space="preserve">fördern. </w:t>
      </w:r>
    </w:p>
    <w:p w14:paraId="6E812649" w14:textId="77777777" w:rsidR="00CF74C2" w:rsidRDefault="00CF74C2" w:rsidP="000F4367">
      <w:pPr>
        <w:rPr>
          <w:szCs w:val="20"/>
        </w:rPr>
      </w:pPr>
    </w:p>
    <w:p w14:paraId="64E6DEEC" w14:textId="58C1606F" w:rsidR="00F6067C" w:rsidRDefault="00F6067C" w:rsidP="00F6067C">
      <w:pPr>
        <w:rPr>
          <w:szCs w:val="20"/>
        </w:rPr>
      </w:pPr>
    </w:p>
    <w:p w14:paraId="5F6B3E4F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3042466D" w14:textId="77777777" w:rsidR="002A7F37" w:rsidRDefault="002A7F37" w:rsidP="002A7F37">
      <w:r>
        <w:t>Bildquelle: SIEGENIA</w:t>
      </w:r>
    </w:p>
    <w:p w14:paraId="79948262" w14:textId="77777777" w:rsidR="002A7F37" w:rsidRPr="002A7F37" w:rsidRDefault="002A7F37" w:rsidP="002A7F37"/>
    <w:p w14:paraId="515AF20C" w14:textId="17CA021F" w:rsidR="005E1468" w:rsidRPr="00D129AE" w:rsidRDefault="005E1468" w:rsidP="005E1468">
      <w:pPr>
        <w:rPr>
          <w:bCs/>
          <w:i/>
        </w:rPr>
      </w:pPr>
      <w:bookmarkStart w:id="1" w:name="_Hlk99464806"/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61EC0">
        <w:rPr>
          <w:bCs/>
          <w:i/>
        </w:rPr>
        <w:t>Azubis_Aufforstungsaktion</w:t>
      </w:r>
      <w:proofErr w:type="spellEnd"/>
      <w:r w:rsidR="00661EC0">
        <w:rPr>
          <w:bCs/>
          <w:i/>
        </w:rPr>
        <w:t xml:space="preserve"> 202</w:t>
      </w:r>
      <w:r w:rsidR="00BF2A65">
        <w:rPr>
          <w:bCs/>
          <w:i/>
        </w:rPr>
        <w:t>3</w:t>
      </w:r>
      <w:r w:rsidR="00661EC0">
        <w:rPr>
          <w:bCs/>
          <w:i/>
        </w:rPr>
        <w:t>_</w:t>
      </w:r>
      <w:r w:rsidR="00FF0338">
        <w:rPr>
          <w:bCs/>
          <w:i/>
        </w:rPr>
        <w:t>6762</w:t>
      </w:r>
      <w:r w:rsidRPr="00D129AE">
        <w:rPr>
          <w:bCs/>
          <w:i/>
        </w:rPr>
        <w:t xml:space="preserve">.jpg </w:t>
      </w:r>
    </w:p>
    <w:bookmarkEnd w:id="1"/>
    <w:p w14:paraId="2904875C" w14:textId="7688615B" w:rsidR="005E1468" w:rsidRPr="00D129AE" w:rsidRDefault="00661EC0" w:rsidP="005E1468">
      <w:r>
        <w:t xml:space="preserve">Die Auszubildenden von SIEGENIA machen sich für Natur und Umweltschutz stark. </w:t>
      </w:r>
    </w:p>
    <w:p w14:paraId="2DC99576" w14:textId="77777777" w:rsidR="005E1468" w:rsidRDefault="005E1468" w:rsidP="005E1468"/>
    <w:p w14:paraId="29779CD2" w14:textId="3818BBAE" w:rsidR="005E1468" w:rsidRPr="00D129AE" w:rsidRDefault="005E1468" w:rsidP="005E1468">
      <w:pPr>
        <w:rPr>
          <w:bCs/>
          <w:i/>
        </w:rPr>
      </w:pPr>
      <w:bookmarkStart w:id="2" w:name="_Hlk99464817"/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61EC0" w:rsidRPr="00661EC0">
        <w:rPr>
          <w:bCs/>
          <w:i/>
        </w:rPr>
        <w:t xml:space="preserve"> </w:t>
      </w:r>
      <w:proofErr w:type="spellStart"/>
      <w:r w:rsidR="00661EC0">
        <w:rPr>
          <w:bCs/>
          <w:i/>
        </w:rPr>
        <w:t>Azubis_Aufforstungsaktion</w:t>
      </w:r>
      <w:proofErr w:type="spellEnd"/>
      <w:r w:rsidR="00661EC0">
        <w:rPr>
          <w:bCs/>
          <w:i/>
        </w:rPr>
        <w:t xml:space="preserve"> 202</w:t>
      </w:r>
      <w:r w:rsidR="00BF2A65">
        <w:rPr>
          <w:bCs/>
          <w:i/>
        </w:rPr>
        <w:t>3</w:t>
      </w:r>
      <w:r w:rsidR="00661EC0">
        <w:rPr>
          <w:bCs/>
          <w:i/>
        </w:rPr>
        <w:t>_</w:t>
      </w:r>
      <w:r w:rsidR="00FF0338">
        <w:rPr>
          <w:bCs/>
          <w:i/>
        </w:rPr>
        <w:t>6710</w:t>
      </w:r>
      <w:r w:rsidRPr="00D129AE">
        <w:rPr>
          <w:bCs/>
          <w:i/>
        </w:rPr>
        <w:t xml:space="preserve">.jpg </w:t>
      </w:r>
      <w:r w:rsidR="00FF0338">
        <w:rPr>
          <w:bCs/>
          <w:i/>
        </w:rPr>
        <w:br/>
        <w:t xml:space="preserve">alternativ: </w:t>
      </w:r>
      <w:r w:rsidR="00FF0338" w:rsidRPr="00D129AE">
        <w:rPr>
          <w:bCs/>
          <w:i/>
        </w:rPr>
        <w:t>SI</w:t>
      </w:r>
      <w:r w:rsidR="00FF0338">
        <w:rPr>
          <w:bCs/>
          <w:i/>
        </w:rPr>
        <w:t>E</w:t>
      </w:r>
      <w:r w:rsidR="00FF0338" w:rsidRPr="00D129AE">
        <w:rPr>
          <w:bCs/>
          <w:i/>
        </w:rPr>
        <w:t>_</w:t>
      </w:r>
      <w:r w:rsidR="00FF0338" w:rsidRPr="00661EC0">
        <w:rPr>
          <w:bCs/>
          <w:i/>
        </w:rPr>
        <w:t xml:space="preserve"> </w:t>
      </w:r>
      <w:proofErr w:type="spellStart"/>
      <w:r w:rsidR="00FF0338">
        <w:rPr>
          <w:bCs/>
          <w:i/>
        </w:rPr>
        <w:t>Azubis_Aufforstungsaktion</w:t>
      </w:r>
      <w:proofErr w:type="spellEnd"/>
      <w:r w:rsidR="00FF0338">
        <w:rPr>
          <w:bCs/>
          <w:i/>
        </w:rPr>
        <w:t xml:space="preserve"> 2023_6634.jpg</w:t>
      </w:r>
    </w:p>
    <w:p w14:paraId="47021156" w14:textId="3C431690" w:rsidR="008D7633" w:rsidRPr="00ED6392" w:rsidRDefault="00FF0338" w:rsidP="008D7633">
      <w:r>
        <w:t xml:space="preserve">Mit viel Spaß und Engagement pflanzten </w:t>
      </w:r>
      <w:r w:rsidR="00661EC0">
        <w:t xml:space="preserve">die Azubis von SIEGENIA </w:t>
      </w:r>
      <w:r>
        <w:t xml:space="preserve">im Rahmen des diesjährigen </w:t>
      </w:r>
      <w:r w:rsidR="003D23A0">
        <w:t>Aufforstungsprojekt</w:t>
      </w:r>
      <w:r>
        <w:t>s</w:t>
      </w:r>
      <w:r w:rsidR="003D23A0">
        <w:t xml:space="preserve"> </w:t>
      </w:r>
      <w:r w:rsidR="00BF2A65">
        <w:t>rund 2</w:t>
      </w:r>
      <w:r>
        <w:t xml:space="preserve"> </w:t>
      </w:r>
      <w:r w:rsidR="00BF2A65">
        <w:t xml:space="preserve">000 </w:t>
      </w:r>
      <w:r w:rsidR="00661EC0">
        <w:t>Setzlinge</w:t>
      </w:r>
      <w:r>
        <w:t xml:space="preserve"> im </w:t>
      </w:r>
      <w:proofErr w:type="spellStart"/>
      <w:r>
        <w:t>Wilnsdorfer</w:t>
      </w:r>
      <w:proofErr w:type="spellEnd"/>
      <w:r>
        <w:t xml:space="preserve"> Wald.</w:t>
      </w:r>
    </w:p>
    <w:bookmarkEnd w:id="2"/>
    <w:p w14:paraId="05734F38" w14:textId="38148D9A" w:rsidR="008B164F" w:rsidRDefault="008B164F" w:rsidP="008D7633">
      <w:pPr>
        <w:rPr>
          <w:szCs w:val="20"/>
        </w:rPr>
      </w:pPr>
    </w:p>
    <w:p w14:paraId="0789297C" w14:textId="7C8E4CD2" w:rsidR="008B164F" w:rsidRDefault="008B164F" w:rsidP="008D7633">
      <w:pPr>
        <w:rPr>
          <w:szCs w:val="20"/>
        </w:rPr>
      </w:pPr>
    </w:p>
    <w:p w14:paraId="7A262113" w14:textId="5D25FDE3" w:rsidR="008B164F" w:rsidRDefault="008B164F" w:rsidP="008D7633">
      <w:pPr>
        <w:rPr>
          <w:szCs w:val="20"/>
        </w:rPr>
      </w:pPr>
    </w:p>
    <w:p w14:paraId="1589CBCD" w14:textId="4E010666" w:rsidR="008B164F" w:rsidRDefault="008B164F" w:rsidP="008D7633">
      <w:pPr>
        <w:rPr>
          <w:szCs w:val="20"/>
        </w:rPr>
      </w:pPr>
    </w:p>
    <w:p w14:paraId="185F583D" w14:textId="7063EED0" w:rsidR="003D23A0" w:rsidRDefault="003D23A0" w:rsidP="008D7633">
      <w:pPr>
        <w:rPr>
          <w:szCs w:val="20"/>
        </w:rPr>
      </w:pPr>
    </w:p>
    <w:p w14:paraId="44CDA1EA" w14:textId="13593AA8" w:rsidR="003D23A0" w:rsidRDefault="003D23A0" w:rsidP="008D7633">
      <w:pPr>
        <w:rPr>
          <w:szCs w:val="20"/>
        </w:rPr>
      </w:pPr>
    </w:p>
    <w:p w14:paraId="612C04A3" w14:textId="29161000" w:rsidR="003D23A0" w:rsidRDefault="003D23A0" w:rsidP="008D7633">
      <w:pPr>
        <w:rPr>
          <w:szCs w:val="20"/>
        </w:rPr>
      </w:pPr>
    </w:p>
    <w:p w14:paraId="4E70989B" w14:textId="5882F981" w:rsidR="003D23A0" w:rsidRDefault="003D23A0" w:rsidP="008D7633">
      <w:pPr>
        <w:rPr>
          <w:szCs w:val="20"/>
        </w:rPr>
      </w:pPr>
    </w:p>
    <w:p w14:paraId="33AAB862" w14:textId="14098615" w:rsidR="003D23A0" w:rsidRDefault="003D23A0" w:rsidP="008D7633">
      <w:pPr>
        <w:rPr>
          <w:szCs w:val="20"/>
        </w:rPr>
      </w:pPr>
    </w:p>
    <w:p w14:paraId="4C69927E" w14:textId="603758D4" w:rsidR="003D23A0" w:rsidRDefault="003D23A0" w:rsidP="008D7633">
      <w:pPr>
        <w:rPr>
          <w:szCs w:val="20"/>
        </w:rPr>
      </w:pPr>
    </w:p>
    <w:p w14:paraId="2AAF2ED9" w14:textId="77777777" w:rsidR="003D23A0" w:rsidRDefault="003D23A0" w:rsidP="008D7633">
      <w:pPr>
        <w:rPr>
          <w:szCs w:val="20"/>
        </w:rPr>
      </w:pPr>
    </w:p>
    <w:p w14:paraId="1372E185" w14:textId="5F6B2030" w:rsidR="008B164F" w:rsidRDefault="008B164F" w:rsidP="008D7633">
      <w:pPr>
        <w:rPr>
          <w:szCs w:val="20"/>
        </w:rPr>
      </w:pPr>
    </w:p>
    <w:p w14:paraId="2BBEC85A" w14:textId="25E49AAA" w:rsidR="008B164F" w:rsidRDefault="008B164F" w:rsidP="008D7633">
      <w:pPr>
        <w:rPr>
          <w:szCs w:val="20"/>
        </w:rPr>
      </w:pPr>
    </w:p>
    <w:p w14:paraId="4E0E1FD5" w14:textId="0DB13966" w:rsidR="008B164F" w:rsidRDefault="008B164F" w:rsidP="008D7633">
      <w:pPr>
        <w:rPr>
          <w:szCs w:val="20"/>
        </w:rPr>
      </w:pPr>
    </w:p>
    <w:p w14:paraId="1DB89CDA" w14:textId="77777777" w:rsidR="008D7633" w:rsidRPr="00E14DD8" w:rsidRDefault="008D7633" w:rsidP="008D7633">
      <w:pPr>
        <w:rPr>
          <w:szCs w:val="20"/>
        </w:rPr>
      </w:pPr>
    </w:p>
    <w:p w14:paraId="4E6614F0" w14:textId="77777777" w:rsidR="008D7633" w:rsidRPr="00E14DD8" w:rsidRDefault="008D7633" w:rsidP="008D7633">
      <w:pPr>
        <w:rPr>
          <w:szCs w:val="20"/>
        </w:rPr>
      </w:pPr>
    </w:p>
    <w:p w14:paraId="3D3E0870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30F178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FD694F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61CBCBD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7817AAD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D4BF46D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35ECA834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2FDABFB" w14:textId="325EC8F6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602552">
              <w:t>1176</w:t>
            </w:r>
          </w:p>
          <w:p w14:paraId="7F4C17CA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539913A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C8526D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B2F54C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1D528B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988ECEB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4F5E2C9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80A3D0C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BD4AAEF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8AE67CC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5D0AFD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1F67D7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837CDBD" w14:textId="66BA741F" w:rsidR="008D7633" w:rsidRPr="0090446A" w:rsidRDefault="008D7633" w:rsidP="007A5EB4">
            <w:pPr>
              <w:pStyle w:val="Formatvorlage2"/>
            </w:pPr>
            <w:r w:rsidRPr="0090446A">
              <w:t xml:space="preserve">Seite: </w:t>
            </w:r>
            <w:r w:rsidR="000A1A76" w:rsidRPr="0090446A">
              <w:t>1</w:t>
            </w:r>
          </w:p>
          <w:p w14:paraId="0FDCBC81" w14:textId="5F78E2CE" w:rsidR="008D7633" w:rsidRPr="0090446A" w:rsidRDefault="008D7633" w:rsidP="007A5EB4">
            <w:pPr>
              <w:pStyle w:val="Formatvorlage2"/>
            </w:pPr>
            <w:r w:rsidRPr="0090446A">
              <w:t xml:space="preserve">Wörter: </w:t>
            </w:r>
            <w:r w:rsidR="000A1A76" w:rsidRPr="0090446A">
              <w:t>2</w:t>
            </w:r>
            <w:r w:rsidR="0090446A" w:rsidRPr="0090446A">
              <w:t>69</w:t>
            </w:r>
          </w:p>
          <w:p w14:paraId="2238699F" w14:textId="0881325D" w:rsidR="008D7633" w:rsidRPr="0090446A" w:rsidRDefault="008D7633" w:rsidP="007A5EB4">
            <w:pPr>
              <w:pStyle w:val="Formatvorlage2"/>
            </w:pPr>
            <w:r w:rsidRPr="0090446A">
              <w:t xml:space="preserve">Zeichen: </w:t>
            </w:r>
            <w:r w:rsidR="0090446A" w:rsidRPr="0090446A">
              <w:t>2 072</w:t>
            </w:r>
            <w:r w:rsidRPr="0090446A">
              <w:br/>
              <w:t>(mit Leerzeichen)</w:t>
            </w:r>
          </w:p>
          <w:p w14:paraId="6938BA8C" w14:textId="77777777" w:rsidR="008D7633" w:rsidRPr="0090446A" w:rsidRDefault="008D7633" w:rsidP="007A5EB4">
            <w:pPr>
              <w:pStyle w:val="Formatvorlage2"/>
            </w:pPr>
          </w:p>
          <w:p w14:paraId="40597922" w14:textId="3E748B49" w:rsidR="008D7633" w:rsidRPr="00C33A1F" w:rsidRDefault="008D7633" w:rsidP="007A5EB4">
            <w:pPr>
              <w:pStyle w:val="Formatvorlage2"/>
            </w:pPr>
            <w:r w:rsidRPr="0090446A">
              <w:t xml:space="preserve">erstellt am: </w:t>
            </w:r>
            <w:r w:rsidR="00FF0338" w:rsidRPr="0090446A">
              <w:t>17</w:t>
            </w:r>
            <w:r w:rsidRPr="0090446A">
              <w:t>.</w:t>
            </w:r>
            <w:r w:rsidR="00486878" w:rsidRPr="0090446A">
              <w:t>0</w:t>
            </w:r>
            <w:r w:rsidR="00602552" w:rsidRPr="0090446A">
              <w:t>5</w:t>
            </w:r>
            <w:r w:rsidRPr="0090446A">
              <w:t>.20</w:t>
            </w:r>
            <w:r w:rsidR="00122FEC" w:rsidRPr="0090446A">
              <w:t>2</w:t>
            </w:r>
            <w:r w:rsidR="00602552" w:rsidRPr="0090446A">
              <w:t>3</w:t>
            </w:r>
          </w:p>
          <w:p w14:paraId="4388D2E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81220C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626F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A7F8771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9103F" w14:textId="77777777" w:rsidR="00033E2F" w:rsidRDefault="00033E2F">
      <w:r>
        <w:separator/>
      </w:r>
    </w:p>
  </w:endnote>
  <w:endnote w:type="continuationSeparator" w:id="0">
    <w:p w14:paraId="369C923B" w14:textId="77777777" w:rsidR="00033E2F" w:rsidRDefault="0003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8948A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9DE59" w14:textId="77777777" w:rsidR="00033E2F" w:rsidRDefault="00033E2F">
      <w:r>
        <w:separator/>
      </w:r>
    </w:p>
  </w:footnote>
  <w:footnote w:type="continuationSeparator" w:id="0">
    <w:p w14:paraId="7B42CF99" w14:textId="77777777" w:rsidR="00033E2F" w:rsidRDefault="00033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B0D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9F6DAEE" wp14:editId="0E39E25D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D32685"/>
    <w:multiLevelType w:val="hybridMultilevel"/>
    <w:tmpl w:val="F4EA4B10"/>
    <w:lvl w:ilvl="0" w:tplc="DB60A3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03177">
    <w:abstractNumId w:val="1"/>
  </w:num>
  <w:num w:numId="2" w16cid:durableId="1702320187">
    <w:abstractNumId w:val="0"/>
  </w:num>
  <w:num w:numId="3" w16cid:durableId="1997759292">
    <w:abstractNumId w:val="3"/>
  </w:num>
  <w:num w:numId="4" w16cid:durableId="430469236">
    <w:abstractNumId w:val="2"/>
  </w:num>
  <w:num w:numId="5" w16cid:durableId="1195079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367"/>
    <w:rsid w:val="000024D9"/>
    <w:rsid w:val="00003256"/>
    <w:rsid w:val="0001449A"/>
    <w:rsid w:val="0001520C"/>
    <w:rsid w:val="00026907"/>
    <w:rsid w:val="00033E2F"/>
    <w:rsid w:val="00040EBF"/>
    <w:rsid w:val="00064165"/>
    <w:rsid w:val="000675C7"/>
    <w:rsid w:val="00067C9F"/>
    <w:rsid w:val="00083476"/>
    <w:rsid w:val="00090045"/>
    <w:rsid w:val="00095303"/>
    <w:rsid w:val="000A1A76"/>
    <w:rsid w:val="000A1DF0"/>
    <w:rsid w:val="000A5CA3"/>
    <w:rsid w:val="000D0C02"/>
    <w:rsid w:val="000D2A27"/>
    <w:rsid w:val="000D4874"/>
    <w:rsid w:val="000E424C"/>
    <w:rsid w:val="000F2936"/>
    <w:rsid w:val="000F4367"/>
    <w:rsid w:val="000F565C"/>
    <w:rsid w:val="000F67C4"/>
    <w:rsid w:val="001025BB"/>
    <w:rsid w:val="00104398"/>
    <w:rsid w:val="0010792E"/>
    <w:rsid w:val="001128F1"/>
    <w:rsid w:val="00120084"/>
    <w:rsid w:val="00122F20"/>
    <w:rsid w:val="00122FEC"/>
    <w:rsid w:val="00124E49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C3C00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82578"/>
    <w:rsid w:val="002A14E5"/>
    <w:rsid w:val="002A202C"/>
    <w:rsid w:val="002A336D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15AAB"/>
    <w:rsid w:val="00324F84"/>
    <w:rsid w:val="00326F7E"/>
    <w:rsid w:val="00331CEA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23A0"/>
    <w:rsid w:val="003D61A2"/>
    <w:rsid w:val="003E0D26"/>
    <w:rsid w:val="003E378F"/>
    <w:rsid w:val="004176D4"/>
    <w:rsid w:val="00420F79"/>
    <w:rsid w:val="004333E8"/>
    <w:rsid w:val="004415F9"/>
    <w:rsid w:val="0044187A"/>
    <w:rsid w:val="00446899"/>
    <w:rsid w:val="00447689"/>
    <w:rsid w:val="0046235C"/>
    <w:rsid w:val="004629AD"/>
    <w:rsid w:val="00463D22"/>
    <w:rsid w:val="004806AF"/>
    <w:rsid w:val="00486878"/>
    <w:rsid w:val="00490729"/>
    <w:rsid w:val="004A203E"/>
    <w:rsid w:val="004B62AB"/>
    <w:rsid w:val="004B7770"/>
    <w:rsid w:val="004C4FDA"/>
    <w:rsid w:val="004C503A"/>
    <w:rsid w:val="004E057A"/>
    <w:rsid w:val="004E17A8"/>
    <w:rsid w:val="004E2322"/>
    <w:rsid w:val="004E2BD7"/>
    <w:rsid w:val="004E3AF9"/>
    <w:rsid w:val="005054E2"/>
    <w:rsid w:val="00510191"/>
    <w:rsid w:val="0051473F"/>
    <w:rsid w:val="005254BE"/>
    <w:rsid w:val="005365EC"/>
    <w:rsid w:val="00552DC0"/>
    <w:rsid w:val="0055550C"/>
    <w:rsid w:val="00563E60"/>
    <w:rsid w:val="00566CF4"/>
    <w:rsid w:val="00592833"/>
    <w:rsid w:val="005A214B"/>
    <w:rsid w:val="005A3974"/>
    <w:rsid w:val="005A5DC6"/>
    <w:rsid w:val="005A6A38"/>
    <w:rsid w:val="005A7C57"/>
    <w:rsid w:val="005B674A"/>
    <w:rsid w:val="005E06F2"/>
    <w:rsid w:val="005E1468"/>
    <w:rsid w:val="005E3B32"/>
    <w:rsid w:val="005E3E61"/>
    <w:rsid w:val="005F2A75"/>
    <w:rsid w:val="005F3D5F"/>
    <w:rsid w:val="005F7B2E"/>
    <w:rsid w:val="006016B0"/>
    <w:rsid w:val="00602552"/>
    <w:rsid w:val="0060615A"/>
    <w:rsid w:val="0061051B"/>
    <w:rsid w:val="0061253D"/>
    <w:rsid w:val="00614804"/>
    <w:rsid w:val="006161A2"/>
    <w:rsid w:val="00617358"/>
    <w:rsid w:val="00617D76"/>
    <w:rsid w:val="006279BD"/>
    <w:rsid w:val="00630405"/>
    <w:rsid w:val="00634A59"/>
    <w:rsid w:val="00642A81"/>
    <w:rsid w:val="006446D6"/>
    <w:rsid w:val="00656A7F"/>
    <w:rsid w:val="00656FEE"/>
    <w:rsid w:val="00661EC0"/>
    <w:rsid w:val="00667448"/>
    <w:rsid w:val="006866DF"/>
    <w:rsid w:val="00692205"/>
    <w:rsid w:val="006944D9"/>
    <w:rsid w:val="006A2FD7"/>
    <w:rsid w:val="006A7184"/>
    <w:rsid w:val="006B661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1D3"/>
    <w:rsid w:val="00717456"/>
    <w:rsid w:val="00723D9E"/>
    <w:rsid w:val="00730E66"/>
    <w:rsid w:val="00736351"/>
    <w:rsid w:val="00737DE1"/>
    <w:rsid w:val="0074008A"/>
    <w:rsid w:val="00751517"/>
    <w:rsid w:val="00757DDE"/>
    <w:rsid w:val="00764AAC"/>
    <w:rsid w:val="00771DA6"/>
    <w:rsid w:val="007871C1"/>
    <w:rsid w:val="0079193B"/>
    <w:rsid w:val="0079319F"/>
    <w:rsid w:val="00794A4F"/>
    <w:rsid w:val="007A5EB4"/>
    <w:rsid w:val="007A6E1C"/>
    <w:rsid w:val="007C50D1"/>
    <w:rsid w:val="007C5C24"/>
    <w:rsid w:val="007D6CA6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1A8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164F"/>
    <w:rsid w:val="008C3491"/>
    <w:rsid w:val="008C5079"/>
    <w:rsid w:val="008D2B30"/>
    <w:rsid w:val="008D3232"/>
    <w:rsid w:val="008D7633"/>
    <w:rsid w:val="008F32FB"/>
    <w:rsid w:val="0090446A"/>
    <w:rsid w:val="00910883"/>
    <w:rsid w:val="0092580A"/>
    <w:rsid w:val="0093490C"/>
    <w:rsid w:val="0093664F"/>
    <w:rsid w:val="00943EB0"/>
    <w:rsid w:val="00945CA5"/>
    <w:rsid w:val="00954A64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04392"/>
    <w:rsid w:val="00A05A33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62ED"/>
    <w:rsid w:val="00A5155C"/>
    <w:rsid w:val="00A64B65"/>
    <w:rsid w:val="00A6502B"/>
    <w:rsid w:val="00A6570B"/>
    <w:rsid w:val="00A661F8"/>
    <w:rsid w:val="00A6672B"/>
    <w:rsid w:val="00A72F34"/>
    <w:rsid w:val="00A808D1"/>
    <w:rsid w:val="00A82224"/>
    <w:rsid w:val="00A87496"/>
    <w:rsid w:val="00A927D0"/>
    <w:rsid w:val="00A9705C"/>
    <w:rsid w:val="00A97B0A"/>
    <w:rsid w:val="00AA224C"/>
    <w:rsid w:val="00AA6262"/>
    <w:rsid w:val="00AB1EC7"/>
    <w:rsid w:val="00AC0984"/>
    <w:rsid w:val="00AD4128"/>
    <w:rsid w:val="00AD7705"/>
    <w:rsid w:val="00AD7B27"/>
    <w:rsid w:val="00AE06DB"/>
    <w:rsid w:val="00B057B0"/>
    <w:rsid w:val="00B11AB7"/>
    <w:rsid w:val="00B2286A"/>
    <w:rsid w:val="00B239B4"/>
    <w:rsid w:val="00B3687B"/>
    <w:rsid w:val="00B41B50"/>
    <w:rsid w:val="00B47777"/>
    <w:rsid w:val="00B47ADF"/>
    <w:rsid w:val="00B55070"/>
    <w:rsid w:val="00B570B2"/>
    <w:rsid w:val="00B62ECB"/>
    <w:rsid w:val="00B63C95"/>
    <w:rsid w:val="00B63E35"/>
    <w:rsid w:val="00B84773"/>
    <w:rsid w:val="00B908A8"/>
    <w:rsid w:val="00B92EF0"/>
    <w:rsid w:val="00B93961"/>
    <w:rsid w:val="00BA5B2A"/>
    <w:rsid w:val="00BC6E18"/>
    <w:rsid w:val="00BD76B1"/>
    <w:rsid w:val="00BE62B4"/>
    <w:rsid w:val="00BE69F6"/>
    <w:rsid w:val="00BF2A65"/>
    <w:rsid w:val="00BF6132"/>
    <w:rsid w:val="00C02C5D"/>
    <w:rsid w:val="00C14A00"/>
    <w:rsid w:val="00C24B77"/>
    <w:rsid w:val="00C2717C"/>
    <w:rsid w:val="00C33A1F"/>
    <w:rsid w:val="00C36BDF"/>
    <w:rsid w:val="00C52BB4"/>
    <w:rsid w:val="00C52D3B"/>
    <w:rsid w:val="00C53FE3"/>
    <w:rsid w:val="00C55524"/>
    <w:rsid w:val="00C615A2"/>
    <w:rsid w:val="00C65852"/>
    <w:rsid w:val="00C726DC"/>
    <w:rsid w:val="00C72B49"/>
    <w:rsid w:val="00C77106"/>
    <w:rsid w:val="00C87836"/>
    <w:rsid w:val="00C92A2E"/>
    <w:rsid w:val="00CA11C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CF74C2"/>
    <w:rsid w:val="00D04FE4"/>
    <w:rsid w:val="00D123CD"/>
    <w:rsid w:val="00D313A4"/>
    <w:rsid w:val="00D32108"/>
    <w:rsid w:val="00D40A34"/>
    <w:rsid w:val="00D45693"/>
    <w:rsid w:val="00D47D4E"/>
    <w:rsid w:val="00D55DC3"/>
    <w:rsid w:val="00D57457"/>
    <w:rsid w:val="00D639DA"/>
    <w:rsid w:val="00D64F60"/>
    <w:rsid w:val="00D867B9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DF61E3"/>
    <w:rsid w:val="00E03F6F"/>
    <w:rsid w:val="00E04C83"/>
    <w:rsid w:val="00E143CF"/>
    <w:rsid w:val="00E14DD8"/>
    <w:rsid w:val="00E155F0"/>
    <w:rsid w:val="00E17E89"/>
    <w:rsid w:val="00E20D4D"/>
    <w:rsid w:val="00E2358B"/>
    <w:rsid w:val="00E34020"/>
    <w:rsid w:val="00E3479A"/>
    <w:rsid w:val="00E400F3"/>
    <w:rsid w:val="00E6313B"/>
    <w:rsid w:val="00E66783"/>
    <w:rsid w:val="00E76C0B"/>
    <w:rsid w:val="00E76D9B"/>
    <w:rsid w:val="00E77789"/>
    <w:rsid w:val="00E80515"/>
    <w:rsid w:val="00E83100"/>
    <w:rsid w:val="00E954AC"/>
    <w:rsid w:val="00EA2954"/>
    <w:rsid w:val="00EB511E"/>
    <w:rsid w:val="00EB632F"/>
    <w:rsid w:val="00EC1396"/>
    <w:rsid w:val="00EE123F"/>
    <w:rsid w:val="00EF15B4"/>
    <w:rsid w:val="00EF2F06"/>
    <w:rsid w:val="00EF3948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5088"/>
    <w:rsid w:val="00F80BB8"/>
    <w:rsid w:val="00F82E34"/>
    <w:rsid w:val="00F84C8D"/>
    <w:rsid w:val="00FA07A1"/>
    <w:rsid w:val="00FA3E25"/>
    <w:rsid w:val="00FA3F3E"/>
    <w:rsid w:val="00FB5A18"/>
    <w:rsid w:val="00FC07EF"/>
    <w:rsid w:val="00FD07B9"/>
    <w:rsid w:val="00FD182E"/>
    <w:rsid w:val="00FD18B2"/>
    <w:rsid w:val="00FE1822"/>
    <w:rsid w:val="00FE1C52"/>
    <w:rsid w:val="00FE226B"/>
    <w:rsid w:val="00FE3AB9"/>
    <w:rsid w:val="00FF0338"/>
    <w:rsid w:val="00FF051D"/>
    <w:rsid w:val="00FF1B01"/>
    <w:rsid w:val="00FF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148714"/>
  <w15:docId w15:val="{C49FA78A-C209-4E9F-B021-8A5A502A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736351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character" w:styleId="Fett">
    <w:name w:val="Strong"/>
    <w:basedOn w:val="Absatz-Standardschriftart"/>
    <w:uiPriority w:val="22"/>
    <w:qFormat/>
    <w:rsid w:val="00736351"/>
    <w:rPr>
      <w:b/>
      <w:bCs/>
    </w:rPr>
  </w:style>
  <w:style w:type="character" w:customStyle="1" w:styleId="fontstyle01">
    <w:name w:val="fontstyle01"/>
    <w:basedOn w:val="Absatz-Standardschriftart"/>
    <w:rsid w:val="00C52BB4"/>
    <w:rPr>
      <w:rFonts w:ascii="Helvetica-Bold" w:hAnsi="Helvetica-Bold" w:hint="default"/>
      <w:b/>
      <w:bCs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Absatz-Standardschriftart"/>
    <w:rsid w:val="00C52BB4"/>
    <w:rPr>
      <w:rFonts w:ascii="Helvetica" w:hAnsi="Helvetica" w:cs="Helvetica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CC5D8-19DE-42D2-84DE-13C691AE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438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3196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2023-05-16T13:47:00Z</dcterms:created>
  <dcterms:modified xsi:type="dcterms:W3CDTF">2023-05-17T07:19:00Z</dcterms:modified>
</cp:coreProperties>
</file>