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 xml:space="preserve">Limitateur d’ouverture SIEGENIA :</w:t>
        <w:br/>
        <w:t xml:space="preserve">sécurité certifiée pour les enfants</w:t>
      </w:r>
    </w:p>
    <w:p w14:paraId="298D1E04" w14:textId="28500F46" w:rsidR="005711D4" w:rsidRDefault="00A948BC" w:rsidP="00A62CA1">
      <w:pPr>
        <w:pStyle w:val="berschrift1"/>
      </w:pPr>
      <w:r>
        <w:t xml:space="preserve">Nouvelles options de confort ambiant pour les fenêtres en aluminium </w:t>
      </w:r>
    </w:p>
    <w:p w14:paraId="5BB5E0E7" w14:textId="44821A86" w:rsidR="005711D4" w:rsidRDefault="005711D4" w:rsidP="005711D4"/>
    <w:p w14:paraId="0E5369F2" w14:textId="68C535A3" w:rsidR="0023070A" w:rsidRDefault="00A948BC" w:rsidP="005711D4">
      <w:r>
        <w:t xml:space="preserve">Grâce à deux nouvelles options destinées à la gamme de ferrures ALU, SIEGENIA élargit son porte-feuille pour les fenêtres en aluminium : dès maintenant le limitateur d’ouverture sécurité ainsi que le limitateur d’ouverture confort offrent aux fabricants de fenêtres en aluminium de nouvelles libertés de conception en matière de confort ambiant. Le modèle doté de la sécurité enfants conformément à la norme EN 13126-5 a été certifié à cet effet. Ceci donne aux menuisiers la certitude d'une solution de qualité sans compromis. </w:t>
      </w:r>
    </w:p>
    <w:p w14:paraId="007B1983" w14:textId="77777777" w:rsidR="007E5E5E" w:rsidRDefault="007E5E5E" w:rsidP="005711D4"/>
    <w:p w14:paraId="04A4757E" w14:textId="0FE731E5" w:rsidR="00A948BC" w:rsidRDefault="00DD152C" w:rsidP="005711D4">
      <w:r>
        <w:t xml:space="preserve">Sur le plan esthétique, les deux limiteurs d'ouverture sont tout aussi convaincants. Grâce à leur conception ingénieuse, ils ne requièrent aucun mécanisme de déverrouillage supplémentaire sur l'ouvrant de fenêtre. L'aspect visuel est ainsi à la fois discret et attrayant, et la manœuvre intuitive et sûre. </w:t>
      </w:r>
    </w:p>
    <w:p w14:paraId="27E625CD" w14:textId="4DF4D07B" w:rsidR="008C1BC7" w:rsidRDefault="00DD152C" w:rsidP="0091048D">
      <w:pPr>
        <w:pStyle w:val="berschrift4"/>
      </w:pPr>
      <w:r>
        <w:t xml:space="preserve">Sécurité certifiée : une protection fiable pour les jeunes enfants </w:t>
      </w:r>
    </w:p>
    <w:p w14:paraId="4344FED1" w14:textId="262D9C80" w:rsidR="008C1BC7" w:rsidRDefault="008C1BC7" w:rsidP="008C1BC7">
      <w:r>
        <w:t xml:space="preserve">SIEGENIA offre une protection à toute épreuve pour vos enfants avec son modèle doté de la sécurité enfants, certifié selon la norme EN 13126-5. Pour ce faire, deux limitateurs sont employés par ouvrant. Conformément à la norme, la largeur d’ouverture en position OF est inférieure à 89 mm. Au besoin, pour nettoyer les fenêtres ou pour la maintenance par ex., la limitation d’ouverture se débloque facilement et d’un seul geste par des personnes habilitées, via la poignée de fenêtre munie de la fonction OB logique. Le vantail peut ainsi être ouvert entièrement et à tout moment pour la durée souhaitée. Le processus de fermeture est aussi très bien pensé : lorsque la poignée est ramenée en position de fermeture, les limitateurs sont automatiquement couplés pour rétablir la position sécurité enfants. </w:t>
      </w:r>
    </w:p>
    <w:p w14:paraId="48F06D7E" w14:textId="40904BD8" w:rsidR="008C1BC7" w:rsidRDefault="00C5642F" w:rsidP="00C5642F">
      <w:pPr>
        <w:pStyle w:val="berschrift4"/>
        <w:rPr>
          <w:lang w:eastAsia="en-US"/>
        </w:rPr>
      </w:pPr>
      <w:r>
        <w:t xml:space="preserve">Le confort en un seul geste</w:t>
      </w:r>
    </w:p>
    <w:p w14:paraId="2EA75757" w14:textId="28DDB19D" w:rsidR="008F0326" w:rsidRPr="00FB1E62" w:rsidRDefault="008C1BC7" w:rsidP="00FB1E62">
      <w:r>
        <w:t xml:space="preserve">Pour les cas d’application sans exigences de sécurité particulières, SIEGENIA propose un nouveau limitateur d’ouverture confort, qui, en position active, réduit la largeur d’ouverture en position OF à moins de 89 mm. Le découplage du limitateur d’ouverture est particulièrement facile dans cette variante et peut s’effectuer par un geste simple et confortable. Pour ce faire, l’ouvrant de fenêtre est pourvu d’une pièce mobile permettant de défaire le limitateur d’ouverture. Cela permet aux utilisateurs finaux d’ouvrir le vantail rapidement et sans effort, peu importe le degré d’ouverture. Le couplage du limitateur d’ouverture confort se déroule automatiquement lors de la fermeture. </w:t>
      </w:r>
    </w:p>
    <w:p w14:paraId="544EB8DF" w14:textId="25F4B4E5" w:rsidR="008C1BC7" w:rsidRPr="00455E3A" w:rsidRDefault="00C5642F" w:rsidP="00C5642F">
      <w:pPr>
        <w:pStyle w:val="berschrift4"/>
      </w:pPr>
      <w:r>
        <w:t xml:space="preserve">Une intégration simple dans la fabrication</w:t>
      </w:r>
    </w:p>
    <w:bookmarkEnd w:id="0"/>
    <w:p w14:paraId="68CF3C5E" w14:textId="14397B85" w:rsidR="0025600E" w:rsidRDefault="00A62CA1" w:rsidP="005E1468">
      <w:r>
        <w:t xml:space="preserve">Les limitateurs d’ouverture présentent de solides avantages pour la fabrication. Entièrement compatibles avec le portefeuille de ferrures ALU SIEGENIA, ils s’intègrent parfaitement dans les processus de fabrication existants. Inutile d’effectuer des perçages ou fraisages supplémentaires côté vantail. L’utilisation des deux limitateurs d’ouverture dans les fenêtres PVC et en bois est également possible.</w:t>
      </w:r>
    </w:p>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25E42498" w14:textId="77777777" w:rsidR="005F6312" w:rsidRDefault="005F6312" w:rsidP="005E1468"/>
    <w:p w14:paraId="683E52A1" w14:textId="77777777" w:rsidR="005F6312" w:rsidRDefault="005F6312" w:rsidP="005E1468"/>
    <w:p w14:paraId="7ADDDE8D" w14:textId="77777777" w:rsidR="005F6312" w:rsidRDefault="005F6312" w:rsidP="005E1468"/>
    <w:p w14:paraId="72AC849E" w14:textId="77777777" w:rsidR="005F6312" w:rsidRDefault="005F6312" w:rsidP="005E1468"/>
    <w:p w14:paraId="30FE395F" w14:textId="77777777" w:rsidR="005F6312" w:rsidRDefault="005F6312" w:rsidP="005E1468"/>
    <w:p w14:paraId="07FD8C8A" w14:textId="77777777" w:rsidR="003F1109" w:rsidRDefault="003F1109" w:rsidP="005E1468"/>
    <w:p w14:paraId="0C306083" w14:textId="77777777" w:rsidR="005F6312" w:rsidRDefault="005F6312" w:rsidP="005E1468"/>
    <w:p w14:paraId="0D4668BC" w14:textId="77777777" w:rsidR="005F6312" w:rsidRDefault="005F6312" w:rsidP="005E1468"/>
    <w:p w14:paraId="47127FB0" w14:textId="77777777" w:rsidR="0094226C" w:rsidRDefault="0094226C" w:rsidP="005E1468"/>
    <w:p w14:paraId="56E14009" w14:textId="23A181F9" w:rsidR="005E1468" w:rsidRDefault="005E1468" w:rsidP="005A7C57">
      <w:pPr>
        <w:pStyle w:val="berschrift4"/>
      </w:pPr>
      <w:r>
        <w:t xml:space="preserve">Légendes</w:t>
      </w:r>
    </w:p>
    <w:p w14:paraId="1A628C36" w14:textId="77777777" w:rsidR="002A7F37" w:rsidRDefault="002A7F37" w:rsidP="002A7F37">
      <w:r>
        <w:t xml:space="preserve">Source d’image : SIEGENIA</w:t>
      </w:r>
    </w:p>
    <w:p w14:paraId="51A9BF85" w14:textId="77777777" w:rsidR="002A7F37" w:rsidRPr="002A7F37" w:rsidRDefault="002A7F37" w:rsidP="002A7F37"/>
    <w:p w14:paraId="78252B3A" w14:textId="41604B94" w:rsidR="005E1468" w:rsidRPr="00E84A98" w:rsidRDefault="005E1468" w:rsidP="005E1468">
      <w:pPr>
        <w:rPr>
          <w:bCs/>
          <w:i/>
        </w:rPr>
      </w:pPr>
      <w:r>
        <w:rPr>
          <w:bCs/>
          <w:i/>
        </w:rPr>
        <w:t xml:space="preserve">Motif I : SIE_</w:t>
      </w:r>
      <w:r>
        <w:rPr>
          <w:rFonts w:ascii="Arial" w:hAnsi="Arial" w:cs="Arial"/>
          <w:i/>
          <w:iCs/>
          <w:szCs w:val="20"/>
        </w:rPr>
        <w:t xml:space="preserve">ALU_Limitateur d’ouverture sécurité.</w:t>
      </w:r>
      <w:r>
        <w:rPr>
          <w:bCs/>
          <w:i/>
        </w:rPr>
        <w:t xml:space="preserve">jpg </w:t>
      </w:r>
    </w:p>
    <w:p w14:paraId="7C0FFF92" w14:textId="249995AD" w:rsidR="00592AB3" w:rsidRPr="005F6312" w:rsidRDefault="00EE4467" w:rsidP="00592AB3">
      <w:bookmarkStart w:id="1" w:name="_Hlk98411917"/>
      <w:r>
        <w:t xml:space="preserve">Nouveau : le limitateur d’ouverture sécurité SIEGENIA est certifié selon la norme EN 13126-5 et offre une protection fiable pour les jeunes enfants. Selon les besoins, le découplage du limitateur est autorisé aux personnes habilitées grâce à une poignée à cylindre munie de la fonction OB logique.</w:t>
      </w:r>
    </w:p>
    <w:p w14:paraId="50AA5547" w14:textId="77777777" w:rsidR="00E84A98" w:rsidRPr="00D129AE" w:rsidRDefault="00E84A98" w:rsidP="005E1468"/>
    <w:bookmarkEnd w:id="1"/>
    <w:p w14:paraId="2DE58375" w14:textId="63F32BB0" w:rsidR="005E1468" w:rsidRPr="00D129AE" w:rsidRDefault="005E1468" w:rsidP="005E1468">
      <w:pPr>
        <w:rPr>
          <w:bCs/>
          <w:i/>
        </w:rPr>
      </w:pPr>
      <w:r>
        <w:rPr>
          <w:bCs/>
          <w:i/>
        </w:rPr>
        <w:t xml:space="preserve">Motif II : SIE_ALU_Limitateur d’ouverture confort.jpg </w:t>
      </w:r>
    </w:p>
    <w:p w14:paraId="4553A7F2" w14:textId="4832C405" w:rsidR="00EE4467" w:rsidRPr="00FB1E62" w:rsidRDefault="00EE4467" w:rsidP="00EE4467">
      <w:r>
        <w:t xml:space="preserve">Le limitateur d’ouverture confort SIEGENIA limite la largeur d’ouverture d’ouvrants de fenêtres en aluminium à moins de 89 mm. Le découplage du limitateur d’ouverture est particulièrement simple dans cette variante. Le couplage se déroule automatiquement lors de la fermeture.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Éditeur</w:t>
            </w:r>
          </w:p>
          <w:p w14:paraId="2389946E" w14:textId="77777777" w:rsidR="008D7633" w:rsidRDefault="008D7633" w:rsidP="007A5EB4">
            <w:pPr>
              <w:pStyle w:val="Formatvorlage2"/>
            </w:pPr>
            <w:r>
              <w:t xml:space="preserve">GROUPE SIEGENIA</w:t>
            </w:r>
          </w:p>
          <w:p w14:paraId="700FFE4C" w14:textId="77777777" w:rsidR="008D7633" w:rsidRDefault="008D7633" w:rsidP="007A5EB4">
            <w:pPr>
              <w:pStyle w:val="Formatvorlage2"/>
            </w:pPr>
            <w:r>
              <w:t xml:space="preserve">Marketing et communication</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 - 57234 Wilnsdorf</w:t>
            </w:r>
          </w:p>
          <w:p w14:paraId="4038CA0F" w14:textId="01B02CC4" w:rsidR="008D7633" w:rsidRDefault="00FD182E" w:rsidP="007A5EB4">
            <w:pPr>
              <w:pStyle w:val="Formatvorlage2"/>
            </w:pPr>
            <w:r>
              <w:t xml:space="preserve">Tél. : +49 271 3931-1176</w:t>
            </w:r>
          </w:p>
          <w:p w14:paraId="3E3EC954" w14:textId="77777777" w:rsidR="008D7633" w:rsidRPr="00392D5F" w:rsidRDefault="0088698F" w:rsidP="007A5EB4">
            <w:pPr>
              <w:pStyle w:val="Formatvorlage2"/>
            </w:pPr>
            <w:r>
              <w:t xml:space="preserve">E-mail :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Rédaction/Interlocuteur</w:t>
            </w:r>
          </w:p>
          <w:p w14:paraId="72D1304B" w14:textId="77777777" w:rsidR="008D7633" w:rsidRDefault="008D7633" w:rsidP="007A5EB4">
            <w:pPr>
              <w:pStyle w:val="Formatvorlage2"/>
            </w:pPr>
            <w:r>
              <w:t xml:space="preserve">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Tél. : +49 2204 9644808</w:t>
            </w:r>
          </w:p>
          <w:p w14:paraId="014B2BA0" w14:textId="77777777" w:rsidR="008D7633" w:rsidRPr="00C55524" w:rsidRDefault="0088698F" w:rsidP="007A5EB4">
            <w:pPr>
              <w:pStyle w:val="Formatvorlage2"/>
              <w:rPr>
                <w:lang w:val="it-IT"/>
              </w:rPr>
            </w:pPr>
            <w:r>
              <w:t xml:space="preserve">E-mail :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Informations sur le texte</w:t>
            </w:r>
          </w:p>
          <w:p w14:paraId="12282F2D" w14:textId="77777777" w:rsidR="008D7633" w:rsidRPr="00C33A1F" w:rsidRDefault="008D7633" w:rsidP="007A5EB4">
            <w:pPr>
              <w:pStyle w:val="Formatvorlage2"/>
            </w:pPr>
            <w:r>
              <w:t xml:space="preserve">Pages : 2</w:t>
            </w:r>
          </w:p>
          <w:p w14:paraId="2AA69921" w14:textId="623CF23B" w:rsidR="008D7633" w:rsidRPr="00C33A1F" w:rsidRDefault="008D7633" w:rsidP="007A5EB4">
            <w:pPr>
              <w:pStyle w:val="Formatvorlage2"/>
            </w:pPr>
            <w:r>
              <w:t xml:space="preserve">Mots : 291</w:t>
            </w:r>
          </w:p>
          <w:p w14:paraId="544D6147" w14:textId="4E7428B6" w:rsidR="008D7633" w:rsidRPr="00C33A1F" w:rsidRDefault="008D7633" w:rsidP="007A5EB4">
            <w:pPr>
              <w:pStyle w:val="Formatvorlage2"/>
            </w:pPr>
            <w:r>
              <w:t xml:space="preserve">Caractères : 2 291</w:t>
              <w:br/>
              <w:t xml:space="preserve">(avec espaces)</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 xml:space="preserve">Créé le : 25/04/2023</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Pour toute publication de photos ou de textes, merci de bien vouloir nous adresser un exemplaire.</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1BE6" w14:textId="77777777" w:rsidR="004144C3" w:rsidRDefault="004144C3">
      <w:r>
        <w:separator/>
      </w:r>
    </w:p>
  </w:endnote>
  <w:endnote w:type="continuationSeparator" w:id="0">
    <w:p w14:paraId="742584BA" w14:textId="77777777" w:rsidR="004144C3" w:rsidRDefault="0041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B04B" w14:textId="77777777" w:rsidR="004144C3" w:rsidRDefault="004144C3">
      <w:r>
        <w:separator/>
      </w:r>
    </w:p>
  </w:footnote>
  <w:footnote w:type="continuationSeparator" w:id="0">
    <w:p w14:paraId="6A441DAF" w14:textId="77777777" w:rsidR="004144C3" w:rsidRDefault="00414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2023-04-25T12:10:00Z</dcterms:created>
  <dcterms:modified xsi:type="dcterms:W3CDTF">2023-04-25T12:10:00Z</dcterms:modified>
</cp:coreProperties>
</file>