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D3B2" w14:textId="1AEE1943" w:rsidR="005E1468" w:rsidRDefault="001E64B0" w:rsidP="005E1468">
      <w:pPr>
        <w:pStyle w:val="berschrift2"/>
      </w:pPr>
      <w:r>
        <w:t xml:space="preserve">SIEGENIA </w:t>
      </w:r>
      <w:r w:rsidR="00127322">
        <w:t>spendet 20.000 Euro</w:t>
      </w:r>
      <w:r>
        <w:t xml:space="preserve"> für Notleidende</w:t>
      </w:r>
      <w:r w:rsidR="00F6067C">
        <w:t xml:space="preserve"> </w:t>
      </w:r>
    </w:p>
    <w:p w14:paraId="15E02021" w14:textId="43C981F4" w:rsidR="005E1468" w:rsidRPr="00B55070" w:rsidRDefault="007A0BEC" w:rsidP="001E64B0">
      <w:pPr>
        <w:pStyle w:val="berschrift1"/>
      </w:pPr>
      <w:r>
        <w:t xml:space="preserve">Großzügige </w:t>
      </w:r>
      <w:r w:rsidR="00127322">
        <w:t xml:space="preserve">Fortsetzung der Spendentradition </w:t>
      </w:r>
    </w:p>
    <w:p w14:paraId="523D47DC" w14:textId="248B33B3" w:rsidR="00A82224" w:rsidRDefault="00A82224" w:rsidP="005E1468"/>
    <w:p w14:paraId="20C5D202" w14:textId="77518E52" w:rsidR="003E6967" w:rsidRDefault="00B60796" w:rsidP="00F54D49">
      <w:r>
        <w:rPr>
          <w:rFonts w:cs="Arial"/>
          <w:szCs w:val="20"/>
        </w:rPr>
        <w:t xml:space="preserve">Die Unterstützung von Menschen in schwierigen Lebenssituationen hat bei SIEGENIA Tradition: </w:t>
      </w:r>
      <w:r w:rsidR="00E76F55">
        <w:t xml:space="preserve">Seit vielen Jahren verzichtet </w:t>
      </w:r>
      <w:r>
        <w:t>das Unternehmen auf</w:t>
      </w:r>
      <w:r w:rsidR="00E76F55">
        <w:t xml:space="preserve"> die Versendung von Weihnachtspräsenten an </w:t>
      </w:r>
      <w:r>
        <w:t>seine Pa</w:t>
      </w:r>
      <w:r w:rsidR="00E76F55">
        <w:t xml:space="preserve">rtner und </w:t>
      </w:r>
      <w:r>
        <w:t>setzt sich</w:t>
      </w:r>
      <w:r w:rsidR="00E76F55">
        <w:t xml:space="preserve"> stattdessen für wohltätige Zwecke</w:t>
      </w:r>
      <w:r>
        <w:t xml:space="preserve"> ein</w:t>
      </w:r>
      <w:r w:rsidR="00E76F55">
        <w:t xml:space="preserve">. </w:t>
      </w:r>
      <w:r w:rsidR="007A0BEC">
        <w:rPr>
          <w:rFonts w:cs="Arial"/>
          <w:szCs w:val="20"/>
        </w:rPr>
        <w:t xml:space="preserve">Davon profitieren sowohl regionale </w:t>
      </w:r>
      <w:r w:rsidR="009F5237">
        <w:t>Einrichtungen an den deutschen Firmenstandorten</w:t>
      </w:r>
      <w:r w:rsidR="007A0BEC">
        <w:t xml:space="preserve"> als </w:t>
      </w:r>
      <w:r w:rsidR="009F5237">
        <w:t>auch überregionale Institutionen</w:t>
      </w:r>
      <w:r w:rsidR="007A0BEC">
        <w:t xml:space="preserve">. </w:t>
      </w:r>
      <w:r w:rsidR="00005154">
        <w:t>I</w:t>
      </w:r>
      <w:r w:rsidR="003E6967">
        <w:t xml:space="preserve">n diesem Jahr </w:t>
      </w:r>
      <w:r>
        <w:t xml:space="preserve">trägt </w:t>
      </w:r>
      <w:r w:rsidR="003E6967">
        <w:t xml:space="preserve">SIEGENIA </w:t>
      </w:r>
      <w:r>
        <w:t xml:space="preserve">den steigenden Lebenshaltungskosten mit einer </w:t>
      </w:r>
      <w:r w:rsidR="00005154">
        <w:t>erneut</w:t>
      </w:r>
      <w:r>
        <w:t>en Erhöhung seines Spendenbetrags Rechnung</w:t>
      </w:r>
      <w:r w:rsidR="00005154">
        <w:t xml:space="preserve"> </w:t>
      </w:r>
      <w:r w:rsidR="003E6967">
        <w:t xml:space="preserve">und </w:t>
      </w:r>
      <w:r>
        <w:t xml:space="preserve">engagiert sich mit </w:t>
      </w:r>
      <w:r w:rsidR="003E6967">
        <w:t xml:space="preserve">insgesamt </w:t>
      </w:r>
      <w:r>
        <w:t>20</w:t>
      </w:r>
      <w:r w:rsidR="003E6967">
        <w:t xml:space="preserve">.000 Euro für </w:t>
      </w:r>
      <w:r>
        <w:t>Notleidende</w:t>
      </w:r>
      <w:r w:rsidR="006D6975">
        <w:t>.</w:t>
      </w:r>
      <w:r w:rsidR="008F7C26">
        <w:t xml:space="preserve"> </w:t>
      </w:r>
    </w:p>
    <w:p w14:paraId="23AD64AA" w14:textId="1E350974" w:rsidR="003E6967" w:rsidRDefault="00B60796" w:rsidP="00E37859">
      <w:pPr>
        <w:pStyle w:val="berschrift4"/>
      </w:pPr>
      <w:r>
        <w:t>Mit Herz für s</w:t>
      </w:r>
      <w:r w:rsidR="00E37859">
        <w:t>ieben gemeinnützige Organisationen</w:t>
      </w:r>
    </w:p>
    <w:p w14:paraId="3CB170FA" w14:textId="1D943B18" w:rsidR="007723A0" w:rsidRPr="00DC49B7" w:rsidRDefault="00005154" w:rsidP="007723A0">
      <w:r>
        <w:t xml:space="preserve">Wie </w:t>
      </w:r>
      <w:r w:rsidR="008A6B49">
        <w:t>bereits</w:t>
      </w:r>
      <w:r>
        <w:t xml:space="preserve"> in den </w:t>
      </w:r>
      <w:r w:rsidR="008A6B49">
        <w:t>vergangenen J</w:t>
      </w:r>
      <w:r>
        <w:t>ahren</w:t>
      </w:r>
      <w:r w:rsidR="006B09F1">
        <w:t xml:space="preserve"> </w:t>
      </w:r>
      <w:r w:rsidR="008A6B49">
        <w:t xml:space="preserve">trägt SIEGENIA mithilfe von Spenden dazu bei, dass die regionalen Tafeln </w:t>
      </w:r>
      <w:r w:rsidR="008A6B49" w:rsidRPr="004E3281">
        <w:t xml:space="preserve">Menschen in einer schwierigen Lebenssituation </w:t>
      </w:r>
      <w:r w:rsidR="008A6B49">
        <w:t xml:space="preserve">durch die </w:t>
      </w:r>
      <w:r w:rsidR="008A6B49" w:rsidRPr="004E3281">
        <w:t>kostenfrei</w:t>
      </w:r>
      <w:r w:rsidR="008A6B49">
        <w:t>e</w:t>
      </w:r>
      <w:r w:rsidR="008A6B49" w:rsidRPr="004E3281">
        <w:t xml:space="preserve"> </w:t>
      </w:r>
      <w:r w:rsidR="008A6B49">
        <w:t xml:space="preserve">Versorgung </w:t>
      </w:r>
      <w:r w:rsidR="008A6B49" w:rsidRPr="004E3281">
        <w:t>mit Lebensmitteln</w:t>
      </w:r>
      <w:r w:rsidR="008A6B49">
        <w:t xml:space="preserve"> entlasten können. Hierzu erhält die „Siegener Tafel“ in diesem Jahr 3.300 Euro, während sich die</w:t>
      </w:r>
      <w:r w:rsidR="006B09F1">
        <w:t xml:space="preserve"> „Tafel Hermeskeil e.V.“ und die „Velberter Tafel“ des Diakonischen Werks im Kirchenkreis Niederberg über eine </w:t>
      </w:r>
      <w:r w:rsidR="007723A0">
        <w:t>Weihnachtss</w:t>
      </w:r>
      <w:r w:rsidR="006B09F1">
        <w:t xml:space="preserve">pende </w:t>
      </w:r>
      <w:r w:rsidR="008A6B49">
        <w:t xml:space="preserve">in Höhe von je 2.200 Euro </w:t>
      </w:r>
      <w:r w:rsidR="006B09F1">
        <w:t>freuen</w:t>
      </w:r>
      <w:r w:rsidR="008A6B49">
        <w:t>.</w:t>
      </w:r>
      <w:r w:rsidR="007723A0">
        <w:t xml:space="preserve"> </w:t>
      </w:r>
    </w:p>
    <w:p w14:paraId="48886D79" w14:textId="7E47FD36" w:rsidR="00F54D49" w:rsidRDefault="00F54D49" w:rsidP="00F54D49"/>
    <w:p w14:paraId="4B71CCD6" w14:textId="2F3D393B" w:rsidR="002B2DE6" w:rsidRDefault="00DF76E3" w:rsidP="002B2DE6">
      <w:r>
        <w:rPr>
          <w:rFonts w:cs="Arial"/>
          <w:szCs w:val="20"/>
        </w:rPr>
        <w:t xml:space="preserve">Sein Engagement für die Region bringt </w:t>
      </w:r>
      <w:r w:rsidR="007723A0">
        <w:rPr>
          <w:rFonts w:cs="Arial"/>
          <w:szCs w:val="20"/>
        </w:rPr>
        <w:t xml:space="preserve">SIEGENIA </w:t>
      </w:r>
      <w:r>
        <w:rPr>
          <w:rFonts w:cs="Arial"/>
          <w:szCs w:val="20"/>
        </w:rPr>
        <w:t xml:space="preserve">darüber hinaus durch die Berücksichtigung von </w:t>
      </w:r>
      <w:r w:rsidR="007723A0">
        <w:rPr>
          <w:rFonts w:cs="Arial"/>
          <w:szCs w:val="20"/>
        </w:rPr>
        <w:t>drei weitere</w:t>
      </w:r>
      <w:r>
        <w:rPr>
          <w:rFonts w:cs="Arial"/>
          <w:szCs w:val="20"/>
        </w:rPr>
        <w:t>n</w:t>
      </w:r>
      <w:r w:rsidR="007723A0">
        <w:rPr>
          <w:rFonts w:cs="Arial"/>
          <w:szCs w:val="20"/>
        </w:rPr>
        <w:t xml:space="preserve"> regionale</w:t>
      </w:r>
      <w:r w:rsidR="00E10E99">
        <w:rPr>
          <w:rFonts w:cs="Arial"/>
          <w:szCs w:val="20"/>
        </w:rPr>
        <w:t>n</w:t>
      </w:r>
      <w:r w:rsidR="007723A0">
        <w:rPr>
          <w:rFonts w:cs="Arial"/>
          <w:szCs w:val="20"/>
        </w:rPr>
        <w:t xml:space="preserve"> Spendenempfänger</w:t>
      </w:r>
      <w:r>
        <w:rPr>
          <w:rFonts w:cs="Arial"/>
          <w:szCs w:val="20"/>
        </w:rPr>
        <w:t>n</w:t>
      </w:r>
      <w:r w:rsidR="007723A0">
        <w:rPr>
          <w:rFonts w:cs="Arial"/>
          <w:szCs w:val="20"/>
        </w:rPr>
        <w:t xml:space="preserve"> </w:t>
      </w:r>
      <w:r w:rsidR="00EA35B7">
        <w:rPr>
          <w:rFonts w:cs="Arial"/>
          <w:szCs w:val="20"/>
        </w:rPr>
        <w:t>zum Ausdruck</w:t>
      </w:r>
      <w:r w:rsidR="007723A0">
        <w:rPr>
          <w:rFonts w:cs="Arial"/>
          <w:szCs w:val="20"/>
        </w:rPr>
        <w:t xml:space="preserve">. </w:t>
      </w:r>
      <w:r w:rsidR="00AA1F3A">
        <w:rPr>
          <w:rFonts w:cs="Arial"/>
          <w:szCs w:val="20"/>
        </w:rPr>
        <w:t xml:space="preserve">Das </w:t>
      </w:r>
      <w:r w:rsidR="00363486" w:rsidRPr="00294782">
        <w:rPr>
          <w:rFonts w:cs="Arial"/>
          <w:szCs w:val="20"/>
        </w:rPr>
        <w:t>Kinder- und Jugendhospiz Balthasar in Olpe</w:t>
      </w:r>
      <w:r w:rsidR="00363486">
        <w:rPr>
          <w:rFonts w:cs="Arial"/>
          <w:szCs w:val="20"/>
        </w:rPr>
        <w:t xml:space="preserve"> </w:t>
      </w:r>
      <w:r w:rsidR="00363486" w:rsidRPr="00294782">
        <w:rPr>
          <w:rFonts w:cs="Arial"/>
          <w:szCs w:val="20"/>
        </w:rPr>
        <w:t xml:space="preserve">wird </w:t>
      </w:r>
      <w:r w:rsidR="00AA1F3A">
        <w:rPr>
          <w:rFonts w:cs="Arial"/>
          <w:szCs w:val="20"/>
        </w:rPr>
        <w:t xml:space="preserve">den Betrag </w:t>
      </w:r>
      <w:r w:rsidR="00127322">
        <w:rPr>
          <w:rFonts w:cs="Arial"/>
          <w:szCs w:val="20"/>
        </w:rPr>
        <w:t xml:space="preserve">in Höhe von 3.300 Euro </w:t>
      </w:r>
      <w:r w:rsidR="00363486" w:rsidRPr="00294782">
        <w:rPr>
          <w:rFonts w:cs="Arial"/>
          <w:szCs w:val="20"/>
        </w:rPr>
        <w:t xml:space="preserve">für die Pflege </w:t>
      </w:r>
      <w:r w:rsidR="00363486" w:rsidRPr="00294782">
        <w:rPr>
          <w:szCs w:val="20"/>
        </w:rPr>
        <w:t xml:space="preserve">unheilbar kranker Kinder, Jugendlicher und junger Erwachsener sowie für die Begleitung ihrer Familienangehörigen </w:t>
      </w:r>
      <w:r w:rsidR="00AA1F3A">
        <w:rPr>
          <w:szCs w:val="20"/>
        </w:rPr>
        <w:t>einsetzen.</w:t>
      </w:r>
      <w:r w:rsidR="00127322">
        <w:rPr>
          <w:szCs w:val="20"/>
        </w:rPr>
        <w:t xml:space="preserve"> </w:t>
      </w:r>
      <w:r>
        <w:rPr>
          <w:szCs w:val="20"/>
        </w:rPr>
        <w:t xml:space="preserve">Jeweils </w:t>
      </w:r>
      <w:r w:rsidR="00127322">
        <w:rPr>
          <w:szCs w:val="20"/>
        </w:rPr>
        <w:t>3000 Euro</w:t>
      </w:r>
      <w:r>
        <w:rPr>
          <w:szCs w:val="20"/>
        </w:rPr>
        <w:t xml:space="preserve"> erhalten das Marien Hospiz Louise von </w:t>
      </w:r>
      <w:proofErr w:type="spellStart"/>
      <w:r>
        <w:rPr>
          <w:szCs w:val="20"/>
        </w:rPr>
        <w:t>Marillac</w:t>
      </w:r>
      <w:proofErr w:type="spellEnd"/>
      <w:r>
        <w:rPr>
          <w:szCs w:val="20"/>
        </w:rPr>
        <w:t xml:space="preserve"> </w:t>
      </w:r>
      <w:r w:rsidR="00BF6C37">
        <w:rPr>
          <w:szCs w:val="20"/>
        </w:rPr>
        <w:t xml:space="preserve">in Wilnsdorf </w:t>
      </w:r>
      <w:r>
        <w:rPr>
          <w:szCs w:val="20"/>
        </w:rPr>
        <w:t xml:space="preserve">und </w:t>
      </w:r>
      <w:r w:rsidR="001536EC">
        <w:rPr>
          <w:szCs w:val="20"/>
        </w:rPr>
        <w:t>d</w:t>
      </w:r>
      <w:r w:rsidR="001536EC">
        <w:t>ie Kreisvereinigung Siegen-Wittgenstein des Vereins „</w:t>
      </w:r>
      <w:r w:rsidR="001536EC" w:rsidRPr="00F54D49">
        <w:rPr>
          <w:rFonts w:cs="Arial"/>
          <w:szCs w:val="20"/>
        </w:rPr>
        <w:t>Lebenshilfe für Menschen mit geistiger Behinderung e. V. Siegen</w:t>
      </w:r>
      <w:r w:rsidR="001536EC">
        <w:rPr>
          <w:rFonts w:cs="Arial"/>
          <w:szCs w:val="20"/>
        </w:rPr>
        <w:t xml:space="preserve">“. Während </w:t>
      </w:r>
      <w:r w:rsidR="001F3D1D">
        <w:rPr>
          <w:szCs w:val="20"/>
        </w:rPr>
        <w:t xml:space="preserve">das Marien Hospiz </w:t>
      </w:r>
      <w:r w:rsidR="00AA1F3A">
        <w:rPr>
          <w:szCs w:val="20"/>
        </w:rPr>
        <w:t>das Spendengeld dazu verwenden</w:t>
      </w:r>
      <w:r w:rsidR="001536EC">
        <w:rPr>
          <w:szCs w:val="20"/>
        </w:rPr>
        <w:t xml:space="preserve"> wird</w:t>
      </w:r>
      <w:r w:rsidR="00AA1F3A">
        <w:rPr>
          <w:szCs w:val="20"/>
        </w:rPr>
        <w:t xml:space="preserve">, </w:t>
      </w:r>
      <w:r w:rsidR="001F3D1D">
        <w:rPr>
          <w:szCs w:val="20"/>
        </w:rPr>
        <w:t xml:space="preserve">die letzte Lebensphase </w:t>
      </w:r>
      <w:r w:rsidR="00AA1F3A">
        <w:rPr>
          <w:szCs w:val="20"/>
        </w:rPr>
        <w:t>schwerstkranke</w:t>
      </w:r>
      <w:r w:rsidR="001F3D1D">
        <w:rPr>
          <w:szCs w:val="20"/>
        </w:rPr>
        <w:t>r</w:t>
      </w:r>
      <w:r w:rsidR="00AA1F3A">
        <w:rPr>
          <w:szCs w:val="20"/>
        </w:rPr>
        <w:t xml:space="preserve"> und sterbende</w:t>
      </w:r>
      <w:r w:rsidR="001F3D1D">
        <w:rPr>
          <w:szCs w:val="20"/>
        </w:rPr>
        <w:t>r</w:t>
      </w:r>
      <w:r w:rsidR="00AA1F3A">
        <w:rPr>
          <w:szCs w:val="20"/>
        </w:rPr>
        <w:t xml:space="preserve"> Menschen </w:t>
      </w:r>
      <w:r w:rsidR="001F3D1D">
        <w:rPr>
          <w:szCs w:val="20"/>
        </w:rPr>
        <w:t>so angenehm wie möglich zu gestalten</w:t>
      </w:r>
      <w:r w:rsidR="001536EC">
        <w:rPr>
          <w:szCs w:val="20"/>
        </w:rPr>
        <w:t xml:space="preserve">, </w:t>
      </w:r>
      <w:r w:rsidR="00EA35B7">
        <w:rPr>
          <w:szCs w:val="20"/>
        </w:rPr>
        <w:t>will</w:t>
      </w:r>
      <w:r w:rsidR="001536EC">
        <w:rPr>
          <w:szCs w:val="20"/>
        </w:rPr>
        <w:t xml:space="preserve"> der </w:t>
      </w:r>
      <w:r w:rsidR="002874CC">
        <w:t>Verein „</w:t>
      </w:r>
      <w:r w:rsidR="001166D6" w:rsidRPr="00F54D49">
        <w:rPr>
          <w:rFonts w:cs="Arial"/>
          <w:szCs w:val="20"/>
        </w:rPr>
        <w:t>Lebenshilfe</w:t>
      </w:r>
      <w:r w:rsidR="00596041">
        <w:rPr>
          <w:rFonts w:cs="Arial"/>
          <w:szCs w:val="20"/>
        </w:rPr>
        <w:t>“</w:t>
      </w:r>
      <w:r w:rsidR="001166D6">
        <w:rPr>
          <w:rFonts w:cs="Arial"/>
          <w:szCs w:val="20"/>
        </w:rPr>
        <w:t xml:space="preserve"> mit dem Spendenbetrag </w:t>
      </w:r>
      <w:r w:rsidR="001536EC">
        <w:rPr>
          <w:rFonts w:cs="Arial"/>
          <w:szCs w:val="20"/>
        </w:rPr>
        <w:t>die</w:t>
      </w:r>
      <w:r w:rsidR="001166D6">
        <w:rPr>
          <w:rFonts w:cs="Arial"/>
          <w:szCs w:val="20"/>
        </w:rPr>
        <w:t xml:space="preserve"> Unterstützung für Menschen mit geistiger Behinderung und ihre Angehörigen weiter ausbauen. </w:t>
      </w:r>
      <w:r w:rsidR="001536EC">
        <w:rPr>
          <w:rFonts w:cs="Arial"/>
          <w:szCs w:val="20"/>
        </w:rPr>
        <w:t xml:space="preserve">Auf überregionaler Ebene unterstützt SIEGENIA erneut die Arbeit der Organisation </w:t>
      </w:r>
      <w:r w:rsidR="002B2DE6">
        <w:t>„Ärzte ohne Grenzen e.V.“</w:t>
      </w:r>
      <w:r w:rsidR="001536EC">
        <w:t xml:space="preserve">. Sie </w:t>
      </w:r>
      <w:r w:rsidR="00EA35B7">
        <w:t>setzt</w:t>
      </w:r>
      <w:r w:rsidR="001536EC">
        <w:t xml:space="preserve"> </w:t>
      </w:r>
      <w:r w:rsidR="00EA35B7">
        <w:t>die Spende</w:t>
      </w:r>
      <w:r w:rsidR="001536EC">
        <w:t xml:space="preserve"> von </w:t>
      </w:r>
      <w:r w:rsidR="002B2DE6">
        <w:t xml:space="preserve">3.000 Euro für </w:t>
      </w:r>
      <w:r w:rsidR="002B2DE6" w:rsidRPr="004E3281">
        <w:t>medizinische Nothilfe in Krisen- und Kriegsgebieten</w:t>
      </w:r>
      <w:r w:rsidR="001536EC">
        <w:t xml:space="preserve"> ein</w:t>
      </w:r>
      <w:r w:rsidR="002B2DE6">
        <w:t>.</w:t>
      </w:r>
    </w:p>
    <w:p w14:paraId="67CC1644" w14:textId="70A69C20" w:rsidR="002B2DE6" w:rsidRDefault="002B2DE6" w:rsidP="002B2DE6"/>
    <w:p w14:paraId="42C073EE" w14:textId="780F523C" w:rsidR="00A65D9A" w:rsidRDefault="00A65D9A" w:rsidP="002B2DE6"/>
    <w:p w14:paraId="7ED2BF9B" w14:textId="517156BA" w:rsidR="00A65D9A" w:rsidRDefault="00A65D9A" w:rsidP="002B2DE6"/>
    <w:p w14:paraId="75023374" w14:textId="77777777" w:rsidR="00A65D9A" w:rsidRDefault="00A65D9A" w:rsidP="00A65D9A">
      <w:pPr>
        <w:pStyle w:val="berschrift4"/>
      </w:pPr>
      <w:r>
        <w:lastRenderedPageBreak/>
        <w:t>Bildunterschrift</w:t>
      </w:r>
    </w:p>
    <w:p w14:paraId="707CD9FB" w14:textId="77777777" w:rsidR="00A65D9A" w:rsidRDefault="00A65D9A" w:rsidP="00A65D9A">
      <w:r>
        <w:t>Bildquelle: SIEGENIA</w:t>
      </w:r>
    </w:p>
    <w:p w14:paraId="00C3614E" w14:textId="77777777" w:rsidR="00A65D9A" w:rsidRPr="002A7F37" w:rsidRDefault="00A65D9A" w:rsidP="00A65D9A"/>
    <w:p w14:paraId="6278AF32" w14:textId="2EC4A0C4" w:rsidR="00A65D9A" w:rsidRPr="00D129AE" w:rsidRDefault="00A65D9A" w:rsidP="00A65D9A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E10E99">
        <w:rPr>
          <w:bCs/>
          <w:i/>
        </w:rPr>
        <w:t>Weihnachtsspenden</w:t>
      </w:r>
      <w:proofErr w:type="spellEnd"/>
      <w:r w:rsidR="00E10E99">
        <w:rPr>
          <w:bCs/>
          <w:i/>
        </w:rPr>
        <w:t xml:space="preserve"> 2022_</w:t>
      </w:r>
      <w:r w:rsidR="00125CC8">
        <w:rPr>
          <w:bCs/>
          <w:i/>
        </w:rPr>
        <w:t>Übergabe</w:t>
      </w:r>
      <w:r w:rsidRPr="00D129AE">
        <w:rPr>
          <w:bCs/>
          <w:i/>
        </w:rPr>
        <w:t xml:space="preserve">.jpg </w:t>
      </w:r>
    </w:p>
    <w:p w14:paraId="0B78258C" w14:textId="536FE006" w:rsidR="00125CC8" w:rsidRDefault="00125CC8" w:rsidP="00125CC8">
      <w:pPr>
        <w:rPr>
          <w:rFonts w:cs="Arial"/>
          <w:szCs w:val="20"/>
        </w:rPr>
      </w:pPr>
      <w:bookmarkStart w:id="0" w:name="_Hlk121150327"/>
      <w:r>
        <w:t>Große Freude über die großzügigen Spenden von SIEGENIA</w:t>
      </w:r>
      <w:r w:rsidR="00F77B9C">
        <w:t xml:space="preserve">: </w:t>
      </w:r>
      <w:r>
        <w:rPr>
          <w:rFonts w:cs="Arial"/>
          <w:szCs w:val="20"/>
        </w:rPr>
        <w:t xml:space="preserve">Hans Jürgen Röhrig </w:t>
      </w:r>
      <w:r>
        <w:rPr>
          <w:rFonts w:cs="Arial"/>
          <w:szCs w:val="20"/>
        </w:rPr>
        <w:t>(</w:t>
      </w:r>
      <w:proofErr w:type="spellStart"/>
      <w:r>
        <w:rPr>
          <w:rFonts w:cs="Arial"/>
          <w:szCs w:val="20"/>
        </w:rPr>
        <w:t>v.l</w:t>
      </w:r>
      <w:proofErr w:type="spellEnd"/>
      <w:r>
        <w:rPr>
          <w:rFonts w:cs="Arial"/>
          <w:szCs w:val="20"/>
        </w:rPr>
        <w:t>.) vom Verein „</w:t>
      </w:r>
      <w:r>
        <w:rPr>
          <w:rFonts w:cs="Arial"/>
          <w:szCs w:val="20"/>
        </w:rPr>
        <w:t>Lebenshilfe</w:t>
      </w:r>
      <w:r>
        <w:rPr>
          <w:rFonts w:cs="Arial"/>
          <w:szCs w:val="20"/>
        </w:rPr>
        <w:t>“</w:t>
      </w:r>
      <w:r>
        <w:rPr>
          <w:rFonts w:cs="Arial"/>
          <w:szCs w:val="20"/>
        </w:rPr>
        <w:t xml:space="preserve">, Juliane Schneider vom Marien Hospiz Louise von </w:t>
      </w:r>
      <w:proofErr w:type="spellStart"/>
      <w:r>
        <w:rPr>
          <w:rFonts w:cs="Arial"/>
          <w:szCs w:val="20"/>
        </w:rPr>
        <w:t>Marillac</w:t>
      </w:r>
      <w:proofErr w:type="spellEnd"/>
      <w:r>
        <w:rPr>
          <w:rFonts w:cs="Arial"/>
          <w:szCs w:val="20"/>
        </w:rPr>
        <w:t xml:space="preserve">, Roland Penz vom Kinder- und Jugendhospiz Balthasar und Roswitha </w:t>
      </w:r>
      <w:proofErr w:type="spellStart"/>
      <w:r>
        <w:rPr>
          <w:rFonts w:cs="Arial"/>
          <w:szCs w:val="20"/>
        </w:rPr>
        <w:t>Junak</w:t>
      </w:r>
      <w:proofErr w:type="spellEnd"/>
      <w:r>
        <w:rPr>
          <w:rFonts w:cs="Arial"/>
          <w:szCs w:val="20"/>
        </w:rPr>
        <w:t>-Mößner von der Siegener Tafel</w:t>
      </w:r>
      <w:r>
        <w:rPr>
          <w:rFonts w:cs="Arial"/>
          <w:szCs w:val="20"/>
        </w:rPr>
        <w:t xml:space="preserve"> bei der Scheckübergabe</w:t>
      </w:r>
      <w:r>
        <w:rPr>
          <w:rFonts w:cs="Arial"/>
          <w:szCs w:val="20"/>
        </w:rPr>
        <w:t>.</w:t>
      </w:r>
    </w:p>
    <w:p w14:paraId="64B35E15" w14:textId="77777777" w:rsidR="007A0BEC" w:rsidRDefault="007A0BEC" w:rsidP="007A0BEC"/>
    <w:bookmarkEnd w:id="0"/>
    <w:p w14:paraId="02EA0C42" w14:textId="22058837" w:rsidR="008D7633" w:rsidRDefault="008D7633" w:rsidP="008D7633">
      <w:pPr>
        <w:rPr>
          <w:szCs w:val="20"/>
        </w:rPr>
      </w:pPr>
    </w:p>
    <w:p w14:paraId="49476525" w14:textId="3C654284" w:rsidR="00E10E99" w:rsidRDefault="00E10E99" w:rsidP="008D7633">
      <w:pPr>
        <w:rPr>
          <w:szCs w:val="20"/>
        </w:rPr>
      </w:pPr>
    </w:p>
    <w:p w14:paraId="13B5A7C9" w14:textId="02E7ECC5" w:rsidR="00E10E99" w:rsidRDefault="00E10E99" w:rsidP="008D7633">
      <w:pPr>
        <w:rPr>
          <w:szCs w:val="20"/>
        </w:rPr>
      </w:pPr>
    </w:p>
    <w:p w14:paraId="1672FF03" w14:textId="29CA2BF9" w:rsidR="00E10E99" w:rsidRDefault="00E10E99" w:rsidP="008D7633">
      <w:pPr>
        <w:rPr>
          <w:szCs w:val="20"/>
        </w:rPr>
      </w:pPr>
    </w:p>
    <w:p w14:paraId="4C05C014" w14:textId="7BDBD4FE" w:rsidR="00E10E99" w:rsidRDefault="00E10E99" w:rsidP="008D7633">
      <w:pPr>
        <w:rPr>
          <w:szCs w:val="20"/>
        </w:rPr>
      </w:pPr>
    </w:p>
    <w:p w14:paraId="3B870125" w14:textId="3BBB878F" w:rsidR="00E10E99" w:rsidRDefault="00E10E99" w:rsidP="008D7633">
      <w:pPr>
        <w:rPr>
          <w:szCs w:val="20"/>
        </w:rPr>
      </w:pPr>
    </w:p>
    <w:p w14:paraId="244C5F4E" w14:textId="079EFB69" w:rsidR="00E10E99" w:rsidRDefault="00E10E99" w:rsidP="008D7633">
      <w:pPr>
        <w:rPr>
          <w:szCs w:val="20"/>
        </w:rPr>
      </w:pPr>
    </w:p>
    <w:p w14:paraId="791FAA3B" w14:textId="000697D8" w:rsidR="00E10E99" w:rsidRDefault="00E10E99" w:rsidP="008D7633">
      <w:pPr>
        <w:rPr>
          <w:szCs w:val="20"/>
        </w:rPr>
      </w:pPr>
    </w:p>
    <w:p w14:paraId="17FBFC02" w14:textId="40677290" w:rsidR="00E10E99" w:rsidRDefault="00E10E99" w:rsidP="008D7633">
      <w:pPr>
        <w:rPr>
          <w:szCs w:val="20"/>
        </w:rPr>
      </w:pPr>
    </w:p>
    <w:p w14:paraId="5BA2C57E" w14:textId="47E10FB8" w:rsidR="00E10E99" w:rsidRDefault="00E10E99" w:rsidP="008D7633">
      <w:pPr>
        <w:rPr>
          <w:szCs w:val="20"/>
        </w:rPr>
      </w:pPr>
    </w:p>
    <w:p w14:paraId="2024E9E0" w14:textId="176DED99" w:rsidR="00E10E99" w:rsidRDefault="00E10E99" w:rsidP="008D7633">
      <w:pPr>
        <w:rPr>
          <w:szCs w:val="20"/>
        </w:rPr>
      </w:pPr>
    </w:p>
    <w:p w14:paraId="6F40BFC0" w14:textId="1CD7250C" w:rsidR="00E10E99" w:rsidRDefault="00E10E99" w:rsidP="008D7633">
      <w:pPr>
        <w:rPr>
          <w:szCs w:val="20"/>
        </w:rPr>
      </w:pPr>
    </w:p>
    <w:p w14:paraId="04B501C6" w14:textId="55871E30" w:rsidR="00E10E99" w:rsidRDefault="00E10E99" w:rsidP="008D7633">
      <w:pPr>
        <w:rPr>
          <w:szCs w:val="20"/>
        </w:rPr>
      </w:pPr>
    </w:p>
    <w:p w14:paraId="3B9DED9B" w14:textId="0B7723FB" w:rsidR="00E10E99" w:rsidRDefault="00E10E99" w:rsidP="008D7633">
      <w:pPr>
        <w:rPr>
          <w:szCs w:val="20"/>
        </w:rPr>
      </w:pPr>
    </w:p>
    <w:p w14:paraId="4F922278" w14:textId="35009670" w:rsidR="00E10E99" w:rsidRDefault="00E10E99" w:rsidP="008D7633">
      <w:pPr>
        <w:rPr>
          <w:szCs w:val="20"/>
        </w:rPr>
      </w:pPr>
    </w:p>
    <w:p w14:paraId="72981642" w14:textId="035416EE" w:rsidR="00E10E99" w:rsidRDefault="00E10E99" w:rsidP="008D7633">
      <w:pPr>
        <w:rPr>
          <w:szCs w:val="20"/>
        </w:rPr>
      </w:pPr>
    </w:p>
    <w:p w14:paraId="4C004A54" w14:textId="5369CF02" w:rsidR="00E10E99" w:rsidRDefault="00E10E99" w:rsidP="008D7633">
      <w:pPr>
        <w:rPr>
          <w:szCs w:val="20"/>
        </w:rPr>
      </w:pPr>
    </w:p>
    <w:p w14:paraId="74F0D425" w14:textId="77777777" w:rsidR="00E10E99" w:rsidRPr="00E14DD8" w:rsidRDefault="00E10E99" w:rsidP="008D7633">
      <w:pPr>
        <w:rPr>
          <w:szCs w:val="20"/>
        </w:rPr>
      </w:pPr>
    </w:p>
    <w:p w14:paraId="67E4F446" w14:textId="77777777" w:rsidR="008D7633" w:rsidRPr="00E14DD8" w:rsidRDefault="008D7633" w:rsidP="008D7633">
      <w:pPr>
        <w:rPr>
          <w:szCs w:val="20"/>
        </w:rPr>
      </w:pPr>
    </w:p>
    <w:p w14:paraId="557C19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A5D71F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4E6FAC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C2E876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00CF9E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DB95B1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F0A766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F6E063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AF25FD9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F53F42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2CB55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D90E3E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A84660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44B8C43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150BF2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C13832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C959C86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62A289A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087EF1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9EBFEE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9EAA9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B02AE41" w14:textId="21793BDC" w:rsidR="008D7633" w:rsidRPr="00C33A1F" w:rsidRDefault="008D7633" w:rsidP="007A5EB4">
            <w:pPr>
              <w:pStyle w:val="Formatvorlage2"/>
            </w:pPr>
            <w:r w:rsidRPr="00C33A1F">
              <w:t>Seite:</w:t>
            </w:r>
            <w:r w:rsidR="00301735">
              <w:t xml:space="preserve"> </w:t>
            </w:r>
            <w:r w:rsidR="00596041">
              <w:t>1</w:t>
            </w:r>
          </w:p>
          <w:p w14:paraId="40E3E056" w14:textId="2919F9A7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01735">
              <w:t>2</w:t>
            </w:r>
            <w:r w:rsidR="00E10E99">
              <w:t>90</w:t>
            </w:r>
          </w:p>
          <w:p w14:paraId="01220C3A" w14:textId="7D52C8DF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301735">
              <w:t>2</w:t>
            </w:r>
            <w:r w:rsidR="00596041">
              <w:t xml:space="preserve"> </w:t>
            </w:r>
            <w:r w:rsidR="00E10E99">
              <w:t>166</w:t>
            </w:r>
            <w:r w:rsidRPr="00C33A1F">
              <w:br/>
              <w:t>(mit Leerzeichen)</w:t>
            </w:r>
          </w:p>
          <w:p w14:paraId="123BBD67" w14:textId="77777777" w:rsidR="008D7633" w:rsidRDefault="008D7633" w:rsidP="007A5EB4">
            <w:pPr>
              <w:pStyle w:val="Formatvorlage2"/>
            </w:pPr>
          </w:p>
          <w:p w14:paraId="18DDD1F7" w14:textId="52D8037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E10E99">
              <w:t>06</w:t>
            </w:r>
            <w:r>
              <w:t>.</w:t>
            </w:r>
            <w:r w:rsidR="00AA1F3A">
              <w:t>12</w:t>
            </w:r>
            <w:r>
              <w:t>.20</w:t>
            </w:r>
            <w:r w:rsidR="00122FEC">
              <w:t>2</w:t>
            </w:r>
            <w:r w:rsidR="00127322">
              <w:t>2</w:t>
            </w:r>
          </w:p>
          <w:p w14:paraId="10CCC2E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4B723A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9FDB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0E0329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F624" w14:textId="77777777" w:rsidR="00012DB7" w:rsidRDefault="00012DB7">
      <w:r>
        <w:separator/>
      </w:r>
    </w:p>
  </w:endnote>
  <w:endnote w:type="continuationSeparator" w:id="0">
    <w:p w14:paraId="0A3122C5" w14:textId="77777777" w:rsidR="00012DB7" w:rsidRDefault="00012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23E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FD9E3" w14:textId="77777777" w:rsidR="00012DB7" w:rsidRDefault="00012DB7">
      <w:r>
        <w:separator/>
      </w:r>
    </w:p>
  </w:footnote>
  <w:footnote w:type="continuationSeparator" w:id="0">
    <w:p w14:paraId="6B291B48" w14:textId="77777777" w:rsidR="00012DB7" w:rsidRDefault="00012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66A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1357428" wp14:editId="3AB5F55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31FC2"/>
    <w:multiLevelType w:val="hybridMultilevel"/>
    <w:tmpl w:val="354C0D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340D4D"/>
    <w:multiLevelType w:val="hybridMultilevel"/>
    <w:tmpl w:val="F9247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840138">
    <w:abstractNumId w:val="1"/>
  </w:num>
  <w:num w:numId="2" w16cid:durableId="19478669">
    <w:abstractNumId w:val="0"/>
  </w:num>
  <w:num w:numId="3" w16cid:durableId="1814785740">
    <w:abstractNumId w:val="4"/>
  </w:num>
  <w:num w:numId="4" w16cid:durableId="1359508675">
    <w:abstractNumId w:val="3"/>
  </w:num>
  <w:num w:numId="5" w16cid:durableId="1213687632">
    <w:abstractNumId w:val="5"/>
  </w:num>
  <w:num w:numId="6" w16cid:durableId="6470500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D49"/>
    <w:rsid w:val="000024D9"/>
    <w:rsid w:val="00003256"/>
    <w:rsid w:val="00005154"/>
    <w:rsid w:val="0001044C"/>
    <w:rsid w:val="00012DB7"/>
    <w:rsid w:val="0001449A"/>
    <w:rsid w:val="0001520C"/>
    <w:rsid w:val="00026907"/>
    <w:rsid w:val="00040EBF"/>
    <w:rsid w:val="0004185F"/>
    <w:rsid w:val="00064165"/>
    <w:rsid w:val="000675C7"/>
    <w:rsid w:val="0007732D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66D6"/>
    <w:rsid w:val="00122F20"/>
    <w:rsid w:val="00122FEC"/>
    <w:rsid w:val="00125CC8"/>
    <w:rsid w:val="00127322"/>
    <w:rsid w:val="00127629"/>
    <w:rsid w:val="00137BD1"/>
    <w:rsid w:val="00145B48"/>
    <w:rsid w:val="001529E6"/>
    <w:rsid w:val="001536EC"/>
    <w:rsid w:val="00156B0C"/>
    <w:rsid w:val="00161AC8"/>
    <w:rsid w:val="00166476"/>
    <w:rsid w:val="00166FB7"/>
    <w:rsid w:val="00171C51"/>
    <w:rsid w:val="001B7003"/>
    <w:rsid w:val="001C39FF"/>
    <w:rsid w:val="001D26E4"/>
    <w:rsid w:val="001E0780"/>
    <w:rsid w:val="001E1DA6"/>
    <w:rsid w:val="001E64B0"/>
    <w:rsid w:val="001F3432"/>
    <w:rsid w:val="001F3D1D"/>
    <w:rsid w:val="002046D3"/>
    <w:rsid w:val="00253494"/>
    <w:rsid w:val="00254A9B"/>
    <w:rsid w:val="00255FE8"/>
    <w:rsid w:val="00272508"/>
    <w:rsid w:val="002769DE"/>
    <w:rsid w:val="002819C3"/>
    <w:rsid w:val="002874CC"/>
    <w:rsid w:val="00293A80"/>
    <w:rsid w:val="002A202C"/>
    <w:rsid w:val="002A7F37"/>
    <w:rsid w:val="002B2DE6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1735"/>
    <w:rsid w:val="0031150D"/>
    <w:rsid w:val="003136F5"/>
    <w:rsid w:val="00324F84"/>
    <w:rsid w:val="00326F7E"/>
    <w:rsid w:val="003325AE"/>
    <w:rsid w:val="00350ACA"/>
    <w:rsid w:val="003514C3"/>
    <w:rsid w:val="00357C43"/>
    <w:rsid w:val="00363486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E6967"/>
    <w:rsid w:val="004162CA"/>
    <w:rsid w:val="004176D4"/>
    <w:rsid w:val="00420F79"/>
    <w:rsid w:val="004333E8"/>
    <w:rsid w:val="0044187A"/>
    <w:rsid w:val="00446899"/>
    <w:rsid w:val="00447689"/>
    <w:rsid w:val="0046235C"/>
    <w:rsid w:val="004629AD"/>
    <w:rsid w:val="0046788A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96041"/>
    <w:rsid w:val="005A214B"/>
    <w:rsid w:val="005A3974"/>
    <w:rsid w:val="005A5DC6"/>
    <w:rsid w:val="005A6A38"/>
    <w:rsid w:val="005A7C57"/>
    <w:rsid w:val="005C5F66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09F1"/>
    <w:rsid w:val="006B6CD1"/>
    <w:rsid w:val="006B7979"/>
    <w:rsid w:val="006C044C"/>
    <w:rsid w:val="006C6D45"/>
    <w:rsid w:val="006D6975"/>
    <w:rsid w:val="006E5CC8"/>
    <w:rsid w:val="006F66E8"/>
    <w:rsid w:val="00701954"/>
    <w:rsid w:val="00703943"/>
    <w:rsid w:val="007046C4"/>
    <w:rsid w:val="007148FF"/>
    <w:rsid w:val="00716BDB"/>
    <w:rsid w:val="00717456"/>
    <w:rsid w:val="00730E66"/>
    <w:rsid w:val="00737DE1"/>
    <w:rsid w:val="00747C6B"/>
    <w:rsid w:val="00751517"/>
    <w:rsid w:val="00757DDE"/>
    <w:rsid w:val="00764AAC"/>
    <w:rsid w:val="007723A0"/>
    <w:rsid w:val="00783FE5"/>
    <w:rsid w:val="007871C1"/>
    <w:rsid w:val="0079193B"/>
    <w:rsid w:val="00794A4F"/>
    <w:rsid w:val="007A0BEC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3169"/>
    <w:rsid w:val="00894ADF"/>
    <w:rsid w:val="008A6B49"/>
    <w:rsid w:val="008A6F1F"/>
    <w:rsid w:val="008C3491"/>
    <w:rsid w:val="008C5079"/>
    <w:rsid w:val="008D2B30"/>
    <w:rsid w:val="008D3232"/>
    <w:rsid w:val="008D7633"/>
    <w:rsid w:val="008F1EEC"/>
    <w:rsid w:val="008F7C26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523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0F1D"/>
    <w:rsid w:val="00A64B65"/>
    <w:rsid w:val="00A6502B"/>
    <w:rsid w:val="00A65D9A"/>
    <w:rsid w:val="00A661F8"/>
    <w:rsid w:val="00A6672B"/>
    <w:rsid w:val="00A82224"/>
    <w:rsid w:val="00A87496"/>
    <w:rsid w:val="00A927D0"/>
    <w:rsid w:val="00A9705C"/>
    <w:rsid w:val="00A97B0A"/>
    <w:rsid w:val="00AA1F3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0796"/>
    <w:rsid w:val="00B62ECB"/>
    <w:rsid w:val="00B63C95"/>
    <w:rsid w:val="00B63CB8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BF6C37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3A76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76E3"/>
    <w:rsid w:val="00E03F6F"/>
    <w:rsid w:val="00E04C83"/>
    <w:rsid w:val="00E10E99"/>
    <w:rsid w:val="00E14DD8"/>
    <w:rsid w:val="00E155F0"/>
    <w:rsid w:val="00E17E89"/>
    <w:rsid w:val="00E20D4D"/>
    <w:rsid w:val="00E2358B"/>
    <w:rsid w:val="00E34020"/>
    <w:rsid w:val="00E3479A"/>
    <w:rsid w:val="00E37859"/>
    <w:rsid w:val="00E6313B"/>
    <w:rsid w:val="00E66783"/>
    <w:rsid w:val="00E76C0B"/>
    <w:rsid w:val="00E76D9B"/>
    <w:rsid w:val="00E76F55"/>
    <w:rsid w:val="00E77789"/>
    <w:rsid w:val="00E80515"/>
    <w:rsid w:val="00E945F0"/>
    <w:rsid w:val="00E954AC"/>
    <w:rsid w:val="00EA2954"/>
    <w:rsid w:val="00EA35B7"/>
    <w:rsid w:val="00EB511E"/>
    <w:rsid w:val="00EB632F"/>
    <w:rsid w:val="00EC1396"/>
    <w:rsid w:val="00ED62F4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4D49"/>
    <w:rsid w:val="00F6067C"/>
    <w:rsid w:val="00F61445"/>
    <w:rsid w:val="00F71E39"/>
    <w:rsid w:val="00F73478"/>
    <w:rsid w:val="00F77B9C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FF4BD"/>
  <w15:docId w15:val="{350F111B-454B-4FA5-AE04-E05C8784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B2DE6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2B2DE6"/>
    <w:rPr>
      <w:rFonts w:ascii="Arial" w:hAnsi="Arial"/>
      <w:b/>
      <w:bCs/>
      <w:sz w:val="24"/>
      <w:szCs w:val="28"/>
    </w:rPr>
  </w:style>
  <w:style w:type="character" w:styleId="Fett">
    <w:name w:val="Strong"/>
    <w:basedOn w:val="Absatz-Standardschriftart"/>
    <w:uiPriority w:val="22"/>
    <w:qFormat/>
    <w:rsid w:val="00893169"/>
    <w:rPr>
      <w:b/>
      <w:bCs/>
    </w:rPr>
  </w:style>
  <w:style w:type="paragraph" w:styleId="berarbeitung">
    <w:name w:val="Revision"/>
    <w:hidden/>
    <w:uiPriority w:val="99"/>
    <w:semiHidden/>
    <w:rsid w:val="00747C6B"/>
    <w:rPr>
      <w:rFonts w:ascii="Arial" w:hAnsi="Arial"/>
      <w:szCs w:val="21"/>
    </w:rPr>
  </w:style>
  <w:style w:type="character" w:styleId="BesuchterLink">
    <w:name w:val="FollowedHyperlink"/>
    <w:basedOn w:val="Absatz-Standardschriftart"/>
    <w:semiHidden/>
    <w:unhideWhenUsed/>
    <w:rsid w:val="001F3D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443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3232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4</cp:revision>
  <cp:lastPrinted>2007-09-03T14:44:00Z</cp:lastPrinted>
  <dcterms:created xsi:type="dcterms:W3CDTF">2022-12-02T12:02:00Z</dcterms:created>
  <dcterms:modified xsi:type="dcterms:W3CDTF">2022-12-05T15:32:00Z</dcterms:modified>
</cp:coreProperties>
</file>