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32361FC0" w:rsidR="008C1BC7" w:rsidRDefault="00D77021" w:rsidP="008C1BC7">
      <w:pPr>
        <w:pStyle w:val="berschrift2"/>
      </w:pPr>
      <w:bookmarkStart w:id="0" w:name="_Hlk88748441"/>
      <w:r>
        <w:t xml:space="preserve">Nuovo limitatore di apertura SIEGENIA</w:t>
      </w:r>
    </w:p>
    <w:p w14:paraId="298D1E04" w14:textId="4E977041" w:rsidR="005711D4" w:rsidRDefault="005711D4" w:rsidP="00A62CA1">
      <w:pPr>
        <w:pStyle w:val="berschrift1"/>
      </w:pPr>
      <w:r>
        <w:t xml:space="preserve">Comfort di utilizzo e sicurezza per i bambini al centro dell'attenzione</w:t>
      </w:r>
    </w:p>
    <w:p w14:paraId="5BB5E0E7" w14:textId="77777777" w:rsidR="005711D4" w:rsidRDefault="005711D4" w:rsidP="005711D4"/>
    <w:p w14:paraId="1F5C90F5" w14:textId="6D842635" w:rsidR="00167CC8" w:rsidRDefault="005711D4" w:rsidP="005711D4">
      <w:r>
        <w:t xml:space="preserve">Con due nuove versioni, ora SIEGENIA amplia il suo portafoglio di limitatori di apertura. Indicati per ante ad apertura semplice e ad anta-ribalta in qualsiasi tipo di materiale del telaio, creano il massimo del comfort ambientale. Gli utilizzatori finali possono infatti scegliere tra una versione con sicurezza per i bambini secondo la norma EN 13126-5 e una versione comfort. Quest'ultima, in caso di necessità, consente di sganciarlo e agganciarlo comodamente tramite un meccanismo intuitivo. L'ingegnosa struttura conferisce un'estetica discreta ed elegante, che in entrambe le versioni non richiede ulteriori meccanismi di sblocco sull'anta. </w:t>
      </w:r>
    </w:p>
    <w:p w14:paraId="27E625CD" w14:textId="61B0D27B" w:rsidR="008C1BC7" w:rsidRDefault="008C1BC7" w:rsidP="0091048D">
      <w:pPr>
        <w:pStyle w:val="berschrift4"/>
      </w:pPr>
      <w:r>
        <w:t xml:space="preserve">I bambini piccoli sono al sicuro </w:t>
      </w:r>
    </w:p>
    <w:p w14:paraId="4344FED1" w14:textId="2428E8AA" w:rsidR="008C1BC7" w:rsidRDefault="008C1BC7" w:rsidP="008C1BC7">
      <w:r>
        <w:t xml:space="preserve">Con la versione a prova di bambino secondo la norma EN 13126-5, SIEGENIA offre una protezione affidabile per la nuova generazione. Secondo la norma, l'ampiezza di apertura in posizione di apertura semplice è inferiore a 89 mm. Se necessario, per esempio per pulire la finestra o per effettuarne la manutenzione, la limitazione dell'apertura può essere facilmente sbloccata da persone autorizzate agendo sulla maniglia. In questo modo l'anta può essere aperta completamente in qualsiasi momento per il periodo di tempo desiderato. Anche il processo di chiusura è ben studiato: quando la maniglia viene riportata in posizione di chiusura, i limitatori si agganciano automaticamente per ripristinare la sicurezza per i bambini.</w:t>
      </w:r>
    </w:p>
    <w:p w14:paraId="48F06D7E" w14:textId="40904BD8" w:rsidR="008C1BC7" w:rsidRDefault="00C5642F" w:rsidP="00C5642F">
      <w:pPr>
        <w:pStyle w:val="berschrift4"/>
        <w:rPr>
          <w:lang w:eastAsia="en-US"/>
        </w:rPr>
      </w:pPr>
      <w:r>
        <w:t xml:space="preserve">Una semplice operazione per la massima praticità</w:t>
      </w:r>
    </w:p>
    <w:p w14:paraId="4AA5653F" w14:textId="4FA2EB17" w:rsidR="008C1BC7" w:rsidRDefault="008C1BC7" w:rsidP="008C1BC7">
      <w:r>
        <w:t xml:space="preserve">Per le applicazioni senza particolari requisiti di sicurezza, l'assortimento SIEGENIA comprende anche un nuovo limitatore di apertura comfort, che quando è attivo riduce l'ampiezza di apertura semplice a meno di 89 mm. In questa versione, per sganciare il limitatore di apertura è sufficiente una semplice e pratica operazione: L'anta è dotata di un particolare mobile che consente di sbloccare il limitatore di apertura. In questo modo gli utilizzatori finali possono aprire a piacimento l'anta rapidamente e senza sforzi. L'aggancio del limitatore di apertura comfort avviene automaticamente anche durante il processo di chiusura.</w:t>
      </w:r>
    </w:p>
    <w:p w14:paraId="544EB8DF" w14:textId="25F4B4E5" w:rsidR="008C1BC7" w:rsidRPr="00455E3A" w:rsidRDefault="00C5642F" w:rsidP="00C5642F">
      <w:pPr>
        <w:pStyle w:val="berschrift4"/>
      </w:pPr>
      <w:r>
        <w:t xml:space="preserve">Facili da integrare nella produzione</w:t>
      </w:r>
    </w:p>
    <w:bookmarkEnd w:id="0"/>
    <w:p w14:paraId="4A362A1B" w14:textId="42AC70BC" w:rsidR="0025600E" w:rsidRDefault="00A62CA1" w:rsidP="005E1468">
      <w:r>
        <w:t xml:space="preserve">I nuovi limitatori di apertura hanno anche chiari punti di forza nella produzione. Grazie alla loro compatibilità con il portafoglio della ferramenta SIEGENIA, possono essere facilmente integrati nei processi produttivi esistenti. Non sono necessarie ulteriori forature e fresature sul lato anta.</w:t>
      </w:r>
    </w:p>
    <w:p w14:paraId="68CF3C5E" w14:textId="7485835C" w:rsidR="0025600E" w:rsidRDefault="0025600E" w:rsidP="005E1468"/>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47127FB0" w14:textId="77777777" w:rsidR="0094226C" w:rsidRDefault="0094226C" w:rsidP="005E1468"/>
    <w:p w14:paraId="56E14009" w14:textId="77777777" w:rsidR="005E1468" w:rsidRDefault="005E1468" w:rsidP="005A7C57">
      <w:pPr>
        <w:pStyle w:val="berschrift4"/>
      </w:pPr>
      <w:r>
        <w:t xml:space="preserve">Didascalie</w:t>
      </w:r>
    </w:p>
    <w:p w14:paraId="1A628C36" w14:textId="77777777" w:rsidR="002A7F37" w:rsidRDefault="002A7F37" w:rsidP="002A7F37">
      <w:r>
        <w:t xml:space="preserve">Fonte delle illustrazioni: SIEGENIA</w:t>
      </w:r>
    </w:p>
    <w:p w14:paraId="51A9BF85" w14:textId="77777777" w:rsidR="002A7F37" w:rsidRPr="002A7F37" w:rsidRDefault="002A7F37" w:rsidP="002A7F37"/>
    <w:p w14:paraId="78252B3A" w14:textId="1B86FF27" w:rsidR="005E1468" w:rsidRPr="00E84A98" w:rsidRDefault="005E1468" w:rsidP="005E1468">
      <w:pPr>
        <w:rPr>
          <w:bCs/>
          <w:i/>
        </w:rPr>
      </w:pPr>
      <w:r>
        <w:rPr>
          <w:bCs/>
          <w:i/>
        </w:rPr>
        <w:t xml:space="preserve">Soggetto I: SIE_</w:t>
      </w:r>
      <w:r>
        <w:rPr>
          <w:rFonts w:ascii="Arial" w:hAnsi="Arial" w:cs="Arial"/>
          <w:i/>
          <w:iCs/>
          <w:szCs w:val="20"/>
        </w:rPr>
        <w:t xml:space="preserve">TITAN_Oeffnungsbegrenzer_Sicherheitsvariante.</w:t>
      </w:r>
      <w:r>
        <w:rPr>
          <w:bCs/>
          <w:i/>
        </w:rPr>
        <w:t xml:space="preserve">jpg </w:t>
      </w:r>
    </w:p>
    <w:p w14:paraId="7C0FFF92" w14:textId="77777777" w:rsidR="00592AB3" w:rsidRDefault="00592AB3" w:rsidP="00592AB3">
      <w:pPr>
        <w:rPr>
          <w:rFonts w:cs="Arial"/>
          <w:color w:val="1F497D"/>
          <w:szCs w:val="20"/>
        </w:rPr>
      </w:pPr>
      <w:bookmarkStart w:id="1" w:name="_Hlk98411917"/>
      <w:r>
        <w:t xml:space="preserve">SIEGENIA amplia il suo portafoglio di limitatori di apertura inserendo una versione per la sicurezza dei bambini secondo la norma EN 13126-5 e una versione comfort. Poiché non richiedono ulteriori meccanismi di sblocco sull'anta, l'estetica è discreta.</w:t>
      </w:r>
    </w:p>
    <w:p w14:paraId="50AA5547" w14:textId="77777777" w:rsidR="00E84A98" w:rsidRPr="00D129AE" w:rsidRDefault="00E84A98" w:rsidP="005E1468"/>
    <w:bookmarkEnd w:id="1"/>
    <w:p w14:paraId="2DE58375" w14:textId="0BD38C34" w:rsidR="005E1468" w:rsidRPr="00D129AE" w:rsidRDefault="005E1468" w:rsidP="005E1468">
      <w:pPr>
        <w:rPr>
          <w:bCs/>
          <w:i/>
        </w:rPr>
      </w:pPr>
      <w:r>
        <w:rPr>
          <w:bCs/>
          <w:i/>
        </w:rPr>
        <w:t xml:space="preserve">Soggetto II: SIE_TITAN_Oeffnungsbegrenzer_Komfortvariante_Holz.jpg </w:t>
      </w:r>
    </w:p>
    <w:p w14:paraId="0835AD3F" w14:textId="77777777" w:rsidR="00592AB3" w:rsidRDefault="00592AB3" w:rsidP="00592AB3">
      <w:pPr>
        <w:rPr>
          <w:rFonts w:ascii="Calibri" w:hAnsi="Calibri"/>
          <w:szCs w:val="22"/>
        </w:rPr>
      </w:pPr>
      <w:r>
        <w:t xml:space="preserve">L'ingegnosa struttura dei limitatori di apertura conferisce un'estetica discreta ed elegante, senza ulteriori meccanismi di sblocco sull'anta. Nella versione comfort, per lo sblocco è sufficiente una semplice e pratica operazione.</w:t>
      </w:r>
    </w:p>
    <w:p w14:paraId="58F0E39D" w14:textId="77777777" w:rsidR="005E1468" w:rsidRPr="00D129AE" w:rsidRDefault="005E1468" w:rsidP="005E1468"/>
    <w:p w14:paraId="6F14BF0B" w14:textId="77777777" w:rsidR="00E84A98" w:rsidRDefault="00E84A98" w:rsidP="005E1468"/>
    <w:p w14:paraId="680256AC" w14:textId="77777777" w:rsidR="008D7633" w:rsidRPr="00ED6392" w:rsidRDefault="008D7633" w:rsidP="008D7633"/>
    <w:p w14:paraId="3CC3FF84" w14:textId="77777777" w:rsidR="008D7633" w:rsidRDefault="008D7633" w:rsidP="008D7633">
      <w:pPr>
        <w:rPr>
          <w:szCs w:val="20"/>
        </w:rPr>
      </w:pPr>
    </w:p>
    <w:p w14:paraId="7987A09A" w14:textId="77777777" w:rsidR="008D7633" w:rsidRPr="00E14DD8" w:rsidRDefault="008D7633" w:rsidP="008D7633">
      <w:pPr>
        <w:rPr>
          <w:szCs w:val="20"/>
        </w:rPr>
      </w:pPr>
    </w:p>
    <w:p w14:paraId="6329350C" w14:textId="77777777" w:rsidR="008D7633" w:rsidRPr="00E14DD8" w:rsidRDefault="008D7633" w:rsidP="008D7633">
      <w:pPr>
        <w:rPr>
          <w:szCs w:val="20"/>
        </w:rPr>
      </w:pPr>
    </w:p>
    <w:p w14:paraId="6E58634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 xml:space="preserve">Pubblicazione a cura di</w:t>
            </w:r>
          </w:p>
          <w:p w14:paraId="2389946E" w14:textId="77777777" w:rsidR="008D7633" w:rsidRDefault="008D7633" w:rsidP="007A5EB4">
            <w:pPr>
              <w:pStyle w:val="Formatvorlage2"/>
            </w:pPr>
            <w:r>
              <w:t xml:space="preserve">GRUPPO SIEGENIA</w:t>
            </w:r>
          </w:p>
          <w:p w14:paraId="700FFE4C" w14:textId="77777777" w:rsidR="008D7633" w:rsidRDefault="008D7633" w:rsidP="007A5EB4">
            <w:pPr>
              <w:pStyle w:val="Formatvorlage2"/>
            </w:pPr>
            <w:r>
              <w:t xml:space="preserve">Marketing-comunicazione</w:t>
            </w:r>
          </w:p>
          <w:p w14:paraId="309BAE9C" w14:textId="77777777" w:rsidR="008D7633" w:rsidRDefault="008D7633" w:rsidP="007A5EB4">
            <w:pPr>
              <w:pStyle w:val="Formatvorlage2"/>
            </w:pPr>
            <w:r>
              <w:t xml:space="preserve">Industriestraße 1-3</w:t>
            </w:r>
          </w:p>
          <w:p w14:paraId="5F865A08" w14:textId="77777777" w:rsidR="008D7633" w:rsidRDefault="008D7633" w:rsidP="007A5EB4">
            <w:pPr>
              <w:pStyle w:val="Formatvorlage2"/>
            </w:pPr>
            <w:r>
              <w:t xml:space="preserve">D - 57234 Wilnsdorf</w:t>
            </w:r>
          </w:p>
          <w:p w14:paraId="4038CA0F" w14:textId="77777777" w:rsidR="008D7633" w:rsidRDefault="00FD182E" w:rsidP="007A5EB4">
            <w:pPr>
              <w:pStyle w:val="Formatvorlage2"/>
            </w:pPr>
            <w:r>
              <w:t xml:space="preserve">Tel.: +49 271 3931-412</w:t>
            </w:r>
          </w:p>
          <w:p w14:paraId="5DAC8387" w14:textId="77777777" w:rsidR="008D7633" w:rsidRDefault="008D7633" w:rsidP="007A5EB4">
            <w:pPr>
              <w:pStyle w:val="Formatvorlage2"/>
            </w:pPr>
            <w:r>
              <w:t xml:space="preserve">Fax: +49 271 3931-77412</w:t>
            </w:r>
          </w:p>
          <w:p w14:paraId="3E3EC954" w14:textId="77777777" w:rsidR="008D7633" w:rsidRPr="00392D5F" w:rsidRDefault="0088698F" w:rsidP="007A5EB4">
            <w:pPr>
              <w:pStyle w:val="Formatvorlage2"/>
            </w:pPr>
            <w:r>
              <w:t xml:space="preserve">E-mail: pr@siegenia.com</w:t>
            </w:r>
          </w:p>
          <w:p w14:paraId="09BE7BF4" w14:textId="77777777" w:rsidR="002E59D6" w:rsidRDefault="00510191" w:rsidP="007A5EB4">
            <w:pPr>
              <w:pStyle w:val="Formatvorlage2"/>
            </w:pPr>
            <w:r>
              <w:t xml:space="preserve">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 xml:space="preserve">Redazione/contatti</w:t>
            </w:r>
          </w:p>
          <w:p w14:paraId="72D1304B" w14:textId="77777777" w:rsidR="008D7633" w:rsidRDefault="008D7633" w:rsidP="007A5EB4">
            <w:pPr>
              <w:pStyle w:val="Formatvorlage2"/>
            </w:pPr>
            <w:r>
              <w:t xml:space="preserve">Kemper Kommunikation</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 xml:space="preserve">Am Milchbornbach 10</w:t>
            </w:r>
          </w:p>
          <w:p w14:paraId="2D7BCBEE" w14:textId="77777777" w:rsidR="00122FEC" w:rsidRPr="00C33A1F" w:rsidRDefault="00122FEC" w:rsidP="00122FEC">
            <w:pPr>
              <w:pStyle w:val="Formatvorlage2"/>
            </w:pPr>
            <w:r>
              <w:t xml:space="preserve">D - 51429 Bergisch Gladbach</w:t>
              <w:br/>
              <w:t xml:space="preserve">Tel.: +49 2204 9644808</w:t>
            </w:r>
          </w:p>
          <w:p w14:paraId="014B2BA0" w14:textId="77777777" w:rsidR="008D7633" w:rsidRPr="00C55524" w:rsidRDefault="0088698F" w:rsidP="007A5EB4">
            <w:pPr>
              <w:pStyle w:val="Formatvorlage2"/>
              <w:rPr>
                <w:lang w:val="it-IT"/>
              </w:rPr>
            </w:pPr>
            <w:r>
              <w:t xml:space="preserve">E-mail: info@kemper-kommunikation.de</w:t>
            </w:r>
          </w:p>
          <w:p w14:paraId="3BD55B83" w14:textId="77777777" w:rsidR="008D7633" w:rsidRDefault="00716BDB" w:rsidP="007A5EB4">
            <w:pPr>
              <w:pStyle w:val="Formatvorlage2"/>
            </w:pPr>
            <w:r>
              <w:t xml:space="preserve">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 xml:space="preserve">Informazioni sul testo</w:t>
            </w:r>
          </w:p>
          <w:p w14:paraId="12282F2D" w14:textId="77777777" w:rsidR="008D7633" w:rsidRPr="00C33A1F" w:rsidRDefault="008D7633" w:rsidP="007A5EB4">
            <w:pPr>
              <w:pStyle w:val="Formatvorlage2"/>
            </w:pPr>
            <w:r>
              <w:t xml:space="preserve">Pagine: 1</w:t>
            </w:r>
          </w:p>
          <w:p w14:paraId="2AA69921" w14:textId="623CF23B" w:rsidR="008D7633" w:rsidRPr="00C33A1F" w:rsidRDefault="008D7633" w:rsidP="007A5EB4">
            <w:pPr>
              <w:pStyle w:val="Formatvorlage2"/>
            </w:pPr>
            <w:r>
              <w:t xml:space="preserve">Parole: 369</w:t>
            </w:r>
          </w:p>
          <w:p w14:paraId="544D6147" w14:textId="4E7428B6" w:rsidR="008D7633" w:rsidRPr="00C33A1F" w:rsidRDefault="008D7633" w:rsidP="007A5EB4">
            <w:pPr>
              <w:pStyle w:val="Formatvorlage2"/>
            </w:pPr>
            <w:r>
              <w:t xml:space="preserve">Caratteri: 2 525</w:t>
              <w:br/>
              <w:t xml:space="preserve">(spazi compresi)</w:t>
            </w:r>
          </w:p>
          <w:p w14:paraId="3799B5EA" w14:textId="77777777" w:rsidR="008D7633" w:rsidRDefault="008D7633" w:rsidP="007A5EB4">
            <w:pPr>
              <w:pStyle w:val="Formatvorlage2"/>
            </w:pPr>
          </w:p>
          <w:p w14:paraId="1EE492AC" w14:textId="2EF69CC2" w:rsidR="008D7633" w:rsidRPr="00C33A1F" w:rsidRDefault="008D7633" w:rsidP="007A5EB4">
            <w:pPr>
              <w:pStyle w:val="Formatvorlage2"/>
            </w:pPr>
            <w:r>
              <w:t xml:space="preserve">Redatto il 06/04/2022</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 xml:space="preserve">Vi preghiamo di inviarci una copia del testo o delle immagini pubblicate.</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56497" w14:textId="77777777" w:rsidR="005378D9" w:rsidRDefault="005378D9">
      <w:r>
        <w:separator/>
      </w:r>
    </w:p>
  </w:endnote>
  <w:endnote w:type="continuationSeparator" w:id="0">
    <w:p w14:paraId="61309ABE" w14:textId="77777777" w:rsidR="005378D9" w:rsidRDefault="00537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A9F1" w14:textId="77777777" w:rsidR="005378D9" w:rsidRDefault="005378D9">
      <w:r>
        <w:separator/>
      </w:r>
    </w:p>
  </w:footnote>
  <w:footnote w:type="continuationSeparator" w:id="0">
    <w:p w14:paraId="27A031EA" w14:textId="77777777" w:rsidR="005378D9" w:rsidRDefault="00537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3"/>
  </w:num>
  <w:num w:numId="4">
    <w:abstractNumId w:val="10"/>
  </w:num>
  <w:num w:numId="5">
    <w:abstractNumId w:val="15"/>
  </w:num>
  <w:num w:numId="6">
    <w:abstractNumId w:val="19"/>
  </w:num>
  <w:num w:numId="7">
    <w:abstractNumId w:val="16"/>
  </w:num>
  <w:num w:numId="8">
    <w:abstractNumId w:val="8"/>
  </w:num>
  <w:num w:numId="9">
    <w:abstractNumId w:val="0"/>
  </w:num>
  <w:num w:numId="10">
    <w:abstractNumId w:val="2"/>
  </w:num>
  <w:num w:numId="11">
    <w:abstractNumId w:val="9"/>
  </w:num>
  <w:num w:numId="12">
    <w:abstractNumId w:val="1"/>
  </w:num>
  <w:num w:numId="13">
    <w:abstractNumId w:val="3"/>
  </w:num>
  <w:num w:numId="14">
    <w:abstractNumId w:val="18"/>
  </w:num>
  <w:num w:numId="15">
    <w:abstractNumId w:val="17"/>
  </w:num>
  <w:num w:numId="16">
    <w:abstractNumId w:val="11"/>
  </w:num>
  <w:num w:numId="17">
    <w:abstractNumId w:val="5"/>
  </w:num>
  <w:num w:numId="18">
    <w:abstractNumId w:val="7"/>
  </w:num>
  <w:num w:numId="19">
    <w:abstractNumId w:val="12"/>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5979"/>
    <w:rsid w:val="003F73FC"/>
    <w:rsid w:val="00401067"/>
    <w:rsid w:val="00402CBB"/>
    <w:rsid w:val="0040623E"/>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378D9"/>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C1509"/>
    <w:rsid w:val="005C366F"/>
    <w:rsid w:val="005E06F2"/>
    <w:rsid w:val="005E1468"/>
    <w:rsid w:val="005E35C2"/>
    <w:rsid w:val="005E3E61"/>
    <w:rsid w:val="005F2A75"/>
    <w:rsid w:val="005F3D5F"/>
    <w:rsid w:val="005F7B2E"/>
    <w:rsid w:val="006016B0"/>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5E2C"/>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F2DF7"/>
    <w:rsid w:val="007F3F54"/>
    <w:rsid w:val="007F43E0"/>
    <w:rsid w:val="00801D78"/>
    <w:rsid w:val="008078CF"/>
    <w:rsid w:val="008100EF"/>
    <w:rsid w:val="00811B0E"/>
    <w:rsid w:val="0081293B"/>
    <w:rsid w:val="008171AF"/>
    <w:rsid w:val="0082129D"/>
    <w:rsid w:val="0083465B"/>
    <w:rsid w:val="00835351"/>
    <w:rsid w:val="008366E0"/>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2B30"/>
    <w:rsid w:val="008D3216"/>
    <w:rsid w:val="008D3232"/>
    <w:rsid w:val="008D7633"/>
    <w:rsid w:val="008F03AA"/>
    <w:rsid w:val="008F7290"/>
    <w:rsid w:val="0091048D"/>
    <w:rsid w:val="00910883"/>
    <w:rsid w:val="0092011D"/>
    <w:rsid w:val="009208B6"/>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1D0A"/>
    <w:rsid w:val="00B239B4"/>
    <w:rsid w:val="00B3687B"/>
    <w:rsid w:val="00B41B50"/>
    <w:rsid w:val="00B47777"/>
    <w:rsid w:val="00B47ADF"/>
    <w:rsid w:val="00B55070"/>
    <w:rsid w:val="00B62ECB"/>
    <w:rsid w:val="00B63C95"/>
    <w:rsid w:val="00B63E35"/>
    <w:rsid w:val="00B7168E"/>
    <w:rsid w:val="00B81B7C"/>
    <w:rsid w:val="00B84773"/>
    <w:rsid w:val="00B908A8"/>
    <w:rsid w:val="00B92EF0"/>
    <w:rsid w:val="00B93961"/>
    <w:rsid w:val="00BA2C6B"/>
    <w:rsid w:val="00BA5B2A"/>
    <w:rsid w:val="00BB48E7"/>
    <w:rsid w:val="00BD0E5D"/>
    <w:rsid w:val="00BD76B1"/>
    <w:rsid w:val="00BE62B4"/>
    <w:rsid w:val="00BE69F6"/>
    <w:rsid w:val="00BF6132"/>
    <w:rsid w:val="00BF7105"/>
    <w:rsid w:val="00BF7D22"/>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E02AD"/>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2954"/>
    <w:rsid w:val="00EB511E"/>
    <w:rsid w:val="00EB632F"/>
    <w:rsid w:val="00EC1396"/>
    <w:rsid w:val="00ED44B0"/>
    <w:rsid w:val="00ED7FBB"/>
    <w:rsid w:val="00EE1082"/>
    <w:rsid w:val="00EE123F"/>
    <w:rsid w:val="00EE1C3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5A18"/>
    <w:rsid w:val="00FD07B9"/>
    <w:rsid w:val="00FD182E"/>
    <w:rsid w:val="00FD300B"/>
    <w:rsid w:val="00FD3A8F"/>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495</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3610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11</cp:revision>
  <cp:lastPrinted>2007-09-03T14:44:00Z</cp:lastPrinted>
  <dcterms:created xsi:type="dcterms:W3CDTF">2022-03-11T08:37:00Z</dcterms:created>
  <dcterms:modified xsi:type="dcterms:W3CDTF">2022-04-06T09:21:00Z</dcterms:modified>
</cp:coreProperties>
</file>