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79F4" w14:textId="73050601" w:rsidR="005E1468" w:rsidRDefault="00D3715D" w:rsidP="005E1468">
      <w:pPr>
        <w:pStyle w:val="berschrift2"/>
      </w:pPr>
      <w:r>
        <w:t xml:space="preserve">Neues Online-Schulungsprogramm von SIEGENIA </w:t>
      </w:r>
    </w:p>
    <w:p w14:paraId="4C014A20" w14:textId="2F5E2959" w:rsidR="00A82224" w:rsidRDefault="007A1EF8" w:rsidP="00A82224">
      <w:pPr>
        <w:pStyle w:val="berschrift1"/>
      </w:pPr>
      <w:r>
        <w:t>Breites Angebot vom Beschlagaufbau bis zur smarten Motorik</w:t>
      </w:r>
    </w:p>
    <w:p w14:paraId="68858836" w14:textId="77777777" w:rsidR="005E1468" w:rsidRPr="00B55070" w:rsidRDefault="005E1468" w:rsidP="005E1468"/>
    <w:p w14:paraId="300D1E27" w14:textId="400BDC38" w:rsidR="00DE6609" w:rsidRDefault="007A1EF8" w:rsidP="00DE6609">
      <w:r>
        <w:t xml:space="preserve">Mit einem erweiterten </w:t>
      </w:r>
      <w:r w:rsidR="00E04996">
        <w:t xml:space="preserve">Programm an </w:t>
      </w:r>
      <w:r>
        <w:t>Online-Schulung</w:t>
      </w:r>
      <w:r w:rsidR="00E04996">
        <w:t>en</w:t>
      </w:r>
      <w:r>
        <w:t xml:space="preserve"> unterstützt SIEGENIA </w:t>
      </w:r>
      <w:r w:rsidR="00371F37">
        <w:t>Verarbeiter im Geschäftsalltag</w:t>
      </w:r>
      <w:r>
        <w:t xml:space="preserve">. </w:t>
      </w:r>
      <w:r w:rsidR="00371F37">
        <w:t xml:space="preserve">Das breit gefasste Angebot erlaubt den Partnern des Unternehmens, </w:t>
      </w:r>
      <w:r>
        <w:t>von der Erfahrung und dem Know-how des Beschlagherstellers zu profitieren</w:t>
      </w:r>
      <w:r w:rsidR="00371F37">
        <w:t>, und deckt</w:t>
      </w:r>
      <w:r>
        <w:t xml:space="preserve"> sämtliche für den Unternehmenserfolg relevanten Aspekte ab.</w:t>
      </w:r>
      <w:r w:rsidR="00371F37">
        <w:t xml:space="preserve"> </w:t>
      </w:r>
      <w:r w:rsidR="00273CE1">
        <w:t xml:space="preserve">In Zeitfenstern von zwei bis vier Stunden können Verarbeiter ihr Wissen rund um die Lösungen für Fenster-, Tür- und Komfortsysteme von SIEGENIA erweitern – ortsunabhängig und ganz bequem direkt vom Arbeitsplatz </w:t>
      </w:r>
      <w:r w:rsidR="00E04996">
        <w:t>bzw.</w:t>
      </w:r>
      <w:r w:rsidR="00273CE1">
        <w:t xml:space="preserve"> dem Homeoffice aus. Aufkommende Fragen beantworten die Experten von SIEGENIA gleich im Rahmen der Schulung direkt und kompetent. </w:t>
      </w:r>
      <w:r w:rsidR="00DE6609">
        <w:t xml:space="preserve">Auch die Durchführung individueller Online-Trainings ist auf Wunsch möglich.  </w:t>
      </w:r>
    </w:p>
    <w:p w14:paraId="594EB6CA" w14:textId="545D0506" w:rsidR="007A1EF8" w:rsidRDefault="000963B5" w:rsidP="000963B5">
      <w:pPr>
        <w:pStyle w:val="berschrift4"/>
      </w:pPr>
      <w:r>
        <w:t>Per Webinar zum Geschäftserfolg</w:t>
      </w:r>
    </w:p>
    <w:p w14:paraId="3D5A5E09" w14:textId="30720A14" w:rsidR="000963B5" w:rsidRDefault="000963B5" w:rsidP="00794BA4">
      <w:pPr>
        <w:rPr>
          <w:rFonts w:cs="Arial"/>
          <w:szCs w:val="20"/>
        </w:rPr>
      </w:pPr>
      <w:r>
        <w:rPr>
          <w:rFonts w:cs="Arial"/>
          <w:szCs w:val="20"/>
        </w:rPr>
        <w:t>Vom</w:t>
      </w:r>
      <w:r w:rsidR="00794BA4">
        <w:rPr>
          <w:rFonts w:cs="Arial"/>
          <w:szCs w:val="20"/>
        </w:rPr>
        <w:t xml:space="preserve"> Grundlagenwissen zum Beschlagaufbau bei Fenstern, Fenstertüren und Haustüren</w:t>
      </w:r>
      <w:r>
        <w:rPr>
          <w:rFonts w:cs="Arial"/>
          <w:szCs w:val="20"/>
        </w:rPr>
        <w:t xml:space="preserve"> über Basisseminar</w:t>
      </w:r>
      <w:r w:rsidR="00FE72C5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zum Thema Lüftung bis zu Experten</w:t>
      </w:r>
      <w:r w:rsidR="00FE72C5">
        <w:rPr>
          <w:rFonts w:cs="Arial"/>
          <w:szCs w:val="20"/>
        </w:rPr>
        <w:t xml:space="preserve">schulungen über Normen im Fensterbau wird das Programm den unterschiedlichsten Interessen und Anforderungen gerecht. </w:t>
      </w:r>
      <w:r w:rsidR="00E04996">
        <w:rPr>
          <w:rFonts w:cs="Arial"/>
          <w:szCs w:val="20"/>
        </w:rPr>
        <w:t>Außerdem</w:t>
      </w:r>
      <w:r w:rsidR="00FE72C5">
        <w:rPr>
          <w:rFonts w:cs="Arial"/>
          <w:szCs w:val="20"/>
        </w:rPr>
        <w:t xml:space="preserve"> im Schulungskalender von SIEGENIA zu finden sind das Webinar „Smarte Motorik mit App-Steuerung“ – sowohl in einer Einst</w:t>
      </w:r>
      <w:r w:rsidR="00305C69">
        <w:rPr>
          <w:rFonts w:cs="Arial"/>
          <w:szCs w:val="20"/>
        </w:rPr>
        <w:t>eiger</w:t>
      </w:r>
      <w:r w:rsidR="00FE72C5">
        <w:rPr>
          <w:rFonts w:cs="Arial"/>
          <w:szCs w:val="20"/>
        </w:rPr>
        <w:t xml:space="preserve">- als auch in einer Profivariante </w:t>
      </w:r>
      <w:r w:rsidR="00305C69">
        <w:rPr>
          <w:rFonts w:cs="Arial"/>
          <w:szCs w:val="20"/>
        </w:rPr>
        <w:t>–</w:t>
      </w:r>
      <w:r w:rsidR="00F226EE">
        <w:rPr>
          <w:rFonts w:cs="Arial"/>
          <w:szCs w:val="20"/>
        </w:rPr>
        <w:t xml:space="preserve"> oder auch</w:t>
      </w:r>
      <w:r w:rsidR="00305C69">
        <w:rPr>
          <w:rFonts w:cs="Arial"/>
          <w:szCs w:val="20"/>
        </w:rPr>
        <w:t xml:space="preserve"> Online-Seminare zum Schiebebeschlag ECO SLIDE</w:t>
      </w:r>
      <w:r w:rsidR="00C83851">
        <w:rPr>
          <w:rFonts w:cs="Arial"/>
          <w:szCs w:val="20"/>
        </w:rPr>
        <w:t xml:space="preserve">. </w:t>
      </w:r>
    </w:p>
    <w:p w14:paraId="5B70E6AD" w14:textId="1ACAD2A9" w:rsidR="000963B5" w:rsidRDefault="00C83851" w:rsidP="00C83851">
      <w:pPr>
        <w:pStyle w:val="berschrift4"/>
      </w:pPr>
      <w:r>
        <w:t>Vor-Ort-Maßnahmen im Bedarfsfall</w:t>
      </w:r>
    </w:p>
    <w:p w14:paraId="2F46BD0B" w14:textId="05B9BCCE" w:rsidR="00794BA4" w:rsidRDefault="00CA462A" w:rsidP="00DE6609">
      <w:r>
        <w:t xml:space="preserve">Auch Präsenzmaßnahmen gehören zum Rundum-Support von </w:t>
      </w:r>
      <w:r w:rsidR="004A3F10">
        <w:t>SIEGENIA und werden vom Unternehmen bei entsprechend moderatem Pandemiegeschehen angeboten</w:t>
      </w:r>
      <w:r>
        <w:t xml:space="preserve">. So stellt </w:t>
      </w:r>
      <w:r w:rsidR="00E36D8D">
        <w:t xml:space="preserve">SIEGENIA </w:t>
      </w:r>
      <w:r>
        <w:t xml:space="preserve">im </w:t>
      </w:r>
      <w:r w:rsidR="00C83851">
        <w:t xml:space="preserve">Bereich Fertigung ein umfangreiches Maßnahmenpaket zur Fertigungsplanung und Optimierung </w:t>
      </w:r>
      <w:r>
        <w:t xml:space="preserve">von </w:t>
      </w:r>
      <w:r w:rsidR="00C83851">
        <w:t>Produktionsprozesse</w:t>
      </w:r>
      <w:r>
        <w:t>n</w:t>
      </w:r>
      <w:r w:rsidR="00C83851">
        <w:t xml:space="preserve"> zur Verfügung. Diese reichen von der technischen Beratung über einen Lean-Management-Support bis zur Bereitstellung von Datentechnik oder technischen Dokumentationen. </w:t>
      </w:r>
      <w:r w:rsidR="00DE6609">
        <w:t xml:space="preserve">Darüber hinaus können Verarbeiter ihre Kompetenzen u. a. in einer </w:t>
      </w:r>
      <w:r w:rsidR="00794BA4">
        <w:t>Errichterschulung</w:t>
      </w:r>
      <w:r w:rsidR="00DE6609">
        <w:t xml:space="preserve"> oder einer </w:t>
      </w:r>
      <w:r w:rsidR="00794BA4">
        <w:t xml:space="preserve">Praxisschulung </w:t>
      </w:r>
      <w:r w:rsidR="00DE6609">
        <w:t xml:space="preserve">zu </w:t>
      </w:r>
      <w:r w:rsidR="00794BA4">
        <w:t>Nachrüstung und Reparatur</w:t>
      </w:r>
      <w:r w:rsidR="00DE6609">
        <w:t xml:space="preserve"> ausbauen. </w:t>
      </w:r>
    </w:p>
    <w:p w14:paraId="4381318A" w14:textId="0C03A7B0" w:rsidR="005E1468" w:rsidRDefault="005E1468" w:rsidP="005E1468"/>
    <w:p w14:paraId="5188E871" w14:textId="7279F2CA" w:rsidR="004578ED" w:rsidRPr="00E36D8D" w:rsidRDefault="00E04996" w:rsidP="004578ED">
      <w:pPr>
        <w:rPr>
          <w:rFonts w:asciiTheme="minorHAnsi" w:hAnsiTheme="minorHAnsi" w:cstheme="minorHAnsi"/>
          <w:spacing w:val="3"/>
          <w:sz w:val="22"/>
          <w:szCs w:val="22"/>
        </w:rPr>
      </w:pPr>
      <w:r>
        <w:t xml:space="preserve">Eine Übersicht über das Schulungsangebot sowie die Möglichkeit zur Anmeldung </w:t>
      </w:r>
      <w:r w:rsidR="009E6C35">
        <w:t>sind</w:t>
      </w:r>
      <w:r>
        <w:t xml:space="preserve"> zu finden unter </w:t>
      </w:r>
      <w:hyperlink r:id="rId7" w:history="1">
        <w:r w:rsidR="004578ED" w:rsidRPr="00E36D8D">
          <w:rPr>
            <w:rStyle w:val="Hyperlink"/>
          </w:rPr>
          <w:t>https://services.siegenia.com/</w:t>
        </w:r>
      </w:hyperlink>
      <w:r w:rsidR="004578ED" w:rsidRPr="00E36D8D">
        <w:t xml:space="preserve">. </w:t>
      </w:r>
    </w:p>
    <w:p w14:paraId="62907469" w14:textId="338EAE39" w:rsidR="005E1468" w:rsidRDefault="005E1468" w:rsidP="005A7C57">
      <w:pPr>
        <w:pStyle w:val="berschrift4"/>
      </w:pPr>
      <w:r>
        <w:lastRenderedPageBreak/>
        <w:t>Bildunterschrift</w:t>
      </w:r>
    </w:p>
    <w:p w14:paraId="5ACEC466" w14:textId="77777777" w:rsidR="002A7F37" w:rsidRDefault="002A7F37" w:rsidP="002A7F37">
      <w:r>
        <w:t>Bildquelle: SIEGENIA</w:t>
      </w:r>
    </w:p>
    <w:p w14:paraId="4951583E" w14:textId="77777777" w:rsidR="002A7F37" w:rsidRPr="002A7F37" w:rsidRDefault="002A7F37" w:rsidP="002A7F37"/>
    <w:p w14:paraId="50B31E89" w14:textId="1E4B6FB4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64001">
        <w:rPr>
          <w:bCs/>
          <w:i/>
        </w:rPr>
        <w:t>SERVICES_neues Online-Schulungsprogramm</w:t>
      </w:r>
      <w:r w:rsidRPr="00D129AE">
        <w:rPr>
          <w:bCs/>
          <w:i/>
        </w:rPr>
        <w:t xml:space="preserve">.jpg </w:t>
      </w:r>
    </w:p>
    <w:p w14:paraId="236CAB4F" w14:textId="4C5A5D02" w:rsidR="004C3A03" w:rsidRDefault="004C3A03" w:rsidP="005E1468">
      <w:r>
        <w:t>Mit einem erweiterten Programm an Online-Schulungen unterstützt SIEGENIA Verarbeiter im Geschäftsalltag und ermöglicht so den ortsunabhängigen Ausbau von Kompetenzen.</w:t>
      </w:r>
    </w:p>
    <w:p w14:paraId="66C379B8" w14:textId="30D68D25" w:rsidR="005E1468" w:rsidRDefault="005E1468" w:rsidP="004C3A03"/>
    <w:p w14:paraId="31F17F30" w14:textId="2624C6DF" w:rsidR="004C3A03" w:rsidRDefault="004C3A03" w:rsidP="004C3A03"/>
    <w:p w14:paraId="6BEE16D3" w14:textId="5AFF61D1" w:rsidR="004C3A03" w:rsidRDefault="004C3A03" w:rsidP="004C3A03"/>
    <w:p w14:paraId="125865C5" w14:textId="2E2A7D5C" w:rsidR="004C3A03" w:rsidRDefault="004C3A03" w:rsidP="004C3A03"/>
    <w:p w14:paraId="5636A834" w14:textId="77777777" w:rsidR="004C3A03" w:rsidRDefault="004C3A03" w:rsidP="004C3A03"/>
    <w:p w14:paraId="373F8FC3" w14:textId="3729A410" w:rsidR="005E1468" w:rsidRDefault="005E1468" w:rsidP="004C3A03">
      <w:pPr>
        <w:rPr>
          <w:bCs/>
          <w:i/>
        </w:rPr>
      </w:pPr>
    </w:p>
    <w:p w14:paraId="5387C291" w14:textId="6BDC67A1" w:rsidR="00E36D8D" w:rsidRDefault="00E36D8D" w:rsidP="004C3A03">
      <w:pPr>
        <w:rPr>
          <w:bCs/>
          <w:i/>
        </w:rPr>
      </w:pPr>
    </w:p>
    <w:p w14:paraId="01807AE9" w14:textId="453585FE" w:rsidR="00E36D8D" w:rsidRDefault="00E36D8D" w:rsidP="004C3A03">
      <w:pPr>
        <w:rPr>
          <w:bCs/>
          <w:i/>
        </w:rPr>
      </w:pPr>
    </w:p>
    <w:p w14:paraId="31623AF7" w14:textId="19956AC4" w:rsidR="00E36D8D" w:rsidRDefault="00E36D8D" w:rsidP="004C3A03">
      <w:pPr>
        <w:rPr>
          <w:bCs/>
          <w:i/>
        </w:rPr>
      </w:pPr>
    </w:p>
    <w:p w14:paraId="142D8DCA" w14:textId="4B4F4CCE" w:rsidR="00E36D8D" w:rsidRDefault="00E36D8D" w:rsidP="004C3A03">
      <w:pPr>
        <w:rPr>
          <w:bCs/>
          <w:i/>
        </w:rPr>
      </w:pPr>
    </w:p>
    <w:p w14:paraId="3C4256B3" w14:textId="15438075" w:rsidR="00E36D8D" w:rsidRDefault="00E36D8D" w:rsidP="004C3A03">
      <w:pPr>
        <w:rPr>
          <w:bCs/>
          <w:i/>
        </w:rPr>
      </w:pPr>
    </w:p>
    <w:p w14:paraId="59A3C1E6" w14:textId="39A9BF86" w:rsidR="00E36D8D" w:rsidRDefault="00E36D8D" w:rsidP="004C3A03">
      <w:pPr>
        <w:rPr>
          <w:bCs/>
          <w:i/>
        </w:rPr>
      </w:pPr>
    </w:p>
    <w:p w14:paraId="402539C4" w14:textId="15B76AEC" w:rsidR="00E36D8D" w:rsidRDefault="00E36D8D" w:rsidP="004C3A03">
      <w:pPr>
        <w:rPr>
          <w:bCs/>
          <w:i/>
        </w:rPr>
      </w:pPr>
    </w:p>
    <w:p w14:paraId="388DAF4F" w14:textId="3E3EC7B1" w:rsidR="00E36D8D" w:rsidRDefault="00E36D8D" w:rsidP="004C3A03">
      <w:pPr>
        <w:rPr>
          <w:bCs/>
          <w:i/>
        </w:rPr>
      </w:pPr>
    </w:p>
    <w:p w14:paraId="097FB329" w14:textId="5B249E90" w:rsidR="00E36D8D" w:rsidRDefault="00E36D8D" w:rsidP="004C3A03">
      <w:pPr>
        <w:rPr>
          <w:bCs/>
          <w:i/>
        </w:rPr>
      </w:pPr>
    </w:p>
    <w:p w14:paraId="26E3E89C" w14:textId="77777777" w:rsidR="00E36D8D" w:rsidRDefault="00E36D8D" w:rsidP="004C3A03"/>
    <w:p w14:paraId="1C7AFE1D" w14:textId="77777777" w:rsidR="008D7633" w:rsidRPr="00ED6392" w:rsidRDefault="008D7633" w:rsidP="004C3A03"/>
    <w:p w14:paraId="357362F2" w14:textId="77777777" w:rsidR="008D7633" w:rsidRDefault="008D7633" w:rsidP="004C3A03">
      <w:pPr>
        <w:rPr>
          <w:szCs w:val="20"/>
        </w:rPr>
      </w:pPr>
    </w:p>
    <w:p w14:paraId="26A7B189" w14:textId="77777777" w:rsidR="008D7633" w:rsidRPr="00E14DD8" w:rsidRDefault="008D7633" w:rsidP="004C3A03">
      <w:pPr>
        <w:rPr>
          <w:szCs w:val="20"/>
        </w:rPr>
      </w:pPr>
    </w:p>
    <w:p w14:paraId="0A52A386" w14:textId="77777777" w:rsidR="008D7633" w:rsidRPr="00E14DD8" w:rsidRDefault="008D7633" w:rsidP="004C3A03">
      <w:pPr>
        <w:rPr>
          <w:szCs w:val="20"/>
        </w:rPr>
      </w:pPr>
    </w:p>
    <w:p w14:paraId="1F57FB7C" w14:textId="77777777" w:rsidR="008D7633" w:rsidRPr="00E14DD8" w:rsidRDefault="008D7633" w:rsidP="004C3A03">
      <w:pPr>
        <w:rPr>
          <w:szCs w:val="20"/>
        </w:rPr>
      </w:pPr>
    </w:p>
    <w:p w14:paraId="0D57998B" w14:textId="77777777" w:rsidR="008D7633" w:rsidRPr="00E14DD8" w:rsidRDefault="008D7633" w:rsidP="004C3A03">
      <w:pPr>
        <w:rPr>
          <w:szCs w:val="20"/>
        </w:rPr>
      </w:pPr>
    </w:p>
    <w:p w14:paraId="74AA26A2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4C290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E991D7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30B7D5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AD49E7E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9D1157A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3531AAA9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D6CD7DB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3A1CAD1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0EEA11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DA7088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BFE478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50BF4D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6BBD4C9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EDEFB35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B581870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DAE6804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6D9276F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3CAC03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43BDCD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792D63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7305D09" w14:textId="21D65A39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E36D8D">
              <w:t>1</w:t>
            </w:r>
          </w:p>
          <w:p w14:paraId="556DFB6F" w14:textId="703F5274" w:rsidR="008D7633" w:rsidRPr="00C33A1F" w:rsidRDefault="008D7633" w:rsidP="007A5EB4">
            <w:pPr>
              <w:pStyle w:val="Formatvorlage2"/>
            </w:pPr>
            <w:r>
              <w:t>Wörter: 2</w:t>
            </w:r>
            <w:r w:rsidR="004C3A03">
              <w:t>4</w:t>
            </w:r>
            <w:r>
              <w:t>8</w:t>
            </w:r>
          </w:p>
          <w:p w14:paraId="7753B101" w14:textId="4DBD88AA" w:rsidR="008D7633" w:rsidRPr="006279B8" w:rsidRDefault="008D7633" w:rsidP="007A5EB4">
            <w:pPr>
              <w:pStyle w:val="Formatvorlage2"/>
            </w:pPr>
            <w:r w:rsidRPr="006279B8">
              <w:t xml:space="preserve">Zeichen: </w:t>
            </w:r>
            <w:r w:rsidR="004C3A03" w:rsidRPr="006279B8">
              <w:t>2 005</w:t>
            </w:r>
            <w:r w:rsidRPr="006279B8">
              <w:br/>
              <w:t>(mit Leerzeichen)</w:t>
            </w:r>
          </w:p>
          <w:p w14:paraId="60BA71D7" w14:textId="77777777" w:rsidR="008D7633" w:rsidRPr="006279B8" w:rsidRDefault="008D7633" w:rsidP="007A5EB4">
            <w:pPr>
              <w:pStyle w:val="Formatvorlage2"/>
            </w:pPr>
          </w:p>
          <w:p w14:paraId="6BAE3652" w14:textId="27A72B08" w:rsidR="008D7633" w:rsidRPr="00C33A1F" w:rsidRDefault="008D7633" w:rsidP="007A5EB4">
            <w:pPr>
              <w:pStyle w:val="Formatvorlage2"/>
            </w:pPr>
            <w:r w:rsidRPr="006279B8">
              <w:t xml:space="preserve">erstellt am: </w:t>
            </w:r>
            <w:r w:rsidR="006279B8" w:rsidRPr="006279B8">
              <w:t>15</w:t>
            </w:r>
            <w:r w:rsidRPr="006279B8">
              <w:t>.</w:t>
            </w:r>
            <w:r w:rsidR="00486878" w:rsidRPr="006279B8">
              <w:t>0</w:t>
            </w:r>
            <w:r w:rsidR="006279B8" w:rsidRPr="006279B8">
              <w:t>2</w:t>
            </w:r>
            <w:r w:rsidRPr="006279B8">
              <w:t>.20</w:t>
            </w:r>
            <w:r w:rsidR="00122FEC" w:rsidRPr="006279B8">
              <w:t>2</w:t>
            </w:r>
            <w:r w:rsidR="00E04996" w:rsidRPr="006279B8">
              <w:t>2</w:t>
            </w:r>
          </w:p>
          <w:p w14:paraId="1566D33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FC23F2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E6555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9FE7E4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31C19" w14:textId="77777777" w:rsidR="00A2590F" w:rsidRDefault="00A2590F">
      <w:r>
        <w:separator/>
      </w:r>
    </w:p>
  </w:endnote>
  <w:endnote w:type="continuationSeparator" w:id="0">
    <w:p w14:paraId="6E97A4B2" w14:textId="77777777" w:rsidR="00A2590F" w:rsidRDefault="00A2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FBF6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61DD9" w14:textId="77777777" w:rsidR="00A2590F" w:rsidRDefault="00A2590F">
      <w:r>
        <w:separator/>
      </w:r>
    </w:p>
  </w:footnote>
  <w:footnote w:type="continuationSeparator" w:id="0">
    <w:p w14:paraId="44075DE9" w14:textId="77777777" w:rsidR="00A2590F" w:rsidRDefault="00A25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C83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27DF316" wp14:editId="44E3878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17113"/>
    <w:multiLevelType w:val="hybridMultilevel"/>
    <w:tmpl w:val="4816D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A4"/>
    <w:rsid w:val="000024D9"/>
    <w:rsid w:val="00003256"/>
    <w:rsid w:val="0001449A"/>
    <w:rsid w:val="0001520C"/>
    <w:rsid w:val="00026907"/>
    <w:rsid w:val="00040EBF"/>
    <w:rsid w:val="00064165"/>
    <w:rsid w:val="000675C7"/>
    <w:rsid w:val="00083119"/>
    <w:rsid w:val="00090045"/>
    <w:rsid w:val="00095303"/>
    <w:rsid w:val="000963B5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09AA"/>
    <w:rsid w:val="00272508"/>
    <w:rsid w:val="00273CE1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05C69"/>
    <w:rsid w:val="0031150D"/>
    <w:rsid w:val="003136F5"/>
    <w:rsid w:val="00324F84"/>
    <w:rsid w:val="00326F7E"/>
    <w:rsid w:val="00350ACA"/>
    <w:rsid w:val="003514C3"/>
    <w:rsid w:val="00357C43"/>
    <w:rsid w:val="00364DEF"/>
    <w:rsid w:val="00371F37"/>
    <w:rsid w:val="00375A48"/>
    <w:rsid w:val="0038244F"/>
    <w:rsid w:val="0038276B"/>
    <w:rsid w:val="0038499F"/>
    <w:rsid w:val="003914C5"/>
    <w:rsid w:val="00392D5F"/>
    <w:rsid w:val="003A1BA5"/>
    <w:rsid w:val="003A6D71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78ED"/>
    <w:rsid w:val="0046235C"/>
    <w:rsid w:val="004629AD"/>
    <w:rsid w:val="004806AF"/>
    <w:rsid w:val="00486878"/>
    <w:rsid w:val="004A3F10"/>
    <w:rsid w:val="004B62AB"/>
    <w:rsid w:val="004C3A03"/>
    <w:rsid w:val="004C4FDA"/>
    <w:rsid w:val="004C503A"/>
    <w:rsid w:val="004E057A"/>
    <w:rsid w:val="004E2322"/>
    <w:rsid w:val="004E2BD7"/>
    <w:rsid w:val="004E3AF9"/>
    <w:rsid w:val="00510191"/>
    <w:rsid w:val="00516D9E"/>
    <w:rsid w:val="00524290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8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44B8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94BA4"/>
    <w:rsid w:val="007A1EF8"/>
    <w:rsid w:val="007A5EB4"/>
    <w:rsid w:val="007A6E1C"/>
    <w:rsid w:val="007C50D1"/>
    <w:rsid w:val="007C5C24"/>
    <w:rsid w:val="007E2B7F"/>
    <w:rsid w:val="007F3F54"/>
    <w:rsid w:val="007F43E0"/>
    <w:rsid w:val="00801D78"/>
    <w:rsid w:val="0080519E"/>
    <w:rsid w:val="008078CF"/>
    <w:rsid w:val="008171AF"/>
    <w:rsid w:val="00833422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6C35"/>
    <w:rsid w:val="009E7597"/>
    <w:rsid w:val="00A12A8B"/>
    <w:rsid w:val="00A14556"/>
    <w:rsid w:val="00A174AD"/>
    <w:rsid w:val="00A17D84"/>
    <w:rsid w:val="00A22DF2"/>
    <w:rsid w:val="00A23065"/>
    <w:rsid w:val="00A2339E"/>
    <w:rsid w:val="00A24651"/>
    <w:rsid w:val="00A2590F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4001"/>
    <w:rsid w:val="00C65852"/>
    <w:rsid w:val="00C72B49"/>
    <w:rsid w:val="00C77106"/>
    <w:rsid w:val="00C83851"/>
    <w:rsid w:val="00C87836"/>
    <w:rsid w:val="00C92A2E"/>
    <w:rsid w:val="00CA462A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715D"/>
    <w:rsid w:val="00D45693"/>
    <w:rsid w:val="00D47D4E"/>
    <w:rsid w:val="00D55DC3"/>
    <w:rsid w:val="00D57457"/>
    <w:rsid w:val="00D64F60"/>
    <w:rsid w:val="00DA2153"/>
    <w:rsid w:val="00DA2662"/>
    <w:rsid w:val="00DB1F19"/>
    <w:rsid w:val="00DB44DA"/>
    <w:rsid w:val="00DB4ACB"/>
    <w:rsid w:val="00DC032C"/>
    <w:rsid w:val="00DC1F2A"/>
    <w:rsid w:val="00DE3025"/>
    <w:rsid w:val="00DE6609"/>
    <w:rsid w:val="00DF1C10"/>
    <w:rsid w:val="00DF1EE2"/>
    <w:rsid w:val="00E03F6F"/>
    <w:rsid w:val="00E04996"/>
    <w:rsid w:val="00E04C83"/>
    <w:rsid w:val="00E14DD8"/>
    <w:rsid w:val="00E155F0"/>
    <w:rsid w:val="00E17E89"/>
    <w:rsid w:val="00E20D4D"/>
    <w:rsid w:val="00E2358B"/>
    <w:rsid w:val="00E26284"/>
    <w:rsid w:val="00E34020"/>
    <w:rsid w:val="00E3479A"/>
    <w:rsid w:val="00E36D8D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26EE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72C5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948231"/>
  <w15:docId w15:val="{22D0EBA4-F7D8-4DA4-A78B-646149AC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ervices.siegeni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414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3018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4</cp:revision>
  <cp:lastPrinted>2007-09-03T14:44:00Z</cp:lastPrinted>
  <dcterms:created xsi:type="dcterms:W3CDTF">2022-01-21T10:46:00Z</dcterms:created>
  <dcterms:modified xsi:type="dcterms:W3CDTF">2022-02-15T10:06:00Z</dcterms:modified>
</cp:coreProperties>
</file>