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C23AE" w14:textId="7615830D" w:rsidR="005E1468" w:rsidRDefault="002F5A44" w:rsidP="005E1468">
      <w:pPr>
        <w:pStyle w:val="berschrift2"/>
      </w:pPr>
      <w:r>
        <w:t xml:space="preserve">Engagement für </w:t>
      </w:r>
      <w:r w:rsidR="00D41D8A">
        <w:t>de</w:t>
      </w:r>
      <w:r>
        <w:t>n</w:t>
      </w:r>
      <w:r w:rsidR="00D41D8A">
        <w:t xml:space="preserve"> </w:t>
      </w:r>
      <w:r>
        <w:t>Fachkräftenachwuchs ausgeweitet</w:t>
      </w:r>
    </w:p>
    <w:p w14:paraId="3A91730C" w14:textId="5867C0AD" w:rsidR="00A82224" w:rsidRDefault="00E406C9" w:rsidP="00A82224">
      <w:pPr>
        <w:pStyle w:val="berschrift1"/>
      </w:pPr>
      <w:r>
        <w:t>2</w:t>
      </w:r>
      <w:r w:rsidR="0065101E">
        <w:t>1</w:t>
      </w:r>
      <w:r w:rsidR="004B0261">
        <w:t xml:space="preserve"> neue Azubis bei SIEGENIA </w:t>
      </w:r>
      <w:r>
        <w:t>in Niederdielfen</w:t>
      </w:r>
    </w:p>
    <w:p w14:paraId="1557D23C" w14:textId="77777777" w:rsidR="00AF4D1A" w:rsidRDefault="00AF4D1A" w:rsidP="00AF4D1A"/>
    <w:p w14:paraId="78A9CD62" w14:textId="4F2691E3" w:rsidR="00B35CD5" w:rsidRDefault="00CC15A6" w:rsidP="00B35CD5">
      <w:r>
        <w:t xml:space="preserve">Die SIEGENIA GRUPPE verstärkt ihr Engagement für </w:t>
      </w:r>
      <w:r w:rsidR="008201A6">
        <w:t xml:space="preserve">einen qualifizierten Start ins Berufsleben: Am </w:t>
      </w:r>
      <w:r w:rsidR="00E406C9">
        <w:t>vergangenen Donnerstag</w:t>
      </w:r>
      <w:r w:rsidR="008201A6">
        <w:t xml:space="preserve"> begrüßte das </w:t>
      </w:r>
      <w:r w:rsidR="008201A6" w:rsidRPr="00897F49">
        <w:t>Unternehmen</w:t>
      </w:r>
      <w:r w:rsidR="008201A6">
        <w:t xml:space="preserve"> </w:t>
      </w:r>
      <w:r w:rsidR="00E406C9">
        <w:t>am Hauptstandort in Wilnsdorf-Niederdielfen 2</w:t>
      </w:r>
      <w:r w:rsidR="0065101E">
        <w:t>1</w:t>
      </w:r>
      <w:r w:rsidR="008201A6">
        <w:t xml:space="preserve"> neue Auszubildende</w:t>
      </w:r>
      <w:r w:rsidR="00D02378">
        <w:t>. Insgesamt stellt das in vierter Generation geführte Familienu</w:t>
      </w:r>
      <w:r w:rsidR="00D02378" w:rsidRPr="0051157D">
        <w:t>nternehmen</w:t>
      </w:r>
      <w:r w:rsidR="00D02378">
        <w:t xml:space="preserve"> mit seinen weltweit ca. </w:t>
      </w:r>
      <w:r w:rsidR="00D02378" w:rsidRPr="007D3749">
        <w:t>2.800</w:t>
      </w:r>
      <w:r w:rsidR="00D02378">
        <w:t xml:space="preserve"> Mitarbeitenden in diesem Jahr 3</w:t>
      </w:r>
      <w:r w:rsidR="008510B1">
        <w:t>6</w:t>
      </w:r>
      <w:r w:rsidR="00D02378">
        <w:t xml:space="preserve"> Auszubildende ein – knapp ein Drittel mehr als 2021 – und beschäftigt damit </w:t>
      </w:r>
      <w:r w:rsidR="00D02378" w:rsidRPr="007D3749">
        <w:t>8</w:t>
      </w:r>
      <w:r w:rsidR="008510B1">
        <w:t>6</w:t>
      </w:r>
      <w:r w:rsidR="00D02378">
        <w:t xml:space="preserve"> Azubis an seinen drei deutschen Standorten.</w:t>
      </w:r>
      <w:r w:rsidR="00D02378" w:rsidRPr="00D02378">
        <w:t xml:space="preserve"> </w:t>
      </w:r>
      <w:r w:rsidR="00E406C9">
        <w:t>Nina Herter</w:t>
      </w:r>
      <w:r w:rsidR="00D02378">
        <w:t xml:space="preserve">, </w:t>
      </w:r>
      <w:r w:rsidR="00E406C9">
        <w:t>Leiterin Ausbildung bei SIEGENIA</w:t>
      </w:r>
      <w:r w:rsidR="00D02378">
        <w:t xml:space="preserve">, </w:t>
      </w:r>
      <w:r w:rsidR="00F92E9C">
        <w:t xml:space="preserve">erläutert: „Nachdem wir bereits im Vorjahr mehr </w:t>
      </w:r>
      <w:r w:rsidR="00761B33">
        <w:t>jungen Menschen</w:t>
      </w:r>
      <w:r w:rsidR="00F92E9C">
        <w:t xml:space="preserve"> als 2020 einen Einstieg in unser Unternehmen ermöglichen konnten, freuen wir uns besonders, unser Engagement </w:t>
      </w:r>
      <w:r w:rsidR="00066B32">
        <w:t xml:space="preserve">2022 </w:t>
      </w:r>
      <w:r w:rsidR="00F92E9C">
        <w:t>erneut aus</w:t>
      </w:r>
      <w:r w:rsidR="00AC2450">
        <w:t>zu</w:t>
      </w:r>
      <w:r w:rsidR="00F92E9C">
        <w:t xml:space="preserve">bauen. </w:t>
      </w:r>
      <w:r w:rsidR="00B35CD5">
        <w:t xml:space="preserve">Als wichtiger Ausbildungsbetrieb in der Region </w:t>
      </w:r>
      <w:r w:rsidR="00F92E9C">
        <w:t xml:space="preserve">ist es uns ein Anliegen, </w:t>
      </w:r>
      <w:r w:rsidR="00066B32">
        <w:t xml:space="preserve">talentierten </w:t>
      </w:r>
      <w:r w:rsidR="00761B33">
        <w:t>Nachwuchskräften</w:t>
      </w:r>
      <w:r w:rsidR="00B35CD5">
        <w:t xml:space="preserve"> </w:t>
      </w:r>
      <w:r w:rsidR="00066B32">
        <w:t>vielversprechende berufliche Perspektiven zu eröffnen</w:t>
      </w:r>
      <w:r w:rsidR="00B35CD5">
        <w:t>.</w:t>
      </w:r>
      <w:r w:rsidR="00F92E9C">
        <w:t>“</w:t>
      </w:r>
      <w:r w:rsidR="00B35CD5">
        <w:t xml:space="preserve"> </w:t>
      </w:r>
    </w:p>
    <w:p w14:paraId="25392536" w14:textId="27C551A8" w:rsidR="00B35CD5" w:rsidRDefault="00B35CD5" w:rsidP="00B35CD5"/>
    <w:p w14:paraId="3CA883D6" w14:textId="36907385" w:rsidR="00CD018E" w:rsidRDefault="00CD018E" w:rsidP="00844E1F">
      <w:r>
        <w:t>Zur individuellen Gestaltung der</w:t>
      </w:r>
      <w:r w:rsidR="00761B33">
        <w:t xml:space="preserve"> Work-Life-Balance </w:t>
      </w:r>
      <w:r>
        <w:t>können</w:t>
      </w:r>
      <w:r w:rsidR="00761B33">
        <w:t xml:space="preserve"> die neuen Auszubildenden </w:t>
      </w:r>
      <w:r w:rsidR="005C1F01">
        <w:t xml:space="preserve">zudem </w:t>
      </w:r>
      <w:r>
        <w:t xml:space="preserve">in diesem Jahr </w:t>
      </w:r>
      <w:r w:rsidR="00761B33">
        <w:t>erstmals</w:t>
      </w:r>
      <w:r>
        <w:t xml:space="preserve"> Einfluss auf ihre wöchentliche Arbeitszeit nehmen. Zur Auswahl stehen 35, 37,5 bzw. 40 Stunden. </w:t>
      </w:r>
      <w:r w:rsidR="00844E1F">
        <w:t>„</w:t>
      </w:r>
      <w:r w:rsidR="00066B32" w:rsidRPr="00CD018E">
        <w:t xml:space="preserve">Im Laufe der Ausbildung haben </w:t>
      </w:r>
      <w:r w:rsidR="005C1F01">
        <w:t>s</w:t>
      </w:r>
      <w:r w:rsidR="00066B32" w:rsidRPr="00CD018E">
        <w:t xml:space="preserve">ie </w:t>
      </w:r>
      <w:r w:rsidR="005C1F01">
        <w:t xml:space="preserve">darüber hinaus </w:t>
      </w:r>
      <w:r w:rsidR="00066B32" w:rsidRPr="00CD018E">
        <w:t xml:space="preserve">die Möglichkeit, ihre Arbeitszeit </w:t>
      </w:r>
      <w:r w:rsidR="005C1F01">
        <w:t xml:space="preserve">bei Bedarf </w:t>
      </w:r>
      <w:r w:rsidR="00844E1F">
        <w:t xml:space="preserve">einmalig </w:t>
      </w:r>
      <w:r w:rsidR="00066B32" w:rsidRPr="00CD018E">
        <w:t>anzupassen.</w:t>
      </w:r>
      <w:r w:rsidR="00844E1F">
        <w:t xml:space="preserve"> So können sie erste Erfahrungen sammeln</w:t>
      </w:r>
      <w:r w:rsidR="005C1F01">
        <w:t>, um dann ggf.</w:t>
      </w:r>
      <w:r w:rsidR="00844E1F">
        <w:t xml:space="preserve"> flexibel auf </w:t>
      </w:r>
      <w:r w:rsidR="005C1F01">
        <w:t xml:space="preserve">ihre </w:t>
      </w:r>
      <w:r w:rsidR="00844E1F">
        <w:t>persönliche</w:t>
      </w:r>
      <w:r w:rsidR="005C1F01">
        <w:t>n</w:t>
      </w:r>
      <w:r w:rsidR="00844E1F">
        <w:t xml:space="preserve"> Präferenzen </w:t>
      </w:r>
      <w:r w:rsidR="005C1F01">
        <w:t>einzugehen</w:t>
      </w:r>
      <w:r w:rsidR="00844E1F">
        <w:t xml:space="preserve">“, schildert </w:t>
      </w:r>
      <w:r w:rsidR="00E406C9">
        <w:t>Nina Herter</w:t>
      </w:r>
      <w:r w:rsidR="00844E1F">
        <w:t>.</w:t>
      </w:r>
    </w:p>
    <w:p w14:paraId="07122CAB" w14:textId="3C045796" w:rsidR="00844E1F" w:rsidRDefault="00BF1C70" w:rsidP="00844E1F">
      <w:pPr>
        <w:pStyle w:val="berschrift4"/>
      </w:pPr>
      <w:r>
        <w:t>Den Einstieg leicht gemacht</w:t>
      </w:r>
    </w:p>
    <w:p w14:paraId="1C553ECB" w14:textId="074872AB" w:rsidR="00B35CD5" w:rsidRDefault="00B35CD5" w:rsidP="00B35CD5">
      <w:pPr>
        <w:rPr>
          <w:rFonts w:cs="Arial"/>
          <w:szCs w:val="20"/>
        </w:rPr>
      </w:pPr>
      <w:r>
        <w:t xml:space="preserve">Nach einem herzlichen Willkommen und einer Werksbesichtigung </w:t>
      </w:r>
      <w:r w:rsidR="007A237E">
        <w:t>erhielten die Neuzugänge die Gelegenheit, ihre Ausbilder kennenzulernen</w:t>
      </w:r>
      <w:r>
        <w:t xml:space="preserve"> und sich ein </w:t>
      </w:r>
      <w:r w:rsidR="007A237E">
        <w:t xml:space="preserve">erstes </w:t>
      </w:r>
      <w:r>
        <w:t xml:space="preserve">Bild vom Unternehmen </w:t>
      </w:r>
      <w:r w:rsidR="007A237E">
        <w:t xml:space="preserve">zu machen. Auch mit </w:t>
      </w:r>
      <w:r>
        <w:t>ihre</w:t>
      </w:r>
      <w:r w:rsidR="007A237E">
        <w:t xml:space="preserve">n </w:t>
      </w:r>
      <w:r>
        <w:t>angehenden Aufgaben</w:t>
      </w:r>
      <w:r w:rsidR="007A237E">
        <w:t xml:space="preserve"> machten sie sich vertraut</w:t>
      </w:r>
      <w:r>
        <w:t xml:space="preserve">. </w:t>
      </w:r>
      <w:r w:rsidR="0065101E">
        <w:t xml:space="preserve">Im Rahmen eines dreitägigen Azubiseminars </w:t>
      </w:r>
      <w:r w:rsidR="00111FDE">
        <w:t>t</w:t>
      </w:r>
      <w:r w:rsidR="007A237E">
        <w:t>reffen</w:t>
      </w:r>
      <w:r>
        <w:t xml:space="preserve"> sie </w:t>
      </w:r>
      <w:r w:rsidR="008510B1">
        <w:t xml:space="preserve">in der zweiten </w:t>
      </w:r>
      <w:r w:rsidR="00111FDE">
        <w:t>September</w:t>
      </w:r>
      <w:r w:rsidR="008510B1">
        <w:t>hälfte</w:t>
      </w:r>
      <w:r w:rsidR="00111FDE">
        <w:t xml:space="preserve"> </w:t>
      </w:r>
      <w:r w:rsidR="007A237E">
        <w:t xml:space="preserve">auf </w:t>
      </w:r>
      <w:r>
        <w:t xml:space="preserve">die neuen Azubis der Standorte </w:t>
      </w:r>
      <w:r w:rsidR="00E406C9">
        <w:t>Hermeskeil</w:t>
      </w:r>
      <w:r>
        <w:t xml:space="preserve"> und Velbert. Mit dem Seminar verfolgt SIEGENIA das Ziel, in einem informativ</w:t>
      </w:r>
      <w:r w:rsidR="007A237E">
        <w:t>-</w:t>
      </w:r>
      <w:r>
        <w:t xml:space="preserve">unterhaltsamen Rahmen </w:t>
      </w:r>
      <w:r w:rsidR="007A237E">
        <w:t xml:space="preserve">die Voraussetzungen </w:t>
      </w:r>
      <w:r>
        <w:t xml:space="preserve">dafür zu </w:t>
      </w:r>
      <w:r w:rsidR="007A237E">
        <w:t>schaffen</w:t>
      </w:r>
      <w:r>
        <w:t xml:space="preserve">, dass </w:t>
      </w:r>
      <w:r>
        <w:rPr>
          <w:rFonts w:cs="Arial"/>
          <w:szCs w:val="20"/>
        </w:rPr>
        <w:t xml:space="preserve">die </w:t>
      </w:r>
      <w:r w:rsidR="00AC2450">
        <w:rPr>
          <w:rFonts w:cs="Arial"/>
          <w:szCs w:val="20"/>
        </w:rPr>
        <w:t>jungen Nachwuchskräfte</w:t>
      </w:r>
      <w:r>
        <w:rPr>
          <w:rFonts w:cs="Arial"/>
          <w:szCs w:val="20"/>
        </w:rPr>
        <w:t xml:space="preserve"> </w:t>
      </w:r>
      <w:r w:rsidRPr="005A6B31">
        <w:rPr>
          <w:rFonts w:cs="Arial"/>
          <w:szCs w:val="20"/>
        </w:rPr>
        <w:t xml:space="preserve">als Team zusammenwachsen und </w:t>
      </w:r>
      <w:r w:rsidR="00AC2450">
        <w:rPr>
          <w:rFonts w:cs="Arial"/>
          <w:szCs w:val="20"/>
        </w:rPr>
        <w:t xml:space="preserve">ihre </w:t>
      </w:r>
      <w:r w:rsidRPr="005A6B31">
        <w:rPr>
          <w:rFonts w:cs="Arial"/>
          <w:szCs w:val="20"/>
        </w:rPr>
        <w:t>soziale</w:t>
      </w:r>
      <w:r w:rsidR="00AC2450">
        <w:rPr>
          <w:rFonts w:cs="Arial"/>
          <w:szCs w:val="20"/>
        </w:rPr>
        <w:t>n</w:t>
      </w:r>
      <w:r w:rsidRPr="005A6B31">
        <w:rPr>
          <w:rFonts w:cs="Arial"/>
          <w:szCs w:val="20"/>
        </w:rPr>
        <w:t xml:space="preserve"> Kompetenzen für den beruflichen Alltag aus</w:t>
      </w:r>
      <w:r>
        <w:rPr>
          <w:rFonts w:cs="Arial"/>
          <w:szCs w:val="20"/>
        </w:rPr>
        <w:t>bauen</w:t>
      </w:r>
      <w:r w:rsidRPr="005A6B31">
        <w:rPr>
          <w:rFonts w:cs="Arial"/>
          <w:szCs w:val="20"/>
        </w:rPr>
        <w:t>.</w:t>
      </w:r>
    </w:p>
    <w:p w14:paraId="0D56B1BD" w14:textId="77777777" w:rsidR="00B35CD5" w:rsidRDefault="00B35CD5" w:rsidP="00B35CD5">
      <w:pPr>
        <w:pStyle w:val="berschrift4"/>
      </w:pPr>
      <w:r>
        <w:t>Vielseitiges Ausbildungswesen</w:t>
      </w:r>
    </w:p>
    <w:p w14:paraId="51ED57C8" w14:textId="7DC3816C" w:rsidR="00B35CD5" w:rsidRPr="00361A11" w:rsidRDefault="00B35CD5" w:rsidP="00B35CD5">
      <w:r w:rsidRPr="00EF3FAA">
        <w:rPr>
          <w:rFonts w:cs="Arial"/>
          <w:szCs w:val="20"/>
        </w:rPr>
        <w:t xml:space="preserve">Als Hersteller von Fenster-, Tür- und Komfortsystemen </w:t>
      </w:r>
      <w:r>
        <w:rPr>
          <w:rFonts w:cs="Arial"/>
          <w:szCs w:val="20"/>
        </w:rPr>
        <w:t xml:space="preserve">verfügt </w:t>
      </w:r>
      <w:r w:rsidRPr="00EF3FAA">
        <w:rPr>
          <w:rFonts w:cs="Arial"/>
          <w:szCs w:val="20"/>
        </w:rPr>
        <w:t xml:space="preserve">die SIEGENIA GRUPPE </w:t>
      </w:r>
      <w:r>
        <w:rPr>
          <w:rFonts w:cs="Arial"/>
          <w:szCs w:val="20"/>
        </w:rPr>
        <w:t xml:space="preserve">über ein breit gefächertes Ausbildungsportfolio. Insbesondere bei den technischen Berufen, die vom </w:t>
      </w:r>
      <w:r w:rsidRPr="00361A11">
        <w:lastRenderedPageBreak/>
        <w:t>Maschinen- und Anlagenführer</w:t>
      </w:r>
      <w:r>
        <w:t xml:space="preserve"> über </w:t>
      </w:r>
      <w:r w:rsidRPr="00361A11">
        <w:t xml:space="preserve">Technische Produktdesigner </w:t>
      </w:r>
      <w:r>
        <w:t xml:space="preserve">und </w:t>
      </w:r>
      <w:r w:rsidR="0065101E">
        <w:rPr>
          <w:rFonts w:cs="Arial"/>
          <w:szCs w:val="20"/>
        </w:rPr>
        <w:t xml:space="preserve">Werkzeugmechaniker </w:t>
      </w:r>
      <w:r>
        <w:t xml:space="preserve">bis zu </w:t>
      </w:r>
      <w:r w:rsidRPr="00361A11">
        <w:t>Mechatroniker</w:t>
      </w:r>
      <w:r>
        <w:t xml:space="preserve">n reichen, sind die Wahlmöglichkeiten groß. </w:t>
      </w:r>
      <w:r w:rsidRPr="00361A11">
        <w:t xml:space="preserve">Im kaufmännischen Bereich </w:t>
      </w:r>
      <w:r>
        <w:t xml:space="preserve">umfasst </w:t>
      </w:r>
      <w:r w:rsidRPr="00361A11">
        <w:t xml:space="preserve">das Angebot </w:t>
      </w:r>
      <w:r>
        <w:t xml:space="preserve">u. a. </w:t>
      </w:r>
      <w:r w:rsidRPr="00361A11">
        <w:t>Ausbildungen für Industriek</w:t>
      </w:r>
      <w:r>
        <w:t xml:space="preserve">aufleute, Fachinformatiker mit Fachrichtung </w:t>
      </w:r>
      <w:r w:rsidR="0065101E">
        <w:rPr>
          <w:rFonts w:cs="Arial"/>
          <w:szCs w:val="20"/>
        </w:rPr>
        <w:t xml:space="preserve">Anwendungsentwicklung </w:t>
      </w:r>
      <w:r>
        <w:t xml:space="preserve">und </w:t>
      </w:r>
      <w:r w:rsidRPr="00361A11">
        <w:t xml:space="preserve">Fachlageristen. </w:t>
      </w:r>
    </w:p>
    <w:p w14:paraId="58FF6F57" w14:textId="77777777" w:rsidR="00E21B57" w:rsidRDefault="00E21B57" w:rsidP="003C619A">
      <w:pPr>
        <w:rPr>
          <w:strike/>
          <w:color w:val="FF0000"/>
        </w:rPr>
      </w:pPr>
    </w:p>
    <w:p w14:paraId="253D99AE" w14:textId="77777777" w:rsidR="00DB0579" w:rsidRDefault="00DB0579" w:rsidP="009B2FE3">
      <w:pPr>
        <w:shd w:val="clear" w:color="auto" w:fill="FFFFFF"/>
        <w:spacing w:before="150"/>
        <w:rPr>
          <w:rFonts w:ascii="Segoe UI" w:hAnsi="Segoe UI" w:cs="Segoe UI"/>
          <w:color w:val="172B4D"/>
          <w:sz w:val="21"/>
        </w:rPr>
      </w:pPr>
    </w:p>
    <w:p w14:paraId="13210F49" w14:textId="37FFF9DB" w:rsidR="009B2FE3" w:rsidRDefault="009B2FE3" w:rsidP="009B2FE3">
      <w:pPr>
        <w:shd w:val="clear" w:color="auto" w:fill="FFFFFF"/>
        <w:spacing w:before="150"/>
        <w:rPr>
          <w:rFonts w:ascii="Segoe UI" w:hAnsi="Segoe UI" w:cs="Segoe UI"/>
          <w:color w:val="172B4D"/>
          <w:sz w:val="21"/>
        </w:rPr>
      </w:pPr>
    </w:p>
    <w:p w14:paraId="4080EA39" w14:textId="77777777" w:rsidR="009C62ED" w:rsidRDefault="009C62ED" w:rsidP="009B2FE3">
      <w:pPr>
        <w:shd w:val="clear" w:color="auto" w:fill="FFFFFF"/>
        <w:spacing w:before="150"/>
        <w:rPr>
          <w:rFonts w:ascii="Segoe UI" w:hAnsi="Segoe UI" w:cs="Segoe UI"/>
          <w:color w:val="172B4D"/>
          <w:sz w:val="21"/>
        </w:rPr>
      </w:pPr>
    </w:p>
    <w:p w14:paraId="08692D1C" w14:textId="77777777" w:rsidR="00015FAC" w:rsidRDefault="00015FAC" w:rsidP="003C619A">
      <w:pPr>
        <w:rPr>
          <w:strike/>
          <w:color w:val="FF0000"/>
        </w:rPr>
      </w:pPr>
    </w:p>
    <w:p w14:paraId="76620AE0" w14:textId="447CDE88" w:rsidR="00361A11" w:rsidRDefault="00015FAC" w:rsidP="00361A11">
      <w:pPr>
        <w:pStyle w:val="berschrift4"/>
      </w:pPr>
      <w:r>
        <w:t>B</w:t>
      </w:r>
      <w:r w:rsidR="00361A11">
        <w:t>ildunterschrift</w:t>
      </w:r>
    </w:p>
    <w:p w14:paraId="2A482D36" w14:textId="77777777" w:rsidR="00361A11" w:rsidRDefault="00361A11" w:rsidP="00361A11">
      <w:r>
        <w:t>Bildquelle: SIEGENIA</w:t>
      </w:r>
    </w:p>
    <w:p w14:paraId="2DFB316E" w14:textId="77777777" w:rsidR="00361A11" w:rsidRPr="002A7F37" w:rsidRDefault="00361A11" w:rsidP="00361A11"/>
    <w:p w14:paraId="18A42760" w14:textId="3482CB08" w:rsidR="00361A11" w:rsidRPr="00D129AE" w:rsidRDefault="00361A11" w:rsidP="00361A11">
      <w:pPr>
        <w:rPr>
          <w:bCs/>
          <w:i/>
        </w:rPr>
      </w:pPr>
      <w:r w:rsidRPr="00D129AE">
        <w:rPr>
          <w:bCs/>
          <w:i/>
        </w:rPr>
        <w:t xml:space="preserve">Motiv: </w:t>
      </w:r>
      <w:proofErr w:type="spellStart"/>
      <w:r w:rsidRPr="00D129AE">
        <w:rPr>
          <w:bCs/>
          <w:i/>
        </w:rPr>
        <w:t>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>
        <w:rPr>
          <w:bCs/>
          <w:i/>
        </w:rPr>
        <w:t>Azubis</w:t>
      </w:r>
      <w:proofErr w:type="spellEnd"/>
      <w:r>
        <w:rPr>
          <w:bCs/>
          <w:i/>
        </w:rPr>
        <w:t xml:space="preserve"> 202</w:t>
      </w:r>
      <w:r w:rsidR="008201A6">
        <w:rPr>
          <w:bCs/>
          <w:i/>
        </w:rPr>
        <w:t>2</w:t>
      </w:r>
      <w:r>
        <w:rPr>
          <w:bCs/>
          <w:i/>
        </w:rPr>
        <w:t>_</w:t>
      </w:r>
      <w:r w:rsidR="00EA7E20">
        <w:rPr>
          <w:bCs/>
          <w:i/>
        </w:rPr>
        <w:t>Niederdielfen</w:t>
      </w:r>
      <w:r>
        <w:rPr>
          <w:bCs/>
          <w:i/>
        </w:rPr>
        <w:t>_Presse</w:t>
      </w:r>
      <w:r w:rsidRPr="00D129AE">
        <w:rPr>
          <w:bCs/>
          <w:i/>
        </w:rPr>
        <w:t xml:space="preserve">.jpg </w:t>
      </w:r>
    </w:p>
    <w:p w14:paraId="047893B3" w14:textId="439C280A" w:rsidR="006C1747" w:rsidRDefault="009C62ED" w:rsidP="00361A11">
      <w:pPr>
        <w:rPr>
          <w:rFonts w:cs="Arial"/>
          <w:szCs w:val="20"/>
        </w:rPr>
      </w:pPr>
      <w:r>
        <w:rPr>
          <w:rFonts w:cs="Arial"/>
          <w:szCs w:val="20"/>
        </w:rPr>
        <w:t xml:space="preserve">Ein herzliches Willkommen zum Auftakt: Die 21 neuen Auszubildenden von SIEGENIA freuen sich auf ihren beruflichen Werdegang im Unternehmen. </w:t>
      </w:r>
    </w:p>
    <w:p w14:paraId="2BB03314" w14:textId="2C353CF7" w:rsidR="008201A6" w:rsidRDefault="008201A6" w:rsidP="00361A11">
      <w:pPr>
        <w:rPr>
          <w:rFonts w:cs="Arial"/>
          <w:szCs w:val="20"/>
        </w:rPr>
      </w:pPr>
    </w:p>
    <w:p w14:paraId="117091BF" w14:textId="77777777" w:rsidR="008201A6" w:rsidRDefault="008201A6" w:rsidP="00361A11">
      <w:pPr>
        <w:rPr>
          <w:rFonts w:cs="Arial"/>
          <w:szCs w:val="20"/>
        </w:rPr>
      </w:pPr>
    </w:p>
    <w:p w14:paraId="38DA6DA4" w14:textId="04E8B94C" w:rsidR="00E66707" w:rsidRDefault="00E66707" w:rsidP="009B2FE3">
      <w:pPr>
        <w:rPr>
          <w:rFonts w:cs="Arial"/>
          <w:szCs w:val="20"/>
        </w:rPr>
      </w:pPr>
    </w:p>
    <w:p w14:paraId="6A8363DF" w14:textId="77777777" w:rsidR="00E66707" w:rsidRDefault="00E66707" w:rsidP="009B2FE3">
      <w:pPr>
        <w:rPr>
          <w:rFonts w:cs="Arial"/>
          <w:szCs w:val="20"/>
        </w:rPr>
      </w:pPr>
    </w:p>
    <w:p w14:paraId="6826F57A" w14:textId="77777777" w:rsidR="004751A7" w:rsidRDefault="004751A7" w:rsidP="005E1468"/>
    <w:p w14:paraId="19398914" w14:textId="77777777" w:rsidR="004751A7" w:rsidRDefault="004751A7" w:rsidP="005E1468"/>
    <w:p w14:paraId="0005C41B" w14:textId="31A3BC73" w:rsidR="005E1468" w:rsidRDefault="005E1468" w:rsidP="005E1468"/>
    <w:p w14:paraId="718160DD" w14:textId="1938BF37" w:rsidR="00FE6475" w:rsidRDefault="00FE6475" w:rsidP="005E1468"/>
    <w:p w14:paraId="19437928" w14:textId="77777777" w:rsidR="00FE6475" w:rsidRDefault="00FE6475" w:rsidP="005E1468"/>
    <w:p w14:paraId="27515D22" w14:textId="77777777" w:rsidR="008D7633" w:rsidRPr="00E14DD8" w:rsidRDefault="008D7633" w:rsidP="008D7633">
      <w:pPr>
        <w:rPr>
          <w:szCs w:val="20"/>
        </w:rPr>
      </w:pPr>
    </w:p>
    <w:p w14:paraId="776EB9D7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7243F61D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6DDC5ACC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39944151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079A87FC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4E5F93EE" w14:textId="77777777" w:rsidR="008D7633" w:rsidRDefault="008D7633" w:rsidP="007A5EB4">
            <w:pPr>
              <w:pStyle w:val="Formatvorlage2"/>
            </w:pPr>
            <w:r>
              <w:t>Industriestraße 1</w:t>
            </w:r>
            <w:r w:rsidR="000D0C02">
              <w:t>-</w:t>
            </w:r>
            <w:r>
              <w:t>3</w:t>
            </w:r>
          </w:p>
          <w:p w14:paraId="43BAF2F1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7606ED73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31-412</w:t>
            </w:r>
          </w:p>
          <w:p w14:paraId="02D0562F" w14:textId="77777777" w:rsidR="008D7633" w:rsidRDefault="008D7633" w:rsidP="007A5EB4">
            <w:pPr>
              <w:pStyle w:val="Formatvorlage2"/>
            </w:pPr>
            <w:r>
              <w:t>Fax: +49 271</w:t>
            </w:r>
            <w:r w:rsidR="0088698F">
              <w:t xml:space="preserve"> </w:t>
            </w:r>
            <w:r>
              <w:t>3931-77412</w:t>
            </w:r>
          </w:p>
          <w:p w14:paraId="0D86F0DD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0CD31313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188F80A5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5446EB05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3FB2F7AF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4FD4B862" w14:textId="77777777" w:rsidR="00122FEC" w:rsidRPr="00C33A1F" w:rsidRDefault="00122FEC" w:rsidP="00122FEC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2EB27034" w14:textId="77777777" w:rsidR="00122FEC" w:rsidRPr="00C33A1F" w:rsidRDefault="00122FEC" w:rsidP="00122FEC">
            <w:pPr>
              <w:pStyle w:val="Formatvorlage2"/>
            </w:pPr>
            <w:r>
              <w:t>Am Milchbornbach 10</w:t>
            </w:r>
          </w:p>
          <w:p w14:paraId="0E874440" w14:textId="77777777" w:rsidR="00122FEC" w:rsidRPr="00C33A1F" w:rsidRDefault="00122FEC" w:rsidP="00122FEC">
            <w:pPr>
              <w:pStyle w:val="Formatvorlage2"/>
            </w:pPr>
            <w:r>
              <w:t xml:space="preserve">D - </w:t>
            </w:r>
            <w:r w:rsidRPr="00C33A1F">
              <w:t>51</w:t>
            </w:r>
            <w:r>
              <w:t>429 Bergisch Gladbach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</w:t>
            </w:r>
            <w:r>
              <w:t>04</w:t>
            </w:r>
            <w:r w:rsidRPr="00C33A1F">
              <w:t xml:space="preserve"> 9</w:t>
            </w:r>
            <w:r>
              <w:t>644808</w:t>
            </w:r>
          </w:p>
          <w:p w14:paraId="7651F80E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14:paraId="41A622C1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1D900EB9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3A91830F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7B5DA499" w14:textId="1A0578AE" w:rsidR="008D7633" w:rsidRPr="00C33A1F" w:rsidRDefault="008D7633" w:rsidP="007A5EB4">
            <w:pPr>
              <w:pStyle w:val="Formatvorlage2"/>
            </w:pPr>
            <w:r w:rsidRPr="00C33A1F">
              <w:t xml:space="preserve">Seite: </w:t>
            </w:r>
            <w:r w:rsidR="009B2FE3">
              <w:t>1</w:t>
            </w:r>
          </w:p>
          <w:p w14:paraId="52806CBB" w14:textId="50A05623" w:rsidR="008D7633" w:rsidRPr="00C33A1F" w:rsidRDefault="00E62402" w:rsidP="007A5EB4">
            <w:pPr>
              <w:pStyle w:val="Formatvorlage2"/>
            </w:pPr>
            <w:r>
              <w:t xml:space="preserve">Wörter: </w:t>
            </w:r>
            <w:r w:rsidR="00B35CD5">
              <w:t>3</w:t>
            </w:r>
            <w:r w:rsidR="009C62ED">
              <w:t>21</w:t>
            </w:r>
          </w:p>
          <w:p w14:paraId="23D8122F" w14:textId="2B059578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 w:rsidR="00E62402">
              <w:t xml:space="preserve"> </w:t>
            </w:r>
            <w:r w:rsidR="009C62ED">
              <w:t>2 516</w:t>
            </w:r>
            <w:r w:rsidRPr="00C33A1F">
              <w:br/>
              <w:t>(mit Leerzeichen)</w:t>
            </w:r>
          </w:p>
          <w:p w14:paraId="333E5D28" w14:textId="77777777" w:rsidR="008D7633" w:rsidRDefault="008D7633" w:rsidP="007A5EB4">
            <w:pPr>
              <w:pStyle w:val="Formatvorlage2"/>
            </w:pPr>
          </w:p>
          <w:p w14:paraId="7A889754" w14:textId="294B3F16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9C62ED">
              <w:t>02</w:t>
            </w:r>
            <w:r>
              <w:t>.</w:t>
            </w:r>
            <w:r w:rsidR="00486878">
              <w:t>0</w:t>
            </w:r>
            <w:r w:rsidR="009C62ED">
              <w:t>9</w:t>
            </w:r>
            <w:r>
              <w:t>.20</w:t>
            </w:r>
            <w:r w:rsidR="009B2FE3">
              <w:t>2</w:t>
            </w:r>
            <w:r w:rsidR="008201A6">
              <w:t>2</w:t>
            </w:r>
          </w:p>
          <w:p w14:paraId="65225C83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6DFC8AF5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459F49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0C6BD83C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8"/>
      <w:footerReference w:type="default" r:id="rId9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76227A" w14:textId="77777777" w:rsidR="008A55E6" w:rsidRDefault="008A55E6">
      <w:r>
        <w:separator/>
      </w:r>
    </w:p>
  </w:endnote>
  <w:endnote w:type="continuationSeparator" w:id="0">
    <w:p w14:paraId="4299D5F7" w14:textId="77777777" w:rsidR="008A55E6" w:rsidRDefault="008A5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D27E6" w14:textId="77777777" w:rsidR="003C619A" w:rsidRDefault="003C619A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623A24" w14:textId="77777777" w:rsidR="008A55E6" w:rsidRDefault="008A55E6">
      <w:r>
        <w:separator/>
      </w:r>
    </w:p>
  </w:footnote>
  <w:footnote w:type="continuationSeparator" w:id="0">
    <w:p w14:paraId="5BDF7119" w14:textId="77777777" w:rsidR="008A55E6" w:rsidRDefault="008A55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644F9" w14:textId="77777777" w:rsidR="003C619A" w:rsidRDefault="003C619A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641E8A54" wp14:editId="02ADB6D9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115E0E"/>
    <w:multiLevelType w:val="hybridMultilevel"/>
    <w:tmpl w:val="94483C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526093"/>
    <w:multiLevelType w:val="hybridMultilevel"/>
    <w:tmpl w:val="760289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CD1DD5"/>
    <w:multiLevelType w:val="hybridMultilevel"/>
    <w:tmpl w:val="7B0039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9050212">
    <w:abstractNumId w:val="1"/>
  </w:num>
  <w:num w:numId="2" w16cid:durableId="2125884353">
    <w:abstractNumId w:val="0"/>
  </w:num>
  <w:num w:numId="3" w16cid:durableId="887884548">
    <w:abstractNumId w:val="4"/>
  </w:num>
  <w:num w:numId="4" w16cid:durableId="1000042176">
    <w:abstractNumId w:val="3"/>
  </w:num>
  <w:num w:numId="5" w16cid:durableId="1822892619">
    <w:abstractNumId w:val="6"/>
  </w:num>
  <w:num w:numId="6" w16cid:durableId="1714187678">
    <w:abstractNumId w:val="2"/>
  </w:num>
  <w:num w:numId="7" w16cid:durableId="103993239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1A7"/>
    <w:rsid w:val="000024D9"/>
    <w:rsid w:val="00003256"/>
    <w:rsid w:val="0001449A"/>
    <w:rsid w:val="0001520C"/>
    <w:rsid w:val="00015FAC"/>
    <w:rsid w:val="00026907"/>
    <w:rsid w:val="00040EBF"/>
    <w:rsid w:val="00064165"/>
    <w:rsid w:val="00066B32"/>
    <w:rsid w:val="000675C7"/>
    <w:rsid w:val="000803CF"/>
    <w:rsid w:val="00090045"/>
    <w:rsid w:val="00095303"/>
    <w:rsid w:val="000A1DF0"/>
    <w:rsid w:val="000A5CA3"/>
    <w:rsid w:val="000D0C02"/>
    <w:rsid w:val="000D2A27"/>
    <w:rsid w:val="000D4874"/>
    <w:rsid w:val="000E424C"/>
    <w:rsid w:val="000E6021"/>
    <w:rsid w:val="000F2936"/>
    <w:rsid w:val="000F565C"/>
    <w:rsid w:val="000F67C4"/>
    <w:rsid w:val="001025BB"/>
    <w:rsid w:val="0010792E"/>
    <w:rsid w:val="00111FDE"/>
    <w:rsid w:val="001128F1"/>
    <w:rsid w:val="00122F20"/>
    <w:rsid w:val="00122FEC"/>
    <w:rsid w:val="00134E1F"/>
    <w:rsid w:val="00137BD1"/>
    <w:rsid w:val="00145B48"/>
    <w:rsid w:val="001529E6"/>
    <w:rsid w:val="00156B0C"/>
    <w:rsid w:val="00166476"/>
    <w:rsid w:val="00166FB7"/>
    <w:rsid w:val="00171C51"/>
    <w:rsid w:val="001B7003"/>
    <w:rsid w:val="001C39FF"/>
    <w:rsid w:val="001D26E4"/>
    <w:rsid w:val="001E0780"/>
    <w:rsid w:val="001E1DA6"/>
    <w:rsid w:val="001E51E5"/>
    <w:rsid w:val="001E7201"/>
    <w:rsid w:val="001F3432"/>
    <w:rsid w:val="002046D3"/>
    <w:rsid w:val="00213316"/>
    <w:rsid w:val="00253494"/>
    <w:rsid w:val="00254A9B"/>
    <w:rsid w:val="00255FE8"/>
    <w:rsid w:val="00272508"/>
    <w:rsid w:val="00272C13"/>
    <w:rsid w:val="002769DE"/>
    <w:rsid w:val="002819C3"/>
    <w:rsid w:val="002A202C"/>
    <w:rsid w:val="002A7F37"/>
    <w:rsid w:val="002B55C4"/>
    <w:rsid w:val="002C00E2"/>
    <w:rsid w:val="002C36FE"/>
    <w:rsid w:val="002C5A66"/>
    <w:rsid w:val="002C6D41"/>
    <w:rsid w:val="002D3AE2"/>
    <w:rsid w:val="002E48B5"/>
    <w:rsid w:val="002E59D6"/>
    <w:rsid w:val="002F18BB"/>
    <w:rsid w:val="002F466F"/>
    <w:rsid w:val="002F5A44"/>
    <w:rsid w:val="003058D8"/>
    <w:rsid w:val="0031150D"/>
    <w:rsid w:val="003136F5"/>
    <w:rsid w:val="00324F84"/>
    <w:rsid w:val="00326F7E"/>
    <w:rsid w:val="00350ACA"/>
    <w:rsid w:val="003514C3"/>
    <w:rsid w:val="00357C43"/>
    <w:rsid w:val="00361A11"/>
    <w:rsid w:val="00364DEF"/>
    <w:rsid w:val="00375A48"/>
    <w:rsid w:val="0038244F"/>
    <w:rsid w:val="0038276B"/>
    <w:rsid w:val="0038499F"/>
    <w:rsid w:val="003914C5"/>
    <w:rsid w:val="00392D5F"/>
    <w:rsid w:val="003A0F0D"/>
    <w:rsid w:val="003A1BA5"/>
    <w:rsid w:val="003B17CE"/>
    <w:rsid w:val="003C619A"/>
    <w:rsid w:val="003D30ED"/>
    <w:rsid w:val="003D61A2"/>
    <w:rsid w:val="003E0D26"/>
    <w:rsid w:val="003E378F"/>
    <w:rsid w:val="003F021A"/>
    <w:rsid w:val="00415E71"/>
    <w:rsid w:val="004176D4"/>
    <w:rsid w:val="00420F79"/>
    <w:rsid w:val="004333E8"/>
    <w:rsid w:val="0044187A"/>
    <w:rsid w:val="00446899"/>
    <w:rsid w:val="00447689"/>
    <w:rsid w:val="0046235C"/>
    <w:rsid w:val="004629AD"/>
    <w:rsid w:val="004751A7"/>
    <w:rsid w:val="004806AF"/>
    <w:rsid w:val="00480DC0"/>
    <w:rsid w:val="00486878"/>
    <w:rsid w:val="004954A7"/>
    <w:rsid w:val="004A46AC"/>
    <w:rsid w:val="004B0261"/>
    <w:rsid w:val="004B62AB"/>
    <w:rsid w:val="004C4FDA"/>
    <w:rsid w:val="004C503A"/>
    <w:rsid w:val="004E057A"/>
    <w:rsid w:val="004E2322"/>
    <w:rsid w:val="004E2BD7"/>
    <w:rsid w:val="004E3AF9"/>
    <w:rsid w:val="00510191"/>
    <w:rsid w:val="0051157D"/>
    <w:rsid w:val="005254BE"/>
    <w:rsid w:val="00552DC0"/>
    <w:rsid w:val="0055550C"/>
    <w:rsid w:val="00563E60"/>
    <w:rsid w:val="00590725"/>
    <w:rsid w:val="00592833"/>
    <w:rsid w:val="005A0560"/>
    <w:rsid w:val="005A214B"/>
    <w:rsid w:val="005A3974"/>
    <w:rsid w:val="005A5DC6"/>
    <w:rsid w:val="005A6A38"/>
    <w:rsid w:val="005A6B31"/>
    <w:rsid w:val="005A7C57"/>
    <w:rsid w:val="005C1F01"/>
    <w:rsid w:val="005D2927"/>
    <w:rsid w:val="005E06F2"/>
    <w:rsid w:val="005E1468"/>
    <w:rsid w:val="005E3E61"/>
    <w:rsid w:val="005E7008"/>
    <w:rsid w:val="005F2A75"/>
    <w:rsid w:val="005F3D5F"/>
    <w:rsid w:val="005F7B2E"/>
    <w:rsid w:val="006016B0"/>
    <w:rsid w:val="0061051B"/>
    <w:rsid w:val="0061253D"/>
    <w:rsid w:val="00617358"/>
    <w:rsid w:val="00617D76"/>
    <w:rsid w:val="006279BD"/>
    <w:rsid w:val="00630405"/>
    <w:rsid w:val="00634A59"/>
    <w:rsid w:val="006446D6"/>
    <w:rsid w:val="0065101E"/>
    <w:rsid w:val="00656A7F"/>
    <w:rsid w:val="00656FEE"/>
    <w:rsid w:val="00663CFA"/>
    <w:rsid w:val="00667448"/>
    <w:rsid w:val="006866DF"/>
    <w:rsid w:val="00692205"/>
    <w:rsid w:val="006944D9"/>
    <w:rsid w:val="006A2FD7"/>
    <w:rsid w:val="006A7184"/>
    <w:rsid w:val="006B6CD1"/>
    <w:rsid w:val="006B7979"/>
    <w:rsid w:val="006C044C"/>
    <w:rsid w:val="006C1747"/>
    <w:rsid w:val="006C6D45"/>
    <w:rsid w:val="006E5CC8"/>
    <w:rsid w:val="00701954"/>
    <w:rsid w:val="00703943"/>
    <w:rsid w:val="007046C4"/>
    <w:rsid w:val="00711964"/>
    <w:rsid w:val="00712280"/>
    <w:rsid w:val="007148FF"/>
    <w:rsid w:val="00716BDB"/>
    <w:rsid w:val="00717456"/>
    <w:rsid w:val="00730E66"/>
    <w:rsid w:val="00737DE1"/>
    <w:rsid w:val="00751517"/>
    <w:rsid w:val="00757DDE"/>
    <w:rsid w:val="00761B33"/>
    <w:rsid w:val="00764AAC"/>
    <w:rsid w:val="00780402"/>
    <w:rsid w:val="007871C1"/>
    <w:rsid w:val="0079193B"/>
    <w:rsid w:val="00794A4F"/>
    <w:rsid w:val="007A0AAA"/>
    <w:rsid w:val="007A237E"/>
    <w:rsid w:val="007A5EB4"/>
    <w:rsid w:val="007A6E1C"/>
    <w:rsid w:val="007B4533"/>
    <w:rsid w:val="007C50D1"/>
    <w:rsid w:val="007C5C24"/>
    <w:rsid w:val="007E2B7F"/>
    <w:rsid w:val="007E5CEC"/>
    <w:rsid w:val="007F3F54"/>
    <w:rsid w:val="007F43E0"/>
    <w:rsid w:val="00801D78"/>
    <w:rsid w:val="008078CF"/>
    <w:rsid w:val="008171AF"/>
    <w:rsid w:val="008201A6"/>
    <w:rsid w:val="0083465B"/>
    <w:rsid w:val="00835351"/>
    <w:rsid w:val="008366E0"/>
    <w:rsid w:val="008429DC"/>
    <w:rsid w:val="00844D7F"/>
    <w:rsid w:val="00844E1F"/>
    <w:rsid w:val="0085079E"/>
    <w:rsid w:val="008510B1"/>
    <w:rsid w:val="00852D9D"/>
    <w:rsid w:val="00853823"/>
    <w:rsid w:val="00857800"/>
    <w:rsid w:val="008625E1"/>
    <w:rsid w:val="0086386E"/>
    <w:rsid w:val="00871847"/>
    <w:rsid w:val="00885CB6"/>
    <w:rsid w:val="0088698F"/>
    <w:rsid w:val="00894ADF"/>
    <w:rsid w:val="00897F49"/>
    <w:rsid w:val="008A55E6"/>
    <w:rsid w:val="008A6D62"/>
    <w:rsid w:val="008A6F1F"/>
    <w:rsid w:val="008C3491"/>
    <w:rsid w:val="008C5079"/>
    <w:rsid w:val="008D2B30"/>
    <w:rsid w:val="008D3232"/>
    <w:rsid w:val="008D7633"/>
    <w:rsid w:val="008F2D90"/>
    <w:rsid w:val="00910883"/>
    <w:rsid w:val="00912074"/>
    <w:rsid w:val="0092580A"/>
    <w:rsid w:val="009262A1"/>
    <w:rsid w:val="0093490C"/>
    <w:rsid w:val="0093664F"/>
    <w:rsid w:val="00943EB0"/>
    <w:rsid w:val="009456C0"/>
    <w:rsid w:val="00945CA5"/>
    <w:rsid w:val="009553BC"/>
    <w:rsid w:val="009557EA"/>
    <w:rsid w:val="00963959"/>
    <w:rsid w:val="00963D60"/>
    <w:rsid w:val="0096600A"/>
    <w:rsid w:val="009B067B"/>
    <w:rsid w:val="009B0D26"/>
    <w:rsid w:val="009B2FE3"/>
    <w:rsid w:val="009B4822"/>
    <w:rsid w:val="009B5300"/>
    <w:rsid w:val="009B5DE9"/>
    <w:rsid w:val="009C62ED"/>
    <w:rsid w:val="009D0CC8"/>
    <w:rsid w:val="009D6C04"/>
    <w:rsid w:val="009E28F9"/>
    <w:rsid w:val="009E7597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A1"/>
    <w:rsid w:val="00A40AB4"/>
    <w:rsid w:val="00A63EFD"/>
    <w:rsid w:val="00A64B65"/>
    <w:rsid w:val="00A6502B"/>
    <w:rsid w:val="00A661F8"/>
    <w:rsid w:val="00A6672B"/>
    <w:rsid w:val="00A82224"/>
    <w:rsid w:val="00A87496"/>
    <w:rsid w:val="00A927D0"/>
    <w:rsid w:val="00A9705C"/>
    <w:rsid w:val="00A97B0A"/>
    <w:rsid w:val="00AA224C"/>
    <w:rsid w:val="00AA6262"/>
    <w:rsid w:val="00AB1EC7"/>
    <w:rsid w:val="00AC2450"/>
    <w:rsid w:val="00AD4128"/>
    <w:rsid w:val="00AD7705"/>
    <w:rsid w:val="00AD7B27"/>
    <w:rsid w:val="00AE06DB"/>
    <w:rsid w:val="00AF4D1A"/>
    <w:rsid w:val="00B00C8B"/>
    <w:rsid w:val="00B057B0"/>
    <w:rsid w:val="00B11AB7"/>
    <w:rsid w:val="00B233FB"/>
    <w:rsid w:val="00B239B4"/>
    <w:rsid w:val="00B35CD5"/>
    <w:rsid w:val="00B3649B"/>
    <w:rsid w:val="00B3687B"/>
    <w:rsid w:val="00B41B50"/>
    <w:rsid w:val="00B47777"/>
    <w:rsid w:val="00B47ADF"/>
    <w:rsid w:val="00B55070"/>
    <w:rsid w:val="00B62ECB"/>
    <w:rsid w:val="00B63C95"/>
    <w:rsid w:val="00B63E35"/>
    <w:rsid w:val="00B84773"/>
    <w:rsid w:val="00B908A8"/>
    <w:rsid w:val="00B92EF0"/>
    <w:rsid w:val="00B93961"/>
    <w:rsid w:val="00B9495D"/>
    <w:rsid w:val="00BA5B2A"/>
    <w:rsid w:val="00BD76B1"/>
    <w:rsid w:val="00BE62B4"/>
    <w:rsid w:val="00BE69F6"/>
    <w:rsid w:val="00BF1C70"/>
    <w:rsid w:val="00BF6132"/>
    <w:rsid w:val="00C02C5D"/>
    <w:rsid w:val="00C144E8"/>
    <w:rsid w:val="00C14A00"/>
    <w:rsid w:val="00C16DC6"/>
    <w:rsid w:val="00C173E2"/>
    <w:rsid w:val="00C24B77"/>
    <w:rsid w:val="00C2717C"/>
    <w:rsid w:val="00C33A1F"/>
    <w:rsid w:val="00C46D48"/>
    <w:rsid w:val="00C52D3B"/>
    <w:rsid w:val="00C53FE3"/>
    <w:rsid w:val="00C55524"/>
    <w:rsid w:val="00C615A2"/>
    <w:rsid w:val="00C65852"/>
    <w:rsid w:val="00C6732F"/>
    <w:rsid w:val="00C72B49"/>
    <w:rsid w:val="00C77106"/>
    <w:rsid w:val="00C81B7A"/>
    <w:rsid w:val="00C87836"/>
    <w:rsid w:val="00C92A2E"/>
    <w:rsid w:val="00C93D91"/>
    <w:rsid w:val="00C966FA"/>
    <w:rsid w:val="00CA1B70"/>
    <w:rsid w:val="00CA66F5"/>
    <w:rsid w:val="00CA6BD1"/>
    <w:rsid w:val="00CB1181"/>
    <w:rsid w:val="00CC15A6"/>
    <w:rsid w:val="00CD018E"/>
    <w:rsid w:val="00CE16F1"/>
    <w:rsid w:val="00CE5038"/>
    <w:rsid w:val="00CE5448"/>
    <w:rsid w:val="00CE5488"/>
    <w:rsid w:val="00CE63E0"/>
    <w:rsid w:val="00CF6534"/>
    <w:rsid w:val="00CF72EF"/>
    <w:rsid w:val="00CF7462"/>
    <w:rsid w:val="00D02378"/>
    <w:rsid w:val="00D04FE4"/>
    <w:rsid w:val="00D313A4"/>
    <w:rsid w:val="00D32108"/>
    <w:rsid w:val="00D41D8A"/>
    <w:rsid w:val="00D45693"/>
    <w:rsid w:val="00D47D4E"/>
    <w:rsid w:val="00D55DC3"/>
    <w:rsid w:val="00D5689A"/>
    <w:rsid w:val="00D57457"/>
    <w:rsid w:val="00D60582"/>
    <w:rsid w:val="00D64F60"/>
    <w:rsid w:val="00D94244"/>
    <w:rsid w:val="00DA2153"/>
    <w:rsid w:val="00DA2662"/>
    <w:rsid w:val="00DA3C42"/>
    <w:rsid w:val="00DB0579"/>
    <w:rsid w:val="00DB44DA"/>
    <w:rsid w:val="00DB4ACB"/>
    <w:rsid w:val="00DC032C"/>
    <w:rsid w:val="00DC1F2A"/>
    <w:rsid w:val="00DE3025"/>
    <w:rsid w:val="00DF01CB"/>
    <w:rsid w:val="00DF1C10"/>
    <w:rsid w:val="00DF1EE2"/>
    <w:rsid w:val="00E03F6F"/>
    <w:rsid w:val="00E04C83"/>
    <w:rsid w:val="00E14DD8"/>
    <w:rsid w:val="00E155F0"/>
    <w:rsid w:val="00E17E89"/>
    <w:rsid w:val="00E20D4D"/>
    <w:rsid w:val="00E21B57"/>
    <w:rsid w:val="00E2358B"/>
    <w:rsid w:val="00E34020"/>
    <w:rsid w:val="00E3479A"/>
    <w:rsid w:val="00E406C9"/>
    <w:rsid w:val="00E55F88"/>
    <w:rsid w:val="00E62402"/>
    <w:rsid w:val="00E6313B"/>
    <w:rsid w:val="00E66707"/>
    <w:rsid w:val="00E66783"/>
    <w:rsid w:val="00E76C0B"/>
    <w:rsid w:val="00E76D9B"/>
    <w:rsid w:val="00E77789"/>
    <w:rsid w:val="00E80515"/>
    <w:rsid w:val="00E954AC"/>
    <w:rsid w:val="00EA2954"/>
    <w:rsid w:val="00EA7E20"/>
    <w:rsid w:val="00EB511E"/>
    <w:rsid w:val="00EB632F"/>
    <w:rsid w:val="00EC05BF"/>
    <w:rsid w:val="00EC1396"/>
    <w:rsid w:val="00ED6F69"/>
    <w:rsid w:val="00EE123F"/>
    <w:rsid w:val="00EE1AF8"/>
    <w:rsid w:val="00EF15B4"/>
    <w:rsid w:val="00EF2F06"/>
    <w:rsid w:val="00F0149D"/>
    <w:rsid w:val="00F05D3F"/>
    <w:rsid w:val="00F10E71"/>
    <w:rsid w:val="00F142BE"/>
    <w:rsid w:val="00F222EB"/>
    <w:rsid w:val="00F25601"/>
    <w:rsid w:val="00F344B8"/>
    <w:rsid w:val="00F41966"/>
    <w:rsid w:val="00F445E5"/>
    <w:rsid w:val="00F45D74"/>
    <w:rsid w:val="00F516C4"/>
    <w:rsid w:val="00F6067C"/>
    <w:rsid w:val="00F61445"/>
    <w:rsid w:val="00F71E39"/>
    <w:rsid w:val="00F73478"/>
    <w:rsid w:val="00F82E34"/>
    <w:rsid w:val="00F84C8D"/>
    <w:rsid w:val="00F92E9C"/>
    <w:rsid w:val="00FA07A1"/>
    <w:rsid w:val="00FA3E25"/>
    <w:rsid w:val="00FB5A18"/>
    <w:rsid w:val="00FD07B9"/>
    <w:rsid w:val="00FD182E"/>
    <w:rsid w:val="00FE1822"/>
    <w:rsid w:val="00FE1C52"/>
    <w:rsid w:val="00FE226B"/>
    <w:rsid w:val="00FE3AB9"/>
    <w:rsid w:val="00FE5718"/>
    <w:rsid w:val="00FE6475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6021614"/>
  <w15:docId w15:val="{7CE6F6D1-321E-4720-BA7C-B57CF1B30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character" w:customStyle="1" w:styleId="berschrift4Zchn">
    <w:name w:val="Überschrift 4 Zchn"/>
    <w:basedOn w:val="Absatz-Standardschriftart"/>
    <w:link w:val="berschrift4"/>
    <w:rsid w:val="004751A7"/>
    <w:rPr>
      <w:rFonts w:ascii="Arial" w:hAnsi="Arial"/>
      <w:b/>
      <w:bCs/>
      <w:sz w:val="24"/>
      <w:szCs w:val="28"/>
    </w:rPr>
  </w:style>
  <w:style w:type="paragraph" w:styleId="KeinLeerraum">
    <w:name w:val="No Spacing"/>
    <w:uiPriority w:val="1"/>
    <w:qFormat/>
    <w:rsid w:val="004751A7"/>
    <w:rPr>
      <w:rFonts w:ascii="Arial" w:eastAsiaTheme="minorHAnsi" w:hAnsi="Arial" w:cstheme="minorBidi"/>
      <w:szCs w:val="22"/>
      <w:lang w:eastAsia="en-US"/>
    </w:rPr>
  </w:style>
  <w:style w:type="character" w:styleId="BesuchterLink">
    <w:name w:val="FollowedHyperlink"/>
    <w:basedOn w:val="Absatz-Standardschriftart"/>
    <w:semiHidden/>
    <w:unhideWhenUsed/>
    <w:rsid w:val="00590725"/>
    <w:rPr>
      <w:color w:val="800080" w:themeColor="followed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59072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Fett">
    <w:name w:val="Strong"/>
    <w:basedOn w:val="Absatz-Standardschriftart"/>
    <w:uiPriority w:val="22"/>
    <w:qFormat/>
    <w:rsid w:val="00590725"/>
    <w:rPr>
      <w:b/>
      <w:bCs/>
    </w:rPr>
  </w:style>
  <w:style w:type="character" w:styleId="Hervorhebung">
    <w:name w:val="Emphasis"/>
    <w:basedOn w:val="Absatz-Standardschriftart"/>
    <w:uiPriority w:val="20"/>
    <w:qFormat/>
    <w:rsid w:val="009B2FE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4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1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5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0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30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21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217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288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526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762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ten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F0F6F5-B940-4979-80DD-A8F94A6A0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2</Pages>
  <Words>471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3434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Kirsten Kemper</cp:lastModifiedBy>
  <cp:revision>3</cp:revision>
  <cp:lastPrinted>2007-09-03T14:44:00Z</cp:lastPrinted>
  <dcterms:created xsi:type="dcterms:W3CDTF">2022-09-02T11:40:00Z</dcterms:created>
  <dcterms:modified xsi:type="dcterms:W3CDTF">2022-09-02T11:46:00Z</dcterms:modified>
</cp:coreProperties>
</file>