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09F5F" w14:textId="0AD1A72E" w:rsidR="005E1468" w:rsidRDefault="00506B8E" w:rsidP="00506B8E">
      <w:pPr>
        <w:pStyle w:val="berschrift2"/>
      </w:pPr>
      <w:r>
        <w:t xml:space="preserve">Herausragende Ausbildungsabschlüsse </w:t>
      </w:r>
    </w:p>
    <w:p w14:paraId="388A0E92" w14:textId="031A2645" w:rsidR="00FA23F3" w:rsidRDefault="003C0109" w:rsidP="00506B8E">
      <w:pPr>
        <w:pStyle w:val="berschrift1"/>
      </w:pPr>
      <w:r>
        <w:t>D</w:t>
      </w:r>
      <w:r w:rsidR="00506B8E">
        <w:t>rei Azubis von SIEGENIA bei der IHK</w:t>
      </w:r>
      <w:r w:rsidR="00447EDD">
        <w:t>-</w:t>
      </w:r>
      <w:proofErr w:type="spellStart"/>
      <w:r w:rsidR="00447EDD">
        <w:t>B</w:t>
      </w:r>
      <w:r w:rsidR="00506B8E">
        <w:t>estenehrung</w:t>
      </w:r>
      <w:proofErr w:type="spellEnd"/>
      <w:r w:rsidR="00506B8E">
        <w:t xml:space="preserve"> ausgezeichnet</w:t>
      </w:r>
    </w:p>
    <w:p w14:paraId="2E347BDD" w14:textId="528AB641" w:rsidR="00506B8E" w:rsidRDefault="00506B8E" w:rsidP="005E1468"/>
    <w:p w14:paraId="44E409FC" w14:textId="49C7E805" w:rsidR="00A54DE2" w:rsidRDefault="00A54DE2" w:rsidP="00F56C7A">
      <w:r>
        <w:t xml:space="preserve">SIEGENIA freut sich </w:t>
      </w:r>
      <w:r w:rsidR="00506B8E">
        <w:t xml:space="preserve">über </w:t>
      </w:r>
      <w:r w:rsidR="00AD3B13">
        <w:t>das erfolgreiche Abschneiden seiner</w:t>
      </w:r>
      <w:r w:rsidR="00AD3B13" w:rsidRPr="006515DB">
        <w:rPr>
          <w:color w:val="FF0000"/>
        </w:rPr>
        <w:t xml:space="preserve"> </w:t>
      </w:r>
      <w:r w:rsidR="00AD3B13">
        <w:t>Azubis bei den Abschlussprüfungen</w:t>
      </w:r>
      <w:r w:rsidR="00506B8E">
        <w:t xml:space="preserve">: Gleich drei von </w:t>
      </w:r>
      <w:r w:rsidR="00AD3B13">
        <w:t>ihnen wurden für ihre herausragenden Leistungen im Rahmen der IHK</w:t>
      </w:r>
      <w:r w:rsidR="00447EDD">
        <w:t>-</w:t>
      </w:r>
      <w:proofErr w:type="spellStart"/>
      <w:r w:rsidR="00447EDD">
        <w:t>Be</w:t>
      </w:r>
      <w:r w:rsidR="00AD3B13">
        <w:t>stenehrungen</w:t>
      </w:r>
      <w:proofErr w:type="spellEnd"/>
      <w:r w:rsidR="00AD3B13">
        <w:t xml:space="preserve"> gewürdigt. </w:t>
      </w:r>
      <w:r w:rsidR="00F56C7A">
        <w:t xml:space="preserve">Victoria Zoller vom </w:t>
      </w:r>
      <w:r>
        <w:t xml:space="preserve">Hauptstandort des Unternehmens in Wilnsdorf-Niederdielfen schloss ihre Ausbildung </w:t>
      </w:r>
      <w:r w:rsidR="00F56C7A">
        <w:t xml:space="preserve">zur Fachlageristin </w:t>
      </w:r>
      <w:r>
        <w:t>mit eine</w:t>
      </w:r>
      <w:r w:rsidR="00005274">
        <w:t>m</w:t>
      </w:r>
      <w:r>
        <w:t xml:space="preserve"> </w:t>
      </w:r>
      <w:r w:rsidR="0053182D">
        <w:t>weit überdurchschnittlichen</w:t>
      </w:r>
      <w:r>
        <w:t xml:space="preserve"> Prüfung</w:t>
      </w:r>
      <w:r w:rsidR="00005274">
        <w:t>sergebnis</w:t>
      </w:r>
      <w:r>
        <w:t xml:space="preserve"> ab und erhielt von der IHK die Note ‚sehr gut‘ (96 %). </w:t>
      </w:r>
      <w:r w:rsidR="00F56C7A">
        <w:t xml:space="preserve">Auch Industriekaufmann Luca Hoffmann vom SIEGENIA-Standort in Hermeskeil schloss seine Ausbildung mit einem hervorragenden ‚sehr gut‘ (93 %) ab. Beeindruckend ist </w:t>
      </w:r>
      <w:r w:rsidR="003C0109">
        <w:t>darüber hinaus</w:t>
      </w:r>
      <w:r w:rsidR="00F56C7A">
        <w:t xml:space="preserve"> das Abschneiden des Technischen Produktdesigners und Dualen Studenten Luis Schwarz vom Standort Hermeskeil: Er erhielt von der IHK die Note ‚gut‘ (85 %). </w:t>
      </w:r>
      <w:r>
        <w:t>Für ihr</w:t>
      </w:r>
      <w:r w:rsidR="003C0109">
        <w:t>e</w:t>
      </w:r>
      <w:r>
        <w:t xml:space="preserve"> </w:t>
      </w:r>
      <w:r w:rsidR="003C0109">
        <w:t>überragenden Prüfungsergebnisse</w:t>
      </w:r>
      <w:r>
        <w:t xml:space="preserve"> wurde</w:t>
      </w:r>
      <w:r w:rsidR="00F56C7A">
        <w:t>n</w:t>
      </w:r>
      <w:r>
        <w:t xml:space="preserve"> die </w:t>
      </w:r>
      <w:r w:rsidR="00F56C7A">
        <w:t>jungen Berufsanfänger</w:t>
      </w:r>
      <w:r>
        <w:t xml:space="preserve"> jetzt im Rahmen der </w:t>
      </w:r>
      <w:r w:rsidR="003C0109">
        <w:t>IHK-</w:t>
      </w:r>
      <w:proofErr w:type="spellStart"/>
      <w:r w:rsidR="00DD3005">
        <w:t>B</w:t>
      </w:r>
      <w:r>
        <w:t>estenehrung</w:t>
      </w:r>
      <w:r w:rsidR="00F56C7A">
        <w:t>en</w:t>
      </w:r>
      <w:proofErr w:type="spellEnd"/>
      <w:r w:rsidR="00F56C7A">
        <w:t xml:space="preserve"> </w:t>
      </w:r>
      <w:r>
        <w:t xml:space="preserve">ausgezeichnet. </w:t>
      </w:r>
    </w:p>
    <w:p w14:paraId="7FAD5D35" w14:textId="12536512" w:rsidR="00A54DE2" w:rsidRDefault="00A54DE2" w:rsidP="005E1468"/>
    <w:p w14:paraId="61A50A82" w14:textId="18CFC464" w:rsidR="009E0C9E" w:rsidRPr="006515DB" w:rsidRDefault="00A54DE2" w:rsidP="005E1468">
      <w:pPr>
        <w:rPr>
          <w:strike/>
          <w:color w:val="FF0000"/>
        </w:rPr>
      </w:pPr>
      <w:r>
        <w:t>„</w:t>
      </w:r>
      <w:r w:rsidR="009E0C9E">
        <w:t>Auf diese exzellente</w:t>
      </w:r>
      <w:r w:rsidR="00AD3B13">
        <w:t>n</w:t>
      </w:r>
      <w:r w:rsidR="009E0C9E">
        <w:t xml:space="preserve"> Leistung</w:t>
      </w:r>
      <w:r w:rsidR="00AD3B13">
        <w:t>en</w:t>
      </w:r>
      <w:r w:rsidR="009E0C9E">
        <w:t xml:space="preserve"> </w:t>
      </w:r>
      <w:r>
        <w:t xml:space="preserve">sind </w:t>
      </w:r>
      <w:r w:rsidR="009E0C9E">
        <w:t xml:space="preserve">wir </w:t>
      </w:r>
      <w:r>
        <w:t>stolz</w:t>
      </w:r>
      <w:r w:rsidR="00FA00A8">
        <w:t>.</w:t>
      </w:r>
      <w:r w:rsidR="009E0C9E">
        <w:t xml:space="preserve"> Wir freuen uns, d</w:t>
      </w:r>
      <w:r w:rsidR="0053182D">
        <w:t xml:space="preserve">ass </w:t>
      </w:r>
      <w:r w:rsidR="003C0109">
        <w:t>gleich drei unserer Nachwuchskräfte</w:t>
      </w:r>
      <w:r w:rsidR="009E0C9E">
        <w:t xml:space="preserve"> </w:t>
      </w:r>
      <w:r w:rsidR="0053182D">
        <w:t xml:space="preserve">die Abschlussprüfung der IHK </w:t>
      </w:r>
      <w:r w:rsidR="009E0C9E">
        <w:t xml:space="preserve">für ihren Beruf </w:t>
      </w:r>
      <w:r w:rsidR="0053182D">
        <w:t>als eine</w:t>
      </w:r>
      <w:r w:rsidR="003C0109">
        <w:t>r</w:t>
      </w:r>
      <w:r w:rsidR="0053182D">
        <w:t xml:space="preserve"> der </w:t>
      </w:r>
      <w:r w:rsidR="00447EDD">
        <w:t>B</w:t>
      </w:r>
      <w:r w:rsidR="0053182D">
        <w:t>esten absolvieren</w:t>
      </w:r>
      <w:r w:rsidR="009E0C9E">
        <w:t xml:space="preserve"> konnte</w:t>
      </w:r>
      <w:r w:rsidR="001B691C" w:rsidRPr="008E1EDD">
        <w:t>n</w:t>
      </w:r>
      <w:r w:rsidR="0053182D">
        <w:t xml:space="preserve">“, betont Nina Herter, Ausbildungsleiterin bei SIEGENIA. </w:t>
      </w:r>
      <w:r w:rsidR="00DC302D">
        <w:t>P</w:t>
      </w:r>
      <w:r w:rsidR="00B27BCF">
        <w:t>ositiv auf d</w:t>
      </w:r>
      <w:r w:rsidR="009E0C9E">
        <w:t xml:space="preserve">as hervorragende Abschneiden </w:t>
      </w:r>
      <w:r w:rsidR="00B27BCF">
        <w:t>ausgewirkt hat sich nach Ansicht von Nina Herter</w:t>
      </w:r>
      <w:r w:rsidR="009E0C9E">
        <w:t xml:space="preserve"> </w:t>
      </w:r>
      <w:r w:rsidR="00DC302D">
        <w:t xml:space="preserve">auch </w:t>
      </w:r>
      <w:r w:rsidR="009E0C9E">
        <w:t>de</w:t>
      </w:r>
      <w:r w:rsidR="00B27BCF">
        <w:t>r</w:t>
      </w:r>
      <w:r w:rsidR="009E0C9E">
        <w:t xml:space="preserve"> hohe </w:t>
      </w:r>
      <w:r w:rsidR="000075C9">
        <w:t>Ausbildungss</w:t>
      </w:r>
      <w:r w:rsidR="009E0C9E">
        <w:t xml:space="preserve">tandard </w:t>
      </w:r>
      <w:r w:rsidR="00B27BCF">
        <w:t>von SIEGENIA</w:t>
      </w:r>
      <w:r w:rsidR="009E0C9E" w:rsidRPr="006515DB">
        <w:rPr>
          <w:color w:val="FF0000"/>
        </w:rPr>
        <w:t xml:space="preserve">. </w:t>
      </w:r>
    </w:p>
    <w:p w14:paraId="3673FF4D" w14:textId="72F974AB" w:rsidR="00966C5B" w:rsidRDefault="00F10815" w:rsidP="00966C5B">
      <w:pPr>
        <w:pStyle w:val="berschrift4"/>
      </w:pPr>
      <w:r>
        <w:t xml:space="preserve">Auf dem Weg zur Zusatzqualifikation </w:t>
      </w:r>
    </w:p>
    <w:p w14:paraId="03E3E7E1" w14:textId="3D94C840" w:rsidR="00936D34" w:rsidRDefault="00DC302D" w:rsidP="00966C5B">
      <w:r>
        <w:t xml:space="preserve">Die </w:t>
      </w:r>
      <w:r w:rsidR="00F10815">
        <w:t xml:space="preserve">vielseitigen </w:t>
      </w:r>
      <w:r>
        <w:t>Möglichkeit</w:t>
      </w:r>
      <w:r w:rsidR="00F10815">
        <w:t>en</w:t>
      </w:r>
      <w:r>
        <w:t xml:space="preserve"> zur weiterführenden Qualifikation bei SIEGENIA </w:t>
      </w:r>
      <w:r w:rsidR="00F10815">
        <w:t>kommen</w:t>
      </w:r>
      <w:r>
        <w:t xml:space="preserve"> </w:t>
      </w:r>
      <w:r w:rsidR="00AD3B13">
        <w:t>den drei Preisträgern sehr zugute.</w:t>
      </w:r>
      <w:r>
        <w:t xml:space="preserve"> Bereits seit Juni </w:t>
      </w:r>
      <w:r w:rsidR="00F10815">
        <w:t xml:space="preserve">durchläuft </w:t>
      </w:r>
      <w:r w:rsidR="00AD3B13">
        <w:t>Victoria Zoller vom Hauptstandort Niederdielfen</w:t>
      </w:r>
      <w:r w:rsidR="00F10815">
        <w:t xml:space="preserve"> eine </w:t>
      </w:r>
      <w:r w:rsidR="00936D34">
        <w:t>Zusatza</w:t>
      </w:r>
      <w:r w:rsidR="00F10815">
        <w:t xml:space="preserve">usbildung, die sie auf die Tätigkeit als </w:t>
      </w:r>
      <w:r>
        <w:t>Fachkraft für Lagerlogistik</w:t>
      </w:r>
      <w:r w:rsidR="00F10815">
        <w:t xml:space="preserve"> vorbereitet.</w:t>
      </w:r>
      <w:r>
        <w:t xml:space="preserve"> </w:t>
      </w:r>
      <w:r w:rsidR="00936D34">
        <w:t xml:space="preserve">Aufgrund ihres hervorragenden Prüfungsergebnisses kann sie die Ausbildungsdauer </w:t>
      </w:r>
      <w:r w:rsidR="003C0109">
        <w:t xml:space="preserve">dabei </w:t>
      </w:r>
      <w:r w:rsidR="00936D34">
        <w:t xml:space="preserve">um ein halbes Jahr verkürzen. </w:t>
      </w:r>
    </w:p>
    <w:p w14:paraId="785B81C7" w14:textId="77777777" w:rsidR="00936D34" w:rsidRDefault="00936D34" w:rsidP="00966C5B"/>
    <w:p w14:paraId="46CB90C2" w14:textId="07853E05" w:rsidR="00966C5B" w:rsidRDefault="00AD3B13" w:rsidP="00966C5B">
      <w:r>
        <w:t xml:space="preserve">Luca Hoffmann </w:t>
      </w:r>
      <w:r w:rsidR="00936D34">
        <w:t xml:space="preserve">und Luis Schwarz vom Standort Hermeskeil </w:t>
      </w:r>
      <w:r>
        <w:t>mach</w:t>
      </w:r>
      <w:r w:rsidR="00936D34">
        <w:t>en</w:t>
      </w:r>
      <w:r>
        <w:t xml:space="preserve"> sich das Angebot zum Erwerb einer </w:t>
      </w:r>
      <w:r w:rsidR="00936D34">
        <w:t>ergänzenden Q</w:t>
      </w:r>
      <w:r>
        <w:t xml:space="preserve">ualifikation </w:t>
      </w:r>
      <w:r w:rsidR="00936D34">
        <w:t xml:space="preserve">ebenfalls </w:t>
      </w:r>
      <w:r>
        <w:t xml:space="preserve">zunutze. </w:t>
      </w:r>
      <w:r w:rsidR="00936D34">
        <w:t xml:space="preserve">Luca Hoffmann </w:t>
      </w:r>
      <w:r w:rsidR="0002077F">
        <w:t xml:space="preserve">nimmt </w:t>
      </w:r>
      <w:r w:rsidR="00936D34">
        <w:t>a</w:t>
      </w:r>
      <w:r>
        <w:t xml:space="preserve">ls Fertigungsplaner zum Wintersemester 22/23 </w:t>
      </w:r>
      <w:r w:rsidR="00936D34">
        <w:t xml:space="preserve">ein berufsbegleitendes </w:t>
      </w:r>
      <w:r w:rsidR="00936D34" w:rsidRPr="001D34FC">
        <w:t xml:space="preserve">Studium im </w:t>
      </w:r>
      <w:r w:rsidR="001D34FC" w:rsidRPr="001D34FC">
        <w:t>Bereich</w:t>
      </w:r>
      <w:r w:rsidR="006515DB" w:rsidRPr="001D34FC">
        <w:t xml:space="preserve"> Maschinenbau a</w:t>
      </w:r>
      <w:r w:rsidR="00936D34" w:rsidRPr="001D34FC">
        <w:t>uf</w:t>
      </w:r>
      <w:r w:rsidR="0002077F">
        <w:t xml:space="preserve">. Luis Schwarz hingegen hat bei SIEGENIA ein </w:t>
      </w:r>
      <w:r w:rsidR="000075C9">
        <w:t>ausbildungsintegriertes</w:t>
      </w:r>
      <w:r w:rsidR="0002077F">
        <w:t xml:space="preserve"> Studium absolviert und steht nun bereits kurz vor dem Abschluss seines Studiums als Maschinenbauer.</w:t>
      </w:r>
    </w:p>
    <w:p w14:paraId="3AC966B1" w14:textId="77777777" w:rsidR="005E1468" w:rsidRPr="00B55070" w:rsidRDefault="005E1468" w:rsidP="005E1468"/>
    <w:p w14:paraId="4065EB67" w14:textId="7A169A13" w:rsidR="005E1468" w:rsidRDefault="005E1468" w:rsidP="005A7C57">
      <w:pPr>
        <w:pStyle w:val="berschrift4"/>
      </w:pPr>
      <w:r>
        <w:lastRenderedPageBreak/>
        <w:t>Bildunterschrift</w:t>
      </w:r>
    </w:p>
    <w:p w14:paraId="2104930E" w14:textId="77777777" w:rsidR="002A7F37" w:rsidRDefault="002A7F37" w:rsidP="002A7F37">
      <w:r>
        <w:t>Bildquelle: SIEGENIA</w:t>
      </w:r>
    </w:p>
    <w:p w14:paraId="478A423F" w14:textId="77777777" w:rsidR="002A7F37" w:rsidRPr="002A7F37" w:rsidRDefault="002A7F37" w:rsidP="002A7F37"/>
    <w:p w14:paraId="1E1C53A4" w14:textId="2768E8DE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02077F">
        <w:rPr>
          <w:bCs/>
          <w:i/>
        </w:rPr>
        <w:t>PW_</w:t>
      </w:r>
      <w:r w:rsidR="00224B45">
        <w:rPr>
          <w:bCs/>
          <w:i/>
        </w:rPr>
        <w:t>IHK-</w:t>
      </w:r>
      <w:r w:rsidR="0002077F">
        <w:rPr>
          <w:bCs/>
          <w:i/>
        </w:rPr>
        <w:t>Bestenehrung_</w:t>
      </w:r>
      <w:r w:rsidR="00224B45">
        <w:rPr>
          <w:bCs/>
          <w:i/>
        </w:rPr>
        <w:t>Presse</w:t>
      </w:r>
      <w:r w:rsidRPr="00D129AE">
        <w:rPr>
          <w:bCs/>
          <w:i/>
        </w:rPr>
        <w:t xml:space="preserve">.jpg </w:t>
      </w:r>
    </w:p>
    <w:p w14:paraId="7D395C74" w14:textId="4D0D7829" w:rsidR="008D7633" w:rsidRDefault="00224B45" w:rsidP="008D7633">
      <w:r>
        <w:t xml:space="preserve">SIEGENIA freut sich über </w:t>
      </w:r>
      <w:r>
        <w:t>die</w:t>
      </w:r>
      <w:r>
        <w:t xml:space="preserve"> erfolgreiche</w:t>
      </w:r>
      <w:r>
        <w:t>n</w:t>
      </w:r>
      <w:r>
        <w:t xml:space="preserve"> Abschlussprüfungen</w:t>
      </w:r>
      <w:r>
        <w:t xml:space="preserve"> </w:t>
      </w:r>
      <w:r>
        <w:t>seiner</w:t>
      </w:r>
      <w:r w:rsidRPr="006515DB">
        <w:rPr>
          <w:color w:val="FF0000"/>
        </w:rPr>
        <w:t xml:space="preserve"> </w:t>
      </w:r>
      <w:r>
        <w:t xml:space="preserve">Azubis: </w:t>
      </w:r>
      <w:r>
        <w:t>Im Rahmen der IHK-</w:t>
      </w:r>
      <w:proofErr w:type="spellStart"/>
      <w:r>
        <w:t>Bestenehrungen</w:t>
      </w:r>
      <w:proofErr w:type="spellEnd"/>
      <w:r>
        <w:t xml:space="preserve"> wurden Victoria Zoller aus Niederdielfen sowie </w:t>
      </w:r>
      <w:r>
        <w:t>Luis Schwarz</w:t>
      </w:r>
      <w:r>
        <w:t xml:space="preserve"> (l.) und</w:t>
      </w:r>
      <w:r>
        <w:t xml:space="preserve"> Luca Hoffmann</w:t>
      </w:r>
      <w:r>
        <w:t xml:space="preserve"> vom Standort Hermeskeil </w:t>
      </w:r>
      <w:r>
        <w:t>für ihre herausragenden Leistungen gewürdigt.</w:t>
      </w:r>
      <w:r w:rsidR="004F6CE0">
        <w:t xml:space="preserve"> </w:t>
      </w:r>
    </w:p>
    <w:p w14:paraId="715D49B5" w14:textId="77777777" w:rsidR="00224B45" w:rsidRDefault="00224B45" w:rsidP="008D7633">
      <w:pPr>
        <w:rPr>
          <w:szCs w:val="20"/>
        </w:rPr>
      </w:pPr>
    </w:p>
    <w:p w14:paraId="1C9CB6BE" w14:textId="77777777" w:rsidR="008D7633" w:rsidRPr="00E14DD8" w:rsidRDefault="008D7633" w:rsidP="008D7633">
      <w:pPr>
        <w:rPr>
          <w:szCs w:val="20"/>
        </w:rPr>
      </w:pPr>
    </w:p>
    <w:p w14:paraId="431B6061" w14:textId="4BB85FCB" w:rsidR="008D7633" w:rsidRDefault="008D7633" w:rsidP="008D7633">
      <w:pPr>
        <w:rPr>
          <w:szCs w:val="20"/>
        </w:rPr>
      </w:pPr>
    </w:p>
    <w:p w14:paraId="7B3FBCF8" w14:textId="6F91A6F8" w:rsidR="00664205" w:rsidRDefault="00664205" w:rsidP="008D7633">
      <w:pPr>
        <w:rPr>
          <w:szCs w:val="20"/>
        </w:rPr>
      </w:pPr>
    </w:p>
    <w:p w14:paraId="41BF6EDC" w14:textId="0A6B77F9" w:rsidR="00664205" w:rsidRDefault="00664205" w:rsidP="008D7633">
      <w:pPr>
        <w:rPr>
          <w:szCs w:val="20"/>
        </w:rPr>
      </w:pPr>
    </w:p>
    <w:p w14:paraId="57E64680" w14:textId="772B307B" w:rsidR="00664205" w:rsidRDefault="00664205" w:rsidP="008D7633">
      <w:pPr>
        <w:rPr>
          <w:szCs w:val="20"/>
        </w:rPr>
      </w:pPr>
    </w:p>
    <w:p w14:paraId="4EEFD2BF" w14:textId="598901B0" w:rsidR="00664205" w:rsidRDefault="00664205" w:rsidP="008D7633">
      <w:pPr>
        <w:rPr>
          <w:szCs w:val="20"/>
        </w:rPr>
      </w:pPr>
    </w:p>
    <w:p w14:paraId="78129713" w14:textId="5B91A61D" w:rsidR="00664205" w:rsidRDefault="00664205" w:rsidP="008D7633">
      <w:pPr>
        <w:rPr>
          <w:szCs w:val="20"/>
        </w:rPr>
      </w:pPr>
    </w:p>
    <w:p w14:paraId="7D9E895D" w14:textId="797C158C" w:rsidR="00664205" w:rsidRDefault="00664205" w:rsidP="008D7633">
      <w:pPr>
        <w:rPr>
          <w:szCs w:val="20"/>
        </w:rPr>
      </w:pPr>
    </w:p>
    <w:p w14:paraId="28538523" w14:textId="4FFA53C2" w:rsidR="00664205" w:rsidRDefault="00664205" w:rsidP="008D7633">
      <w:pPr>
        <w:rPr>
          <w:szCs w:val="20"/>
        </w:rPr>
      </w:pPr>
    </w:p>
    <w:p w14:paraId="516C090D" w14:textId="08B2D974" w:rsidR="00664205" w:rsidRDefault="00664205" w:rsidP="008D7633">
      <w:pPr>
        <w:rPr>
          <w:szCs w:val="20"/>
        </w:rPr>
      </w:pPr>
    </w:p>
    <w:p w14:paraId="504CF867" w14:textId="0FED84D0" w:rsidR="00664205" w:rsidRDefault="00664205" w:rsidP="008D7633">
      <w:pPr>
        <w:rPr>
          <w:szCs w:val="20"/>
        </w:rPr>
      </w:pPr>
    </w:p>
    <w:p w14:paraId="260CE5FF" w14:textId="44F66E18" w:rsidR="00664205" w:rsidRDefault="00664205" w:rsidP="008D7633">
      <w:pPr>
        <w:rPr>
          <w:szCs w:val="20"/>
        </w:rPr>
      </w:pPr>
    </w:p>
    <w:p w14:paraId="3CEA7838" w14:textId="3B9B78C6" w:rsidR="00664205" w:rsidRDefault="00664205" w:rsidP="008D7633">
      <w:pPr>
        <w:rPr>
          <w:szCs w:val="20"/>
        </w:rPr>
      </w:pPr>
    </w:p>
    <w:p w14:paraId="56750890" w14:textId="25BB0F11" w:rsidR="00664205" w:rsidRDefault="00664205" w:rsidP="008D7633">
      <w:pPr>
        <w:rPr>
          <w:szCs w:val="20"/>
        </w:rPr>
      </w:pPr>
    </w:p>
    <w:p w14:paraId="143DCA1B" w14:textId="28DB94C6" w:rsidR="00664205" w:rsidRDefault="00664205" w:rsidP="008D7633">
      <w:pPr>
        <w:rPr>
          <w:szCs w:val="20"/>
        </w:rPr>
      </w:pPr>
    </w:p>
    <w:p w14:paraId="0AE74055" w14:textId="4336CB54" w:rsidR="00664205" w:rsidRDefault="00664205" w:rsidP="008D7633">
      <w:pPr>
        <w:rPr>
          <w:szCs w:val="20"/>
        </w:rPr>
      </w:pPr>
    </w:p>
    <w:p w14:paraId="28231AE7" w14:textId="637BB905" w:rsidR="00664205" w:rsidRDefault="00664205" w:rsidP="008D7633">
      <w:pPr>
        <w:rPr>
          <w:szCs w:val="20"/>
        </w:rPr>
      </w:pPr>
    </w:p>
    <w:p w14:paraId="1C75E942" w14:textId="3538BCDD" w:rsidR="00664205" w:rsidRDefault="00664205" w:rsidP="008D7633">
      <w:pPr>
        <w:rPr>
          <w:szCs w:val="20"/>
        </w:rPr>
      </w:pPr>
    </w:p>
    <w:p w14:paraId="22752B4F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2F568DEE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040B48F3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3FFA3E30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7E307BD8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250C0774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5986BBE4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20E2EFFF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3D1DDF21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3E05D87E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014F3C02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57BDD139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8104FE7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14D607D8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71F7A269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441E9825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64BFA2F9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26DC1B00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6504A218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7DCB5D6A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DCB9E8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078D4DA1" w14:textId="60994B14" w:rsidR="008D7633" w:rsidRPr="00C33A1F" w:rsidRDefault="008D7633" w:rsidP="007A5EB4">
            <w:pPr>
              <w:pStyle w:val="Formatvorlage2"/>
            </w:pPr>
            <w:r w:rsidRPr="00C33A1F">
              <w:t>Seit</w:t>
            </w:r>
            <w:r w:rsidR="0053182D">
              <w:t>e</w:t>
            </w:r>
            <w:r w:rsidRPr="00C33A1F">
              <w:t xml:space="preserve">: </w:t>
            </w:r>
            <w:r w:rsidR="0053182D">
              <w:t>1</w:t>
            </w:r>
          </w:p>
          <w:p w14:paraId="52E7CFF6" w14:textId="6072F239" w:rsidR="008D7633" w:rsidRPr="00C33A1F" w:rsidRDefault="008D7633" w:rsidP="007A5EB4">
            <w:pPr>
              <w:pStyle w:val="Formatvorlage2"/>
            </w:pPr>
            <w:r>
              <w:t>Wörter: 2</w:t>
            </w:r>
            <w:r w:rsidR="00DD3005">
              <w:t>79</w:t>
            </w:r>
          </w:p>
          <w:p w14:paraId="2221EC3B" w14:textId="2D3E9A30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664205">
              <w:t>2 159</w:t>
            </w:r>
            <w:r w:rsidRPr="00C33A1F">
              <w:br/>
              <w:t>(mit Leerzeichen)</w:t>
            </w:r>
          </w:p>
          <w:p w14:paraId="0A706170" w14:textId="77777777" w:rsidR="008D7633" w:rsidRDefault="008D7633" w:rsidP="007A5EB4">
            <w:pPr>
              <w:pStyle w:val="Formatvorlage2"/>
            </w:pPr>
          </w:p>
          <w:p w14:paraId="1456BC8A" w14:textId="62ED89B3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664205">
              <w:t>16</w:t>
            </w:r>
            <w:r>
              <w:t>.</w:t>
            </w:r>
            <w:r w:rsidR="0053182D">
              <w:t>11</w:t>
            </w:r>
            <w:r>
              <w:t>.20</w:t>
            </w:r>
            <w:r w:rsidR="00122FEC">
              <w:t>2</w:t>
            </w:r>
            <w:r w:rsidR="0053182D">
              <w:t>2</w:t>
            </w:r>
          </w:p>
          <w:p w14:paraId="5E8BAC1C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74273B97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8FC28C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2025FBAE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500D6" w14:textId="77777777" w:rsidR="006B6D11" w:rsidRDefault="006B6D11">
      <w:r>
        <w:separator/>
      </w:r>
    </w:p>
  </w:endnote>
  <w:endnote w:type="continuationSeparator" w:id="0">
    <w:p w14:paraId="1EE84162" w14:textId="77777777" w:rsidR="006B6D11" w:rsidRDefault="006B6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8E49B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66454" w14:textId="77777777" w:rsidR="006B6D11" w:rsidRDefault="006B6D11">
      <w:r>
        <w:separator/>
      </w:r>
    </w:p>
  </w:footnote>
  <w:footnote w:type="continuationSeparator" w:id="0">
    <w:p w14:paraId="103F1ECB" w14:textId="77777777" w:rsidR="006B6D11" w:rsidRDefault="006B6D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F38F3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8534880" wp14:editId="3E112746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C3F3A"/>
    <w:multiLevelType w:val="hybridMultilevel"/>
    <w:tmpl w:val="B674ED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0D3C24"/>
    <w:multiLevelType w:val="hybridMultilevel"/>
    <w:tmpl w:val="DA62738E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216D96"/>
    <w:multiLevelType w:val="hybridMultilevel"/>
    <w:tmpl w:val="B2FACAA6"/>
    <w:lvl w:ilvl="0" w:tplc="534AAF6E">
      <w:start w:val="1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1B527E"/>
    <w:multiLevelType w:val="hybridMultilevel"/>
    <w:tmpl w:val="B2BEC02C"/>
    <w:lvl w:ilvl="0" w:tplc="AC2CAA1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4225397">
    <w:abstractNumId w:val="2"/>
  </w:num>
  <w:num w:numId="2" w16cid:durableId="1308361215">
    <w:abstractNumId w:val="0"/>
  </w:num>
  <w:num w:numId="3" w16cid:durableId="99180115">
    <w:abstractNumId w:val="5"/>
  </w:num>
  <w:num w:numId="4" w16cid:durableId="1756585714">
    <w:abstractNumId w:val="4"/>
  </w:num>
  <w:num w:numId="5" w16cid:durableId="658073408">
    <w:abstractNumId w:val="7"/>
  </w:num>
  <w:num w:numId="6" w16cid:durableId="1424375158">
    <w:abstractNumId w:val="1"/>
  </w:num>
  <w:num w:numId="7" w16cid:durableId="174000391">
    <w:abstractNumId w:val="3"/>
  </w:num>
  <w:num w:numId="8" w16cid:durableId="1107387622">
    <w:abstractNumId w:val="6"/>
  </w:num>
  <w:num w:numId="9" w16cid:durableId="2164032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A38"/>
    <w:rsid w:val="000024D9"/>
    <w:rsid w:val="00003256"/>
    <w:rsid w:val="00005274"/>
    <w:rsid w:val="000075C9"/>
    <w:rsid w:val="0001449A"/>
    <w:rsid w:val="0001520C"/>
    <w:rsid w:val="0002077F"/>
    <w:rsid w:val="00026907"/>
    <w:rsid w:val="00040EBF"/>
    <w:rsid w:val="00064165"/>
    <w:rsid w:val="000675C7"/>
    <w:rsid w:val="00090045"/>
    <w:rsid w:val="00095303"/>
    <w:rsid w:val="000A1DF0"/>
    <w:rsid w:val="000A5CA3"/>
    <w:rsid w:val="000B005B"/>
    <w:rsid w:val="000D0C02"/>
    <w:rsid w:val="000D2A27"/>
    <w:rsid w:val="000D4874"/>
    <w:rsid w:val="000E3659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5B48"/>
    <w:rsid w:val="001529E6"/>
    <w:rsid w:val="00156B0C"/>
    <w:rsid w:val="00166476"/>
    <w:rsid w:val="00166FB7"/>
    <w:rsid w:val="00171C51"/>
    <w:rsid w:val="001B691C"/>
    <w:rsid w:val="001B7003"/>
    <w:rsid w:val="001C39FF"/>
    <w:rsid w:val="001D26E4"/>
    <w:rsid w:val="001D34FC"/>
    <w:rsid w:val="001E0780"/>
    <w:rsid w:val="001E1DA6"/>
    <w:rsid w:val="001F3432"/>
    <w:rsid w:val="002046D3"/>
    <w:rsid w:val="00221B72"/>
    <w:rsid w:val="00224B45"/>
    <w:rsid w:val="00253494"/>
    <w:rsid w:val="00254A9B"/>
    <w:rsid w:val="00255FE8"/>
    <w:rsid w:val="00272508"/>
    <w:rsid w:val="002769DE"/>
    <w:rsid w:val="002819C3"/>
    <w:rsid w:val="002A202C"/>
    <w:rsid w:val="002A7F37"/>
    <w:rsid w:val="002B55C4"/>
    <w:rsid w:val="002C00E2"/>
    <w:rsid w:val="002C36FE"/>
    <w:rsid w:val="002C5A66"/>
    <w:rsid w:val="002C6D41"/>
    <w:rsid w:val="002E48B5"/>
    <w:rsid w:val="002E59D6"/>
    <w:rsid w:val="002F18BB"/>
    <w:rsid w:val="002F33D4"/>
    <w:rsid w:val="002F466F"/>
    <w:rsid w:val="0031150D"/>
    <w:rsid w:val="003136F5"/>
    <w:rsid w:val="00324F84"/>
    <w:rsid w:val="00326F7E"/>
    <w:rsid w:val="00350ACA"/>
    <w:rsid w:val="003514C3"/>
    <w:rsid w:val="00357C43"/>
    <w:rsid w:val="0036201B"/>
    <w:rsid w:val="00364DEF"/>
    <w:rsid w:val="00375A48"/>
    <w:rsid w:val="00380D0A"/>
    <w:rsid w:val="0038244F"/>
    <w:rsid w:val="0038276B"/>
    <w:rsid w:val="0038499F"/>
    <w:rsid w:val="003914C5"/>
    <w:rsid w:val="00392D5F"/>
    <w:rsid w:val="003A1BA5"/>
    <w:rsid w:val="003C0109"/>
    <w:rsid w:val="003D61A2"/>
    <w:rsid w:val="003E0D26"/>
    <w:rsid w:val="003E378F"/>
    <w:rsid w:val="004176D4"/>
    <w:rsid w:val="00420F79"/>
    <w:rsid w:val="004333E8"/>
    <w:rsid w:val="0044187A"/>
    <w:rsid w:val="00446899"/>
    <w:rsid w:val="00447689"/>
    <w:rsid w:val="00447EDD"/>
    <w:rsid w:val="0046235C"/>
    <w:rsid w:val="004629AD"/>
    <w:rsid w:val="004806AF"/>
    <w:rsid w:val="00486878"/>
    <w:rsid w:val="004B62AB"/>
    <w:rsid w:val="004B70D5"/>
    <w:rsid w:val="004C4FDA"/>
    <w:rsid w:val="004C503A"/>
    <w:rsid w:val="004E057A"/>
    <w:rsid w:val="004E2322"/>
    <w:rsid w:val="004E2BD7"/>
    <w:rsid w:val="004E2CBC"/>
    <w:rsid w:val="004E3AF9"/>
    <w:rsid w:val="004F6CE0"/>
    <w:rsid w:val="00506B8E"/>
    <w:rsid w:val="00510191"/>
    <w:rsid w:val="005254BE"/>
    <w:rsid w:val="0053182D"/>
    <w:rsid w:val="00552DC0"/>
    <w:rsid w:val="0055550C"/>
    <w:rsid w:val="00563E60"/>
    <w:rsid w:val="00592833"/>
    <w:rsid w:val="005945AC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253D"/>
    <w:rsid w:val="006161A2"/>
    <w:rsid w:val="00617358"/>
    <w:rsid w:val="00617D76"/>
    <w:rsid w:val="006227BC"/>
    <w:rsid w:val="006279BD"/>
    <w:rsid w:val="00630405"/>
    <w:rsid w:val="00634A59"/>
    <w:rsid w:val="006446D6"/>
    <w:rsid w:val="006515DB"/>
    <w:rsid w:val="00656A7F"/>
    <w:rsid w:val="00656FEE"/>
    <w:rsid w:val="00664205"/>
    <w:rsid w:val="00667448"/>
    <w:rsid w:val="006866DF"/>
    <w:rsid w:val="00692205"/>
    <w:rsid w:val="006944D9"/>
    <w:rsid w:val="006A2FD7"/>
    <w:rsid w:val="006A7184"/>
    <w:rsid w:val="006B6CD1"/>
    <w:rsid w:val="006B6D11"/>
    <w:rsid w:val="006B7979"/>
    <w:rsid w:val="006C044C"/>
    <w:rsid w:val="006C6D45"/>
    <w:rsid w:val="006E5CC8"/>
    <w:rsid w:val="006F3A6F"/>
    <w:rsid w:val="00701954"/>
    <w:rsid w:val="007023C4"/>
    <w:rsid w:val="00703943"/>
    <w:rsid w:val="007046C4"/>
    <w:rsid w:val="00713A2B"/>
    <w:rsid w:val="007148FF"/>
    <w:rsid w:val="00716BDB"/>
    <w:rsid w:val="00717456"/>
    <w:rsid w:val="00730E66"/>
    <w:rsid w:val="00737DE1"/>
    <w:rsid w:val="00746A1F"/>
    <w:rsid w:val="00751517"/>
    <w:rsid w:val="00757DDE"/>
    <w:rsid w:val="00764AAC"/>
    <w:rsid w:val="007871C1"/>
    <w:rsid w:val="0079193B"/>
    <w:rsid w:val="00794A4F"/>
    <w:rsid w:val="007A39A7"/>
    <w:rsid w:val="007A5EB4"/>
    <w:rsid w:val="007A6E1C"/>
    <w:rsid w:val="007B7F01"/>
    <w:rsid w:val="007C50D1"/>
    <w:rsid w:val="007C5C24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698F"/>
    <w:rsid w:val="00894ADF"/>
    <w:rsid w:val="008A6F1F"/>
    <w:rsid w:val="008B6A92"/>
    <w:rsid w:val="008C3491"/>
    <w:rsid w:val="008C5079"/>
    <w:rsid w:val="008D2B30"/>
    <w:rsid w:val="008D3232"/>
    <w:rsid w:val="008D7633"/>
    <w:rsid w:val="008E1EDD"/>
    <w:rsid w:val="00910883"/>
    <w:rsid w:val="0092580A"/>
    <w:rsid w:val="0093490C"/>
    <w:rsid w:val="0093664F"/>
    <w:rsid w:val="00936D34"/>
    <w:rsid w:val="00943EB0"/>
    <w:rsid w:val="00945CA5"/>
    <w:rsid w:val="009553BC"/>
    <w:rsid w:val="009557EA"/>
    <w:rsid w:val="00963959"/>
    <w:rsid w:val="00963D60"/>
    <w:rsid w:val="0096600A"/>
    <w:rsid w:val="00966C5B"/>
    <w:rsid w:val="009B067B"/>
    <w:rsid w:val="009B255C"/>
    <w:rsid w:val="009B4822"/>
    <w:rsid w:val="009B5300"/>
    <w:rsid w:val="009B5DE9"/>
    <w:rsid w:val="009D0CC8"/>
    <w:rsid w:val="009D6C04"/>
    <w:rsid w:val="009E0C9E"/>
    <w:rsid w:val="009E28F9"/>
    <w:rsid w:val="009E7597"/>
    <w:rsid w:val="00A06E5B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54DE2"/>
    <w:rsid w:val="00A56A38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C725A"/>
    <w:rsid w:val="00AD3B13"/>
    <w:rsid w:val="00AD4128"/>
    <w:rsid w:val="00AD7705"/>
    <w:rsid w:val="00AD7B27"/>
    <w:rsid w:val="00AE06DB"/>
    <w:rsid w:val="00B057B0"/>
    <w:rsid w:val="00B11AB7"/>
    <w:rsid w:val="00B239B4"/>
    <w:rsid w:val="00B27BCF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3731C"/>
    <w:rsid w:val="00C43E9C"/>
    <w:rsid w:val="00C52D3B"/>
    <w:rsid w:val="00C53FE3"/>
    <w:rsid w:val="00C55524"/>
    <w:rsid w:val="00C615A2"/>
    <w:rsid w:val="00C647F5"/>
    <w:rsid w:val="00C65852"/>
    <w:rsid w:val="00C72B49"/>
    <w:rsid w:val="00C77106"/>
    <w:rsid w:val="00C87836"/>
    <w:rsid w:val="00C92A2E"/>
    <w:rsid w:val="00CA37ED"/>
    <w:rsid w:val="00CA66F5"/>
    <w:rsid w:val="00CA6BD1"/>
    <w:rsid w:val="00CE16F1"/>
    <w:rsid w:val="00CE5038"/>
    <w:rsid w:val="00CE5448"/>
    <w:rsid w:val="00CE5488"/>
    <w:rsid w:val="00CE63E0"/>
    <w:rsid w:val="00CE7B26"/>
    <w:rsid w:val="00CF6534"/>
    <w:rsid w:val="00CF72EF"/>
    <w:rsid w:val="00CF7462"/>
    <w:rsid w:val="00D04FE4"/>
    <w:rsid w:val="00D313A4"/>
    <w:rsid w:val="00D32108"/>
    <w:rsid w:val="00D45693"/>
    <w:rsid w:val="00D47D4E"/>
    <w:rsid w:val="00D55DC3"/>
    <w:rsid w:val="00D57457"/>
    <w:rsid w:val="00D64F60"/>
    <w:rsid w:val="00DA2153"/>
    <w:rsid w:val="00DA2662"/>
    <w:rsid w:val="00DB44DA"/>
    <w:rsid w:val="00DB4ACB"/>
    <w:rsid w:val="00DC032C"/>
    <w:rsid w:val="00DC1F2A"/>
    <w:rsid w:val="00DC302D"/>
    <w:rsid w:val="00DD3005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37D1F"/>
    <w:rsid w:val="00E6313B"/>
    <w:rsid w:val="00E66783"/>
    <w:rsid w:val="00E76C0B"/>
    <w:rsid w:val="00E76D9B"/>
    <w:rsid w:val="00E77789"/>
    <w:rsid w:val="00E7792F"/>
    <w:rsid w:val="00E80515"/>
    <w:rsid w:val="00E954AC"/>
    <w:rsid w:val="00EA2954"/>
    <w:rsid w:val="00EB511E"/>
    <w:rsid w:val="00EB632F"/>
    <w:rsid w:val="00EC1396"/>
    <w:rsid w:val="00EE123F"/>
    <w:rsid w:val="00EF15B4"/>
    <w:rsid w:val="00EF2F06"/>
    <w:rsid w:val="00F0149D"/>
    <w:rsid w:val="00F05D3F"/>
    <w:rsid w:val="00F10815"/>
    <w:rsid w:val="00F10E71"/>
    <w:rsid w:val="00F142BE"/>
    <w:rsid w:val="00F222EB"/>
    <w:rsid w:val="00F25601"/>
    <w:rsid w:val="00F344B8"/>
    <w:rsid w:val="00F405F0"/>
    <w:rsid w:val="00F41966"/>
    <w:rsid w:val="00F445E5"/>
    <w:rsid w:val="00F45D74"/>
    <w:rsid w:val="00F516C4"/>
    <w:rsid w:val="00F56C7A"/>
    <w:rsid w:val="00F6067C"/>
    <w:rsid w:val="00F61445"/>
    <w:rsid w:val="00F71E39"/>
    <w:rsid w:val="00F73478"/>
    <w:rsid w:val="00F82E34"/>
    <w:rsid w:val="00F84C8D"/>
    <w:rsid w:val="00F935FE"/>
    <w:rsid w:val="00FA00A8"/>
    <w:rsid w:val="00FA07A1"/>
    <w:rsid w:val="00FA23F3"/>
    <w:rsid w:val="00FA3E21"/>
    <w:rsid w:val="00FA3E25"/>
    <w:rsid w:val="00FB5A18"/>
    <w:rsid w:val="00FC5183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A4AF69"/>
  <w15:docId w15:val="{781D123C-13A5-42CB-911F-44F5401E2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4B70D5"/>
    <w:rPr>
      <w:rFonts w:ascii="Arial" w:hAnsi="Arial"/>
      <w:b/>
      <w:bCs/>
      <w:sz w:val="24"/>
      <w:szCs w:val="28"/>
    </w:rPr>
  </w:style>
  <w:style w:type="paragraph" w:styleId="berarbeitung">
    <w:name w:val="Revision"/>
    <w:hidden/>
    <w:uiPriority w:val="99"/>
    <w:semiHidden/>
    <w:rsid w:val="00FA00A8"/>
    <w:rPr>
      <w:rFonts w:ascii="Arial" w:hAnsi="Arial"/>
      <w:szCs w:val="21"/>
    </w:rPr>
  </w:style>
  <w:style w:type="paragraph" w:customStyle="1" w:styleId="pf0">
    <w:name w:val="pf0"/>
    <w:basedOn w:val="Standard"/>
    <w:rsid w:val="001D34F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1D34FC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bsatz-Standardschriftart"/>
    <w:rsid w:val="001D34FC"/>
    <w:rPr>
      <w:rFonts w:ascii="Segoe UI" w:hAnsi="Segoe UI" w:cs="Segoe UI" w:hint="default"/>
      <w:color w:val="FF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0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6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439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3204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5</cp:revision>
  <cp:lastPrinted>2007-09-03T14:44:00Z</cp:lastPrinted>
  <dcterms:created xsi:type="dcterms:W3CDTF">2022-11-15T10:19:00Z</dcterms:created>
  <dcterms:modified xsi:type="dcterms:W3CDTF">2022-11-16T11:32:00Z</dcterms:modified>
</cp:coreProperties>
</file>