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6C148" w14:textId="2370958F" w:rsidR="005E1468" w:rsidRDefault="00316A2C" w:rsidP="005E1468">
      <w:pPr>
        <w:pStyle w:val="berschrift2"/>
      </w:pPr>
      <w:r>
        <w:t>SIEGENIA</w:t>
      </w:r>
      <w:r w:rsidR="005D017C">
        <w:t xml:space="preserve"> wiederholt als</w:t>
      </w:r>
      <w:r>
        <w:t xml:space="preserve"> f</w:t>
      </w:r>
      <w:r w:rsidR="001331F7">
        <w:t>amilienfreundlic</w:t>
      </w:r>
      <w:r>
        <w:t>hes Unternehmen ausgezeichnet</w:t>
      </w:r>
    </w:p>
    <w:p w14:paraId="6BF1B6F4" w14:textId="2E84F0FD" w:rsidR="00A82224" w:rsidRDefault="00FA4FAA" w:rsidP="00A82224">
      <w:pPr>
        <w:pStyle w:val="berschrift1"/>
      </w:pPr>
      <w:proofErr w:type="spellStart"/>
      <w:r>
        <w:t>Wilnsdorfer</w:t>
      </w:r>
      <w:proofErr w:type="spellEnd"/>
      <w:r>
        <w:t xml:space="preserve"> </w:t>
      </w:r>
      <w:r w:rsidR="00316A2C">
        <w:t xml:space="preserve">Unternehmen erhält </w:t>
      </w:r>
      <w:r w:rsidR="005D017C">
        <w:t>Re-</w:t>
      </w:r>
      <w:r w:rsidR="00316A2C">
        <w:t>Zertifizierung</w:t>
      </w:r>
    </w:p>
    <w:p w14:paraId="330499A4" w14:textId="77777777" w:rsidR="005E1468" w:rsidRPr="00B55070" w:rsidRDefault="005E1468" w:rsidP="005E1468"/>
    <w:p w14:paraId="486F0656" w14:textId="1DB2FC71" w:rsidR="00763648" w:rsidRDefault="00A32F0A" w:rsidP="00E06696">
      <w:pPr>
        <w:jc w:val="both"/>
        <w:rPr>
          <w:rFonts w:cs="Arial"/>
          <w:szCs w:val="20"/>
        </w:rPr>
      </w:pPr>
      <w:r>
        <w:t xml:space="preserve">Die Vereinbarkeit von Familie und Beruf wird bei SIEGENIA großgeschrieben. Von </w:t>
      </w:r>
      <w:r w:rsidR="004009F9">
        <w:t xml:space="preserve">flexiblen Arbeitszeiten über Teilzeitausbildungen bis zur Betreuung von Mitarbeiterkindern in </w:t>
      </w:r>
      <w:r>
        <w:t xml:space="preserve">der </w:t>
      </w:r>
      <w:r w:rsidR="004009F9">
        <w:t xml:space="preserve">betriebseigenen KITA </w:t>
      </w:r>
      <w:r w:rsidR="00FB550F">
        <w:t>stellt</w:t>
      </w:r>
      <w:r w:rsidR="004009F9">
        <w:t xml:space="preserve"> das Unternehmen </w:t>
      </w:r>
      <w:r w:rsidR="00FB550F">
        <w:t>seinen Mitarbeiten</w:t>
      </w:r>
      <w:r w:rsidR="009566F0">
        <w:t>den</w:t>
      </w:r>
      <w:r w:rsidR="00FB550F">
        <w:t xml:space="preserve"> hierzu </w:t>
      </w:r>
      <w:r w:rsidR="00180FA8">
        <w:t>zahlreiche Möglichkeiten</w:t>
      </w:r>
      <w:r w:rsidR="00FB550F">
        <w:t xml:space="preserve"> zur Verfügung</w:t>
      </w:r>
      <w:r w:rsidR="00180FA8">
        <w:t xml:space="preserve">. </w:t>
      </w:r>
      <w:r w:rsidR="00B82932">
        <w:t>Das Unternehmen wurde nach</w:t>
      </w:r>
      <w:r w:rsidR="00802933">
        <w:t xml:space="preserve"> 2020</w:t>
      </w:r>
      <w:r w:rsidR="00B82932">
        <w:t xml:space="preserve"> </w:t>
      </w:r>
      <w:r w:rsidR="00F84CF8">
        <w:t xml:space="preserve">bereits </w:t>
      </w:r>
      <w:r w:rsidR="00B82932">
        <w:t>zum zweiten Mal</w:t>
      </w:r>
      <w:r w:rsidR="00F84CF8">
        <w:t xml:space="preserve"> ausgezeichnet. Die Auszeichnung fand im feierlichen Rahmen in der Olper Stadthalle statt. </w:t>
      </w:r>
      <w:r w:rsidR="00E06696">
        <w:t>Das Zertifikat</w:t>
      </w:r>
      <w:r w:rsidR="00F84CF8">
        <w:t xml:space="preserve"> wurde von Landrat</w:t>
      </w:r>
      <w:r w:rsidR="005400C7">
        <w:t xml:space="preserve"> Andreas </w:t>
      </w:r>
      <w:r w:rsidR="005400C7" w:rsidRPr="005400C7">
        <w:t>Müller</w:t>
      </w:r>
      <w:r w:rsidR="00F84CF8" w:rsidRPr="005400C7">
        <w:t xml:space="preserve"> an</w:t>
      </w:r>
      <w:r w:rsidR="00802933" w:rsidRPr="005400C7">
        <w:t xml:space="preserve"> Ausbildungsleiterin</w:t>
      </w:r>
      <w:r w:rsidR="00F84CF8" w:rsidRPr="005400C7">
        <w:t xml:space="preserve"> </w:t>
      </w:r>
      <w:r w:rsidR="00F84CF8">
        <w:t xml:space="preserve">Nina Herter überreicht, die </w:t>
      </w:r>
      <w:r w:rsidR="00E06696">
        <w:t>die Auszeichnung</w:t>
      </w:r>
      <w:r w:rsidR="00F84CF8">
        <w:t xml:space="preserve"> stellvertretend entgegennahm.</w:t>
      </w:r>
    </w:p>
    <w:p w14:paraId="18A159B6" w14:textId="475FFFC9" w:rsidR="00E1059D" w:rsidRDefault="003A5FA4" w:rsidP="00256F0E">
      <w:pPr>
        <w:pStyle w:val="berschrift4"/>
      </w:pPr>
      <w:r>
        <w:t>Umfangreicher Zertifizierungs</w:t>
      </w:r>
      <w:r w:rsidR="001122C6">
        <w:t>prozess</w:t>
      </w:r>
    </w:p>
    <w:p w14:paraId="40D1BF7E" w14:textId="1CE5F622" w:rsidR="005400C7" w:rsidRDefault="00256F0E" w:rsidP="005400C7">
      <w:pPr>
        <w:jc w:val="both"/>
      </w:pPr>
      <w:r>
        <w:t xml:space="preserve">Der Auszeichnung vorausgegangen war ein </w:t>
      </w:r>
      <w:r w:rsidR="00871911">
        <w:t>rund</w:t>
      </w:r>
      <w:r>
        <w:t xml:space="preserve"> zwei</w:t>
      </w:r>
      <w:r w:rsidR="00871911">
        <w:t>monatiger</w:t>
      </w:r>
      <w:r>
        <w:t xml:space="preserve"> Zertifizierungsprozess</w:t>
      </w:r>
      <w:r w:rsidR="007D07B7">
        <w:t xml:space="preserve">. Er beinhaltete </w:t>
      </w:r>
      <w:r w:rsidR="003A5FA4">
        <w:t>u. a. ein</w:t>
      </w:r>
      <w:r w:rsidR="00E06696">
        <w:t xml:space="preserve"> </w:t>
      </w:r>
      <w:r w:rsidR="003A5FA4">
        <w:t>Bewerbervideo von SIEGENIA, in dem diverse Mitarbeite</w:t>
      </w:r>
      <w:r w:rsidR="009566F0">
        <w:t>nde</w:t>
      </w:r>
      <w:r w:rsidR="003A5FA4">
        <w:t xml:space="preserve"> ihre </w:t>
      </w:r>
      <w:r w:rsidR="00FF1693">
        <w:t xml:space="preserve">ganz </w:t>
      </w:r>
      <w:r w:rsidR="003A5FA4">
        <w:t>persönlichen Erfahrungen mit den familienfreundlichen Maßnahmen des Unternehmens schildern</w:t>
      </w:r>
      <w:r w:rsidR="007D07B7">
        <w:t xml:space="preserve">, </w:t>
      </w:r>
      <w:r w:rsidR="003A5FA4">
        <w:t>Impulsveranstaltungen</w:t>
      </w:r>
      <w:r w:rsidR="007D07B7">
        <w:t xml:space="preserve"> zur Erörterung des Status Quo sowie</w:t>
      </w:r>
      <w:r w:rsidR="00E06696">
        <w:t xml:space="preserve"> digitale</w:t>
      </w:r>
      <w:r w:rsidR="007D07B7">
        <w:t xml:space="preserve"> </w:t>
      </w:r>
      <w:r w:rsidR="00F10660">
        <w:t xml:space="preserve">Vor-Ort-Besuche </w:t>
      </w:r>
      <w:r w:rsidR="00E06696">
        <w:t>des Kompetenzzentrums Frau &amp; Beruf Siegen-Wittgenstein/Olpe.</w:t>
      </w:r>
      <w:r w:rsidR="004F72D4">
        <w:t xml:space="preserve"> </w:t>
      </w:r>
      <w:r w:rsidR="005400C7">
        <w:rPr>
          <w:rStyle w:val="Kommentarzeichen"/>
        </w:rPr>
        <w:t xml:space="preserve"> „</w:t>
      </w:r>
      <w:r w:rsidR="005400C7" w:rsidRPr="005400C7">
        <w:t>Wir freuen uns sehr über die erneute Auszeichnung als familienfreundliches Unternehmen. Vor allem in den letzten zwei Jahren</w:t>
      </w:r>
      <w:r w:rsidR="00EF0B9F">
        <w:t xml:space="preserve"> der Pandemie</w:t>
      </w:r>
      <w:r w:rsidR="005400C7" w:rsidRPr="005400C7">
        <w:t xml:space="preserve"> hat es sich gezeigt, dass eine kontinuierliche Weiterentwicklung der familienfreundlichen Maßnahmen besonders wichtig </w:t>
      </w:r>
      <w:r w:rsidR="005400C7">
        <w:t>ist</w:t>
      </w:r>
      <w:r w:rsidR="005400C7" w:rsidRPr="005400C7">
        <w:t>“, sagt Hans-Georg Kämpfer, Leiter Personalmanagement der SIEGENIA GRUPPE.</w:t>
      </w:r>
    </w:p>
    <w:p w14:paraId="52FD7E10" w14:textId="3A4630EA" w:rsidR="00A94499" w:rsidRDefault="00A94499" w:rsidP="00A94499">
      <w:pPr>
        <w:pStyle w:val="berschrift4"/>
      </w:pPr>
      <w:r>
        <w:t>Bildunterschrift</w:t>
      </w:r>
    </w:p>
    <w:p w14:paraId="61DA09C5" w14:textId="04BEB151" w:rsidR="00A94499" w:rsidRDefault="00A94499" w:rsidP="00A94499">
      <w:r>
        <w:t>Bildquelle: SIEGENIA</w:t>
      </w:r>
    </w:p>
    <w:p w14:paraId="22A52840" w14:textId="3D4C45E7" w:rsidR="00A2410E" w:rsidRDefault="00A2410E" w:rsidP="00A94499"/>
    <w:p w14:paraId="322292E0" w14:textId="046F114B" w:rsidR="00A2410E" w:rsidRPr="00A2410E" w:rsidRDefault="00A2410E" w:rsidP="00A94499">
      <w:pPr>
        <w:rPr>
          <w:i/>
          <w:iCs/>
        </w:rPr>
      </w:pPr>
      <w:r>
        <w:t xml:space="preserve">Motiv: </w:t>
      </w:r>
      <w:r w:rsidRPr="00A2410E">
        <w:rPr>
          <w:i/>
          <w:iCs/>
        </w:rPr>
        <w:t>SIE-familienfreundliches Unternehmen_2022.jpg</w:t>
      </w:r>
    </w:p>
    <w:p w14:paraId="7B4579A2" w14:textId="4A575C5D" w:rsidR="00A2410E" w:rsidRDefault="00A2410E" w:rsidP="00A2410E">
      <w:r>
        <w:t>Die Vereinbarkeit von Familie und Beruf wird bei SIEGENIA großgeschrieben.</w:t>
      </w:r>
      <w:r>
        <w:t xml:space="preserve"> </w:t>
      </w:r>
      <w:r w:rsidR="00FF4050">
        <w:t xml:space="preserve"> Für seine Familienfreundlichkeit wurde das Unternehmen erneut zertifiziert. </w:t>
      </w:r>
      <w:r>
        <w:t>Nina Herter nahm stellvertretend die Auszeichnung entgegen.</w:t>
      </w:r>
    </w:p>
    <w:p w14:paraId="611DD8F9" w14:textId="5119C01E" w:rsidR="00A2410E" w:rsidRDefault="00A2410E" w:rsidP="00A2410E"/>
    <w:p w14:paraId="63EC1BCF" w14:textId="041D37C2" w:rsidR="00A2410E" w:rsidRDefault="00A2410E" w:rsidP="00A2410E"/>
    <w:p w14:paraId="6FF0C9DE" w14:textId="75176983" w:rsidR="00A2410E" w:rsidRDefault="00A2410E" w:rsidP="00A2410E"/>
    <w:p w14:paraId="1E37C85E" w14:textId="119F30F8" w:rsidR="00A2410E" w:rsidRDefault="00A2410E" w:rsidP="00A2410E"/>
    <w:p w14:paraId="232649D3" w14:textId="77777777" w:rsidR="00A2410E" w:rsidRDefault="00A2410E" w:rsidP="00A2410E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A94499" w:rsidRPr="0044187A" w14:paraId="27D7D40F" w14:textId="77777777" w:rsidTr="00A869A4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734307B" w14:textId="77777777" w:rsidR="00A94499" w:rsidRPr="0044187A" w:rsidRDefault="00A94499" w:rsidP="00A869A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2834D1B3" w14:textId="77777777" w:rsidR="00A94499" w:rsidRDefault="00A94499" w:rsidP="00A869A4">
            <w:pPr>
              <w:pStyle w:val="Formatvorlage2"/>
            </w:pPr>
            <w:r>
              <w:t>SIEGENIA GRUPPE</w:t>
            </w:r>
          </w:p>
          <w:p w14:paraId="0D5D92FA" w14:textId="77777777" w:rsidR="00A94499" w:rsidRDefault="00A94499" w:rsidP="00A869A4">
            <w:pPr>
              <w:pStyle w:val="Formatvorlage2"/>
            </w:pPr>
            <w:r>
              <w:t>Marketing-Kommunikation</w:t>
            </w:r>
          </w:p>
          <w:p w14:paraId="59DC3738" w14:textId="77777777" w:rsidR="00A94499" w:rsidRDefault="00A94499" w:rsidP="00A869A4">
            <w:pPr>
              <w:pStyle w:val="Formatvorlage2"/>
            </w:pPr>
            <w:r>
              <w:t>Industriestraße 1-3</w:t>
            </w:r>
          </w:p>
          <w:p w14:paraId="703F343C" w14:textId="77777777" w:rsidR="00A94499" w:rsidRDefault="00A94499" w:rsidP="00A869A4">
            <w:pPr>
              <w:pStyle w:val="Formatvorlage2"/>
            </w:pPr>
            <w:r>
              <w:t>D - 57234 Wilnsdorf</w:t>
            </w:r>
          </w:p>
          <w:p w14:paraId="43C3DA48" w14:textId="77777777" w:rsidR="00A94499" w:rsidRDefault="00A94499" w:rsidP="00A869A4">
            <w:pPr>
              <w:pStyle w:val="Formatvorlage2"/>
            </w:pPr>
            <w:r>
              <w:t>Tel.: +49 271 3931-412</w:t>
            </w:r>
          </w:p>
          <w:p w14:paraId="4B99D8FE" w14:textId="77777777" w:rsidR="00A94499" w:rsidRDefault="00A94499" w:rsidP="00A869A4">
            <w:pPr>
              <w:pStyle w:val="Formatvorlage2"/>
            </w:pPr>
            <w:r>
              <w:t>Fax: +49 271 3931-77412</w:t>
            </w:r>
          </w:p>
          <w:p w14:paraId="68266422" w14:textId="77777777" w:rsidR="00A94499" w:rsidRPr="00392D5F" w:rsidRDefault="00A94499" w:rsidP="00A869A4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23DC60B8" w14:textId="77777777" w:rsidR="00A94499" w:rsidRDefault="00A94499" w:rsidP="00A869A4">
            <w:pPr>
              <w:pStyle w:val="Formatvorlage2"/>
            </w:pPr>
            <w:r>
              <w:t>www.siegenia.com</w:t>
            </w:r>
          </w:p>
          <w:p w14:paraId="587729B1" w14:textId="77777777" w:rsidR="00A94499" w:rsidRPr="0044187A" w:rsidRDefault="00A94499" w:rsidP="00A869A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2F1F8B6" w14:textId="77777777" w:rsidR="00A94499" w:rsidRPr="003F183E" w:rsidRDefault="00A94499" w:rsidP="000F6066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7DF2C6C" w14:textId="77777777" w:rsidR="00A94499" w:rsidRPr="000F6066" w:rsidRDefault="00A94499" w:rsidP="00A869A4">
            <w:pPr>
              <w:pStyle w:val="Formatvorlage2"/>
              <w:rPr>
                <w:u w:val="single"/>
              </w:rPr>
            </w:pPr>
            <w:r w:rsidRPr="000F6066">
              <w:rPr>
                <w:u w:val="single"/>
              </w:rPr>
              <w:t>Text - Info</w:t>
            </w:r>
          </w:p>
          <w:p w14:paraId="17B7D798" w14:textId="7D04B8F8" w:rsidR="00A94499" w:rsidRPr="000F6066" w:rsidRDefault="00A94499" w:rsidP="00A869A4">
            <w:pPr>
              <w:pStyle w:val="Formatvorlage2"/>
            </w:pPr>
            <w:r w:rsidRPr="000F6066">
              <w:t>Seite: 1</w:t>
            </w:r>
          </w:p>
          <w:p w14:paraId="02D6AA14" w14:textId="601FEB47" w:rsidR="00A94499" w:rsidRPr="000F6066" w:rsidRDefault="00A94499" w:rsidP="00A869A4">
            <w:pPr>
              <w:pStyle w:val="Formatvorlage2"/>
            </w:pPr>
            <w:r w:rsidRPr="000F6066">
              <w:t xml:space="preserve">Wörter: </w:t>
            </w:r>
            <w:r w:rsidR="000F6066">
              <w:t>17</w:t>
            </w:r>
            <w:r w:rsidR="00FF4050">
              <w:t>2</w:t>
            </w:r>
          </w:p>
          <w:p w14:paraId="00477C2A" w14:textId="6BF94F80" w:rsidR="00A94499" w:rsidRPr="000F6066" w:rsidRDefault="00A94499" w:rsidP="00A869A4">
            <w:pPr>
              <w:pStyle w:val="Formatvorlage2"/>
            </w:pPr>
            <w:r w:rsidRPr="000F6066">
              <w:t xml:space="preserve">Zeichen: </w:t>
            </w:r>
            <w:r w:rsidR="000F6066">
              <w:t>1.4</w:t>
            </w:r>
            <w:r w:rsidR="00FF4050">
              <w:t>81</w:t>
            </w:r>
            <w:r w:rsidRPr="000F6066">
              <w:br/>
              <w:t>(mit Leerzeichen)</w:t>
            </w:r>
          </w:p>
          <w:p w14:paraId="517301E5" w14:textId="77777777" w:rsidR="00A94499" w:rsidRPr="000F6066" w:rsidRDefault="00A94499" w:rsidP="00A869A4">
            <w:pPr>
              <w:pStyle w:val="Formatvorlage2"/>
            </w:pPr>
          </w:p>
          <w:p w14:paraId="441C863A" w14:textId="6D4C1568" w:rsidR="00A94499" w:rsidRPr="000F6066" w:rsidRDefault="00A94499" w:rsidP="00A869A4">
            <w:pPr>
              <w:pStyle w:val="Formatvorlage2"/>
            </w:pPr>
            <w:r w:rsidRPr="000F6066">
              <w:t xml:space="preserve">erstellt am: </w:t>
            </w:r>
            <w:r w:rsidR="000F6066">
              <w:t>2</w:t>
            </w:r>
            <w:r w:rsidR="00FF4050">
              <w:t>8.</w:t>
            </w:r>
            <w:r w:rsidR="000F6066">
              <w:t>04.</w:t>
            </w:r>
            <w:r w:rsidRPr="000F6066">
              <w:t>2020</w:t>
            </w:r>
          </w:p>
          <w:p w14:paraId="15563910" w14:textId="77777777" w:rsidR="00A94499" w:rsidRPr="00802933" w:rsidRDefault="00A94499" w:rsidP="00A869A4">
            <w:pPr>
              <w:pStyle w:val="Formatvorlage2"/>
              <w:rPr>
                <w:szCs w:val="20"/>
                <w:highlight w:val="yellow"/>
              </w:rPr>
            </w:pPr>
          </w:p>
        </w:tc>
      </w:tr>
      <w:tr w:rsidR="00A94499" w:rsidRPr="0044187A" w14:paraId="77F6008E" w14:textId="77777777" w:rsidTr="00A869A4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F1499" w14:textId="77777777" w:rsidR="00A94499" w:rsidRPr="003F183E" w:rsidRDefault="00A94499" w:rsidP="00A869A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73C4AAE" w14:textId="77777777" w:rsidR="00A94499" w:rsidRPr="0038499F" w:rsidRDefault="00A94499" w:rsidP="000F6066">
      <w:pPr>
        <w:rPr>
          <w:szCs w:val="20"/>
        </w:rPr>
      </w:pPr>
    </w:p>
    <w:sectPr w:rsidR="00A94499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1F337" w14:textId="77777777" w:rsidR="00B45396" w:rsidRDefault="00B45396">
      <w:r>
        <w:separator/>
      </w:r>
    </w:p>
  </w:endnote>
  <w:endnote w:type="continuationSeparator" w:id="0">
    <w:p w14:paraId="6E854FB8" w14:textId="77777777" w:rsidR="00B45396" w:rsidRDefault="00B4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3668" w14:textId="46EDB2B1" w:rsidR="004F72D4" w:rsidRPr="000F6066" w:rsidRDefault="004F72D4" w:rsidP="000F60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0517D" w14:textId="77777777" w:rsidR="00B45396" w:rsidRDefault="00B45396">
      <w:r>
        <w:separator/>
      </w:r>
    </w:p>
  </w:footnote>
  <w:footnote w:type="continuationSeparator" w:id="0">
    <w:p w14:paraId="7812CD02" w14:textId="77777777" w:rsidR="00B45396" w:rsidRDefault="00B45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E9E7" w14:textId="3D9AF938" w:rsidR="000F6066" w:rsidRDefault="004F72D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69CA6C7" wp14:editId="02B7047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40694"/>
    <w:multiLevelType w:val="hybridMultilevel"/>
    <w:tmpl w:val="018A75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A0578"/>
    <w:multiLevelType w:val="hybridMultilevel"/>
    <w:tmpl w:val="FC1EA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27496"/>
    <w:multiLevelType w:val="hybridMultilevel"/>
    <w:tmpl w:val="3FB69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91DC4"/>
    <w:multiLevelType w:val="hybridMultilevel"/>
    <w:tmpl w:val="5F8264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66"/>
    <w:rsid w:val="000024D9"/>
    <w:rsid w:val="00003256"/>
    <w:rsid w:val="0001449A"/>
    <w:rsid w:val="0001520C"/>
    <w:rsid w:val="00026907"/>
    <w:rsid w:val="00040EBF"/>
    <w:rsid w:val="00060EA8"/>
    <w:rsid w:val="00064165"/>
    <w:rsid w:val="000675C7"/>
    <w:rsid w:val="000813C0"/>
    <w:rsid w:val="00090045"/>
    <w:rsid w:val="00095303"/>
    <w:rsid w:val="000A1DF0"/>
    <w:rsid w:val="000A5CA3"/>
    <w:rsid w:val="000B1672"/>
    <w:rsid w:val="000D0C02"/>
    <w:rsid w:val="000D2A27"/>
    <w:rsid w:val="000D4874"/>
    <w:rsid w:val="000E424C"/>
    <w:rsid w:val="000E68EA"/>
    <w:rsid w:val="000F2936"/>
    <w:rsid w:val="000F565C"/>
    <w:rsid w:val="000F6066"/>
    <w:rsid w:val="000F67C4"/>
    <w:rsid w:val="001025BB"/>
    <w:rsid w:val="0010792E"/>
    <w:rsid w:val="001122C6"/>
    <w:rsid w:val="001128F1"/>
    <w:rsid w:val="00122F20"/>
    <w:rsid w:val="00122FEC"/>
    <w:rsid w:val="001331F7"/>
    <w:rsid w:val="0013521A"/>
    <w:rsid w:val="00137BD1"/>
    <w:rsid w:val="00145B48"/>
    <w:rsid w:val="001529E6"/>
    <w:rsid w:val="00156B0C"/>
    <w:rsid w:val="00166476"/>
    <w:rsid w:val="00166FB7"/>
    <w:rsid w:val="00171C51"/>
    <w:rsid w:val="00180FA8"/>
    <w:rsid w:val="00186655"/>
    <w:rsid w:val="001A7A13"/>
    <w:rsid w:val="001B7003"/>
    <w:rsid w:val="001C39FF"/>
    <w:rsid w:val="001D26E4"/>
    <w:rsid w:val="001E0780"/>
    <w:rsid w:val="001E1DA6"/>
    <w:rsid w:val="001F0844"/>
    <w:rsid w:val="001F3432"/>
    <w:rsid w:val="002046D3"/>
    <w:rsid w:val="00237A45"/>
    <w:rsid w:val="00253494"/>
    <w:rsid w:val="00254A9B"/>
    <w:rsid w:val="00255FE8"/>
    <w:rsid w:val="00256D83"/>
    <w:rsid w:val="00256F0E"/>
    <w:rsid w:val="00272508"/>
    <w:rsid w:val="002769DE"/>
    <w:rsid w:val="002819C3"/>
    <w:rsid w:val="002A0939"/>
    <w:rsid w:val="002A0C9A"/>
    <w:rsid w:val="002A202C"/>
    <w:rsid w:val="002A7F37"/>
    <w:rsid w:val="002B55C4"/>
    <w:rsid w:val="002C00E2"/>
    <w:rsid w:val="002C36FE"/>
    <w:rsid w:val="002C5A66"/>
    <w:rsid w:val="002C6D41"/>
    <w:rsid w:val="002E2235"/>
    <w:rsid w:val="002E48B5"/>
    <w:rsid w:val="002E59D6"/>
    <w:rsid w:val="002F18BB"/>
    <w:rsid w:val="002F466F"/>
    <w:rsid w:val="0031150D"/>
    <w:rsid w:val="003136F5"/>
    <w:rsid w:val="00316A2C"/>
    <w:rsid w:val="00324F84"/>
    <w:rsid w:val="00326F7E"/>
    <w:rsid w:val="00350ACA"/>
    <w:rsid w:val="003514C3"/>
    <w:rsid w:val="00357C43"/>
    <w:rsid w:val="00364DEF"/>
    <w:rsid w:val="003742C7"/>
    <w:rsid w:val="00375A48"/>
    <w:rsid w:val="0038244F"/>
    <w:rsid w:val="0038276B"/>
    <w:rsid w:val="0038499F"/>
    <w:rsid w:val="003914C5"/>
    <w:rsid w:val="00392D5F"/>
    <w:rsid w:val="003A1BA5"/>
    <w:rsid w:val="003A5FA4"/>
    <w:rsid w:val="003D61A2"/>
    <w:rsid w:val="003E0D26"/>
    <w:rsid w:val="003E378F"/>
    <w:rsid w:val="003E3DDE"/>
    <w:rsid w:val="004009F9"/>
    <w:rsid w:val="004176D4"/>
    <w:rsid w:val="00420F79"/>
    <w:rsid w:val="004333E8"/>
    <w:rsid w:val="0044187A"/>
    <w:rsid w:val="00446899"/>
    <w:rsid w:val="00447689"/>
    <w:rsid w:val="0046235C"/>
    <w:rsid w:val="004629AD"/>
    <w:rsid w:val="0046715D"/>
    <w:rsid w:val="004806AF"/>
    <w:rsid w:val="004823DC"/>
    <w:rsid w:val="00486744"/>
    <w:rsid w:val="00486878"/>
    <w:rsid w:val="004B62AB"/>
    <w:rsid w:val="004C4FDA"/>
    <w:rsid w:val="004C503A"/>
    <w:rsid w:val="004C7E59"/>
    <w:rsid w:val="004D7CC5"/>
    <w:rsid w:val="004E057A"/>
    <w:rsid w:val="004E2322"/>
    <w:rsid w:val="004E2BD7"/>
    <w:rsid w:val="004E3AF9"/>
    <w:rsid w:val="004F72D4"/>
    <w:rsid w:val="00510191"/>
    <w:rsid w:val="005254BE"/>
    <w:rsid w:val="005400C7"/>
    <w:rsid w:val="00552DC0"/>
    <w:rsid w:val="0055550C"/>
    <w:rsid w:val="00563E60"/>
    <w:rsid w:val="00592833"/>
    <w:rsid w:val="005A181A"/>
    <w:rsid w:val="005A214B"/>
    <w:rsid w:val="005A3974"/>
    <w:rsid w:val="005A5DC6"/>
    <w:rsid w:val="005A6A38"/>
    <w:rsid w:val="005A7C57"/>
    <w:rsid w:val="005D017C"/>
    <w:rsid w:val="005D0F98"/>
    <w:rsid w:val="005E06F2"/>
    <w:rsid w:val="005E1468"/>
    <w:rsid w:val="005E3E61"/>
    <w:rsid w:val="005F2A75"/>
    <w:rsid w:val="005F3D5F"/>
    <w:rsid w:val="005F7B2E"/>
    <w:rsid w:val="00600271"/>
    <w:rsid w:val="006016B0"/>
    <w:rsid w:val="0061051B"/>
    <w:rsid w:val="0061253D"/>
    <w:rsid w:val="00617358"/>
    <w:rsid w:val="00617D76"/>
    <w:rsid w:val="00620C33"/>
    <w:rsid w:val="006279BD"/>
    <w:rsid w:val="00630405"/>
    <w:rsid w:val="00634A59"/>
    <w:rsid w:val="006446D6"/>
    <w:rsid w:val="00647B55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3648"/>
    <w:rsid w:val="00764AAC"/>
    <w:rsid w:val="007871C1"/>
    <w:rsid w:val="0079193B"/>
    <w:rsid w:val="00794A4F"/>
    <w:rsid w:val="007A5EB4"/>
    <w:rsid w:val="007A6E1C"/>
    <w:rsid w:val="007C50D1"/>
    <w:rsid w:val="007C5C24"/>
    <w:rsid w:val="007D07B7"/>
    <w:rsid w:val="007E0C5D"/>
    <w:rsid w:val="007E2B7F"/>
    <w:rsid w:val="007F3F54"/>
    <w:rsid w:val="007F43E0"/>
    <w:rsid w:val="00801D78"/>
    <w:rsid w:val="00802933"/>
    <w:rsid w:val="008078CF"/>
    <w:rsid w:val="00811B7A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5866"/>
    <w:rsid w:val="00871847"/>
    <w:rsid w:val="00871911"/>
    <w:rsid w:val="0088698F"/>
    <w:rsid w:val="00894ADF"/>
    <w:rsid w:val="008A6F1F"/>
    <w:rsid w:val="008B6480"/>
    <w:rsid w:val="008C3491"/>
    <w:rsid w:val="008C5079"/>
    <w:rsid w:val="008C6981"/>
    <w:rsid w:val="008D2B30"/>
    <w:rsid w:val="008D3232"/>
    <w:rsid w:val="008D7633"/>
    <w:rsid w:val="00907DAB"/>
    <w:rsid w:val="00910883"/>
    <w:rsid w:val="0092580A"/>
    <w:rsid w:val="0093490C"/>
    <w:rsid w:val="0093664F"/>
    <w:rsid w:val="00943EB0"/>
    <w:rsid w:val="00945CA5"/>
    <w:rsid w:val="009553BC"/>
    <w:rsid w:val="009557EA"/>
    <w:rsid w:val="009566F0"/>
    <w:rsid w:val="009573DC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19D7"/>
    <w:rsid w:val="009E28F9"/>
    <w:rsid w:val="009E35E8"/>
    <w:rsid w:val="009E7597"/>
    <w:rsid w:val="00A12A8B"/>
    <w:rsid w:val="00A14556"/>
    <w:rsid w:val="00A15AB6"/>
    <w:rsid w:val="00A17D84"/>
    <w:rsid w:val="00A22DF2"/>
    <w:rsid w:val="00A23065"/>
    <w:rsid w:val="00A2339E"/>
    <w:rsid w:val="00A2410E"/>
    <w:rsid w:val="00A24651"/>
    <w:rsid w:val="00A25EB9"/>
    <w:rsid w:val="00A32395"/>
    <w:rsid w:val="00A32F0A"/>
    <w:rsid w:val="00A335CC"/>
    <w:rsid w:val="00A40AB4"/>
    <w:rsid w:val="00A64B65"/>
    <w:rsid w:val="00A6502B"/>
    <w:rsid w:val="00A661F8"/>
    <w:rsid w:val="00A6672B"/>
    <w:rsid w:val="00A82224"/>
    <w:rsid w:val="00A87496"/>
    <w:rsid w:val="00A927D0"/>
    <w:rsid w:val="00A94499"/>
    <w:rsid w:val="00A9705C"/>
    <w:rsid w:val="00A97B0A"/>
    <w:rsid w:val="00AA224C"/>
    <w:rsid w:val="00AA2458"/>
    <w:rsid w:val="00AA6262"/>
    <w:rsid w:val="00AB1EC7"/>
    <w:rsid w:val="00AC6ABA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5396"/>
    <w:rsid w:val="00B47777"/>
    <w:rsid w:val="00B47ADF"/>
    <w:rsid w:val="00B55070"/>
    <w:rsid w:val="00B62ECB"/>
    <w:rsid w:val="00B63C95"/>
    <w:rsid w:val="00B63E35"/>
    <w:rsid w:val="00B71E14"/>
    <w:rsid w:val="00B82932"/>
    <w:rsid w:val="00B84773"/>
    <w:rsid w:val="00B908A8"/>
    <w:rsid w:val="00B92EF0"/>
    <w:rsid w:val="00B93961"/>
    <w:rsid w:val="00BA5B2A"/>
    <w:rsid w:val="00BC3745"/>
    <w:rsid w:val="00BD0DB7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2260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247"/>
    <w:rsid w:val="00D55DC3"/>
    <w:rsid w:val="00D57457"/>
    <w:rsid w:val="00D64E60"/>
    <w:rsid w:val="00D64F60"/>
    <w:rsid w:val="00D65148"/>
    <w:rsid w:val="00DA2153"/>
    <w:rsid w:val="00DA2662"/>
    <w:rsid w:val="00DB23FB"/>
    <w:rsid w:val="00DB44DA"/>
    <w:rsid w:val="00DB4ACB"/>
    <w:rsid w:val="00DC032C"/>
    <w:rsid w:val="00DC1F2A"/>
    <w:rsid w:val="00DC7EE0"/>
    <w:rsid w:val="00DE3025"/>
    <w:rsid w:val="00DE4D80"/>
    <w:rsid w:val="00DF1C10"/>
    <w:rsid w:val="00DF1EE2"/>
    <w:rsid w:val="00E03F6F"/>
    <w:rsid w:val="00E04C83"/>
    <w:rsid w:val="00E06696"/>
    <w:rsid w:val="00E1059D"/>
    <w:rsid w:val="00E14DD8"/>
    <w:rsid w:val="00E155F0"/>
    <w:rsid w:val="00E17E89"/>
    <w:rsid w:val="00E20D4D"/>
    <w:rsid w:val="00E2358B"/>
    <w:rsid w:val="00E34020"/>
    <w:rsid w:val="00E3479A"/>
    <w:rsid w:val="00E44FDA"/>
    <w:rsid w:val="00E6313B"/>
    <w:rsid w:val="00E66783"/>
    <w:rsid w:val="00E76C0B"/>
    <w:rsid w:val="00E76D9B"/>
    <w:rsid w:val="00E77789"/>
    <w:rsid w:val="00E80515"/>
    <w:rsid w:val="00E954AC"/>
    <w:rsid w:val="00E95619"/>
    <w:rsid w:val="00EA2954"/>
    <w:rsid w:val="00EB511E"/>
    <w:rsid w:val="00EB632F"/>
    <w:rsid w:val="00EC1396"/>
    <w:rsid w:val="00ED0655"/>
    <w:rsid w:val="00EE123F"/>
    <w:rsid w:val="00EF0B9F"/>
    <w:rsid w:val="00EF15B4"/>
    <w:rsid w:val="00EF2F06"/>
    <w:rsid w:val="00F005F7"/>
    <w:rsid w:val="00F0149D"/>
    <w:rsid w:val="00F05D3F"/>
    <w:rsid w:val="00F10660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5CBD"/>
    <w:rsid w:val="00F82E34"/>
    <w:rsid w:val="00F84C8D"/>
    <w:rsid w:val="00F84CF8"/>
    <w:rsid w:val="00F85287"/>
    <w:rsid w:val="00FA07A1"/>
    <w:rsid w:val="00FA3E25"/>
    <w:rsid w:val="00FA4FAA"/>
    <w:rsid w:val="00FB550F"/>
    <w:rsid w:val="00FB5A18"/>
    <w:rsid w:val="00FD07B9"/>
    <w:rsid w:val="00FD182E"/>
    <w:rsid w:val="00FE1822"/>
    <w:rsid w:val="00FE1B59"/>
    <w:rsid w:val="00FE1C52"/>
    <w:rsid w:val="00FE226B"/>
    <w:rsid w:val="00FE3AB9"/>
    <w:rsid w:val="00FF051D"/>
    <w:rsid w:val="00FF1693"/>
    <w:rsid w:val="00FF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97D207C"/>
  <w15:docId w15:val="{632D651C-39F3-41E1-ACA7-2E3F0659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A94499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9390A-EB11-4682-A228-38B949AD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250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2164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Jung, Angelika</cp:lastModifiedBy>
  <cp:revision>5</cp:revision>
  <cp:lastPrinted>2007-09-03T14:44:00Z</cp:lastPrinted>
  <dcterms:created xsi:type="dcterms:W3CDTF">2022-04-28T14:34:00Z</dcterms:created>
  <dcterms:modified xsi:type="dcterms:W3CDTF">2022-04-28T14:55:00Z</dcterms:modified>
</cp:coreProperties>
</file>