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6C148" w14:textId="2370958F" w:rsidR="005E1468" w:rsidRDefault="00316A2C" w:rsidP="005E1468">
      <w:pPr>
        <w:pStyle w:val="berschrift2"/>
      </w:pPr>
      <w:r>
        <w:t>SIEGENIA recognised as a family-friendly company once again</w:t>
      </w:r>
    </w:p>
    <w:p w14:paraId="6BF1B6F4" w14:textId="2E84F0FD" w:rsidR="00A82224" w:rsidRDefault="00FA4FAA" w:rsidP="00A82224">
      <w:pPr>
        <w:pStyle w:val="berschrift1"/>
      </w:pPr>
      <w:r>
        <w:t>Wilnsdorf company obtains recertification</w:t>
      </w:r>
    </w:p>
    <w:p w14:paraId="330499A4" w14:textId="77777777" w:rsidR="005E1468" w:rsidRPr="00B55070" w:rsidRDefault="005E1468" w:rsidP="005E1468"/>
    <w:p w14:paraId="486F0656" w14:textId="1DB2FC71" w:rsidR="00763648" w:rsidRDefault="00A32F0A" w:rsidP="00E06696">
      <w:pPr>
        <w:jc w:val="both"/>
        <w:rPr>
          <w:rFonts w:cs="Arial"/>
          <w:szCs w:val="20"/>
        </w:rPr>
      </w:pPr>
      <w:r>
        <w:t>SIEGENIA places great importance on the compatibility of family and work. From flexible working hours and part-time training extending to childcare of children of employees in the company's own KITA (daycare centre), the company provides its employees with a wide range of options. The company was recognised for the second time after 2020. Award of the honour took place in the festive setting of Olpe town hall. The certificate was presented by District Administrator, Andreas Müller, to the Head of the Training Dept., Nina Herter, who accepted the honour on behalf of the company.</w:t>
      </w:r>
    </w:p>
    <w:p w14:paraId="18A159B6" w14:textId="475FFFC9" w:rsidR="00E1059D" w:rsidRDefault="003A5FA4" w:rsidP="00256F0E">
      <w:pPr>
        <w:pStyle w:val="berschrift4"/>
      </w:pPr>
      <w:r>
        <w:t>Extensive certification process</w:t>
      </w:r>
    </w:p>
    <w:p w14:paraId="40D1BF7E" w14:textId="1CE5F622" w:rsidR="005400C7" w:rsidRDefault="00256F0E" w:rsidP="005400C7">
      <w:pPr>
        <w:jc w:val="both"/>
      </w:pPr>
      <w:r>
        <w:t xml:space="preserve">The distinction was preceded by an approximately two-month certification process. This included, amongst other things, an application video from SIEGENIA, in which various employees described their unique personal experiences with the family-friendly measures of the company, events debating the status quo as well as digital site visits from the Women &amp; Work Competence Centre Siegen-Wittgenstein/Olpe. </w:t>
      </w:r>
      <w:r>
        <w:rPr>
          <w:rStyle w:val="Kommentarzeichen"/>
        </w:rPr>
        <w:t xml:space="preserve"> </w:t>
      </w:r>
      <w:r>
        <w:t>"We are delighted about the recertification as a family-friendly company. Especially during the last two years of the pandemic, it became evident a that a consistent further development of our family-friendly measures is particularly important", said Hans-Georg Kämpfer, Head of Personnel Management of the SIEGENIA GROUP.</w:t>
      </w:r>
    </w:p>
    <w:p w14:paraId="52FD7E10" w14:textId="3A4630EA" w:rsidR="00A94499" w:rsidRDefault="00A94499" w:rsidP="00A94499">
      <w:pPr>
        <w:pStyle w:val="berschrift4"/>
      </w:pPr>
      <w:r>
        <w:t>Caption</w:t>
      </w:r>
    </w:p>
    <w:p w14:paraId="61DA09C5" w14:textId="04BEB151" w:rsidR="00A94499" w:rsidRDefault="00A94499" w:rsidP="00A94499">
      <w:r>
        <w:t>Image database: SIEGENIA</w:t>
      </w:r>
    </w:p>
    <w:p w14:paraId="22A52840" w14:textId="3D4C45E7" w:rsidR="00A2410E" w:rsidRDefault="00A2410E" w:rsidP="00A94499"/>
    <w:p w14:paraId="322292E0" w14:textId="046F114B" w:rsidR="00A2410E" w:rsidRPr="00A2410E" w:rsidRDefault="00A2410E" w:rsidP="00A94499">
      <w:pPr>
        <w:rPr>
          <w:i/>
          <w:iCs/>
        </w:rPr>
      </w:pPr>
      <w:r>
        <w:t xml:space="preserve">Image: </w:t>
      </w:r>
      <w:r>
        <w:rPr>
          <w:i/>
          <w:iCs/>
        </w:rPr>
        <w:t>SIE-familienfreundliches Unternehmen_2022.jpg</w:t>
      </w:r>
    </w:p>
    <w:p w14:paraId="7B4579A2" w14:textId="4A575C5D" w:rsidR="00A2410E" w:rsidRDefault="00A2410E" w:rsidP="00A2410E">
      <w:r>
        <w:t>SIEGENIA places great importance on the compatibility of family and work.  The company has been recognised for its family-friendliness once again. Nina Herter accepted the distinction on behalf of the company.</w:t>
      </w:r>
    </w:p>
    <w:p w14:paraId="611DD8F9" w14:textId="5119C01E" w:rsidR="00A2410E" w:rsidRDefault="00A2410E" w:rsidP="00A2410E"/>
    <w:p w14:paraId="63EC1BCF" w14:textId="041D37C2" w:rsidR="00A2410E" w:rsidRDefault="00A2410E" w:rsidP="00A2410E"/>
    <w:p w14:paraId="6FF0C9DE" w14:textId="75176983" w:rsidR="00A2410E" w:rsidRDefault="00A2410E" w:rsidP="00A2410E"/>
    <w:p w14:paraId="1E37C85E" w14:textId="119F30F8" w:rsidR="00A2410E" w:rsidRDefault="00A2410E" w:rsidP="00A2410E"/>
    <w:p w14:paraId="232649D3" w14:textId="77777777" w:rsidR="00A2410E" w:rsidRDefault="00A2410E" w:rsidP="00A2410E"/>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A94499" w:rsidRPr="0044187A" w14:paraId="27D7D40F" w14:textId="77777777" w:rsidTr="00A869A4">
        <w:tc>
          <w:tcPr>
            <w:tcW w:w="3348" w:type="dxa"/>
            <w:tcBorders>
              <w:top w:val="nil"/>
              <w:left w:val="nil"/>
              <w:bottom w:val="nil"/>
              <w:right w:val="nil"/>
            </w:tcBorders>
          </w:tcPr>
          <w:p w14:paraId="7734307B" w14:textId="77777777" w:rsidR="00A94499" w:rsidRPr="0044187A" w:rsidRDefault="00A94499" w:rsidP="00A869A4">
            <w:pPr>
              <w:pStyle w:val="Formatvorlage2"/>
              <w:rPr>
                <w:u w:val="single"/>
              </w:rPr>
            </w:pPr>
            <w:r>
              <w:rPr>
                <w:u w:val="single"/>
              </w:rPr>
              <w:lastRenderedPageBreak/>
              <w:t>Publisher</w:t>
            </w:r>
          </w:p>
          <w:p w14:paraId="2834D1B3" w14:textId="77777777" w:rsidR="00A94499" w:rsidRDefault="00A94499" w:rsidP="00A869A4">
            <w:pPr>
              <w:pStyle w:val="Formatvorlage2"/>
            </w:pPr>
            <w:r>
              <w:t>SIEGENIA GROUP</w:t>
            </w:r>
          </w:p>
          <w:p w14:paraId="0D5D92FA" w14:textId="77777777" w:rsidR="00A94499" w:rsidRDefault="00A94499" w:rsidP="00A869A4">
            <w:pPr>
              <w:pStyle w:val="Formatvorlage2"/>
            </w:pPr>
            <w:r>
              <w:t>Marketing Communications</w:t>
            </w:r>
          </w:p>
          <w:p w14:paraId="59DC3738" w14:textId="77777777" w:rsidR="00A94499" w:rsidRDefault="00A94499" w:rsidP="00A869A4">
            <w:pPr>
              <w:pStyle w:val="Formatvorlage2"/>
            </w:pPr>
            <w:r>
              <w:t>Industriestrasse 1–3</w:t>
            </w:r>
          </w:p>
          <w:p w14:paraId="703F343C" w14:textId="77777777" w:rsidR="00A94499" w:rsidRDefault="00A94499" w:rsidP="00A869A4">
            <w:pPr>
              <w:pStyle w:val="Formatvorlage2"/>
            </w:pPr>
            <w:r>
              <w:t>D-57234 Wilnsdorf Germany</w:t>
            </w:r>
          </w:p>
          <w:p w14:paraId="43C3DA48" w14:textId="77777777" w:rsidR="00A94499" w:rsidRDefault="00A94499" w:rsidP="00A869A4">
            <w:pPr>
              <w:pStyle w:val="Formatvorlage2"/>
            </w:pPr>
            <w:r>
              <w:t>Phone: +49 271 3931-412</w:t>
            </w:r>
          </w:p>
          <w:p w14:paraId="4B99D8FE" w14:textId="77777777" w:rsidR="00A94499" w:rsidRDefault="00A94499" w:rsidP="00A869A4">
            <w:pPr>
              <w:pStyle w:val="Formatvorlage2"/>
            </w:pPr>
            <w:r>
              <w:t>Fax: +49 271 3931-77412</w:t>
            </w:r>
          </w:p>
          <w:p w14:paraId="68266422" w14:textId="77777777" w:rsidR="00A94499" w:rsidRPr="00392D5F" w:rsidRDefault="00A94499" w:rsidP="00A869A4">
            <w:pPr>
              <w:pStyle w:val="Formatvorlage2"/>
            </w:pPr>
            <w:r>
              <w:t>E-mail: pr@siegenia.com</w:t>
            </w:r>
          </w:p>
          <w:p w14:paraId="23DC60B8" w14:textId="77777777" w:rsidR="00A94499" w:rsidRDefault="00A94499" w:rsidP="00A869A4">
            <w:pPr>
              <w:pStyle w:val="Formatvorlage2"/>
            </w:pPr>
            <w:r>
              <w:t>www.siegenia.com</w:t>
            </w:r>
          </w:p>
          <w:p w14:paraId="587729B1" w14:textId="77777777" w:rsidR="00A94499" w:rsidRPr="0044187A" w:rsidRDefault="00A94499" w:rsidP="00A869A4">
            <w:pPr>
              <w:pStyle w:val="Formatvorlage2"/>
              <w:rPr>
                <w:szCs w:val="20"/>
              </w:rPr>
            </w:pPr>
          </w:p>
        </w:tc>
        <w:tc>
          <w:tcPr>
            <w:tcW w:w="3060" w:type="dxa"/>
            <w:tcBorders>
              <w:top w:val="nil"/>
              <w:left w:val="nil"/>
              <w:bottom w:val="nil"/>
              <w:right w:val="nil"/>
            </w:tcBorders>
          </w:tcPr>
          <w:p w14:paraId="32F1F8B6" w14:textId="77777777" w:rsidR="00A94499" w:rsidRPr="003F183E" w:rsidRDefault="00A94499" w:rsidP="000F6066">
            <w:pPr>
              <w:pStyle w:val="Formatvorlage2"/>
            </w:pPr>
          </w:p>
        </w:tc>
        <w:tc>
          <w:tcPr>
            <w:tcW w:w="1800" w:type="dxa"/>
            <w:tcBorders>
              <w:top w:val="nil"/>
              <w:left w:val="nil"/>
              <w:bottom w:val="nil"/>
              <w:right w:val="nil"/>
            </w:tcBorders>
          </w:tcPr>
          <w:p w14:paraId="07DF2C6C" w14:textId="77777777" w:rsidR="00A94499" w:rsidRPr="000F6066" w:rsidRDefault="00A94499" w:rsidP="00A869A4">
            <w:pPr>
              <w:pStyle w:val="Formatvorlage2"/>
              <w:rPr>
                <w:u w:val="single"/>
              </w:rPr>
            </w:pPr>
            <w:r>
              <w:rPr>
                <w:u w:val="single"/>
              </w:rPr>
              <w:t>Text Information</w:t>
            </w:r>
          </w:p>
          <w:p w14:paraId="17B7D798" w14:textId="7D04B8F8" w:rsidR="00A94499" w:rsidRPr="000F6066" w:rsidRDefault="00A94499" w:rsidP="00A869A4">
            <w:pPr>
              <w:pStyle w:val="Formatvorlage2"/>
            </w:pPr>
            <w:r>
              <w:t>Pages: 1</w:t>
            </w:r>
          </w:p>
          <w:p w14:paraId="02D6AA14" w14:textId="601FEB47" w:rsidR="00A94499" w:rsidRPr="000F6066" w:rsidRDefault="00A94499" w:rsidP="00A869A4">
            <w:pPr>
              <w:pStyle w:val="Formatvorlage2"/>
            </w:pPr>
            <w:r>
              <w:t>Words: 210</w:t>
            </w:r>
          </w:p>
          <w:p w14:paraId="00477C2A" w14:textId="6BF94F80" w:rsidR="00A94499" w:rsidRPr="000F6066" w:rsidRDefault="00A94499" w:rsidP="00A869A4">
            <w:pPr>
              <w:pStyle w:val="Formatvorlage2"/>
            </w:pPr>
            <w:r>
              <w:t>Characters: 1,442</w:t>
            </w:r>
            <w:r>
              <w:br/>
              <w:t>(with spaces)</w:t>
            </w:r>
          </w:p>
          <w:p w14:paraId="517301E5" w14:textId="77777777" w:rsidR="00A94499" w:rsidRPr="000F6066" w:rsidRDefault="00A94499" w:rsidP="00A869A4">
            <w:pPr>
              <w:pStyle w:val="Formatvorlage2"/>
            </w:pPr>
          </w:p>
          <w:p w14:paraId="441C863A" w14:textId="6D4C1568" w:rsidR="00A94499" w:rsidRPr="000F6066" w:rsidRDefault="00A94499" w:rsidP="00A869A4">
            <w:pPr>
              <w:pStyle w:val="Formatvorlage2"/>
            </w:pPr>
            <w:r>
              <w:t>Created: 2020-04-28</w:t>
            </w:r>
          </w:p>
          <w:p w14:paraId="15563910" w14:textId="77777777" w:rsidR="00A94499" w:rsidRPr="00802933" w:rsidRDefault="00A94499" w:rsidP="00A869A4">
            <w:pPr>
              <w:pStyle w:val="Formatvorlage2"/>
              <w:rPr>
                <w:szCs w:val="20"/>
                <w:highlight w:val="yellow"/>
              </w:rPr>
            </w:pPr>
          </w:p>
        </w:tc>
      </w:tr>
      <w:tr w:rsidR="00A94499" w:rsidRPr="0044187A" w14:paraId="77F6008E" w14:textId="77777777" w:rsidTr="00A869A4">
        <w:tc>
          <w:tcPr>
            <w:tcW w:w="8208" w:type="dxa"/>
            <w:gridSpan w:val="3"/>
            <w:tcBorders>
              <w:top w:val="nil"/>
              <w:left w:val="nil"/>
              <w:bottom w:val="nil"/>
              <w:right w:val="nil"/>
            </w:tcBorders>
          </w:tcPr>
          <w:p w14:paraId="1DEF1499" w14:textId="77777777" w:rsidR="00A94499" w:rsidRPr="003F183E" w:rsidRDefault="00A94499" w:rsidP="00A869A4">
            <w:pPr>
              <w:pStyle w:val="Formatvorlage2"/>
            </w:pPr>
            <w:r>
              <w:t>Please send us a sample copy of any publication containing this text or these images.</w:t>
            </w:r>
          </w:p>
        </w:tc>
      </w:tr>
    </w:tbl>
    <w:p w14:paraId="373C4AAE" w14:textId="77777777" w:rsidR="00A94499" w:rsidRPr="0038499F" w:rsidRDefault="00A94499" w:rsidP="000F6066">
      <w:pPr>
        <w:rPr>
          <w:szCs w:val="20"/>
        </w:rPr>
      </w:pPr>
    </w:p>
    <w:sectPr w:rsidR="00A94499"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1F337" w14:textId="77777777" w:rsidR="00B45396" w:rsidRDefault="00B45396">
      <w:r>
        <w:separator/>
      </w:r>
    </w:p>
  </w:endnote>
  <w:endnote w:type="continuationSeparator" w:id="0">
    <w:p w14:paraId="6E854FB8" w14:textId="77777777" w:rsidR="00B45396" w:rsidRDefault="00B45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83668" w14:textId="46EDB2B1" w:rsidR="004F72D4" w:rsidRPr="000F6066" w:rsidRDefault="004F72D4" w:rsidP="000F606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0517D" w14:textId="77777777" w:rsidR="00B45396" w:rsidRDefault="00B45396">
      <w:r>
        <w:separator/>
      </w:r>
    </w:p>
  </w:footnote>
  <w:footnote w:type="continuationSeparator" w:id="0">
    <w:p w14:paraId="7812CD02" w14:textId="77777777" w:rsidR="00B45396" w:rsidRDefault="00B453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DE9E7" w14:textId="3D9AF938" w:rsidR="000F6066" w:rsidRDefault="004F72D4">
    <w:pPr>
      <w:pStyle w:val="Kopfzeile"/>
    </w:pPr>
    <w:r>
      <w:rPr>
        <w:noProof/>
      </w:rPr>
      <w:drawing>
        <wp:anchor distT="0" distB="0" distL="114300" distR="114300" simplePos="0" relativeHeight="251657728" behindDoc="1" locked="0" layoutInCell="1" allowOverlap="1" wp14:anchorId="469CA6C7" wp14:editId="02B7047A">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D40694"/>
    <w:multiLevelType w:val="hybridMultilevel"/>
    <w:tmpl w:val="018A75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E8A0578"/>
    <w:multiLevelType w:val="hybridMultilevel"/>
    <w:tmpl w:val="FC1EA67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127496"/>
    <w:multiLevelType w:val="hybridMultilevel"/>
    <w:tmpl w:val="3FB69AF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50B91DC4"/>
    <w:multiLevelType w:val="hybridMultilevel"/>
    <w:tmpl w:val="5F8264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7"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7"/>
  </w:num>
  <w:num w:numId="4">
    <w:abstractNumId w:val="4"/>
  </w:num>
  <w:num w:numId="5">
    <w:abstractNumId w:val="6"/>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866"/>
    <w:rsid w:val="000024D9"/>
    <w:rsid w:val="00003256"/>
    <w:rsid w:val="0001449A"/>
    <w:rsid w:val="0001520C"/>
    <w:rsid w:val="00026907"/>
    <w:rsid w:val="00040EBF"/>
    <w:rsid w:val="00060EA8"/>
    <w:rsid w:val="00064165"/>
    <w:rsid w:val="000675C7"/>
    <w:rsid w:val="000813C0"/>
    <w:rsid w:val="00090045"/>
    <w:rsid w:val="00095303"/>
    <w:rsid w:val="000A1DF0"/>
    <w:rsid w:val="000A5CA3"/>
    <w:rsid w:val="000B1672"/>
    <w:rsid w:val="000D0C02"/>
    <w:rsid w:val="000D2A27"/>
    <w:rsid w:val="000D4874"/>
    <w:rsid w:val="000E424C"/>
    <w:rsid w:val="000E68EA"/>
    <w:rsid w:val="000F2936"/>
    <w:rsid w:val="000F565C"/>
    <w:rsid w:val="000F6066"/>
    <w:rsid w:val="000F67C4"/>
    <w:rsid w:val="001025BB"/>
    <w:rsid w:val="0010792E"/>
    <w:rsid w:val="001122C6"/>
    <w:rsid w:val="001128F1"/>
    <w:rsid w:val="00122F20"/>
    <w:rsid w:val="00122FEC"/>
    <w:rsid w:val="001331F7"/>
    <w:rsid w:val="0013521A"/>
    <w:rsid w:val="00137BD1"/>
    <w:rsid w:val="00145B48"/>
    <w:rsid w:val="001529E6"/>
    <w:rsid w:val="00156B0C"/>
    <w:rsid w:val="00166476"/>
    <w:rsid w:val="00166FB7"/>
    <w:rsid w:val="00171C51"/>
    <w:rsid w:val="00180FA8"/>
    <w:rsid w:val="00186655"/>
    <w:rsid w:val="001A7A13"/>
    <w:rsid w:val="001B7003"/>
    <w:rsid w:val="001C39FF"/>
    <w:rsid w:val="001D26E4"/>
    <w:rsid w:val="001E0780"/>
    <w:rsid w:val="001E1DA6"/>
    <w:rsid w:val="001F0844"/>
    <w:rsid w:val="001F3432"/>
    <w:rsid w:val="002046D3"/>
    <w:rsid w:val="00237A45"/>
    <w:rsid w:val="00253494"/>
    <w:rsid w:val="00254A9B"/>
    <w:rsid w:val="00255FE8"/>
    <w:rsid w:val="00256D83"/>
    <w:rsid w:val="00256F0E"/>
    <w:rsid w:val="00272508"/>
    <w:rsid w:val="002769DE"/>
    <w:rsid w:val="002819C3"/>
    <w:rsid w:val="002A0939"/>
    <w:rsid w:val="002A0C9A"/>
    <w:rsid w:val="002A202C"/>
    <w:rsid w:val="002A7F37"/>
    <w:rsid w:val="002B55C4"/>
    <w:rsid w:val="002C00E2"/>
    <w:rsid w:val="002C36FE"/>
    <w:rsid w:val="002C5A66"/>
    <w:rsid w:val="002C6D41"/>
    <w:rsid w:val="002E2235"/>
    <w:rsid w:val="002E48B5"/>
    <w:rsid w:val="002E59D6"/>
    <w:rsid w:val="002F18BB"/>
    <w:rsid w:val="002F466F"/>
    <w:rsid w:val="0031150D"/>
    <w:rsid w:val="003136F5"/>
    <w:rsid w:val="00316A2C"/>
    <w:rsid w:val="00324F84"/>
    <w:rsid w:val="00326F7E"/>
    <w:rsid w:val="00350ACA"/>
    <w:rsid w:val="003514C3"/>
    <w:rsid w:val="00357C43"/>
    <w:rsid w:val="00364DEF"/>
    <w:rsid w:val="003742C7"/>
    <w:rsid w:val="00375A48"/>
    <w:rsid w:val="0038244F"/>
    <w:rsid w:val="0038276B"/>
    <w:rsid w:val="0038499F"/>
    <w:rsid w:val="003914C5"/>
    <w:rsid w:val="00392D5F"/>
    <w:rsid w:val="003A1BA5"/>
    <w:rsid w:val="003A5FA4"/>
    <w:rsid w:val="003D61A2"/>
    <w:rsid w:val="003E0D26"/>
    <w:rsid w:val="003E378F"/>
    <w:rsid w:val="003E3DDE"/>
    <w:rsid w:val="004009F9"/>
    <w:rsid w:val="004176D4"/>
    <w:rsid w:val="00420F79"/>
    <w:rsid w:val="004333E8"/>
    <w:rsid w:val="0044187A"/>
    <w:rsid w:val="00446899"/>
    <w:rsid w:val="00447689"/>
    <w:rsid w:val="0046235C"/>
    <w:rsid w:val="004629AD"/>
    <w:rsid w:val="0046715D"/>
    <w:rsid w:val="004806AF"/>
    <w:rsid w:val="004823DC"/>
    <w:rsid w:val="00486744"/>
    <w:rsid w:val="00486878"/>
    <w:rsid w:val="004B62AB"/>
    <w:rsid w:val="004C4FDA"/>
    <w:rsid w:val="004C503A"/>
    <w:rsid w:val="004C7E59"/>
    <w:rsid w:val="004D7CC5"/>
    <w:rsid w:val="004E057A"/>
    <w:rsid w:val="004E2322"/>
    <w:rsid w:val="004E2BD7"/>
    <w:rsid w:val="004E3AF9"/>
    <w:rsid w:val="004F72D4"/>
    <w:rsid w:val="00510191"/>
    <w:rsid w:val="005254BE"/>
    <w:rsid w:val="005400C7"/>
    <w:rsid w:val="00552DC0"/>
    <w:rsid w:val="0055550C"/>
    <w:rsid w:val="00563E60"/>
    <w:rsid w:val="00592833"/>
    <w:rsid w:val="005A181A"/>
    <w:rsid w:val="005A214B"/>
    <w:rsid w:val="005A3974"/>
    <w:rsid w:val="005A5DC6"/>
    <w:rsid w:val="005A6A38"/>
    <w:rsid w:val="005A7C57"/>
    <w:rsid w:val="005D017C"/>
    <w:rsid w:val="005D0F98"/>
    <w:rsid w:val="005E06F2"/>
    <w:rsid w:val="005E1468"/>
    <w:rsid w:val="005E3E61"/>
    <w:rsid w:val="005F2A75"/>
    <w:rsid w:val="005F3D5F"/>
    <w:rsid w:val="005F7B2E"/>
    <w:rsid w:val="00600271"/>
    <w:rsid w:val="006016B0"/>
    <w:rsid w:val="0061051B"/>
    <w:rsid w:val="0061253D"/>
    <w:rsid w:val="00617358"/>
    <w:rsid w:val="00617D76"/>
    <w:rsid w:val="00620C33"/>
    <w:rsid w:val="006279BD"/>
    <w:rsid w:val="00630405"/>
    <w:rsid w:val="00634A59"/>
    <w:rsid w:val="006446D6"/>
    <w:rsid w:val="00647B55"/>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3648"/>
    <w:rsid w:val="00764AAC"/>
    <w:rsid w:val="007871C1"/>
    <w:rsid w:val="0079193B"/>
    <w:rsid w:val="00794A4F"/>
    <w:rsid w:val="007A5EB4"/>
    <w:rsid w:val="007A6E1C"/>
    <w:rsid w:val="007C50D1"/>
    <w:rsid w:val="007C5C24"/>
    <w:rsid w:val="007D07B7"/>
    <w:rsid w:val="007E0C5D"/>
    <w:rsid w:val="007E2B7F"/>
    <w:rsid w:val="007F3F54"/>
    <w:rsid w:val="007F43E0"/>
    <w:rsid w:val="00801D78"/>
    <w:rsid w:val="00802933"/>
    <w:rsid w:val="008078CF"/>
    <w:rsid w:val="00811B7A"/>
    <w:rsid w:val="008171AF"/>
    <w:rsid w:val="0083465B"/>
    <w:rsid w:val="00835351"/>
    <w:rsid w:val="008366E0"/>
    <w:rsid w:val="008429DC"/>
    <w:rsid w:val="0085079E"/>
    <w:rsid w:val="00852D9D"/>
    <w:rsid w:val="00853823"/>
    <w:rsid w:val="00857800"/>
    <w:rsid w:val="0086386E"/>
    <w:rsid w:val="00865866"/>
    <w:rsid w:val="00871847"/>
    <w:rsid w:val="00871911"/>
    <w:rsid w:val="0088698F"/>
    <w:rsid w:val="00894ADF"/>
    <w:rsid w:val="008A6F1F"/>
    <w:rsid w:val="008B6480"/>
    <w:rsid w:val="008C3491"/>
    <w:rsid w:val="008C5079"/>
    <w:rsid w:val="008C6981"/>
    <w:rsid w:val="008D2B30"/>
    <w:rsid w:val="008D3232"/>
    <w:rsid w:val="008D7633"/>
    <w:rsid w:val="00907DAB"/>
    <w:rsid w:val="00910883"/>
    <w:rsid w:val="0092580A"/>
    <w:rsid w:val="0093490C"/>
    <w:rsid w:val="0093664F"/>
    <w:rsid w:val="00943EB0"/>
    <w:rsid w:val="00945CA5"/>
    <w:rsid w:val="009553BC"/>
    <w:rsid w:val="009557EA"/>
    <w:rsid w:val="009566F0"/>
    <w:rsid w:val="009573DC"/>
    <w:rsid w:val="00963959"/>
    <w:rsid w:val="00963D60"/>
    <w:rsid w:val="0096600A"/>
    <w:rsid w:val="009B067B"/>
    <w:rsid w:val="009B4822"/>
    <w:rsid w:val="009B5300"/>
    <w:rsid w:val="009B5DE9"/>
    <w:rsid w:val="009D0CC8"/>
    <w:rsid w:val="009D6C04"/>
    <w:rsid w:val="009E19D7"/>
    <w:rsid w:val="009E28F9"/>
    <w:rsid w:val="009E35E8"/>
    <w:rsid w:val="009E7597"/>
    <w:rsid w:val="00A12A8B"/>
    <w:rsid w:val="00A14556"/>
    <w:rsid w:val="00A15AB6"/>
    <w:rsid w:val="00A17D84"/>
    <w:rsid w:val="00A22DF2"/>
    <w:rsid w:val="00A23065"/>
    <w:rsid w:val="00A2339E"/>
    <w:rsid w:val="00A2410E"/>
    <w:rsid w:val="00A24651"/>
    <w:rsid w:val="00A25EB9"/>
    <w:rsid w:val="00A32395"/>
    <w:rsid w:val="00A32F0A"/>
    <w:rsid w:val="00A335CC"/>
    <w:rsid w:val="00A40AB4"/>
    <w:rsid w:val="00A64B65"/>
    <w:rsid w:val="00A6502B"/>
    <w:rsid w:val="00A661F8"/>
    <w:rsid w:val="00A6672B"/>
    <w:rsid w:val="00A82224"/>
    <w:rsid w:val="00A87496"/>
    <w:rsid w:val="00A927D0"/>
    <w:rsid w:val="00A94499"/>
    <w:rsid w:val="00A9705C"/>
    <w:rsid w:val="00A97B0A"/>
    <w:rsid w:val="00AA224C"/>
    <w:rsid w:val="00AA2458"/>
    <w:rsid w:val="00AA6262"/>
    <w:rsid w:val="00AB1EC7"/>
    <w:rsid w:val="00AC6ABA"/>
    <w:rsid w:val="00AD4128"/>
    <w:rsid w:val="00AD7705"/>
    <w:rsid w:val="00AD7B27"/>
    <w:rsid w:val="00AE06DB"/>
    <w:rsid w:val="00B057B0"/>
    <w:rsid w:val="00B11AB7"/>
    <w:rsid w:val="00B239B4"/>
    <w:rsid w:val="00B3687B"/>
    <w:rsid w:val="00B41B50"/>
    <w:rsid w:val="00B45396"/>
    <w:rsid w:val="00B47777"/>
    <w:rsid w:val="00B47ADF"/>
    <w:rsid w:val="00B55070"/>
    <w:rsid w:val="00B62ECB"/>
    <w:rsid w:val="00B63C95"/>
    <w:rsid w:val="00B63E35"/>
    <w:rsid w:val="00B71E14"/>
    <w:rsid w:val="00B82932"/>
    <w:rsid w:val="00B84773"/>
    <w:rsid w:val="00B908A8"/>
    <w:rsid w:val="00B92EF0"/>
    <w:rsid w:val="00B93961"/>
    <w:rsid w:val="00BA5B2A"/>
    <w:rsid w:val="00BC3745"/>
    <w:rsid w:val="00BD0DB7"/>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E16F1"/>
    <w:rsid w:val="00CE2260"/>
    <w:rsid w:val="00CE5038"/>
    <w:rsid w:val="00CE5448"/>
    <w:rsid w:val="00CE5488"/>
    <w:rsid w:val="00CE63E0"/>
    <w:rsid w:val="00CF6534"/>
    <w:rsid w:val="00CF72EF"/>
    <w:rsid w:val="00CF7462"/>
    <w:rsid w:val="00D04FE4"/>
    <w:rsid w:val="00D313A4"/>
    <w:rsid w:val="00D32108"/>
    <w:rsid w:val="00D45693"/>
    <w:rsid w:val="00D47D4E"/>
    <w:rsid w:val="00D55247"/>
    <w:rsid w:val="00D55DC3"/>
    <w:rsid w:val="00D57457"/>
    <w:rsid w:val="00D64E60"/>
    <w:rsid w:val="00D64F60"/>
    <w:rsid w:val="00D65148"/>
    <w:rsid w:val="00DA2153"/>
    <w:rsid w:val="00DA2662"/>
    <w:rsid w:val="00DB23FB"/>
    <w:rsid w:val="00DB44DA"/>
    <w:rsid w:val="00DB4ACB"/>
    <w:rsid w:val="00DC032C"/>
    <w:rsid w:val="00DC1F2A"/>
    <w:rsid w:val="00DC7EE0"/>
    <w:rsid w:val="00DE3025"/>
    <w:rsid w:val="00DE4D80"/>
    <w:rsid w:val="00DF1C10"/>
    <w:rsid w:val="00DF1EE2"/>
    <w:rsid w:val="00E03F6F"/>
    <w:rsid w:val="00E04C83"/>
    <w:rsid w:val="00E06696"/>
    <w:rsid w:val="00E1059D"/>
    <w:rsid w:val="00E14DD8"/>
    <w:rsid w:val="00E155F0"/>
    <w:rsid w:val="00E17E89"/>
    <w:rsid w:val="00E20D4D"/>
    <w:rsid w:val="00E2358B"/>
    <w:rsid w:val="00E3245C"/>
    <w:rsid w:val="00E34020"/>
    <w:rsid w:val="00E3479A"/>
    <w:rsid w:val="00E44FDA"/>
    <w:rsid w:val="00E6313B"/>
    <w:rsid w:val="00E66783"/>
    <w:rsid w:val="00E76C0B"/>
    <w:rsid w:val="00E76D9B"/>
    <w:rsid w:val="00E77789"/>
    <w:rsid w:val="00E80515"/>
    <w:rsid w:val="00E954AC"/>
    <w:rsid w:val="00E95619"/>
    <w:rsid w:val="00EA2954"/>
    <w:rsid w:val="00EB511E"/>
    <w:rsid w:val="00EB632F"/>
    <w:rsid w:val="00EC1396"/>
    <w:rsid w:val="00ED0655"/>
    <w:rsid w:val="00EE123F"/>
    <w:rsid w:val="00EF0B9F"/>
    <w:rsid w:val="00EF15B4"/>
    <w:rsid w:val="00EF2F06"/>
    <w:rsid w:val="00F005F7"/>
    <w:rsid w:val="00F0149D"/>
    <w:rsid w:val="00F05D3F"/>
    <w:rsid w:val="00F10660"/>
    <w:rsid w:val="00F10E71"/>
    <w:rsid w:val="00F142BE"/>
    <w:rsid w:val="00F222EB"/>
    <w:rsid w:val="00F25601"/>
    <w:rsid w:val="00F344B8"/>
    <w:rsid w:val="00F41966"/>
    <w:rsid w:val="00F445E5"/>
    <w:rsid w:val="00F45D74"/>
    <w:rsid w:val="00F516C4"/>
    <w:rsid w:val="00F6067C"/>
    <w:rsid w:val="00F61445"/>
    <w:rsid w:val="00F71E39"/>
    <w:rsid w:val="00F73478"/>
    <w:rsid w:val="00F75CBD"/>
    <w:rsid w:val="00F82E34"/>
    <w:rsid w:val="00F84C8D"/>
    <w:rsid w:val="00F84CF8"/>
    <w:rsid w:val="00F85287"/>
    <w:rsid w:val="00FA07A1"/>
    <w:rsid w:val="00FA3E25"/>
    <w:rsid w:val="00FA4FAA"/>
    <w:rsid w:val="00FB550F"/>
    <w:rsid w:val="00FB5A18"/>
    <w:rsid w:val="00FD07B9"/>
    <w:rsid w:val="00FD182E"/>
    <w:rsid w:val="00FE1822"/>
    <w:rsid w:val="00FE1B59"/>
    <w:rsid w:val="00FE1C52"/>
    <w:rsid w:val="00FE226B"/>
    <w:rsid w:val="00FE3AB9"/>
    <w:rsid w:val="00FF051D"/>
    <w:rsid w:val="00FF1693"/>
    <w:rsid w:val="00FF40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97D207C"/>
  <w15:docId w15:val="{632D651C-39F3-41E1-ACA7-2E3F06592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A94499"/>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399">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706876651">
      <w:bodyDiv w:val="1"/>
      <w:marLeft w:val="0"/>
      <w:marRight w:val="0"/>
      <w:marTop w:val="0"/>
      <w:marBottom w:val="0"/>
      <w:divBdr>
        <w:top w:val="none" w:sz="0" w:space="0" w:color="auto"/>
        <w:left w:val="none" w:sz="0" w:space="0" w:color="auto"/>
        <w:bottom w:val="none" w:sz="0" w:space="0" w:color="auto"/>
        <w:right w:val="none" w:sz="0" w:space="0" w:color="auto"/>
      </w:divBdr>
    </w:div>
    <w:div w:id="738097371">
      <w:bodyDiv w:val="1"/>
      <w:marLeft w:val="0"/>
      <w:marRight w:val="0"/>
      <w:marTop w:val="0"/>
      <w:marBottom w:val="0"/>
      <w:divBdr>
        <w:top w:val="none" w:sz="0" w:space="0" w:color="auto"/>
        <w:left w:val="none" w:sz="0" w:space="0" w:color="auto"/>
        <w:bottom w:val="none" w:sz="0" w:space="0" w:color="auto"/>
        <w:right w:val="none" w:sz="0" w:space="0" w:color="auto"/>
      </w:divBdr>
    </w:div>
    <w:div w:id="1104114129">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07012248">
      <w:bodyDiv w:val="1"/>
      <w:marLeft w:val="0"/>
      <w:marRight w:val="0"/>
      <w:marTop w:val="0"/>
      <w:marBottom w:val="0"/>
      <w:divBdr>
        <w:top w:val="none" w:sz="0" w:space="0" w:color="auto"/>
        <w:left w:val="none" w:sz="0" w:space="0" w:color="auto"/>
        <w:bottom w:val="none" w:sz="0" w:space="0" w:color="auto"/>
        <w:right w:val="none" w:sz="0" w:space="0" w:color="auto"/>
      </w:divBdr>
    </w:div>
    <w:div w:id="146534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9390A-EB11-4682-A228-38B949ADE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297</Words>
  <Characters>1821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2114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Jung, Angelika</cp:lastModifiedBy>
  <cp:revision>2</cp:revision>
  <cp:lastPrinted>2007-09-03T14:44:00Z</cp:lastPrinted>
  <dcterms:created xsi:type="dcterms:W3CDTF">2022-05-19T07:10:00Z</dcterms:created>
  <dcterms:modified xsi:type="dcterms:W3CDTF">2022-05-19T07:10:00Z</dcterms:modified>
</cp:coreProperties>
</file>