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8CFCD" w14:textId="41959F93" w:rsidR="00667A97" w:rsidRDefault="00CB6D80" w:rsidP="00667A97">
      <w:pPr>
        <w:pStyle w:val="berschrift2"/>
      </w:pPr>
      <w:r>
        <w:t xml:space="preserve">SIEGENIA : accédez à des systèmes intelligents </w:t>
      </w:r>
    </w:p>
    <w:p w14:paraId="5E38C8C2" w14:textId="379221F3" w:rsidR="00667A97" w:rsidRDefault="00CB6D80" w:rsidP="00667A97">
      <w:pPr>
        <w:pStyle w:val="berschrift1"/>
      </w:pPr>
      <w:r>
        <w:t xml:space="preserve">Mise en réseau Smart Home inter-fabricants avec les modules </w:t>
      </w:r>
      <w:r w:rsidR="00545BBA">
        <w:t>IO</w:t>
      </w:r>
    </w:p>
    <w:p w14:paraId="437A99C9" w14:textId="1F8027AC" w:rsidR="00667A97" w:rsidRDefault="00667A97" w:rsidP="00667A97"/>
    <w:p w14:paraId="7B2F9FA6" w14:textId="0921B4CC" w:rsidR="00C47964" w:rsidRPr="007661DE" w:rsidRDefault="00C47964" w:rsidP="00C47964">
      <w:r>
        <w:t xml:space="preserve">Cette nouvelle solution performante développée par SIEGENIA offrent aux utilisateurs finaux un maximum de flexibilité pour la mise en réseau de solutions intelligentes inter-fabricants : le module </w:t>
      </w:r>
      <w:r w:rsidR="00545BBA">
        <w:t>IO</w:t>
      </w:r>
      <w:r>
        <w:t xml:space="preserve"> et le module </w:t>
      </w:r>
      <w:r w:rsidR="00545BBA">
        <w:t>IO</w:t>
      </w:r>
      <w:r>
        <w:t xml:space="preserve"> smart remplissent en effet les prérequis techniques pour l'intégration de solutions intelligentes de SIEGENIA dans des systèmes tiers et permettent simultanément l'intégration de moteurs de fabricants tiers dans l'univers du confort ambiant de SIEGENIA. </w:t>
      </w:r>
    </w:p>
    <w:p w14:paraId="6D0C9318" w14:textId="77777777" w:rsidR="00C47964" w:rsidRPr="00B25B92" w:rsidRDefault="00C47964" w:rsidP="00C47964">
      <w:pPr>
        <w:pStyle w:val="berschrift4"/>
      </w:pPr>
      <w:r>
        <w:t xml:space="preserve">Les systèmes de fabricants tiers compatibles avec SIEGENIA </w:t>
      </w:r>
    </w:p>
    <w:p w14:paraId="16740039" w14:textId="7A740D86" w:rsidR="00C47964" w:rsidRDefault="00C47964" w:rsidP="00C47964">
      <w:r>
        <w:t xml:space="preserve">Les modules </w:t>
      </w:r>
      <w:r w:rsidR="00545BBA">
        <w:t>IO</w:t>
      </w:r>
      <w:r>
        <w:t xml:space="preserve"> permettent en premier lieu de combiner des solutions SIEGENIA aux systèmes de fabricants tiers, comme par exemple la mise en réseau de la motorisation SIEGENIA pour les portes d'entré avec des interphones. Peu importe que ce soit pour les maisons individuelles ou les immeubles collectifs, les hôtels, les écoles, les hôpitaux ou les immeubles de bureaux : Les modules </w:t>
      </w:r>
      <w:r w:rsidR="00545BBA">
        <w:t>IO</w:t>
      </w:r>
      <w:r>
        <w:t xml:space="preserve"> offrent automatiquement plus de possibilités dès l'entrée avec la serrure multipoints électromécanique GENIUS ou une serrure motorisée. </w:t>
      </w:r>
    </w:p>
    <w:p w14:paraId="7B3951F6" w14:textId="77777777" w:rsidR="00C47964" w:rsidRDefault="00C47964" w:rsidP="00C47964"/>
    <w:p w14:paraId="610A409A" w14:textId="1103B4A5" w:rsidR="00C47964" w:rsidRDefault="00C47964" w:rsidP="00C47964">
      <w:r>
        <w:t xml:space="preserve">Les modules </w:t>
      </w:r>
      <w:r w:rsidR="00545BBA">
        <w:t>IO</w:t>
      </w:r>
      <w:r>
        <w:t xml:space="preserve"> offrent de nouveaux scénarios Smart Home grâce au couplage en option des systèmes de contrôle d'accès SIEGENIA aux solutions de portes et portails d'autres fabricants. Grâce à ces modules, les systèmes de contrôle d'accès peuvent commander les moteurs de porte de garage, de porte à enroulement et de porte OF ou des serrures multipoints déjà existantes. Une variété d'applications permet d'offrir un maximum de flexibilité et de confort ambiant aux utilisateurs finaux.</w:t>
      </w:r>
    </w:p>
    <w:p w14:paraId="615D460F" w14:textId="730034EB" w:rsidR="00C47964" w:rsidRDefault="009C4C42" w:rsidP="00C47964">
      <w:pPr>
        <w:pStyle w:val="berschrift4"/>
      </w:pPr>
      <w:r>
        <w:t>Intégration intelligente de solutions sans Wi-Fi propre</w:t>
      </w:r>
    </w:p>
    <w:p w14:paraId="1733BE96" w14:textId="108ADC37" w:rsidR="009D3954" w:rsidRDefault="00B73383" w:rsidP="00C47964">
      <w:r>
        <w:t xml:space="preserve">Le module </w:t>
      </w:r>
      <w:r w:rsidR="00545BBA">
        <w:t>IO</w:t>
      </w:r>
      <w:r>
        <w:t xml:space="preserve"> smart offre en outre de nouvelles possibilités d'utilisation dans l'environnement Smart Home. Une puce WiFi intégrée remplit les prérequis pour l'intégration de solutions motorisées dans l'univers intelligent de SIEGENIA. De la serrure multipoints électromécanique GENIUS, en passant par les serrures motorisées de SIEGENIA, jusqu'aux applications motorisées qui vont au-delà de la gamme de produits SIEGENIA, </w:t>
      </w:r>
      <w:r>
        <w:rPr>
          <w:rFonts w:cs="Arial"/>
          <w:szCs w:val="20"/>
        </w:rPr>
        <w:t xml:space="preserve">les utilisateurs finaux peuvent désormais raccorder leurs solutions quel que soit le fabricant à un système global intelligent et utiliser toutes </w:t>
      </w:r>
      <w:r>
        <w:t xml:space="preserve">les fonctions centrales via l'application SIEGENIA Comfort.  </w:t>
      </w:r>
    </w:p>
    <w:p w14:paraId="39DFE944" w14:textId="77777777" w:rsidR="00C47964" w:rsidRPr="002A6C79" w:rsidRDefault="00C47964" w:rsidP="00C47964">
      <w:pPr>
        <w:pStyle w:val="berschrift4"/>
      </w:pPr>
      <w:r>
        <w:lastRenderedPageBreak/>
        <w:t>Systèmes Smart Home multi-applications</w:t>
      </w:r>
    </w:p>
    <w:p w14:paraId="5E04AA39" w14:textId="5B433D6F" w:rsidR="00C47964" w:rsidRPr="009002BB" w:rsidRDefault="00C47964" w:rsidP="00C47964">
      <w:pPr>
        <w:rPr>
          <w:rFonts w:cs="Arial"/>
          <w:szCs w:val="20"/>
        </w:rPr>
      </w:pPr>
      <w:r>
        <w:rPr>
          <w:rFonts w:cs="Arial"/>
          <w:szCs w:val="20"/>
        </w:rPr>
        <w:t xml:space="preserve">Les utilisateurs finaux disposant d'un système Smart Home existant ont eux aussi la possibilité d'intégrer des solutions intelligentes de SIEGENIA à l'aide de modules </w:t>
      </w:r>
      <w:r w:rsidR="00545BBA">
        <w:rPr>
          <w:rFonts w:cs="Arial"/>
          <w:szCs w:val="20"/>
        </w:rPr>
        <w:t>IO</w:t>
      </w:r>
      <w:r>
        <w:rPr>
          <w:rFonts w:cs="Arial"/>
          <w:szCs w:val="20"/>
        </w:rPr>
        <w:t>. Avec le concours de fournisseurs renommés tels que Somfy ou mediola, les moteurs, systèmes de contrôle d'accès et aérateurs intelligents de SIEGENIA peuvent être intégrés à de nombreuses autres applications Smart Home de systèmes éprouvés. Ainsi, l'ensemble des solutions et les scénarios de vie individuels donnent lieu à un de nouvelles possibilités de déclenchement et d'automatisation intelligents. L'entreprise répond donc à la nécessité croissante de solutions globales pour les bâtiments et de mise en réseau inter-fabricants.</w:t>
      </w:r>
    </w:p>
    <w:p w14:paraId="4A7C505D" w14:textId="77777777" w:rsidR="00C47964" w:rsidRDefault="00C47964" w:rsidP="009002BB">
      <w:pPr>
        <w:rPr>
          <w:rFonts w:cs="Arial"/>
          <w:szCs w:val="20"/>
        </w:rPr>
      </w:pPr>
    </w:p>
    <w:p w14:paraId="5C1F8F8C" w14:textId="6BA3EDCA" w:rsidR="008624B9" w:rsidRDefault="008624B9" w:rsidP="005E1468"/>
    <w:p w14:paraId="0AE63DD8" w14:textId="78BD267E" w:rsidR="0072733A" w:rsidRDefault="0072733A" w:rsidP="005E1468"/>
    <w:p w14:paraId="0B7AA736" w14:textId="7594ABCE" w:rsidR="0072733A" w:rsidRDefault="0072733A" w:rsidP="005E1468"/>
    <w:p w14:paraId="638FE9F5" w14:textId="11DC3EC6" w:rsidR="0072733A" w:rsidRDefault="0072733A" w:rsidP="005E1468"/>
    <w:p w14:paraId="4960F0A5" w14:textId="3DDE8692" w:rsidR="0072733A" w:rsidRDefault="0072733A" w:rsidP="005E1468"/>
    <w:p w14:paraId="6EF1C51A" w14:textId="77777777" w:rsidR="0072733A" w:rsidRDefault="0072733A" w:rsidP="005E1468"/>
    <w:p w14:paraId="732D0BF9" w14:textId="77777777" w:rsidR="008624B9" w:rsidRDefault="008624B9" w:rsidP="005E1468"/>
    <w:p w14:paraId="78AF819D" w14:textId="77777777" w:rsidR="005E1468" w:rsidRDefault="005E1468" w:rsidP="005A7C57">
      <w:pPr>
        <w:pStyle w:val="berschrift4"/>
      </w:pPr>
      <w:r>
        <w:t>Légendes</w:t>
      </w:r>
    </w:p>
    <w:p w14:paraId="000C63A4" w14:textId="77777777" w:rsidR="002A7F37" w:rsidRDefault="002A7F37" w:rsidP="002A7F37">
      <w:r>
        <w:t>Source d'image : SIEGENIA</w:t>
      </w:r>
    </w:p>
    <w:p w14:paraId="76574AF0" w14:textId="77777777" w:rsidR="002A7F37" w:rsidRPr="002A7F37" w:rsidRDefault="002A7F37" w:rsidP="002A7F37"/>
    <w:p w14:paraId="26F2697B" w14:textId="7F0BC336" w:rsidR="005E1468" w:rsidRPr="00D129AE" w:rsidRDefault="005E1468" w:rsidP="005E1468">
      <w:pPr>
        <w:rPr>
          <w:bCs/>
          <w:i/>
        </w:rPr>
      </w:pPr>
      <w:r>
        <w:rPr>
          <w:bCs/>
          <w:i/>
        </w:rPr>
        <w:t xml:space="preserve">Sujet I : SIE_ DRIVE_IO-Modul_ZKS mit fremder Motorik verbinden.jpg </w:t>
      </w:r>
    </w:p>
    <w:p w14:paraId="3CC5492F" w14:textId="4402DCCF" w:rsidR="005E1468" w:rsidRPr="00D129AE" w:rsidRDefault="00D31A03" w:rsidP="00D31A03">
      <w:r>
        <w:t>Grâce aux systèmes de contrôle d'accès de SIEGENIA, les moteurs de portes de garage, de portes à enroulement et de portes OF ou des serrures multipoints déjà existantes peuvent être commandés.</w:t>
      </w:r>
    </w:p>
    <w:p w14:paraId="77955E12" w14:textId="4AA08BCE" w:rsidR="005E1468" w:rsidRDefault="005E1468" w:rsidP="005E1468"/>
    <w:p w14:paraId="3BAD60EE" w14:textId="0219646A" w:rsidR="00D31A03" w:rsidRPr="00D129AE" w:rsidRDefault="00D31A03" w:rsidP="00D31A03">
      <w:pPr>
        <w:rPr>
          <w:bCs/>
          <w:i/>
        </w:rPr>
      </w:pPr>
      <w:r>
        <w:rPr>
          <w:bCs/>
          <w:i/>
        </w:rPr>
        <w:t xml:space="preserve">Sujet II : SIE_ DRIVE_IO-Modul smart_fremde Antriebe mit der SIEGENIA Comfort App bedienen.jpg </w:t>
      </w:r>
    </w:p>
    <w:p w14:paraId="1778A4D9" w14:textId="6BBF66D8" w:rsidR="00D31A03" w:rsidRDefault="00D31A03" w:rsidP="00D31A03">
      <w:pPr>
        <w:rPr>
          <w:rFonts w:cs="Arial"/>
          <w:color w:val="1F497D"/>
          <w:szCs w:val="20"/>
          <w:lang w:eastAsia="en-US"/>
        </w:rPr>
      </w:pPr>
      <w:r>
        <w:t xml:space="preserve">Intégration des moteurs de fabricants tiers dans l'univers intelligent de SIEGENIA : Grâce à la puce Wi-Fi intégrée du module </w:t>
      </w:r>
      <w:r w:rsidR="00545BBA">
        <w:t>IO</w:t>
      </w:r>
      <w:r>
        <w:t xml:space="preserve"> smart, les appareils sans fonction Wi-Fi propre peuvent être rapidement et aisément intégrés dans l'application SIEGENIA Comfort.</w:t>
      </w:r>
    </w:p>
    <w:p w14:paraId="6DF30FA6" w14:textId="50EC4D81" w:rsidR="00D31A03" w:rsidRDefault="00D31A03" w:rsidP="008D7633">
      <w:pPr>
        <w:rPr>
          <w:szCs w:val="20"/>
        </w:rPr>
      </w:pPr>
    </w:p>
    <w:p w14:paraId="146639C3" w14:textId="77777777" w:rsidR="007A2F3C" w:rsidRPr="00E14DD8" w:rsidRDefault="007A2F3C" w:rsidP="008D7633">
      <w:pPr>
        <w:rPr>
          <w:szCs w:val="20"/>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0D54E93F" w14:textId="77777777" w:rsidTr="0044187A">
        <w:tc>
          <w:tcPr>
            <w:tcW w:w="3348" w:type="dxa"/>
            <w:tcBorders>
              <w:top w:val="nil"/>
              <w:left w:val="nil"/>
              <w:bottom w:val="nil"/>
              <w:right w:val="nil"/>
            </w:tcBorders>
          </w:tcPr>
          <w:p w14:paraId="5363FC88" w14:textId="77777777" w:rsidR="008D7633" w:rsidRPr="0044187A" w:rsidRDefault="008D7633" w:rsidP="007A5EB4">
            <w:pPr>
              <w:pStyle w:val="Formatvorlage2"/>
              <w:rPr>
                <w:u w:val="single"/>
              </w:rPr>
            </w:pPr>
            <w:r>
              <w:rPr>
                <w:u w:val="single"/>
              </w:rPr>
              <w:t>Éditeur</w:t>
            </w:r>
          </w:p>
          <w:p w14:paraId="3DDBC8D2" w14:textId="77777777" w:rsidR="008D7633" w:rsidRDefault="008D7633" w:rsidP="007A5EB4">
            <w:pPr>
              <w:pStyle w:val="Formatvorlage2"/>
            </w:pPr>
            <w:r>
              <w:t>GROUPE SIEGENIA</w:t>
            </w:r>
          </w:p>
          <w:p w14:paraId="33B3EAD8" w14:textId="77777777" w:rsidR="008D7633" w:rsidRDefault="008D7633" w:rsidP="007A5EB4">
            <w:pPr>
              <w:pStyle w:val="Formatvorlage2"/>
            </w:pPr>
            <w:r>
              <w:t>Marketing et communication</w:t>
            </w:r>
          </w:p>
          <w:p w14:paraId="1845300C" w14:textId="2ABD8A12" w:rsidR="008D7633" w:rsidRDefault="008D7633" w:rsidP="007A5EB4">
            <w:pPr>
              <w:pStyle w:val="Formatvorlage2"/>
            </w:pPr>
            <w:r>
              <w:t>Industriestraße 1 - 3</w:t>
            </w:r>
          </w:p>
          <w:p w14:paraId="3150EC17" w14:textId="77777777" w:rsidR="008D7633" w:rsidRDefault="008D7633" w:rsidP="007A5EB4">
            <w:pPr>
              <w:pStyle w:val="Formatvorlage2"/>
            </w:pPr>
            <w:r>
              <w:lastRenderedPageBreak/>
              <w:t>D - 57234 Wilnsdorf</w:t>
            </w:r>
          </w:p>
          <w:p w14:paraId="087DFCE2" w14:textId="77777777" w:rsidR="008D7633" w:rsidRDefault="00FD182E" w:rsidP="007A5EB4">
            <w:pPr>
              <w:pStyle w:val="Formatvorlage2"/>
            </w:pPr>
            <w:r>
              <w:t>Tél. : +49 271 3931-412</w:t>
            </w:r>
          </w:p>
          <w:p w14:paraId="645B2B5D" w14:textId="77777777" w:rsidR="008D7633" w:rsidRDefault="008D7633" w:rsidP="007A5EB4">
            <w:pPr>
              <w:pStyle w:val="Formatvorlage2"/>
            </w:pPr>
            <w:r>
              <w:t>Fax : +49 271 3931-77412</w:t>
            </w:r>
          </w:p>
          <w:p w14:paraId="189B70A5" w14:textId="77777777" w:rsidR="008D7633" w:rsidRPr="00392D5F" w:rsidRDefault="0088698F" w:rsidP="007A5EB4">
            <w:pPr>
              <w:pStyle w:val="Formatvorlage2"/>
            </w:pPr>
            <w:r>
              <w:t>E-mail : pr@siegenia.com</w:t>
            </w:r>
          </w:p>
          <w:p w14:paraId="1E3D25F6" w14:textId="77777777" w:rsidR="002E59D6" w:rsidRDefault="00510191" w:rsidP="007A5EB4">
            <w:pPr>
              <w:pStyle w:val="Formatvorlage2"/>
            </w:pPr>
            <w:r>
              <w:t>www.siegenia.com</w:t>
            </w:r>
          </w:p>
          <w:p w14:paraId="2AE614CD"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7B8CC6C" w14:textId="77777777" w:rsidR="008D7633" w:rsidRPr="0044187A" w:rsidRDefault="008D7633" w:rsidP="007A5EB4">
            <w:pPr>
              <w:pStyle w:val="Formatvorlage2"/>
              <w:rPr>
                <w:u w:val="single"/>
              </w:rPr>
            </w:pPr>
            <w:r>
              <w:rPr>
                <w:u w:val="single"/>
              </w:rPr>
              <w:lastRenderedPageBreak/>
              <w:t>Rédaction/Interlocuteur</w:t>
            </w:r>
          </w:p>
          <w:p w14:paraId="67871DCE" w14:textId="77777777" w:rsidR="008D7633" w:rsidRDefault="008D7633" w:rsidP="007A5EB4">
            <w:pPr>
              <w:pStyle w:val="Formatvorlage2"/>
            </w:pPr>
            <w:r>
              <w:t>Kemper Kommunikation</w:t>
            </w:r>
          </w:p>
          <w:p w14:paraId="458F481E" w14:textId="77777777" w:rsidR="00122FEC" w:rsidRPr="00C33A1F" w:rsidRDefault="00122FEC" w:rsidP="00122FEC">
            <w:pPr>
              <w:pStyle w:val="Formatvorlage2"/>
            </w:pPr>
            <w:r>
              <w:t xml:space="preserve">Kirsten Kemper </w:t>
            </w:r>
          </w:p>
          <w:p w14:paraId="24CE9066" w14:textId="77777777" w:rsidR="00122FEC" w:rsidRPr="00C33A1F" w:rsidRDefault="00122FEC" w:rsidP="00122FEC">
            <w:pPr>
              <w:pStyle w:val="Formatvorlage2"/>
            </w:pPr>
            <w:r>
              <w:t>Am Milchbornbach 10</w:t>
            </w:r>
          </w:p>
          <w:p w14:paraId="2386694E" w14:textId="77777777" w:rsidR="00122FEC" w:rsidRPr="00C33A1F" w:rsidRDefault="00122FEC" w:rsidP="00122FEC">
            <w:pPr>
              <w:pStyle w:val="Formatvorlage2"/>
            </w:pPr>
            <w:r>
              <w:lastRenderedPageBreak/>
              <w:t>D - 51429 Bergisch Gladbach</w:t>
            </w:r>
            <w:r>
              <w:br/>
              <w:t>Tél. : +49 2204 9644808</w:t>
            </w:r>
          </w:p>
          <w:p w14:paraId="76829D6A" w14:textId="77777777" w:rsidR="008D7633" w:rsidRPr="00C55524" w:rsidRDefault="0088698F" w:rsidP="007A5EB4">
            <w:pPr>
              <w:pStyle w:val="Formatvorlage2"/>
              <w:rPr>
                <w:lang w:val="it-IT"/>
              </w:rPr>
            </w:pPr>
            <w:r>
              <w:t>E-mail : info@kemper-kommunikation.de</w:t>
            </w:r>
          </w:p>
          <w:p w14:paraId="0BDDE1AC" w14:textId="77777777" w:rsidR="008D7633" w:rsidRDefault="00716BDB" w:rsidP="007A5EB4">
            <w:pPr>
              <w:pStyle w:val="Formatvorlage2"/>
            </w:pPr>
            <w:r>
              <w:t>www.kemper-kommunikation.de</w:t>
            </w:r>
          </w:p>
          <w:p w14:paraId="5A274831" w14:textId="77777777" w:rsidR="00716BDB" w:rsidRPr="003F183E" w:rsidRDefault="00716BDB" w:rsidP="007A5EB4">
            <w:pPr>
              <w:pStyle w:val="Formatvorlage2"/>
            </w:pPr>
          </w:p>
        </w:tc>
        <w:tc>
          <w:tcPr>
            <w:tcW w:w="1800" w:type="dxa"/>
            <w:tcBorders>
              <w:top w:val="nil"/>
              <w:left w:val="nil"/>
              <w:bottom w:val="nil"/>
              <w:right w:val="nil"/>
            </w:tcBorders>
          </w:tcPr>
          <w:p w14:paraId="30096F4C" w14:textId="77777777" w:rsidR="008D7633" w:rsidRPr="0044187A" w:rsidRDefault="008D7633" w:rsidP="007A5EB4">
            <w:pPr>
              <w:pStyle w:val="Formatvorlage2"/>
              <w:rPr>
                <w:u w:val="single"/>
              </w:rPr>
            </w:pPr>
            <w:r>
              <w:rPr>
                <w:u w:val="single"/>
              </w:rPr>
              <w:lastRenderedPageBreak/>
              <w:t>Informations sur le texte</w:t>
            </w:r>
          </w:p>
          <w:p w14:paraId="74FF74DF" w14:textId="77777777" w:rsidR="008D7633" w:rsidRPr="00C33A1F" w:rsidRDefault="008D7633" w:rsidP="007A5EB4">
            <w:pPr>
              <w:pStyle w:val="Formatvorlage2"/>
            </w:pPr>
            <w:r>
              <w:t>Pages : 2</w:t>
            </w:r>
          </w:p>
          <w:p w14:paraId="07338D0B" w14:textId="2A091D66" w:rsidR="008D7633" w:rsidRPr="00C33A1F" w:rsidRDefault="008D7633" w:rsidP="007A5EB4">
            <w:pPr>
              <w:pStyle w:val="Formatvorlage2"/>
            </w:pPr>
            <w:r>
              <w:t>Mots : 315</w:t>
            </w:r>
          </w:p>
          <w:p w14:paraId="5FB6A68D" w14:textId="3C2704B7" w:rsidR="008D7633" w:rsidRPr="00C33A1F" w:rsidRDefault="008D7633" w:rsidP="007A5EB4">
            <w:pPr>
              <w:pStyle w:val="Formatvorlage2"/>
            </w:pPr>
            <w:r>
              <w:lastRenderedPageBreak/>
              <w:t>Caractères : 2 667</w:t>
            </w:r>
            <w:r>
              <w:br/>
              <w:t>(avec espaces)</w:t>
            </w:r>
          </w:p>
          <w:p w14:paraId="7D205AF7" w14:textId="77777777" w:rsidR="008D7633" w:rsidRDefault="008D7633" w:rsidP="007A5EB4">
            <w:pPr>
              <w:pStyle w:val="Formatvorlage2"/>
            </w:pPr>
          </w:p>
          <w:p w14:paraId="5D4EBD93" w14:textId="46427355" w:rsidR="008D7633" w:rsidRPr="00C33A1F" w:rsidRDefault="008D7633" w:rsidP="007A5EB4">
            <w:pPr>
              <w:pStyle w:val="Formatvorlage2"/>
            </w:pPr>
            <w:r>
              <w:t>Créé le : 09/12/2021</w:t>
            </w:r>
          </w:p>
          <w:p w14:paraId="30CB9662" w14:textId="77777777" w:rsidR="008D7633" w:rsidRPr="0044187A" w:rsidRDefault="008D7633" w:rsidP="007A5EB4">
            <w:pPr>
              <w:pStyle w:val="Formatvorlage2"/>
              <w:rPr>
                <w:szCs w:val="20"/>
              </w:rPr>
            </w:pPr>
          </w:p>
        </w:tc>
      </w:tr>
      <w:tr w:rsidR="008D7633" w:rsidRPr="0044187A" w14:paraId="3D8C1FA9" w14:textId="77777777" w:rsidTr="0044187A">
        <w:tc>
          <w:tcPr>
            <w:tcW w:w="8208" w:type="dxa"/>
            <w:gridSpan w:val="3"/>
            <w:tcBorders>
              <w:top w:val="nil"/>
              <w:left w:val="nil"/>
              <w:bottom w:val="nil"/>
              <w:right w:val="nil"/>
            </w:tcBorders>
          </w:tcPr>
          <w:p w14:paraId="0D84DFD8" w14:textId="77777777" w:rsidR="008D7633" w:rsidRPr="003F183E" w:rsidRDefault="008D7633" w:rsidP="007A5EB4">
            <w:pPr>
              <w:pStyle w:val="Formatvorlage2"/>
            </w:pPr>
            <w:r>
              <w:lastRenderedPageBreak/>
              <w:t>Pour toute publication de photos ou de textes, merci de bien vouloir nous adresser un exemplaire.</w:t>
            </w:r>
          </w:p>
        </w:tc>
      </w:tr>
    </w:tbl>
    <w:p w14:paraId="43A76718" w14:textId="77777777" w:rsidR="00AD7B27" w:rsidRPr="0038499F" w:rsidRDefault="00AD7B27" w:rsidP="006D7409">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F296C" w14:textId="77777777" w:rsidR="006818A5" w:rsidRDefault="006818A5">
      <w:r>
        <w:separator/>
      </w:r>
    </w:p>
  </w:endnote>
  <w:endnote w:type="continuationSeparator" w:id="0">
    <w:p w14:paraId="3791F321" w14:textId="77777777" w:rsidR="006818A5" w:rsidRDefault="00681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ok">
    <w:altName w:val="Calibri"/>
    <w:panose1 w:val="00000000000000000000"/>
    <w:charset w:val="00"/>
    <w:family w:val="modern"/>
    <w:notTrueType/>
    <w:pitch w:val="variable"/>
    <w:sig w:usb0="E00002FF" w:usb1="5001E4FB" w:usb2="00000000" w:usb3="00000000" w:csb0="0000019F" w:csb1="00000000"/>
  </w:font>
  <w:font w:name="Fedra Sans Alt Pro Medium">
    <w:altName w:val="Calibri"/>
    <w:panose1 w:val="00000000000000000000"/>
    <w:charset w:val="00"/>
    <w:family w:val="modern"/>
    <w:notTrueType/>
    <w:pitch w:val="variable"/>
    <w:sig w:usb0="E00002FF" w:usb1="5001E4F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2906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FD39B" w14:textId="77777777" w:rsidR="006818A5" w:rsidRDefault="006818A5">
      <w:r>
        <w:separator/>
      </w:r>
    </w:p>
  </w:footnote>
  <w:footnote w:type="continuationSeparator" w:id="0">
    <w:p w14:paraId="48E63756" w14:textId="77777777" w:rsidR="006818A5" w:rsidRDefault="006818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B3FAD" w14:textId="77777777" w:rsidR="00F71E39" w:rsidRDefault="00D313A4">
    <w:pPr>
      <w:pStyle w:val="Kopfzeile"/>
    </w:pPr>
    <w:r>
      <w:rPr>
        <w:noProof/>
      </w:rPr>
      <w:drawing>
        <wp:anchor distT="0" distB="0" distL="114300" distR="114300" simplePos="0" relativeHeight="251657728" behindDoc="1" locked="0" layoutInCell="1" allowOverlap="1" wp14:anchorId="49A30919" wp14:editId="0EA0D87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8A757A2"/>
    <w:multiLevelType w:val="hybridMultilevel"/>
    <w:tmpl w:val="2500D43C"/>
    <w:lvl w:ilvl="0" w:tplc="67B28C34">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4B9"/>
    <w:rsid w:val="000024D9"/>
    <w:rsid w:val="00003256"/>
    <w:rsid w:val="0001449A"/>
    <w:rsid w:val="0001520C"/>
    <w:rsid w:val="00026907"/>
    <w:rsid w:val="00040EBF"/>
    <w:rsid w:val="00043CF8"/>
    <w:rsid w:val="00064165"/>
    <w:rsid w:val="000675C7"/>
    <w:rsid w:val="00067D9E"/>
    <w:rsid w:val="00090045"/>
    <w:rsid w:val="00095303"/>
    <w:rsid w:val="000A1DF0"/>
    <w:rsid w:val="000A5CA3"/>
    <w:rsid w:val="000D0C02"/>
    <w:rsid w:val="000D2A27"/>
    <w:rsid w:val="000D4874"/>
    <w:rsid w:val="000E424C"/>
    <w:rsid w:val="000F2936"/>
    <w:rsid w:val="000F460B"/>
    <w:rsid w:val="000F565C"/>
    <w:rsid w:val="000F67C4"/>
    <w:rsid w:val="001025BB"/>
    <w:rsid w:val="0010792E"/>
    <w:rsid w:val="001128F1"/>
    <w:rsid w:val="00122F20"/>
    <w:rsid w:val="00122FEC"/>
    <w:rsid w:val="00137BD1"/>
    <w:rsid w:val="00145B48"/>
    <w:rsid w:val="001529E6"/>
    <w:rsid w:val="00156B0C"/>
    <w:rsid w:val="00166476"/>
    <w:rsid w:val="00166FB7"/>
    <w:rsid w:val="00171C51"/>
    <w:rsid w:val="001B7003"/>
    <w:rsid w:val="001C39FF"/>
    <w:rsid w:val="001D26E4"/>
    <w:rsid w:val="001E0780"/>
    <w:rsid w:val="001E1DA6"/>
    <w:rsid w:val="001F3432"/>
    <w:rsid w:val="002046D3"/>
    <w:rsid w:val="00234484"/>
    <w:rsid w:val="00253494"/>
    <w:rsid w:val="00254A9B"/>
    <w:rsid w:val="00255FE8"/>
    <w:rsid w:val="00272508"/>
    <w:rsid w:val="002769DE"/>
    <w:rsid w:val="002819C3"/>
    <w:rsid w:val="002A202C"/>
    <w:rsid w:val="002A6C79"/>
    <w:rsid w:val="002A7F37"/>
    <w:rsid w:val="002B55C4"/>
    <w:rsid w:val="002C00E2"/>
    <w:rsid w:val="002C36FE"/>
    <w:rsid w:val="002C58D4"/>
    <w:rsid w:val="002C5A66"/>
    <w:rsid w:val="002C6D41"/>
    <w:rsid w:val="002E48B5"/>
    <w:rsid w:val="002E59D6"/>
    <w:rsid w:val="002F18BB"/>
    <w:rsid w:val="002F466F"/>
    <w:rsid w:val="0031150D"/>
    <w:rsid w:val="003136F5"/>
    <w:rsid w:val="00324F84"/>
    <w:rsid w:val="00326F7E"/>
    <w:rsid w:val="00346D03"/>
    <w:rsid w:val="00350ACA"/>
    <w:rsid w:val="003514C3"/>
    <w:rsid w:val="00357C43"/>
    <w:rsid w:val="00364DEF"/>
    <w:rsid w:val="00375A48"/>
    <w:rsid w:val="0038244F"/>
    <w:rsid w:val="0038276B"/>
    <w:rsid w:val="0038499F"/>
    <w:rsid w:val="00385F1E"/>
    <w:rsid w:val="003914C5"/>
    <w:rsid w:val="00392D5F"/>
    <w:rsid w:val="003A1BA5"/>
    <w:rsid w:val="003A3600"/>
    <w:rsid w:val="003D61A2"/>
    <w:rsid w:val="003E0D26"/>
    <w:rsid w:val="003E378F"/>
    <w:rsid w:val="00414D1C"/>
    <w:rsid w:val="004176D4"/>
    <w:rsid w:val="00420F79"/>
    <w:rsid w:val="0042411A"/>
    <w:rsid w:val="004333E8"/>
    <w:rsid w:val="00440289"/>
    <w:rsid w:val="0044187A"/>
    <w:rsid w:val="00446899"/>
    <w:rsid w:val="00447689"/>
    <w:rsid w:val="0046235C"/>
    <w:rsid w:val="004629AD"/>
    <w:rsid w:val="004806AF"/>
    <w:rsid w:val="00486878"/>
    <w:rsid w:val="004B62AB"/>
    <w:rsid w:val="004C4FDA"/>
    <w:rsid w:val="004C503A"/>
    <w:rsid w:val="004C6620"/>
    <w:rsid w:val="004E057A"/>
    <w:rsid w:val="004E2322"/>
    <w:rsid w:val="004E2BD7"/>
    <w:rsid w:val="004E3AF9"/>
    <w:rsid w:val="00510191"/>
    <w:rsid w:val="005254BE"/>
    <w:rsid w:val="0052731B"/>
    <w:rsid w:val="005352AC"/>
    <w:rsid w:val="00545BBA"/>
    <w:rsid w:val="00551FCB"/>
    <w:rsid w:val="00552DC0"/>
    <w:rsid w:val="0055550C"/>
    <w:rsid w:val="00563DB6"/>
    <w:rsid w:val="00563E60"/>
    <w:rsid w:val="00592833"/>
    <w:rsid w:val="00594131"/>
    <w:rsid w:val="005A214B"/>
    <w:rsid w:val="005A3974"/>
    <w:rsid w:val="005A5DC6"/>
    <w:rsid w:val="005A6A38"/>
    <w:rsid w:val="005A7C57"/>
    <w:rsid w:val="005D4DF7"/>
    <w:rsid w:val="005E06F2"/>
    <w:rsid w:val="005E1468"/>
    <w:rsid w:val="005E314D"/>
    <w:rsid w:val="005E3E61"/>
    <w:rsid w:val="005F2A75"/>
    <w:rsid w:val="005F3D5F"/>
    <w:rsid w:val="005F7B2E"/>
    <w:rsid w:val="006016B0"/>
    <w:rsid w:val="0061051B"/>
    <w:rsid w:val="0061253D"/>
    <w:rsid w:val="00617358"/>
    <w:rsid w:val="00617D76"/>
    <w:rsid w:val="0062698B"/>
    <w:rsid w:val="006279BD"/>
    <w:rsid w:val="00630405"/>
    <w:rsid w:val="00634A59"/>
    <w:rsid w:val="006418BD"/>
    <w:rsid w:val="006446D6"/>
    <w:rsid w:val="00656A7F"/>
    <w:rsid w:val="00656FEE"/>
    <w:rsid w:val="00667448"/>
    <w:rsid w:val="00667A97"/>
    <w:rsid w:val="006818A5"/>
    <w:rsid w:val="006821A9"/>
    <w:rsid w:val="006866DF"/>
    <w:rsid w:val="006901B4"/>
    <w:rsid w:val="00692205"/>
    <w:rsid w:val="006944D9"/>
    <w:rsid w:val="006A2FD7"/>
    <w:rsid w:val="006A7184"/>
    <w:rsid w:val="006B6CD1"/>
    <w:rsid w:val="006B7979"/>
    <w:rsid w:val="006C044C"/>
    <w:rsid w:val="006C6D45"/>
    <w:rsid w:val="006D362A"/>
    <w:rsid w:val="006D7409"/>
    <w:rsid w:val="006E5CC8"/>
    <w:rsid w:val="00701954"/>
    <w:rsid w:val="00703943"/>
    <w:rsid w:val="007046C4"/>
    <w:rsid w:val="007148FF"/>
    <w:rsid w:val="00716BDB"/>
    <w:rsid w:val="00717456"/>
    <w:rsid w:val="0072733A"/>
    <w:rsid w:val="00730E66"/>
    <w:rsid w:val="00737DE1"/>
    <w:rsid w:val="00751517"/>
    <w:rsid w:val="00757DDE"/>
    <w:rsid w:val="00764AAC"/>
    <w:rsid w:val="007661DE"/>
    <w:rsid w:val="007871C1"/>
    <w:rsid w:val="0079193B"/>
    <w:rsid w:val="00794A4F"/>
    <w:rsid w:val="007A2F3C"/>
    <w:rsid w:val="007A5EB4"/>
    <w:rsid w:val="007A6E1C"/>
    <w:rsid w:val="007C50D1"/>
    <w:rsid w:val="007C5C24"/>
    <w:rsid w:val="007E2B7F"/>
    <w:rsid w:val="007F3F54"/>
    <w:rsid w:val="007F43E0"/>
    <w:rsid w:val="00801D78"/>
    <w:rsid w:val="008078CF"/>
    <w:rsid w:val="008171AF"/>
    <w:rsid w:val="008172B4"/>
    <w:rsid w:val="0083465B"/>
    <w:rsid w:val="00835351"/>
    <w:rsid w:val="008366E0"/>
    <w:rsid w:val="008429DC"/>
    <w:rsid w:val="0085079E"/>
    <w:rsid w:val="00852D9D"/>
    <w:rsid w:val="00853823"/>
    <w:rsid w:val="00857800"/>
    <w:rsid w:val="008624B9"/>
    <w:rsid w:val="00862ED2"/>
    <w:rsid w:val="0086386E"/>
    <w:rsid w:val="00865876"/>
    <w:rsid w:val="00871847"/>
    <w:rsid w:val="0088698F"/>
    <w:rsid w:val="00894ADF"/>
    <w:rsid w:val="008A6F1F"/>
    <w:rsid w:val="008C3491"/>
    <w:rsid w:val="008C4A61"/>
    <w:rsid w:val="008C5079"/>
    <w:rsid w:val="008D2B30"/>
    <w:rsid w:val="008D3232"/>
    <w:rsid w:val="008D7633"/>
    <w:rsid w:val="008F3A05"/>
    <w:rsid w:val="009002BB"/>
    <w:rsid w:val="00910883"/>
    <w:rsid w:val="00917002"/>
    <w:rsid w:val="009202D9"/>
    <w:rsid w:val="0092580A"/>
    <w:rsid w:val="0093490C"/>
    <w:rsid w:val="0093664F"/>
    <w:rsid w:val="0094396F"/>
    <w:rsid w:val="00943EB0"/>
    <w:rsid w:val="00945CA5"/>
    <w:rsid w:val="009553BC"/>
    <w:rsid w:val="009557EA"/>
    <w:rsid w:val="00963959"/>
    <w:rsid w:val="00963D60"/>
    <w:rsid w:val="0096600A"/>
    <w:rsid w:val="00966317"/>
    <w:rsid w:val="009862E3"/>
    <w:rsid w:val="009B067B"/>
    <w:rsid w:val="009B4822"/>
    <w:rsid w:val="009B5300"/>
    <w:rsid w:val="009B5DE9"/>
    <w:rsid w:val="009C4C42"/>
    <w:rsid w:val="009D0CC8"/>
    <w:rsid w:val="009D3954"/>
    <w:rsid w:val="009D6C04"/>
    <w:rsid w:val="009E28F9"/>
    <w:rsid w:val="009E7597"/>
    <w:rsid w:val="00A12A8B"/>
    <w:rsid w:val="00A14556"/>
    <w:rsid w:val="00A17D84"/>
    <w:rsid w:val="00A22DF2"/>
    <w:rsid w:val="00A23065"/>
    <w:rsid w:val="00A2339E"/>
    <w:rsid w:val="00A24651"/>
    <w:rsid w:val="00A25EB9"/>
    <w:rsid w:val="00A32395"/>
    <w:rsid w:val="00A40AB4"/>
    <w:rsid w:val="00A532F4"/>
    <w:rsid w:val="00A64B65"/>
    <w:rsid w:val="00A6502B"/>
    <w:rsid w:val="00A661F8"/>
    <w:rsid w:val="00A6672B"/>
    <w:rsid w:val="00A67306"/>
    <w:rsid w:val="00A746A2"/>
    <w:rsid w:val="00A82224"/>
    <w:rsid w:val="00A87388"/>
    <w:rsid w:val="00A87496"/>
    <w:rsid w:val="00A927D0"/>
    <w:rsid w:val="00A9705C"/>
    <w:rsid w:val="00A97B0A"/>
    <w:rsid w:val="00AA224C"/>
    <w:rsid w:val="00AA6262"/>
    <w:rsid w:val="00AB1EC7"/>
    <w:rsid w:val="00AD4128"/>
    <w:rsid w:val="00AD7705"/>
    <w:rsid w:val="00AD7B27"/>
    <w:rsid w:val="00AE060B"/>
    <w:rsid w:val="00AE06DB"/>
    <w:rsid w:val="00AE4809"/>
    <w:rsid w:val="00B057B0"/>
    <w:rsid w:val="00B11AB7"/>
    <w:rsid w:val="00B239B4"/>
    <w:rsid w:val="00B25B92"/>
    <w:rsid w:val="00B3687B"/>
    <w:rsid w:val="00B41B50"/>
    <w:rsid w:val="00B47777"/>
    <w:rsid w:val="00B47ADF"/>
    <w:rsid w:val="00B544F0"/>
    <w:rsid w:val="00B55070"/>
    <w:rsid w:val="00B62ECB"/>
    <w:rsid w:val="00B63C95"/>
    <w:rsid w:val="00B63E35"/>
    <w:rsid w:val="00B73383"/>
    <w:rsid w:val="00B823C5"/>
    <w:rsid w:val="00B84773"/>
    <w:rsid w:val="00B84CC8"/>
    <w:rsid w:val="00B908A8"/>
    <w:rsid w:val="00B92EF0"/>
    <w:rsid w:val="00B93961"/>
    <w:rsid w:val="00BA5B2A"/>
    <w:rsid w:val="00BD76B1"/>
    <w:rsid w:val="00BE62B4"/>
    <w:rsid w:val="00BE69F6"/>
    <w:rsid w:val="00BF6132"/>
    <w:rsid w:val="00C02C5D"/>
    <w:rsid w:val="00C14A00"/>
    <w:rsid w:val="00C14D9A"/>
    <w:rsid w:val="00C24B77"/>
    <w:rsid w:val="00C2717C"/>
    <w:rsid w:val="00C33A1F"/>
    <w:rsid w:val="00C47964"/>
    <w:rsid w:val="00C52D3B"/>
    <w:rsid w:val="00C53FE3"/>
    <w:rsid w:val="00C55524"/>
    <w:rsid w:val="00C615A2"/>
    <w:rsid w:val="00C65852"/>
    <w:rsid w:val="00C72B49"/>
    <w:rsid w:val="00C77106"/>
    <w:rsid w:val="00C805A1"/>
    <w:rsid w:val="00C87836"/>
    <w:rsid w:val="00C92A2E"/>
    <w:rsid w:val="00CA66F5"/>
    <w:rsid w:val="00CA6BD1"/>
    <w:rsid w:val="00CB6D80"/>
    <w:rsid w:val="00CE16F1"/>
    <w:rsid w:val="00CE5038"/>
    <w:rsid w:val="00CE5448"/>
    <w:rsid w:val="00CE5488"/>
    <w:rsid w:val="00CE63E0"/>
    <w:rsid w:val="00CF6534"/>
    <w:rsid w:val="00CF72EF"/>
    <w:rsid w:val="00CF7462"/>
    <w:rsid w:val="00D04FE4"/>
    <w:rsid w:val="00D313A4"/>
    <w:rsid w:val="00D31A03"/>
    <w:rsid w:val="00D32108"/>
    <w:rsid w:val="00D45693"/>
    <w:rsid w:val="00D47D4E"/>
    <w:rsid w:val="00D55DC3"/>
    <w:rsid w:val="00D57457"/>
    <w:rsid w:val="00D64F60"/>
    <w:rsid w:val="00D82EF0"/>
    <w:rsid w:val="00DA2153"/>
    <w:rsid w:val="00DA218A"/>
    <w:rsid w:val="00DA2662"/>
    <w:rsid w:val="00DB44DA"/>
    <w:rsid w:val="00DB4ACB"/>
    <w:rsid w:val="00DB553E"/>
    <w:rsid w:val="00DC032C"/>
    <w:rsid w:val="00DC1F2A"/>
    <w:rsid w:val="00DC6464"/>
    <w:rsid w:val="00DE3025"/>
    <w:rsid w:val="00DE6A4B"/>
    <w:rsid w:val="00DF14F3"/>
    <w:rsid w:val="00DF1C10"/>
    <w:rsid w:val="00DF1EE2"/>
    <w:rsid w:val="00E03F6F"/>
    <w:rsid w:val="00E04C83"/>
    <w:rsid w:val="00E10276"/>
    <w:rsid w:val="00E14DD8"/>
    <w:rsid w:val="00E155F0"/>
    <w:rsid w:val="00E17E89"/>
    <w:rsid w:val="00E20D4D"/>
    <w:rsid w:val="00E2358B"/>
    <w:rsid w:val="00E33679"/>
    <w:rsid w:val="00E34020"/>
    <w:rsid w:val="00E3479A"/>
    <w:rsid w:val="00E6313B"/>
    <w:rsid w:val="00E66783"/>
    <w:rsid w:val="00E76C0B"/>
    <w:rsid w:val="00E76D9B"/>
    <w:rsid w:val="00E77789"/>
    <w:rsid w:val="00E80515"/>
    <w:rsid w:val="00E954AC"/>
    <w:rsid w:val="00EA2954"/>
    <w:rsid w:val="00EB30FA"/>
    <w:rsid w:val="00EB511E"/>
    <w:rsid w:val="00EB632F"/>
    <w:rsid w:val="00EC1396"/>
    <w:rsid w:val="00EC35D7"/>
    <w:rsid w:val="00EE123F"/>
    <w:rsid w:val="00EF15B4"/>
    <w:rsid w:val="00EF2F06"/>
    <w:rsid w:val="00EF66C8"/>
    <w:rsid w:val="00F0149D"/>
    <w:rsid w:val="00F05D3F"/>
    <w:rsid w:val="00F10E71"/>
    <w:rsid w:val="00F142BE"/>
    <w:rsid w:val="00F222EB"/>
    <w:rsid w:val="00F25601"/>
    <w:rsid w:val="00F344B8"/>
    <w:rsid w:val="00F41966"/>
    <w:rsid w:val="00F445E5"/>
    <w:rsid w:val="00F45D74"/>
    <w:rsid w:val="00F516C4"/>
    <w:rsid w:val="00F6067C"/>
    <w:rsid w:val="00F61445"/>
    <w:rsid w:val="00F65557"/>
    <w:rsid w:val="00F71E39"/>
    <w:rsid w:val="00F73478"/>
    <w:rsid w:val="00F82E34"/>
    <w:rsid w:val="00F84C8D"/>
    <w:rsid w:val="00FA07A1"/>
    <w:rsid w:val="00FA3E25"/>
    <w:rsid w:val="00FB5A18"/>
    <w:rsid w:val="00FC7067"/>
    <w:rsid w:val="00FD07B9"/>
    <w:rsid w:val="00FD182E"/>
    <w:rsid w:val="00FD65D4"/>
    <w:rsid w:val="00FE1822"/>
    <w:rsid w:val="00FE1C52"/>
    <w:rsid w:val="00FE226B"/>
    <w:rsid w:val="00FE3AB9"/>
    <w:rsid w:val="00FE5073"/>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9D527"/>
  <w15:docId w15:val="{D3BD76FE-BDFF-4E8E-97BD-9B0890A05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667A97"/>
    <w:rPr>
      <w:rFonts w:ascii="Arial" w:hAnsi="Arial"/>
      <w:b/>
      <w:bCs/>
      <w:sz w:val="24"/>
      <w:szCs w:val="28"/>
    </w:rPr>
  </w:style>
  <w:style w:type="paragraph" w:customStyle="1" w:styleId="Default">
    <w:name w:val="Default"/>
    <w:basedOn w:val="Standard"/>
    <w:rsid w:val="002C58D4"/>
    <w:pPr>
      <w:autoSpaceDE w:val="0"/>
      <w:autoSpaceDN w:val="0"/>
      <w:spacing w:line="240" w:lineRule="auto"/>
    </w:pPr>
    <w:rPr>
      <w:rFonts w:ascii="Fedra Sans Alt Pro Book" w:eastAsiaTheme="minorHAnsi" w:hAnsi="Fedra Sans Alt Pro Book" w:cs="Calibri"/>
      <w:color w:val="000000"/>
      <w:sz w:val="24"/>
      <w:szCs w:val="24"/>
    </w:rPr>
  </w:style>
  <w:style w:type="character" w:customStyle="1" w:styleId="A3">
    <w:name w:val="A3"/>
    <w:uiPriority w:val="99"/>
    <w:rsid w:val="00043CF8"/>
    <w:rPr>
      <w:rFonts w:ascii="Times New Roman" w:hAnsi="Times New Roman" w:cs="Fedra Sans Alt Pro Book"/>
      <w:color w:val="000000"/>
      <w:sz w:val="60"/>
      <w:szCs w:val="60"/>
    </w:rPr>
  </w:style>
  <w:style w:type="paragraph" w:customStyle="1" w:styleId="Pa1">
    <w:name w:val="Pa1"/>
    <w:basedOn w:val="Default"/>
    <w:next w:val="Default"/>
    <w:uiPriority w:val="99"/>
    <w:rsid w:val="00B25B92"/>
    <w:pPr>
      <w:adjustRightInd w:val="0"/>
      <w:spacing w:line="241" w:lineRule="atLeast"/>
    </w:pPr>
    <w:rPr>
      <w:rFonts w:ascii="Fedra Sans Alt Pro Medium" w:eastAsia="Times New Roman" w:hAnsi="Fedra Sans Alt Pro Medium" w:cs="Times New Roman"/>
      <w:color w:val="auto"/>
    </w:rPr>
  </w:style>
  <w:style w:type="character" w:customStyle="1" w:styleId="A4">
    <w:name w:val="A4"/>
    <w:uiPriority w:val="99"/>
    <w:rsid w:val="00B25B92"/>
    <w:rPr>
      <w:rFonts w:ascii="Times New Roman" w:hAnsi="Times New Roman" w:cs="Fedra Sans Alt Pro Medium"/>
      <w:color w:val="000000"/>
      <w:sz w:val="28"/>
      <w:szCs w:val="28"/>
    </w:rPr>
  </w:style>
  <w:style w:type="character" w:customStyle="1" w:styleId="A5">
    <w:name w:val="A5"/>
    <w:uiPriority w:val="99"/>
    <w:rsid w:val="00B25B92"/>
    <w:rPr>
      <w:rFonts w:ascii="Fedra Sans Alt Pro Book" w:hAnsi="Fedra Sans Alt Pro Book" w:cs="Fedra Sans Alt Pro Book"/>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916863791">
      <w:bodyDiv w:val="1"/>
      <w:marLeft w:val="0"/>
      <w:marRight w:val="0"/>
      <w:marTop w:val="0"/>
      <w:marBottom w:val="0"/>
      <w:divBdr>
        <w:top w:val="none" w:sz="0" w:space="0" w:color="auto"/>
        <w:left w:val="none" w:sz="0" w:space="0" w:color="auto"/>
        <w:bottom w:val="none" w:sz="0" w:space="0" w:color="auto"/>
        <w:right w:val="none" w:sz="0" w:space="0" w:color="auto"/>
      </w:divBdr>
    </w:div>
    <w:div w:id="194642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23F04-A61C-4D95-87F4-0D60E4EA5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626</Words>
  <Characters>3713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4331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Rückes, Janine</cp:lastModifiedBy>
  <cp:revision>3</cp:revision>
  <cp:lastPrinted>2007-09-03T14:44:00Z</cp:lastPrinted>
  <dcterms:created xsi:type="dcterms:W3CDTF">2021-12-09T14:14:00Z</dcterms:created>
  <dcterms:modified xsi:type="dcterms:W3CDTF">2022-02-22T09:14:00Z</dcterms:modified>
</cp:coreProperties>
</file>