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D49C7B" w14:textId="77777777" w:rsidR="005E1468" w:rsidRPr="0053075E" w:rsidRDefault="006B1AED" w:rsidP="005E1468">
      <w:pPr>
        <w:pStyle w:val="berschrift2"/>
      </w:pPr>
      <w:r>
        <w:t xml:space="preserve">Un aérateur polyvalent et silencieux signé SIEGENIA </w:t>
      </w:r>
    </w:p>
    <w:p w14:paraId="34840DB3" w14:textId="77777777" w:rsidR="00A82224" w:rsidRPr="003D2871" w:rsidRDefault="00A71651" w:rsidP="00A82224">
      <w:pPr>
        <w:pStyle w:val="berschrift1"/>
      </w:pPr>
      <w:r>
        <w:t xml:space="preserve">AEROVITAL ambience : également adapté à une implantation au plafond</w:t>
      </w:r>
    </w:p>
    <w:p w14:paraId="490E5EE6" w14:textId="77777777" w:rsidR="005E1468" w:rsidRPr="003D2871" w:rsidRDefault="005E1468" w:rsidP="005E1468"/>
    <w:p w14:paraId="475B7359" w14:textId="77777777" w:rsidR="00C4037C" w:rsidRDefault="00517CEE" w:rsidP="00A71651">
      <w:r>
        <w:t xml:space="preserve">Il assure l'arrivée d'air frais filtré lorsque la fenêtre est fermée et offre un confort ambiant à l'état pur : l'AEROVITAL ambience. L'aérateur mural de SIEGENIA convainc par son design contemporain plat et sa possibilité d'encastrement partiel dans le mur, et allie toute une série de caractéristiques à des atouts esthétiques, qui en font une solution haut de gamme adaptée aux exigences les plus élevées. </w:t>
      </w:r>
    </w:p>
    <w:p w14:paraId="1A64F659" w14:textId="77777777" w:rsidR="00C4037C" w:rsidRDefault="00C4037C" w:rsidP="00A71651"/>
    <w:p w14:paraId="2E4B8615" w14:textId="2ABC29A0" w:rsidR="003177E9" w:rsidRDefault="00B30264" w:rsidP="00A71651">
      <w:r>
        <w:t xml:space="preserve">Désormais, l'AEROVITAL ambience s'intègre avec une flexibilité accrue dans l'architecture du bâtiment : outre le montage par encastrement partiel dans le mur, il est également possible de l'installer sous les plafonds ou en mansarde au dernier étage. Un maximum de flexibilité est donc garanti, faisant de l'aérateur une solution idéale pour les bâtiments offrant peu d'espace au niveau du mur extérieur ainsi qu'en cas de montage au plafond offrant un confort visuel accru. À cet effet, SIEGENIA propose une variété de sets de montage : un set pour le montage au plafond, un boîtier de montage de base pour les parois latérales ainsi que des sets de canaux d'air et un prolongateur. Le canal d'ébrasement AERO EPP offre également toutes les possibilités pour le montage mural. Il combine un design discret avec une très bonne isolation phonique et un positionnement flexible en fonction des conditions sur site – aussi bien à l'intérieur qu'à l'extérieur du bâtiment. </w:t>
      </w:r>
    </w:p>
    <w:p w14:paraId="22638DA0" w14:textId="77777777" w:rsidR="00D42EA3" w:rsidRPr="000B384E" w:rsidRDefault="00A71651" w:rsidP="00D42EA3">
      <w:pPr>
        <w:pStyle w:val="berschrift4"/>
      </w:pPr>
      <w:r>
        <w:t xml:space="preserve">Un système polyvalent d'excellence, à la hauteur des plus hautes exigences</w:t>
      </w:r>
    </w:p>
    <w:p w14:paraId="603CFD3A" w14:textId="7DC04F15" w:rsidR="00866C1D" w:rsidRPr="00345845" w:rsidRDefault="00A71651" w:rsidP="00DE3350">
      <w:pPr>
        <w:rPr>
          <w:strike/>
        </w:rPr>
      </w:pPr>
      <w:r>
        <w:t xml:space="preserve">En matière de confort ambiant, le puissant et polyvalent AEROVITAL ambience possède de nombreux atouts, à commencer par son débit d'air élevé pouvant atteindre 60 m³/h, associé à un niveau sonore extrêmement faible. Les nuisances sonores extérieures sont reléguées au second plan grâce à son isolation phonique de premier ordre (jusqu'à 58 dB). Son excellent degré de récupération de chaleur, de 85 pour cent, et ses ventilateurs EC à économie d'énergie en font un atout de premier choix en termes d'efficacité énergétique</w:t>
      </w:r>
      <w:bookmarkStart w:id="0" w:name="_Hlk499886988"/>
      <w:r>
        <w:t xml:space="preserve">.</w:t>
      </w:r>
    </w:p>
    <w:p w14:paraId="1ECB8C90" w14:textId="77777777" w:rsidR="00866C1D" w:rsidRDefault="00866C1D" w:rsidP="00DE3350"/>
    <w:p w14:paraId="01DC38C6" w14:textId="77777777" w:rsidR="00532C14" w:rsidRDefault="00D42EA3" w:rsidP="00532C14">
      <w:r>
        <w:t xml:space="preserve">La conduite d’air innovante de l’échangeur thermique céramique est elle aussi unique en son genre. L'échangeur n'empêche pas seulement le dessèchement de l'air ambiant en hiver, il dispose également d'un guidage d'air novateur, qui assure une circulation continue d'air entrant et sortant, pour un haut degré de confort et de bien-être. </w:t>
      </w:r>
      <w:bookmarkEnd w:id="0"/>
      <w:r>
        <w:t xml:space="preserve">La fonction de dérivation est également intelligente. Elle empêche, durant les mois d'été, que l'air entrant ne soit chauffé à travers l'échangeur thermique en pénétrant dans le bâtiment. </w:t>
      </w:r>
    </w:p>
    <w:p w14:paraId="787AA9D7" w14:textId="77777777" w:rsidR="00532C14" w:rsidRDefault="001F03F3" w:rsidP="00DE66C6">
      <w:pPr>
        <w:pStyle w:val="berschrift4"/>
      </w:pPr>
      <w:r>
        <w:t xml:space="preserve">Une aération sur mesure en toute simplicité, également via l'application </w:t>
      </w:r>
    </w:p>
    <w:p w14:paraId="14D299DE" w14:textId="1197BC27" w:rsidR="000C44DE" w:rsidRPr="00DE66C6" w:rsidRDefault="00F021DE" w:rsidP="00DE3350">
      <w:pPr>
        <w:rPr>
          <w:rFonts w:cs="Arial"/>
          <w:color w:val="FF0000"/>
          <w:szCs w:val="20"/>
        </w:rPr>
      </w:pPr>
      <w:r>
        <w:t xml:space="preserve">La variante smart de l'AEROVITAL ambience est particulièrement performante. Plusieurs caractéristiques assurent une aération sur mesure. En plus d'une commande progressive du débit d'air, cet aérateur est également équipé d'une sonde de mesure de l'humidité ainsi que d'une minuterie. Les utilisateurs finaux peuvent ainsi bénéficier d'une ventilation adaptée aux besoins, même en cas d'absence ou pendant les vacances. Jour de la semaine, heure de départ et débit d'air sont programmables de manière flexible pour différents scénarios. Le détecteur de qualité de l'air intégré offre en outre un confort ambiant optimal : il assure l'activation et la désactivation de l'aérateur en fonction </w:t>
      </w:r>
      <w:r>
        <w:rPr>
          <w:rFonts w:ascii="Arial" w:hAnsi="Arial" w:cs="Arial"/>
          <w:szCs w:val="20"/>
        </w:rPr>
        <w:t xml:space="preserve">des valeurs de mesure correspondantes.</w:t>
      </w:r>
      <w:r>
        <w:rPr>
          <w:rFonts w:ascii="Arial" w:hAnsi="Arial" w:cs="Arial"/>
          <w:szCs w:val="20"/>
        </w:rPr>
        <w:t xml:space="preserve"> </w:t>
      </w:r>
      <w:r>
        <w:t xml:space="preserve">Intégré dans l'application SIEGENIA Comfort, l'AEROVITAL ambience smart se démarque par son confort d'utilisation. </w:t>
      </w:r>
    </w:p>
    <w:p w14:paraId="6E658E52" w14:textId="77777777" w:rsidR="000C44DE" w:rsidRDefault="000C44DE" w:rsidP="000C44DE">
      <w:pPr>
        <w:rPr>
          <w:szCs w:val="20"/>
        </w:rPr>
      </w:pPr>
    </w:p>
    <w:p w14:paraId="4911D43A" w14:textId="77777777" w:rsidR="00F147CC" w:rsidRPr="00515CC3" w:rsidRDefault="00F147CC" w:rsidP="00F147CC">
      <w:pPr>
        <w:rPr>
          <w:rFonts w:cs="Arial"/>
          <w:szCs w:val="20"/>
        </w:rPr>
      </w:pPr>
    </w:p>
    <w:p w14:paraId="4C079966" w14:textId="77777777" w:rsidR="00CC3663" w:rsidRDefault="00CC3663" w:rsidP="00D42EA3"/>
    <w:p w14:paraId="5A94C036" w14:textId="41EA7203" w:rsidR="00CC3663" w:rsidRDefault="00CC3663" w:rsidP="00D42EA3"/>
    <w:p w14:paraId="5A24A89E" w14:textId="07282C37" w:rsidR="0013362D" w:rsidRDefault="0013362D" w:rsidP="00D42EA3"/>
    <w:p w14:paraId="2B34E7FD" w14:textId="311AA227" w:rsidR="0013362D" w:rsidRDefault="0013362D" w:rsidP="00D42EA3"/>
    <w:p w14:paraId="65CB7D65" w14:textId="1B15141A" w:rsidR="0013362D" w:rsidRDefault="0013362D" w:rsidP="00D42EA3"/>
    <w:p w14:paraId="12B0F653" w14:textId="245FB5AA" w:rsidR="0013362D" w:rsidRDefault="0013362D" w:rsidP="00D42EA3"/>
    <w:p w14:paraId="4648838E" w14:textId="77777777" w:rsidR="00F37B3D" w:rsidRDefault="00F37B3D" w:rsidP="00D42EA3"/>
    <w:p w14:paraId="1E611DB3" w14:textId="12A6CE51" w:rsidR="0013362D" w:rsidRDefault="0013362D" w:rsidP="00D42EA3"/>
    <w:p w14:paraId="62270D85" w14:textId="77777777" w:rsidR="0013362D" w:rsidRDefault="0013362D" w:rsidP="00D42EA3"/>
    <w:p w14:paraId="179EAF83" w14:textId="77777777" w:rsidR="00CC3663" w:rsidRPr="00563EF6" w:rsidRDefault="00CC3663" w:rsidP="00D42EA3"/>
    <w:p w14:paraId="3DBFEA8A" w14:textId="77777777" w:rsidR="005E1468" w:rsidRDefault="005E1468" w:rsidP="005A7C57">
      <w:pPr>
        <w:pStyle w:val="berschrift4"/>
      </w:pPr>
      <w:r>
        <w:t xml:space="preserve">Légendes</w:t>
      </w:r>
    </w:p>
    <w:p w14:paraId="06958195" w14:textId="77777777" w:rsidR="002A7F37" w:rsidRDefault="002A7F37" w:rsidP="002A7F37">
      <w:r>
        <w:t xml:space="preserve">Source d'image : SIEGENIA</w:t>
      </w:r>
    </w:p>
    <w:p w14:paraId="3098F59D" w14:textId="77777777" w:rsidR="002A7F37" w:rsidRPr="002A7F37" w:rsidRDefault="002A7F37" w:rsidP="002A7F37"/>
    <w:p w14:paraId="7713629F" w14:textId="669849A0" w:rsidR="00E22F04" w:rsidRPr="0013362D" w:rsidRDefault="005E1468" w:rsidP="00E22F04">
      <w:pPr>
        <w:rPr>
          <w:bCs/>
          <w:i/>
          <w:lang w:val="it-IT"/>
        </w:rPr>
      </w:pPr>
      <w:r>
        <w:rPr>
          <w:bCs/>
          <w:i/>
        </w:rPr>
        <w:t xml:space="preserve">Sujet I : SIE_AERO_AEROVITAL ambience_abgehangene Decke.jpg </w:t>
      </w:r>
    </w:p>
    <w:p w14:paraId="3DBB5EC1" w14:textId="77777777" w:rsidR="006D518D" w:rsidRDefault="006D518D" w:rsidP="005E1468">
      <w:r>
        <w:t xml:space="preserve">Flexibilité maximale : outre la possibilité de montage dans un mur, l'aérateur mural haut de gamme AEROVITAL ambience de SIEGENIA peut également être installé sous les plafonds ou le long d'une paroi latérale au dernier étage</w:t>
      </w:r>
    </w:p>
    <w:p w14:paraId="582EE8A8" w14:textId="77777777" w:rsidR="006D518D" w:rsidRDefault="006D518D" w:rsidP="005E1468"/>
    <w:p w14:paraId="11D0C044" w14:textId="4FDA8F44" w:rsidR="006D518D" w:rsidRPr="006D518D" w:rsidRDefault="006D518D" w:rsidP="006D518D">
      <w:pPr>
        <w:rPr>
          <w:bCs/>
          <w:i/>
          <w:lang w:val="it-IT"/>
        </w:rPr>
      </w:pPr>
      <w:r>
        <w:rPr>
          <w:bCs/>
          <w:i/>
        </w:rPr>
        <w:t xml:space="preserve">Sujet II : SIE_AERO_AEROVITAL ambience_seitlich.jpg </w:t>
      </w:r>
    </w:p>
    <w:p w14:paraId="106CAE73" w14:textId="77777777" w:rsidR="005E1468" w:rsidRPr="00E22F04" w:rsidRDefault="00E22F04" w:rsidP="005E1468">
      <w:r>
        <w:t xml:space="preserve">L'AEROVITAL ambience smart convainc par un design moderne, une isolation phonique performante, un débit d'air élevé et une efficacité énergétique hors pair.</w:t>
      </w:r>
    </w:p>
    <w:p w14:paraId="346D18AB" w14:textId="77777777" w:rsidR="00E22F04" w:rsidRPr="00E22F04" w:rsidRDefault="00E22F04" w:rsidP="005E1468"/>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1B6B6306" w14:textId="77777777" w:rsidTr="0044187A">
        <w:tc>
          <w:tcPr>
            <w:tcW w:w="3348" w:type="dxa"/>
            <w:tcBorders>
              <w:top w:val="nil"/>
              <w:left w:val="nil"/>
              <w:bottom w:val="nil"/>
              <w:right w:val="nil"/>
            </w:tcBorders>
          </w:tcPr>
          <w:p w14:paraId="1C99CFA9" w14:textId="77777777" w:rsidR="008D7633" w:rsidRPr="0044187A" w:rsidRDefault="008D7633" w:rsidP="007A5EB4">
            <w:pPr>
              <w:pStyle w:val="Formatvorlage2"/>
              <w:rPr>
                <w:u w:val="single"/>
              </w:rPr>
            </w:pPr>
            <w:r>
              <w:rPr>
                <w:u w:val="single"/>
              </w:rPr>
              <w:t xml:space="preserve">Éditeur</w:t>
            </w:r>
          </w:p>
          <w:p w14:paraId="53C03C44" w14:textId="77777777" w:rsidR="008D7633" w:rsidRDefault="008D7633" w:rsidP="007A5EB4">
            <w:pPr>
              <w:pStyle w:val="Formatvorlage2"/>
            </w:pPr>
            <w:r>
              <w:t xml:space="preserve">GROUPE SIEGENIA</w:t>
            </w:r>
          </w:p>
          <w:p w14:paraId="10D4ED8C" w14:textId="77777777" w:rsidR="008D7633" w:rsidRDefault="008D7633" w:rsidP="007A5EB4">
            <w:pPr>
              <w:pStyle w:val="Formatvorlage2"/>
            </w:pPr>
            <w:r>
              <w:t xml:space="preserve">Marketing et communication</w:t>
            </w:r>
          </w:p>
          <w:p w14:paraId="53A9DC77" w14:textId="77777777" w:rsidR="008D7633" w:rsidRDefault="008D7633" w:rsidP="007A5EB4">
            <w:pPr>
              <w:pStyle w:val="Formatvorlage2"/>
            </w:pPr>
            <w:r>
              <w:t xml:space="preserve">Industriestraße 1-3</w:t>
            </w:r>
          </w:p>
          <w:p w14:paraId="367B9B72" w14:textId="77777777" w:rsidR="008D7633" w:rsidRDefault="008D7633" w:rsidP="007A5EB4">
            <w:pPr>
              <w:pStyle w:val="Formatvorlage2"/>
            </w:pPr>
            <w:r>
              <w:t xml:space="preserve">D - 57234 Wilnsdorf</w:t>
            </w:r>
          </w:p>
          <w:p w14:paraId="3F073291" w14:textId="77777777" w:rsidR="008D7633" w:rsidRDefault="00FD182E" w:rsidP="007A5EB4">
            <w:pPr>
              <w:pStyle w:val="Formatvorlage2"/>
            </w:pPr>
            <w:r>
              <w:t xml:space="preserve">Tél. : +49 271 3931-412</w:t>
            </w:r>
          </w:p>
          <w:p w14:paraId="122BA977" w14:textId="77777777" w:rsidR="008D7633" w:rsidRDefault="008D7633" w:rsidP="007A5EB4">
            <w:pPr>
              <w:pStyle w:val="Formatvorlage2"/>
            </w:pPr>
            <w:r>
              <w:t xml:space="preserve">Fax : +49 271 3931-77412</w:t>
            </w:r>
          </w:p>
          <w:p w14:paraId="3010E3F8" w14:textId="77777777" w:rsidR="008D7633" w:rsidRPr="00392D5F" w:rsidRDefault="0088698F" w:rsidP="007A5EB4">
            <w:pPr>
              <w:pStyle w:val="Formatvorlage2"/>
            </w:pPr>
            <w:r>
              <w:t xml:space="preserve">E-mail : pr@siegenia.com</w:t>
            </w:r>
          </w:p>
          <w:p w14:paraId="13065B3E" w14:textId="77777777" w:rsidR="002E59D6" w:rsidRDefault="00510191" w:rsidP="007A5EB4">
            <w:pPr>
              <w:pStyle w:val="Formatvorlage2"/>
            </w:pPr>
            <w:r>
              <w:t xml:space="preserve">www.siegenia.com</w:t>
            </w:r>
          </w:p>
          <w:p w14:paraId="75E70B33"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BA58DC7" w14:textId="77777777" w:rsidR="008D7633" w:rsidRPr="0044187A" w:rsidRDefault="008D7633" w:rsidP="007A5EB4">
            <w:pPr>
              <w:pStyle w:val="Formatvorlage2"/>
              <w:rPr>
                <w:u w:val="single"/>
              </w:rPr>
            </w:pPr>
            <w:r>
              <w:rPr>
                <w:u w:val="single"/>
              </w:rPr>
              <w:t xml:space="preserve">Rédaction/Interlocuteur</w:t>
            </w:r>
          </w:p>
          <w:p w14:paraId="593CD4A6" w14:textId="77777777" w:rsidR="008D7633" w:rsidRDefault="008D7633" w:rsidP="007A5EB4">
            <w:pPr>
              <w:pStyle w:val="Formatvorlage2"/>
            </w:pPr>
            <w:r>
              <w:t xml:space="preserve">Kemper Kommunikation</w:t>
            </w:r>
          </w:p>
          <w:p w14:paraId="0DB6B77A" w14:textId="77777777" w:rsidR="008D7633" w:rsidRPr="00C33A1F" w:rsidRDefault="008D7633" w:rsidP="007A5EB4">
            <w:pPr>
              <w:pStyle w:val="Formatvorlage2"/>
            </w:pPr>
            <w:r>
              <w:t xml:space="preserve">Kirsten Kemper </w:t>
            </w:r>
          </w:p>
          <w:p w14:paraId="35A98EA0" w14:textId="22BA7549" w:rsidR="008D7633" w:rsidRPr="00C33A1F" w:rsidRDefault="0013362D" w:rsidP="007A5EB4">
            <w:pPr>
              <w:pStyle w:val="Formatvorlage2"/>
            </w:pPr>
            <w:r>
              <w:t xml:space="preserve">Am Milchbornbach 10</w:t>
            </w:r>
          </w:p>
          <w:p w14:paraId="44D158A8" w14:textId="0917CAE1" w:rsidR="008D7633" w:rsidRPr="00C33A1F" w:rsidRDefault="008D7633" w:rsidP="007A5EB4">
            <w:pPr>
              <w:pStyle w:val="Formatvorlage2"/>
            </w:pPr>
            <w:r>
              <w:t xml:space="preserve">D - 51429 Bergisch Gladbach </w:t>
              <w:br/>
              <w:t xml:space="preserve">Tél. : +49 2204 9644808</w:t>
            </w:r>
          </w:p>
          <w:p w14:paraId="5A3B8E10" w14:textId="77777777" w:rsidR="008D7633" w:rsidRPr="0013362D" w:rsidRDefault="0088698F" w:rsidP="007A5EB4">
            <w:pPr>
              <w:pStyle w:val="Formatvorlage2"/>
            </w:pPr>
            <w:r>
              <w:t xml:space="preserve">E-mail : info@kemper-kommunikation.de</w:t>
            </w:r>
          </w:p>
          <w:p w14:paraId="39C5E696" w14:textId="77777777" w:rsidR="008D7633" w:rsidRDefault="00716BDB" w:rsidP="007A5EB4">
            <w:pPr>
              <w:pStyle w:val="Formatvorlage2"/>
            </w:pPr>
            <w:r>
              <w:t xml:space="preserve">www.kemper-kommunikation.de</w:t>
            </w:r>
          </w:p>
          <w:p w14:paraId="782BDC1C" w14:textId="77777777" w:rsidR="00716BDB" w:rsidRPr="003F183E" w:rsidRDefault="00716BDB" w:rsidP="007A5EB4">
            <w:pPr>
              <w:pStyle w:val="Formatvorlage2"/>
            </w:pPr>
          </w:p>
        </w:tc>
        <w:tc>
          <w:tcPr>
            <w:tcW w:w="1800" w:type="dxa"/>
            <w:tcBorders>
              <w:top w:val="nil"/>
              <w:left w:val="nil"/>
              <w:bottom w:val="nil"/>
              <w:right w:val="nil"/>
            </w:tcBorders>
          </w:tcPr>
          <w:p w14:paraId="45A81349" w14:textId="77777777" w:rsidR="008D7633" w:rsidRPr="0044187A" w:rsidRDefault="008D7633" w:rsidP="007A5EB4">
            <w:pPr>
              <w:pStyle w:val="Formatvorlage2"/>
              <w:rPr>
                <w:u w:val="single"/>
              </w:rPr>
            </w:pPr>
            <w:r>
              <w:rPr>
                <w:u w:val="single"/>
              </w:rPr>
              <w:t xml:space="preserve">Informations sur le texte</w:t>
            </w:r>
          </w:p>
          <w:p w14:paraId="5BF8ADC3" w14:textId="77777777" w:rsidR="008D7633" w:rsidRPr="00C33A1F" w:rsidRDefault="008D7633" w:rsidP="007A5EB4">
            <w:pPr>
              <w:pStyle w:val="Formatvorlage2"/>
            </w:pPr>
            <w:r>
              <w:t xml:space="preserve">Pages : 2</w:t>
            </w:r>
          </w:p>
          <w:p w14:paraId="6E2EEE4D" w14:textId="39018CD2" w:rsidR="008D7633" w:rsidRPr="00C33A1F" w:rsidRDefault="008D7633" w:rsidP="007A5EB4">
            <w:pPr>
              <w:pStyle w:val="Formatvorlage2"/>
            </w:pPr>
            <w:r>
              <w:t xml:space="preserve">Mots : 428</w:t>
            </w:r>
          </w:p>
          <w:p w14:paraId="1978DF5C" w14:textId="1971F45E" w:rsidR="008D7633" w:rsidRPr="00F37B3D" w:rsidRDefault="008D7633" w:rsidP="007A5EB4">
            <w:pPr>
              <w:pStyle w:val="Formatvorlage2"/>
            </w:pPr>
            <w:r>
              <w:t xml:space="preserve">Caractères : 3 193</w:t>
              <w:br/>
              <w:t xml:space="preserve">(avec espaces)</w:t>
            </w:r>
          </w:p>
          <w:p w14:paraId="4D1D88BD" w14:textId="77777777" w:rsidR="008D7633" w:rsidRPr="00F37B3D" w:rsidRDefault="008D7633" w:rsidP="007A5EB4">
            <w:pPr>
              <w:pStyle w:val="Formatvorlage2"/>
            </w:pPr>
          </w:p>
          <w:p w14:paraId="01139CF8" w14:textId="449568E9" w:rsidR="008D7633" w:rsidRPr="00C33A1F" w:rsidRDefault="008D7633" w:rsidP="007A5EB4">
            <w:pPr>
              <w:pStyle w:val="Formatvorlage2"/>
            </w:pPr>
            <w:r>
              <w:t xml:space="preserve">Créé le : 08/07/2020</w:t>
            </w:r>
          </w:p>
          <w:p w14:paraId="6879958E" w14:textId="77777777" w:rsidR="008D7633" w:rsidRPr="0044187A" w:rsidRDefault="008D7633" w:rsidP="007A5EB4">
            <w:pPr>
              <w:pStyle w:val="Formatvorlage2"/>
              <w:rPr>
                <w:szCs w:val="20"/>
              </w:rPr>
            </w:pPr>
          </w:p>
        </w:tc>
      </w:tr>
      <w:tr w:rsidR="008D7633" w:rsidRPr="0044187A" w14:paraId="20C6E81C" w14:textId="77777777" w:rsidTr="0044187A">
        <w:tc>
          <w:tcPr>
            <w:tcW w:w="8208" w:type="dxa"/>
            <w:gridSpan w:val="3"/>
            <w:tcBorders>
              <w:top w:val="nil"/>
              <w:left w:val="nil"/>
              <w:bottom w:val="nil"/>
              <w:right w:val="nil"/>
            </w:tcBorders>
          </w:tcPr>
          <w:p w14:paraId="01C2947B" w14:textId="77777777" w:rsidR="008D7633" w:rsidRPr="003F183E" w:rsidRDefault="008D7633" w:rsidP="007A5EB4">
            <w:pPr>
              <w:pStyle w:val="Formatvorlage2"/>
            </w:pPr>
            <w:r>
              <w:t xml:space="preserve">Pour toute publication de photos ou de textes, merci de bien vouloir nous adresser un exemplaire.</w:t>
            </w:r>
          </w:p>
        </w:tc>
      </w:tr>
    </w:tbl>
    <w:p w14:paraId="09C34136"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BBEEA4" w14:textId="77777777" w:rsidR="00E75FBB" w:rsidRDefault="00E75FBB">
      <w:r>
        <w:separator/>
      </w:r>
    </w:p>
  </w:endnote>
  <w:endnote w:type="continuationSeparator" w:id="0">
    <w:p w14:paraId="76EBCDCF" w14:textId="77777777" w:rsidR="00E75FBB" w:rsidRDefault="00E75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5EA528"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358C11" w14:textId="77777777" w:rsidR="00E75FBB" w:rsidRDefault="00E75FBB">
      <w:r>
        <w:separator/>
      </w:r>
    </w:p>
  </w:footnote>
  <w:footnote w:type="continuationSeparator" w:id="0">
    <w:p w14:paraId="30750B01" w14:textId="77777777" w:rsidR="00E75FBB" w:rsidRDefault="00E75F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3FF227" w14:textId="77777777" w:rsidR="00F71E39" w:rsidRDefault="00D313A4">
    <w:pPr>
      <w:pStyle w:val="Kopfzeile"/>
    </w:pPr>
    <w:r>
      <w:rPr>
        <w:noProof/>
      </w:rPr>
      <w:drawing>
        <wp:anchor distT="0" distB="0" distL="114300" distR="114300" simplePos="0" relativeHeight="251657728" behindDoc="1" locked="0" layoutInCell="1" allowOverlap="1" wp14:anchorId="1EE09863" wp14:editId="2942C052">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C870CFE"/>
    <w:multiLevelType w:val="multilevel"/>
    <w:tmpl w:val="5C2EB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6EB72B0"/>
    <w:multiLevelType w:val="hybridMultilevel"/>
    <w:tmpl w:val="260867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A8A5500"/>
    <w:multiLevelType w:val="hybridMultilevel"/>
    <w:tmpl w:val="2BCA5D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4C0"/>
    <w:rsid w:val="000024D9"/>
    <w:rsid w:val="00003256"/>
    <w:rsid w:val="00012D65"/>
    <w:rsid w:val="0001449A"/>
    <w:rsid w:val="0001520C"/>
    <w:rsid w:val="00026907"/>
    <w:rsid w:val="00040EBF"/>
    <w:rsid w:val="00064165"/>
    <w:rsid w:val="000675C7"/>
    <w:rsid w:val="00086581"/>
    <w:rsid w:val="00090045"/>
    <w:rsid w:val="00095303"/>
    <w:rsid w:val="000A1DF0"/>
    <w:rsid w:val="000A2173"/>
    <w:rsid w:val="000A5CA3"/>
    <w:rsid w:val="000C44DE"/>
    <w:rsid w:val="000D0C02"/>
    <w:rsid w:val="000D2A27"/>
    <w:rsid w:val="000D4874"/>
    <w:rsid w:val="000E39CF"/>
    <w:rsid w:val="000E424C"/>
    <w:rsid w:val="000F2936"/>
    <w:rsid w:val="000F4EEB"/>
    <w:rsid w:val="000F565C"/>
    <w:rsid w:val="000F67C4"/>
    <w:rsid w:val="001025BB"/>
    <w:rsid w:val="0010792E"/>
    <w:rsid w:val="001128F1"/>
    <w:rsid w:val="00122F20"/>
    <w:rsid w:val="0013362D"/>
    <w:rsid w:val="00137BD1"/>
    <w:rsid w:val="00145B48"/>
    <w:rsid w:val="001529E6"/>
    <w:rsid w:val="00156B0C"/>
    <w:rsid w:val="00166476"/>
    <w:rsid w:val="00166FB7"/>
    <w:rsid w:val="00171C51"/>
    <w:rsid w:val="001B7003"/>
    <w:rsid w:val="001C39FF"/>
    <w:rsid w:val="001D26E4"/>
    <w:rsid w:val="001D5964"/>
    <w:rsid w:val="001E0780"/>
    <w:rsid w:val="001E1DA6"/>
    <w:rsid w:val="001F03F3"/>
    <w:rsid w:val="001F3432"/>
    <w:rsid w:val="002046D3"/>
    <w:rsid w:val="00206287"/>
    <w:rsid w:val="00206745"/>
    <w:rsid w:val="00253494"/>
    <w:rsid w:val="00254A9B"/>
    <w:rsid w:val="002556A2"/>
    <w:rsid w:val="00255FE8"/>
    <w:rsid w:val="00272508"/>
    <w:rsid w:val="002769DE"/>
    <w:rsid w:val="002819C3"/>
    <w:rsid w:val="00287371"/>
    <w:rsid w:val="00292A7A"/>
    <w:rsid w:val="002956C6"/>
    <w:rsid w:val="002A202C"/>
    <w:rsid w:val="002A4B11"/>
    <w:rsid w:val="002A7F37"/>
    <w:rsid w:val="002B0F6F"/>
    <w:rsid w:val="002C00E2"/>
    <w:rsid w:val="002C0124"/>
    <w:rsid w:val="002C36FE"/>
    <w:rsid w:val="002C5A66"/>
    <w:rsid w:val="002C6D41"/>
    <w:rsid w:val="002D7023"/>
    <w:rsid w:val="002E48B5"/>
    <w:rsid w:val="002E59D6"/>
    <w:rsid w:val="002E7B34"/>
    <w:rsid w:val="002F18BB"/>
    <w:rsid w:val="002F466F"/>
    <w:rsid w:val="0031150D"/>
    <w:rsid w:val="003136F5"/>
    <w:rsid w:val="003177E9"/>
    <w:rsid w:val="00324F84"/>
    <w:rsid w:val="00326F7E"/>
    <w:rsid w:val="00345845"/>
    <w:rsid w:val="00350ACA"/>
    <w:rsid w:val="003514C3"/>
    <w:rsid w:val="00357C43"/>
    <w:rsid w:val="00361D9A"/>
    <w:rsid w:val="00364DEF"/>
    <w:rsid w:val="00375A48"/>
    <w:rsid w:val="0038244F"/>
    <w:rsid w:val="0038276B"/>
    <w:rsid w:val="0038499F"/>
    <w:rsid w:val="003914C5"/>
    <w:rsid w:val="00392D5F"/>
    <w:rsid w:val="003A1BA5"/>
    <w:rsid w:val="003C17F8"/>
    <w:rsid w:val="003D2871"/>
    <w:rsid w:val="003D61A2"/>
    <w:rsid w:val="003D6649"/>
    <w:rsid w:val="003E0D26"/>
    <w:rsid w:val="003E378F"/>
    <w:rsid w:val="004176D4"/>
    <w:rsid w:val="00420F79"/>
    <w:rsid w:val="004333E8"/>
    <w:rsid w:val="00440DD2"/>
    <w:rsid w:val="0044187A"/>
    <w:rsid w:val="00446899"/>
    <w:rsid w:val="00447689"/>
    <w:rsid w:val="0046235C"/>
    <w:rsid w:val="004629AD"/>
    <w:rsid w:val="0046423C"/>
    <w:rsid w:val="004806AF"/>
    <w:rsid w:val="00486878"/>
    <w:rsid w:val="004B62AB"/>
    <w:rsid w:val="004C4FDA"/>
    <w:rsid w:val="004C503A"/>
    <w:rsid w:val="004E057A"/>
    <w:rsid w:val="004E2322"/>
    <w:rsid w:val="004E2BD7"/>
    <w:rsid w:val="004E3AF9"/>
    <w:rsid w:val="004F74C0"/>
    <w:rsid w:val="00510191"/>
    <w:rsid w:val="005164FD"/>
    <w:rsid w:val="00517CEE"/>
    <w:rsid w:val="005254BE"/>
    <w:rsid w:val="0053075E"/>
    <w:rsid w:val="00532C14"/>
    <w:rsid w:val="00552DC0"/>
    <w:rsid w:val="0055550C"/>
    <w:rsid w:val="00563E60"/>
    <w:rsid w:val="00581893"/>
    <w:rsid w:val="00590CAB"/>
    <w:rsid w:val="00592833"/>
    <w:rsid w:val="005A214B"/>
    <w:rsid w:val="005A3974"/>
    <w:rsid w:val="005A5DC6"/>
    <w:rsid w:val="005A6A38"/>
    <w:rsid w:val="005A7C57"/>
    <w:rsid w:val="005C5096"/>
    <w:rsid w:val="005C58B5"/>
    <w:rsid w:val="005E06F2"/>
    <w:rsid w:val="005E1468"/>
    <w:rsid w:val="005E3E61"/>
    <w:rsid w:val="005E5F37"/>
    <w:rsid w:val="005F2A75"/>
    <w:rsid w:val="005F3D5F"/>
    <w:rsid w:val="005F7B2E"/>
    <w:rsid w:val="006016B0"/>
    <w:rsid w:val="0061051B"/>
    <w:rsid w:val="0061253D"/>
    <w:rsid w:val="00616EF4"/>
    <w:rsid w:val="00617358"/>
    <w:rsid w:val="00617D76"/>
    <w:rsid w:val="006279BD"/>
    <w:rsid w:val="00630405"/>
    <w:rsid w:val="00634A59"/>
    <w:rsid w:val="00642D24"/>
    <w:rsid w:val="006446D6"/>
    <w:rsid w:val="00645CF5"/>
    <w:rsid w:val="00656A7F"/>
    <w:rsid w:val="00656FEE"/>
    <w:rsid w:val="00667448"/>
    <w:rsid w:val="00667CF3"/>
    <w:rsid w:val="006866DF"/>
    <w:rsid w:val="00692205"/>
    <w:rsid w:val="006944D9"/>
    <w:rsid w:val="0069468A"/>
    <w:rsid w:val="006A2FD7"/>
    <w:rsid w:val="006A7184"/>
    <w:rsid w:val="006B1AED"/>
    <w:rsid w:val="006B6CD1"/>
    <w:rsid w:val="006B7979"/>
    <w:rsid w:val="006C044C"/>
    <w:rsid w:val="006C1D7E"/>
    <w:rsid w:val="006C6D45"/>
    <w:rsid w:val="006D10DF"/>
    <w:rsid w:val="006D518D"/>
    <w:rsid w:val="006E5CC8"/>
    <w:rsid w:val="006E5FB4"/>
    <w:rsid w:val="00701954"/>
    <w:rsid w:val="00702C98"/>
    <w:rsid w:val="00703943"/>
    <w:rsid w:val="007046C4"/>
    <w:rsid w:val="007131D0"/>
    <w:rsid w:val="007148FF"/>
    <w:rsid w:val="00716BDB"/>
    <w:rsid w:val="00716D95"/>
    <w:rsid w:val="00717456"/>
    <w:rsid w:val="00725F9A"/>
    <w:rsid w:val="00730E66"/>
    <w:rsid w:val="00737DE1"/>
    <w:rsid w:val="00743A74"/>
    <w:rsid w:val="007512EE"/>
    <w:rsid w:val="00751517"/>
    <w:rsid w:val="00757DDE"/>
    <w:rsid w:val="00764AAC"/>
    <w:rsid w:val="007818E2"/>
    <w:rsid w:val="007871C1"/>
    <w:rsid w:val="0079132D"/>
    <w:rsid w:val="0079193B"/>
    <w:rsid w:val="00794A4F"/>
    <w:rsid w:val="007A23C1"/>
    <w:rsid w:val="007A2659"/>
    <w:rsid w:val="007A5EB4"/>
    <w:rsid w:val="007A6E1C"/>
    <w:rsid w:val="007B318D"/>
    <w:rsid w:val="007B35B6"/>
    <w:rsid w:val="007C50D1"/>
    <w:rsid w:val="007C5C24"/>
    <w:rsid w:val="007E2B7F"/>
    <w:rsid w:val="007F3F54"/>
    <w:rsid w:val="007F43E0"/>
    <w:rsid w:val="00801D78"/>
    <w:rsid w:val="008078CF"/>
    <w:rsid w:val="008171AF"/>
    <w:rsid w:val="0083465B"/>
    <w:rsid w:val="00835351"/>
    <w:rsid w:val="008366E0"/>
    <w:rsid w:val="00840305"/>
    <w:rsid w:val="008429DC"/>
    <w:rsid w:val="0085079E"/>
    <w:rsid w:val="00852D9D"/>
    <w:rsid w:val="00852F3B"/>
    <w:rsid w:val="00853823"/>
    <w:rsid w:val="00857800"/>
    <w:rsid w:val="0086386E"/>
    <w:rsid w:val="00866C1D"/>
    <w:rsid w:val="00871847"/>
    <w:rsid w:val="0088698F"/>
    <w:rsid w:val="00894ADF"/>
    <w:rsid w:val="008A6F1F"/>
    <w:rsid w:val="008C3491"/>
    <w:rsid w:val="008C5079"/>
    <w:rsid w:val="008D2B30"/>
    <w:rsid w:val="008D3232"/>
    <w:rsid w:val="008D6C3F"/>
    <w:rsid w:val="008D7633"/>
    <w:rsid w:val="008E0C92"/>
    <w:rsid w:val="00910883"/>
    <w:rsid w:val="0092568E"/>
    <w:rsid w:val="0092580A"/>
    <w:rsid w:val="0093490C"/>
    <w:rsid w:val="0093664F"/>
    <w:rsid w:val="00943EB0"/>
    <w:rsid w:val="0094557E"/>
    <w:rsid w:val="00945CA5"/>
    <w:rsid w:val="009553BC"/>
    <w:rsid w:val="009557EA"/>
    <w:rsid w:val="00963959"/>
    <w:rsid w:val="00963D60"/>
    <w:rsid w:val="0096600A"/>
    <w:rsid w:val="00975A25"/>
    <w:rsid w:val="00976996"/>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41963"/>
    <w:rsid w:val="00A6415E"/>
    <w:rsid w:val="00A64B65"/>
    <w:rsid w:val="00A6502B"/>
    <w:rsid w:val="00A661F8"/>
    <w:rsid w:val="00A6672B"/>
    <w:rsid w:val="00A71651"/>
    <w:rsid w:val="00A7480A"/>
    <w:rsid w:val="00A82224"/>
    <w:rsid w:val="00A87496"/>
    <w:rsid w:val="00A927D0"/>
    <w:rsid w:val="00A9705C"/>
    <w:rsid w:val="00A97B0A"/>
    <w:rsid w:val="00AA224C"/>
    <w:rsid w:val="00AA6262"/>
    <w:rsid w:val="00AB1EC7"/>
    <w:rsid w:val="00AD4128"/>
    <w:rsid w:val="00AD7705"/>
    <w:rsid w:val="00AD7B27"/>
    <w:rsid w:val="00AE06DB"/>
    <w:rsid w:val="00AF319D"/>
    <w:rsid w:val="00B057B0"/>
    <w:rsid w:val="00B11AB7"/>
    <w:rsid w:val="00B239B4"/>
    <w:rsid w:val="00B30264"/>
    <w:rsid w:val="00B35923"/>
    <w:rsid w:val="00B3687B"/>
    <w:rsid w:val="00B41B50"/>
    <w:rsid w:val="00B47777"/>
    <w:rsid w:val="00B47ADF"/>
    <w:rsid w:val="00B55070"/>
    <w:rsid w:val="00B62ECB"/>
    <w:rsid w:val="00B63C95"/>
    <w:rsid w:val="00B63E35"/>
    <w:rsid w:val="00B84773"/>
    <w:rsid w:val="00B85770"/>
    <w:rsid w:val="00B90405"/>
    <w:rsid w:val="00B908A8"/>
    <w:rsid w:val="00B92EF0"/>
    <w:rsid w:val="00B93961"/>
    <w:rsid w:val="00B972FB"/>
    <w:rsid w:val="00BA05C8"/>
    <w:rsid w:val="00BA5B2A"/>
    <w:rsid w:val="00BD76B1"/>
    <w:rsid w:val="00BE62B4"/>
    <w:rsid w:val="00BE69F6"/>
    <w:rsid w:val="00BF41CF"/>
    <w:rsid w:val="00BF6132"/>
    <w:rsid w:val="00C00920"/>
    <w:rsid w:val="00C02C5D"/>
    <w:rsid w:val="00C04A69"/>
    <w:rsid w:val="00C14A00"/>
    <w:rsid w:val="00C23983"/>
    <w:rsid w:val="00C24B77"/>
    <w:rsid w:val="00C2717C"/>
    <w:rsid w:val="00C33A1F"/>
    <w:rsid w:val="00C4037C"/>
    <w:rsid w:val="00C52D3B"/>
    <w:rsid w:val="00C53FE3"/>
    <w:rsid w:val="00C55524"/>
    <w:rsid w:val="00C615A2"/>
    <w:rsid w:val="00C65852"/>
    <w:rsid w:val="00C711EB"/>
    <w:rsid w:val="00C72B49"/>
    <w:rsid w:val="00C77106"/>
    <w:rsid w:val="00C87836"/>
    <w:rsid w:val="00C92A2E"/>
    <w:rsid w:val="00CA66F5"/>
    <w:rsid w:val="00CA6BD1"/>
    <w:rsid w:val="00CC3663"/>
    <w:rsid w:val="00CC6E4A"/>
    <w:rsid w:val="00CE16F1"/>
    <w:rsid w:val="00CE5038"/>
    <w:rsid w:val="00CE5448"/>
    <w:rsid w:val="00CE5488"/>
    <w:rsid w:val="00CE63E0"/>
    <w:rsid w:val="00CE753B"/>
    <w:rsid w:val="00CF6534"/>
    <w:rsid w:val="00CF6586"/>
    <w:rsid w:val="00CF72EF"/>
    <w:rsid w:val="00CF7462"/>
    <w:rsid w:val="00D04FE4"/>
    <w:rsid w:val="00D313A4"/>
    <w:rsid w:val="00D32108"/>
    <w:rsid w:val="00D35AE8"/>
    <w:rsid w:val="00D42EA3"/>
    <w:rsid w:val="00D42F53"/>
    <w:rsid w:val="00D45693"/>
    <w:rsid w:val="00D47D4E"/>
    <w:rsid w:val="00D55DC3"/>
    <w:rsid w:val="00D57457"/>
    <w:rsid w:val="00D64F60"/>
    <w:rsid w:val="00D73AED"/>
    <w:rsid w:val="00DA2153"/>
    <w:rsid w:val="00DA2662"/>
    <w:rsid w:val="00DB44DA"/>
    <w:rsid w:val="00DB4ACB"/>
    <w:rsid w:val="00DC032C"/>
    <w:rsid w:val="00DC1F2A"/>
    <w:rsid w:val="00DD173E"/>
    <w:rsid w:val="00DD3509"/>
    <w:rsid w:val="00DE3025"/>
    <w:rsid w:val="00DE3350"/>
    <w:rsid w:val="00DE66C6"/>
    <w:rsid w:val="00DF08D9"/>
    <w:rsid w:val="00DF1C10"/>
    <w:rsid w:val="00DF1EE2"/>
    <w:rsid w:val="00E03F6F"/>
    <w:rsid w:val="00E04C83"/>
    <w:rsid w:val="00E07FED"/>
    <w:rsid w:val="00E14DD8"/>
    <w:rsid w:val="00E155F0"/>
    <w:rsid w:val="00E17E89"/>
    <w:rsid w:val="00E20D4D"/>
    <w:rsid w:val="00E22F04"/>
    <w:rsid w:val="00E2358B"/>
    <w:rsid w:val="00E34020"/>
    <w:rsid w:val="00E3479A"/>
    <w:rsid w:val="00E6085B"/>
    <w:rsid w:val="00E6313B"/>
    <w:rsid w:val="00E66783"/>
    <w:rsid w:val="00E75FBB"/>
    <w:rsid w:val="00E76C0B"/>
    <w:rsid w:val="00E76D9B"/>
    <w:rsid w:val="00E77789"/>
    <w:rsid w:val="00E80515"/>
    <w:rsid w:val="00E83594"/>
    <w:rsid w:val="00E954AC"/>
    <w:rsid w:val="00EA2954"/>
    <w:rsid w:val="00EA63A7"/>
    <w:rsid w:val="00EB511E"/>
    <w:rsid w:val="00EB632F"/>
    <w:rsid w:val="00EC1396"/>
    <w:rsid w:val="00ED6603"/>
    <w:rsid w:val="00EE123F"/>
    <w:rsid w:val="00EF15B4"/>
    <w:rsid w:val="00EF2F06"/>
    <w:rsid w:val="00EF5C59"/>
    <w:rsid w:val="00EF7DC0"/>
    <w:rsid w:val="00F0149D"/>
    <w:rsid w:val="00F021DE"/>
    <w:rsid w:val="00F05D3F"/>
    <w:rsid w:val="00F10E71"/>
    <w:rsid w:val="00F142BE"/>
    <w:rsid w:val="00F147CC"/>
    <w:rsid w:val="00F201FC"/>
    <w:rsid w:val="00F222EB"/>
    <w:rsid w:val="00F25601"/>
    <w:rsid w:val="00F344B8"/>
    <w:rsid w:val="00F35008"/>
    <w:rsid w:val="00F37B3D"/>
    <w:rsid w:val="00F41966"/>
    <w:rsid w:val="00F445E5"/>
    <w:rsid w:val="00F45D74"/>
    <w:rsid w:val="00F516C4"/>
    <w:rsid w:val="00F6067C"/>
    <w:rsid w:val="00F61445"/>
    <w:rsid w:val="00F64101"/>
    <w:rsid w:val="00F71E39"/>
    <w:rsid w:val="00F73478"/>
    <w:rsid w:val="00F82E34"/>
    <w:rsid w:val="00F84C8D"/>
    <w:rsid w:val="00F9178C"/>
    <w:rsid w:val="00F9703F"/>
    <w:rsid w:val="00FA07A1"/>
    <w:rsid w:val="00FA3E25"/>
    <w:rsid w:val="00FB0AFC"/>
    <w:rsid w:val="00FB4E4B"/>
    <w:rsid w:val="00FB5A18"/>
    <w:rsid w:val="00FD07B9"/>
    <w:rsid w:val="00FD182E"/>
    <w:rsid w:val="00FD62B4"/>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3DA73D"/>
  <w15:docId w15:val="{58376D38-4F8D-4249-A13E-02F1EDAC3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link w:val="berschrift2Zchn"/>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iPriority w:val="99"/>
    <w:unhideWhenUsed/>
    <w:rsid w:val="005E1468"/>
    <w:pPr>
      <w:spacing w:line="240" w:lineRule="auto"/>
    </w:pPr>
    <w:rPr>
      <w:szCs w:val="20"/>
    </w:rPr>
  </w:style>
  <w:style w:type="character" w:customStyle="1" w:styleId="KommentartextZchn">
    <w:name w:val="Kommentartext Zchn"/>
    <w:basedOn w:val="Absatz-Standardschriftart"/>
    <w:link w:val="Kommentartext"/>
    <w:uiPriority w:val="99"/>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styleId="StandardWeb">
    <w:name w:val="Normal (Web)"/>
    <w:basedOn w:val="Standard"/>
    <w:uiPriority w:val="99"/>
    <w:semiHidden/>
    <w:unhideWhenUsed/>
    <w:rsid w:val="00F201FC"/>
    <w:pPr>
      <w:spacing w:before="100" w:beforeAutospacing="1" w:after="100" w:afterAutospacing="1" w:line="240" w:lineRule="auto"/>
    </w:pPr>
    <w:rPr>
      <w:rFonts w:ascii="Times New Roman" w:hAnsi="Times New Roman"/>
      <w:sz w:val="24"/>
      <w:szCs w:val="24"/>
    </w:rPr>
  </w:style>
  <w:style w:type="character" w:customStyle="1" w:styleId="berschrift2Zchn">
    <w:name w:val="Überschrift 2 Zchn"/>
    <w:basedOn w:val="Absatz-Standardschriftart"/>
    <w:link w:val="berschrift2"/>
    <w:rsid w:val="00F201FC"/>
    <w:rPr>
      <w:rFonts w:ascii="Arial" w:hAnsi="Arial" w:cs="Arial"/>
      <w:b/>
      <w:bCs/>
      <w:iCs/>
      <w:sz w:val="36"/>
      <w:szCs w:val="28"/>
    </w:rPr>
  </w:style>
  <w:style w:type="character" w:customStyle="1" w:styleId="berschrift4Zchn">
    <w:name w:val="Überschrift 4 Zchn"/>
    <w:basedOn w:val="Absatz-Standardschriftart"/>
    <w:link w:val="berschrift4"/>
    <w:rsid w:val="00F201FC"/>
    <w:rPr>
      <w:rFonts w:ascii="Arial" w:hAnsi="Arial"/>
      <w:b/>
      <w:bCs/>
      <w:sz w:val="24"/>
      <w:szCs w:val="28"/>
    </w:rPr>
  </w:style>
  <w:style w:type="paragraph" w:styleId="berarbeitung">
    <w:name w:val="Revision"/>
    <w:hidden/>
    <w:uiPriority w:val="99"/>
    <w:semiHidden/>
    <w:rsid w:val="00B30264"/>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08564520">
      <w:bodyDiv w:val="1"/>
      <w:marLeft w:val="0"/>
      <w:marRight w:val="0"/>
      <w:marTop w:val="0"/>
      <w:marBottom w:val="0"/>
      <w:divBdr>
        <w:top w:val="none" w:sz="0" w:space="0" w:color="auto"/>
        <w:left w:val="none" w:sz="0" w:space="0" w:color="auto"/>
        <w:bottom w:val="none" w:sz="0" w:space="0" w:color="auto"/>
        <w:right w:val="none" w:sz="0" w:space="0" w:color="auto"/>
      </w:divBdr>
    </w:div>
    <w:div w:id="806165928">
      <w:bodyDiv w:val="1"/>
      <w:marLeft w:val="0"/>
      <w:marRight w:val="0"/>
      <w:marTop w:val="0"/>
      <w:marBottom w:val="0"/>
      <w:divBdr>
        <w:top w:val="none" w:sz="0" w:space="0" w:color="auto"/>
        <w:left w:val="none" w:sz="0" w:space="0" w:color="auto"/>
        <w:bottom w:val="none" w:sz="0" w:space="0" w:color="auto"/>
        <w:right w:val="none" w:sz="0" w:space="0" w:color="auto"/>
      </w:divBdr>
    </w:div>
    <w:div w:id="1198081037">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42465096">
      <w:bodyDiv w:val="1"/>
      <w:marLeft w:val="0"/>
      <w:marRight w:val="0"/>
      <w:marTop w:val="0"/>
      <w:marBottom w:val="0"/>
      <w:divBdr>
        <w:top w:val="none" w:sz="0" w:space="0" w:color="auto"/>
        <w:left w:val="none" w:sz="0" w:space="0" w:color="auto"/>
        <w:bottom w:val="none" w:sz="0" w:space="0" w:color="auto"/>
        <w:right w:val="none" w:sz="0" w:space="0" w:color="auto"/>
      </w:divBdr>
    </w:div>
    <w:div w:id="1385327016">
      <w:bodyDiv w:val="1"/>
      <w:marLeft w:val="0"/>
      <w:marRight w:val="0"/>
      <w:marTop w:val="0"/>
      <w:marBottom w:val="0"/>
      <w:divBdr>
        <w:top w:val="none" w:sz="0" w:space="0" w:color="auto"/>
        <w:left w:val="none" w:sz="0" w:space="0" w:color="auto"/>
        <w:bottom w:val="none" w:sz="0" w:space="0" w:color="auto"/>
        <w:right w:val="none" w:sz="0" w:space="0" w:color="auto"/>
      </w:divBdr>
    </w:div>
    <w:div w:id="1403869840">
      <w:bodyDiv w:val="1"/>
      <w:marLeft w:val="0"/>
      <w:marRight w:val="0"/>
      <w:marTop w:val="0"/>
      <w:marBottom w:val="0"/>
      <w:divBdr>
        <w:top w:val="none" w:sz="0" w:space="0" w:color="auto"/>
        <w:left w:val="none" w:sz="0" w:space="0" w:color="auto"/>
        <w:bottom w:val="none" w:sz="0" w:space="0" w:color="auto"/>
        <w:right w:val="none" w:sz="0" w:space="0" w:color="auto"/>
      </w:divBdr>
    </w:div>
    <w:div w:id="1493990000">
      <w:bodyDiv w:val="1"/>
      <w:marLeft w:val="0"/>
      <w:marRight w:val="0"/>
      <w:marTop w:val="0"/>
      <w:marBottom w:val="0"/>
      <w:divBdr>
        <w:top w:val="none" w:sz="0" w:space="0" w:color="auto"/>
        <w:left w:val="none" w:sz="0" w:space="0" w:color="auto"/>
        <w:bottom w:val="none" w:sz="0" w:space="0" w:color="auto"/>
        <w:right w:val="none" w:sz="0" w:space="0" w:color="auto"/>
      </w:divBdr>
    </w:div>
    <w:div w:id="1761827917">
      <w:bodyDiv w:val="1"/>
      <w:marLeft w:val="0"/>
      <w:marRight w:val="0"/>
      <w:marTop w:val="0"/>
      <w:marBottom w:val="0"/>
      <w:divBdr>
        <w:top w:val="none" w:sz="0" w:space="0" w:color="auto"/>
        <w:left w:val="none" w:sz="0" w:space="0" w:color="auto"/>
        <w:bottom w:val="none" w:sz="0" w:space="0" w:color="auto"/>
        <w:right w:val="none" w:sz="0" w:space="0" w:color="auto"/>
      </w:divBdr>
    </w:div>
    <w:div w:id="191361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553</Words>
  <Characters>3840</Characters>
  <Application>Microsoft Office Word</Application>
  <DocSecurity>0</DocSecurity>
  <Lines>123</Lines>
  <Paragraphs>46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4347</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4</cp:revision>
  <cp:lastPrinted>2019-02-21T09:48:00Z</cp:lastPrinted>
  <dcterms:created xsi:type="dcterms:W3CDTF">2020-07-06T10:43:00Z</dcterms:created>
  <dcterms:modified xsi:type="dcterms:W3CDTF">2020-07-08T10:27:00Z</dcterms:modified>
</cp:coreProperties>
</file>