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49C7B" w14:textId="77777777" w:rsidR="005E1468" w:rsidRPr="0053075E" w:rsidRDefault="006B1AED" w:rsidP="005E1468">
      <w:pPr>
        <w:pStyle w:val="berschrift2"/>
      </w:pPr>
      <w:r>
        <w:t xml:space="preserve">El multitalento silencioso de SIEGENIA </w:t>
      </w:r>
    </w:p>
    <w:p w14:paraId="34840DB3" w14:textId="77777777" w:rsidR="00A82224" w:rsidRPr="003D2871" w:rsidRDefault="00A71651" w:rsidP="00A82224">
      <w:pPr>
        <w:pStyle w:val="berschrift1"/>
      </w:pPr>
      <w:r>
        <w:t xml:space="preserve">AEROVITAL ambience: también para montaje en el techo</w:t>
      </w:r>
    </w:p>
    <w:p w14:paraId="490E5EE6" w14:textId="77777777" w:rsidR="005E1468" w:rsidRPr="003D2871" w:rsidRDefault="005E1468" w:rsidP="005E1468"/>
    <w:p w14:paraId="475B7359" w14:textId="77777777" w:rsidR="00C4037C" w:rsidRDefault="00517CEE" w:rsidP="00A71651">
      <w:r>
        <w:t xml:space="preserve">Se encarga del suministro de aire fresco filtrado con la ventana cerrada y ofrece el perfecto confort en la vivienda: el AEROVITAL ambience. El ventilador de pared de SIEGENIA convence por su diseño moderno y plano, con la posibilidad de empotrarlo parcialmente en la pared y combina las ventajas estéticas con numerosas prestaciones, que lo convierten en una solución de alta gama para las más altas exigencias. </w:t>
      </w:r>
    </w:p>
    <w:p w14:paraId="1A64F659" w14:textId="77777777" w:rsidR="00C4037C" w:rsidRDefault="00C4037C" w:rsidP="00A71651"/>
    <w:p w14:paraId="2E4B8615" w14:textId="2ABC29A0" w:rsidR="003177E9" w:rsidRDefault="00B30264" w:rsidP="00A71651">
      <w:r>
        <w:t xml:space="preserve">El AEROVITAL ambience se puede ahora integrar de una forma todavía más flexible en la arquitectura del edificio: además del montaje parcialmente empotrado en la pared, también es posible el montaje bajo techos o en la pared lateral del desván. Esto garantiza una flexibilidad óptima y hace que el aireador represente una solución ideal para los edificios con espacio reducido en la pared exterior y para los casos en los que el montaje en el techo resulta ser la mejor opción desde un punto de vista óptico. A tal efecto, SIEGENIA pone a su disposición diferentes sets de montaje: un set para el montaje en el techo, una caja de montaje básico para la pared lateral, así como sets para la conducción de aire y el prolongador. Gracias al canal de dintel EPP AERO dispondrá de todas las posibilidades, también para el montaje en la pared. Este combina un discreto diseño con un elevado aislamiento acústico y un posicionamiento flexible dependiendo de las características de la obra, tanto en el interior como en el exterior del edificio. </w:t>
      </w:r>
    </w:p>
    <w:p w14:paraId="22638DA0" w14:textId="77777777" w:rsidR="00D42EA3" w:rsidRPr="000B384E" w:rsidRDefault="00A71651" w:rsidP="00D42EA3">
      <w:pPr>
        <w:pStyle w:val="berschrift4"/>
      </w:pPr>
      <w:r>
        <w:t xml:space="preserve">El multitalento perfecto para las más altas exigencias</w:t>
      </w:r>
    </w:p>
    <w:p w14:paraId="603CFD3A" w14:textId="7DC04F15" w:rsidR="00866C1D" w:rsidRPr="00345845" w:rsidRDefault="00A71651" w:rsidP="00DE3350">
      <w:pPr>
        <w:rPr>
          <w:strike/>
        </w:rPr>
      </w:pPr>
      <w:r>
        <w:t xml:space="preserve">Especialmente en el ámbito del confort en la vivienda, el AEROVITAL ambience muestra sus puntos fuertes. Esto ya comienza con su elevado caudal de ventilación de hasta 60 m³/h, que el polifacético aireador combina con un ruido propio extremadamente bajo. Los ruidos molestos del exterior también se reducen gracias al aislamiento acústico de primera clase (hasta 58 dB). Su extraordinario índice de recuperación de calor del 85% y sus ventiladores EC de bajo consumo lo convierten en un as de la eficiencia energética</w:t>
      </w:r>
      <w:bookmarkStart w:id="0" w:name="_Hlk499886988"/>
      <w:r>
        <w:t xml:space="preserve">.</w:t>
      </w:r>
    </w:p>
    <w:p w14:paraId="1ECB8C90" w14:textId="77777777" w:rsidR="00866C1D" w:rsidRDefault="00866C1D" w:rsidP="00DE3350"/>
    <w:p w14:paraId="01DC38C6" w14:textId="77777777" w:rsidR="00532C14" w:rsidRDefault="00D42EA3" w:rsidP="00532C14">
      <w:r>
        <w:t xml:space="preserve">El innovador flujo de aire del intercambiador térmico de cerámica es único. No sólo evita que el aire de la habitación se reseque en invierno, sino que también cuenta con un innovador sistema de conducción de aire que garantiza el flujo continuo de aire de entrada y de salida. Esto garantiza un elevado factor de bienestar. </w:t>
      </w:r>
      <w:bookmarkEnd w:id="0"/>
      <w:r>
        <w:t xml:space="preserve">La función Bypass también es inteligente. Evita que el aire exterior se caliente en los meses de verano cuando entra en el edificio a través del intercambiador térmico. </w:t>
      </w:r>
    </w:p>
    <w:p w14:paraId="787AA9D7" w14:textId="77777777" w:rsidR="00532C14" w:rsidRDefault="001F03F3" w:rsidP="00DE66C6">
      <w:pPr>
        <w:pStyle w:val="berschrift4"/>
      </w:pPr>
      <w:r>
        <w:t xml:space="preserve">Ventilación de acuerdo a las necesidades - también mediante App</w:t>
      </w:r>
    </w:p>
    <w:p w14:paraId="14D299DE" w14:textId="1197BC27" w:rsidR="000C44DE" w:rsidRPr="00DE66C6" w:rsidRDefault="00F021DE" w:rsidP="00DE3350">
      <w:pPr>
        <w:rPr>
          <w:rFonts w:cs="Arial"/>
          <w:color w:val="FF0000"/>
          <w:szCs w:val="20"/>
        </w:rPr>
      </w:pPr>
      <w:r>
        <w:t xml:space="preserve">La versión smart del AEROVITAL ambience es especialmente potente. Para ello, varias características de rendimiento garantizan una ventilación acorde con la demanda. Además de un control de caudal de aire continuo, este ventilador está equipado con un sensor de humedad y un temporizador. Esto permite a los usuarios finales ventilar según sus necesidades incluso cuando están ausentes o de vacaciones. El día de la semana, la hora de inicio y el caudal de aire pueden programarse de forma flexible para diferentes escenarios. El confort en la vivienda para las más altas exigencias también lo proporciona el sensor de calidad del aire integrado para el funcionamiento automático: garantiza la activación y desactivación del ventilador en función de los valores medidos.</w:t>
      </w:r>
      <w:r>
        <w:rPr>
          <w:rFonts w:ascii="Arial" w:hAnsi="Arial" w:cs="Arial"/>
          <w:szCs w:val="20"/>
        </w:rPr>
        <w:t xml:space="preserve"> </w:t>
      </w:r>
      <w:r>
        <w:t xml:space="preserve">Gracias a su integración en la App SIEGENIA Comfort App, el AEROVITAL ambience smart también marca la pauta en términos de confort del usuario. </w:t>
      </w:r>
    </w:p>
    <w:p w14:paraId="6E658E52" w14:textId="77777777" w:rsidR="000C44DE" w:rsidRDefault="000C44DE" w:rsidP="000C44DE">
      <w:pPr>
        <w:rPr>
          <w:szCs w:val="20"/>
        </w:rPr>
      </w:pPr>
    </w:p>
    <w:p w14:paraId="4911D43A" w14:textId="77777777" w:rsidR="00F147CC" w:rsidRPr="00515CC3" w:rsidRDefault="00F147CC" w:rsidP="00F147CC">
      <w:pPr>
        <w:rPr>
          <w:rFonts w:cs="Arial"/>
          <w:szCs w:val="20"/>
        </w:rPr>
      </w:pPr>
    </w:p>
    <w:p w14:paraId="4C079966" w14:textId="77777777" w:rsidR="00CC3663" w:rsidRDefault="00CC3663" w:rsidP="00D42EA3"/>
    <w:p w14:paraId="5A94C036" w14:textId="41EA7203" w:rsidR="00CC3663" w:rsidRDefault="00CC3663" w:rsidP="00D42EA3"/>
    <w:p w14:paraId="5A24A89E" w14:textId="07282C37" w:rsidR="0013362D" w:rsidRDefault="0013362D" w:rsidP="00D42EA3"/>
    <w:p w14:paraId="2B34E7FD" w14:textId="311AA227" w:rsidR="0013362D" w:rsidRDefault="0013362D" w:rsidP="00D42EA3"/>
    <w:p w14:paraId="65CB7D65" w14:textId="1B15141A" w:rsidR="0013362D" w:rsidRDefault="0013362D" w:rsidP="00D42EA3"/>
    <w:p w14:paraId="12B0F653" w14:textId="245FB5AA" w:rsidR="0013362D" w:rsidRDefault="0013362D" w:rsidP="00D42EA3"/>
    <w:p w14:paraId="4648838E" w14:textId="77777777" w:rsidR="00F37B3D" w:rsidRDefault="00F37B3D" w:rsidP="00D42EA3"/>
    <w:p w14:paraId="1E611DB3" w14:textId="12A6CE51" w:rsidR="0013362D" w:rsidRDefault="0013362D" w:rsidP="00D42EA3"/>
    <w:p w14:paraId="62270D85" w14:textId="77777777" w:rsidR="0013362D" w:rsidRDefault="0013362D" w:rsidP="00D42EA3"/>
    <w:p w14:paraId="179EAF83" w14:textId="77777777" w:rsidR="00CC3663" w:rsidRPr="00563EF6" w:rsidRDefault="00CC3663" w:rsidP="00D42EA3"/>
    <w:p w14:paraId="3DBFEA8A" w14:textId="77777777" w:rsidR="005E1468" w:rsidRDefault="005E1468" w:rsidP="005A7C57">
      <w:pPr>
        <w:pStyle w:val="berschrift4"/>
      </w:pPr>
      <w:r>
        <w:t xml:space="preserve">Pies de foto</w:t>
      </w:r>
    </w:p>
    <w:p w14:paraId="06958195" w14:textId="77777777" w:rsidR="002A7F37" w:rsidRDefault="002A7F37" w:rsidP="002A7F37">
      <w:r>
        <w:t xml:space="preserve">Fuente de imágenes: SIEGENIA</w:t>
      </w:r>
    </w:p>
    <w:p w14:paraId="3098F59D" w14:textId="77777777" w:rsidR="002A7F37" w:rsidRPr="002A7F37" w:rsidRDefault="002A7F37" w:rsidP="002A7F37"/>
    <w:p w14:paraId="7713629F" w14:textId="669849A0" w:rsidR="00E22F04" w:rsidRPr="0013362D" w:rsidRDefault="005E1468" w:rsidP="00E22F04">
      <w:pPr>
        <w:rPr>
          <w:bCs/>
          <w:i/>
          <w:lang w:val="it-IT"/>
        </w:rPr>
      </w:pPr>
      <w:r>
        <w:rPr>
          <w:bCs/>
          <w:i/>
        </w:rPr>
        <w:t xml:space="preserve">Motivo I: SIE_AERO_AEROVITAL ambience_abgehangene Decke.jpg </w:t>
      </w:r>
    </w:p>
    <w:p w14:paraId="3DBB5EC1" w14:textId="77777777" w:rsidR="006D518D" w:rsidRDefault="006D518D" w:rsidP="005E1468">
      <w:r>
        <w:t xml:space="preserve">Máxima flexibilidad: el AEROVITAL ambience se puede ahora integrar de una forma todavía más flexible en la arquitectura del edificio: además del montaje parcialmente empotrado en la pared, también es posible el montaje bajo techos o en la pared lateral del desván</w:t>
      </w:r>
    </w:p>
    <w:p w14:paraId="582EE8A8" w14:textId="77777777" w:rsidR="006D518D" w:rsidRDefault="006D518D" w:rsidP="005E1468"/>
    <w:p w14:paraId="11D0C044" w14:textId="4FDA8F44" w:rsidR="006D518D" w:rsidRPr="006D518D" w:rsidRDefault="006D518D" w:rsidP="006D518D">
      <w:pPr>
        <w:rPr>
          <w:bCs/>
          <w:i/>
          <w:lang w:val="it-IT"/>
        </w:rPr>
      </w:pPr>
      <w:r>
        <w:rPr>
          <w:bCs/>
          <w:i/>
        </w:rPr>
        <w:t xml:space="preserve">Motivo II: SIE_AERO_AEROVITAL ambience_seitlich.jpg </w:t>
      </w:r>
    </w:p>
    <w:p w14:paraId="106CAE73" w14:textId="77777777" w:rsidR="005E1468" w:rsidRPr="00E22F04" w:rsidRDefault="00E22F04" w:rsidP="005E1468">
      <w:r>
        <w:t xml:space="preserve">El AEROVITAL ambience smart impresiona por su moderno diseño, su potente aislamiento acústico, su alto caudal de ventilación y su máxima eficiencia energética.</w:t>
      </w:r>
    </w:p>
    <w:p w14:paraId="346D18AB" w14:textId="77777777" w:rsidR="00E22F04" w:rsidRPr="00E22F04" w:rsidRDefault="00E22F04"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B6B6306" w14:textId="77777777" w:rsidTr="0044187A">
        <w:tc>
          <w:tcPr>
            <w:tcW w:w="3348" w:type="dxa"/>
            <w:tcBorders>
              <w:top w:val="nil"/>
              <w:left w:val="nil"/>
              <w:bottom w:val="nil"/>
              <w:right w:val="nil"/>
            </w:tcBorders>
          </w:tcPr>
          <w:p w14:paraId="1C99CFA9" w14:textId="77777777" w:rsidR="008D7633" w:rsidRPr="0044187A" w:rsidRDefault="008D7633" w:rsidP="007A5EB4">
            <w:pPr>
              <w:pStyle w:val="Formatvorlage2"/>
              <w:rPr>
                <w:u w:val="single"/>
              </w:rPr>
            </w:pPr>
            <w:r>
              <w:rPr>
                <w:u w:val="single"/>
              </w:rPr>
              <w:t xml:space="preserve">Editor</w:t>
            </w:r>
          </w:p>
          <w:p w14:paraId="53C03C44" w14:textId="77777777" w:rsidR="008D7633" w:rsidRDefault="008D7633" w:rsidP="007A5EB4">
            <w:pPr>
              <w:pStyle w:val="Formatvorlage2"/>
            </w:pPr>
            <w:r>
              <w:t xml:space="preserve">GRUPO SIEGENIA</w:t>
            </w:r>
          </w:p>
          <w:p w14:paraId="10D4ED8C" w14:textId="77777777" w:rsidR="008D7633" w:rsidRDefault="008D7633" w:rsidP="007A5EB4">
            <w:pPr>
              <w:pStyle w:val="Formatvorlage2"/>
            </w:pPr>
            <w:r>
              <w:t xml:space="preserve">Marketing - Comunicación</w:t>
            </w:r>
          </w:p>
          <w:p w14:paraId="53A9DC77" w14:textId="77777777" w:rsidR="008D7633" w:rsidRDefault="008D7633" w:rsidP="007A5EB4">
            <w:pPr>
              <w:pStyle w:val="Formatvorlage2"/>
            </w:pPr>
            <w:r>
              <w:t xml:space="preserve">Industriestraße 1-3</w:t>
            </w:r>
          </w:p>
          <w:p w14:paraId="367B9B72" w14:textId="77777777" w:rsidR="008D7633" w:rsidRDefault="008D7633" w:rsidP="007A5EB4">
            <w:pPr>
              <w:pStyle w:val="Formatvorlage2"/>
            </w:pPr>
            <w:r>
              <w:t xml:space="preserve">D - 57234 Wilnsdorf</w:t>
            </w:r>
          </w:p>
          <w:p w14:paraId="3F073291" w14:textId="77777777" w:rsidR="008D7633" w:rsidRDefault="00FD182E" w:rsidP="007A5EB4">
            <w:pPr>
              <w:pStyle w:val="Formatvorlage2"/>
            </w:pPr>
            <w:r>
              <w:t xml:space="preserve">Tfno.: +49 271 3931-412</w:t>
            </w:r>
          </w:p>
          <w:p w14:paraId="122BA977" w14:textId="77777777" w:rsidR="008D7633" w:rsidRDefault="008D7633" w:rsidP="007A5EB4">
            <w:pPr>
              <w:pStyle w:val="Formatvorlage2"/>
            </w:pPr>
            <w:r>
              <w:t xml:space="preserve">Fax: +49 271 3931-77412</w:t>
            </w:r>
          </w:p>
          <w:p w14:paraId="3010E3F8" w14:textId="77777777" w:rsidR="008D7633" w:rsidRPr="00392D5F" w:rsidRDefault="0088698F" w:rsidP="007A5EB4">
            <w:pPr>
              <w:pStyle w:val="Formatvorlage2"/>
            </w:pPr>
            <w:r>
              <w:t xml:space="preserve">Email: pr@siegenia.com</w:t>
            </w:r>
          </w:p>
          <w:p w14:paraId="13065B3E" w14:textId="77777777" w:rsidR="002E59D6" w:rsidRDefault="00510191" w:rsidP="007A5EB4">
            <w:pPr>
              <w:pStyle w:val="Formatvorlage2"/>
            </w:pPr>
            <w:r>
              <w:t xml:space="preserve">www.siegenia.com</w:t>
            </w:r>
          </w:p>
          <w:p w14:paraId="75E70B3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BA58DC7" w14:textId="77777777" w:rsidR="008D7633" w:rsidRPr="0044187A" w:rsidRDefault="008D7633" w:rsidP="007A5EB4">
            <w:pPr>
              <w:pStyle w:val="Formatvorlage2"/>
              <w:rPr>
                <w:u w:val="single"/>
              </w:rPr>
            </w:pPr>
            <w:r>
              <w:rPr>
                <w:u w:val="single"/>
              </w:rPr>
              <w:t xml:space="preserve">Redacción / Persona de contacto</w:t>
            </w:r>
          </w:p>
          <w:p w14:paraId="593CD4A6" w14:textId="77777777" w:rsidR="008D7633" w:rsidRDefault="008D7633" w:rsidP="007A5EB4">
            <w:pPr>
              <w:pStyle w:val="Formatvorlage2"/>
            </w:pPr>
            <w:r>
              <w:t xml:space="preserve">Kemper Kommunikation</w:t>
            </w:r>
          </w:p>
          <w:p w14:paraId="0DB6B77A" w14:textId="77777777" w:rsidR="008D7633" w:rsidRPr="00C33A1F" w:rsidRDefault="008D7633" w:rsidP="007A5EB4">
            <w:pPr>
              <w:pStyle w:val="Formatvorlage2"/>
            </w:pPr>
            <w:r>
              <w:t xml:space="preserve">Kirsten Kemper </w:t>
            </w:r>
          </w:p>
          <w:p w14:paraId="35A98EA0" w14:textId="22BA7549" w:rsidR="008D7633" w:rsidRPr="00C33A1F" w:rsidRDefault="0013362D" w:rsidP="007A5EB4">
            <w:pPr>
              <w:pStyle w:val="Formatvorlage2"/>
            </w:pPr>
            <w:r>
              <w:t xml:space="preserve">Am Milchbornbach 10</w:t>
            </w:r>
          </w:p>
          <w:p w14:paraId="44D158A8" w14:textId="0917CAE1" w:rsidR="008D7633" w:rsidRPr="00C33A1F" w:rsidRDefault="008D7633" w:rsidP="007A5EB4">
            <w:pPr>
              <w:pStyle w:val="Formatvorlage2"/>
            </w:pPr>
            <w:r>
              <w:t xml:space="preserve">D - 51429 Bergisch Gladbach </w:t>
              <w:br/>
              <w:t xml:space="preserve">Tfno.: +49 2204 9644808</w:t>
            </w:r>
          </w:p>
          <w:p w14:paraId="5A3B8E10" w14:textId="77777777" w:rsidR="008D7633" w:rsidRPr="0013362D" w:rsidRDefault="0088698F" w:rsidP="007A5EB4">
            <w:pPr>
              <w:pStyle w:val="Formatvorlage2"/>
            </w:pPr>
            <w:r>
              <w:t xml:space="preserve">Email: info@kemper-kommunikation.de</w:t>
            </w:r>
          </w:p>
          <w:p w14:paraId="39C5E696" w14:textId="77777777" w:rsidR="008D7633" w:rsidRDefault="00716BDB" w:rsidP="007A5EB4">
            <w:pPr>
              <w:pStyle w:val="Formatvorlage2"/>
            </w:pPr>
            <w:r>
              <w:t xml:space="preserve">www.kemper-kommunikation.de</w:t>
            </w:r>
          </w:p>
          <w:p w14:paraId="782BDC1C" w14:textId="77777777" w:rsidR="00716BDB" w:rsidRPr="003F183E" w:rsidRDefault="00716BDB" w:rsidP="007A5EB4">
            <w:pPr>
              <w:pStyle w:val="Formatvorlage2"/>
            </w:pPr>
          </w:p>
        </w:tc>
        <w:tc>
          <w:tcPr>
            <w:tcW w:w="1800" w:type="dxa"/>
            <w:tcBorders>
              <w:top w:val="nil"/>
              <w:left w:val="nil"/>
              <w:bottom w:val="nil"/>
              <w:right w:val="nil"/>
            </w:tcBorders>
          </w:tcPr>
          <w:p w14:paraId="45A81349" w14:textId="77777777" w:rsidR="008D7633" w:rsidRPr="0044187A" w:rsidRDefault="008D7633" w:rsidP="007A5EB4">
            <w:pPr>
              <w:pStyle w:val="Formatvorlage2"/>
              <w:rPr>
                <w:u w:val="single"/>
              </w:rPr>
            </w:pPr>
            <w:r>
              <w:rPr>
                <w:u w:val="single"/>
              </w:rPr>
              <w:t xml:space="preserve">Texto - Información</w:t>
            </w:r>
          </w:p>
          <w:p w14:paraId="5BF8ADC3" w14:textId="77777777" w:rsidR="008D7633" w:rsidRPr="00C33A1F" w:rsidRDefault="008D7633" w:rsidP="007A5EB4">
            <w:pPr>
              <w:pStyle w:val="Formatvorlage2"/>
            </w:pPr>
            <w:r>
              <w:t xml:space="preserve">Páginas: 2</w:t>
            </w:r>
          </w:p>
          <w:p w14:paraId="6E2EEE4D" w14:textId="39018CD2" w:rsidR="008D7633" w:rsidRPr="00C33A1F" w:rsidRDefault="008D7633" w:rsidP="007A5EB4">
            <w:pPr>
              <w:pStyle w:val="Formatvorlage2"/>
            </w:pPr>
            <w:r>
              <w:t xml:space="preserve">Palabras: 428</w:t>
            </w:r>
          </w:p>
          <w:p w14:paraId="1978DF5C" w14:textId="1971F45E" w:rsidR="008D7633" w:rsidRPr="00F37B3D" w:rsidRDefault="008D7633" w:rsidP="007A5EB4">
            <w:pPr>
              <w:pStyle w:val="Formatvorlage2"/>
            </w:pPr>
            <w:r>
              <w:t xml:space="preserve">Caracteres: 3 193</w:t>
              <w:br/>
              <w:t xml:space="preserve">(con espacios en blanco)</w:t>
            </w:r>
          </w:p>
          <w:p w14:paraId="4D1D88BD" w14:textId="77777777" w:rsidR="008D7633" w:rsidRPr="00F37B3D" w:rsidRDefault="008D7633" w:rsidP="007A5EB4">
            <w:pPr>
              <w:pStyle w:val="Formatvorlage2"/>
            </w:pPr>
          </w:p>
          <w:p w14:paraId="01139CF8" w14:textId="449568E9" w:rsidR="008D7633" w:rsidRPr="00C33A1F" w:rsidRDefault="008D7633" w:rsidP="007A5EB4">
            <w:pPr>
              <w:pStyle w:val="Formatvorlage2"/>
            </w:pPr>
            <w:r>
              <w:t xml:space="preserve">elaborado el: 08/07/2020</w:t>
            </w:r>
          </w:p>
          <w:p w14:paraId="6879958E" w14:textId="77777777" w:rsidR="008D7633" w:rsidRPr="0044187A" w:rsidRDefault="008D7633" w:rsidP="007A5EB4">
            <w:pPr>
              <w:pStyle w:val="Formatvorlage2"/>
              <w:rPr>
                <w:szCs w:val="20"/>
              </w:rPr>
            </w:pPr>
          </w:p>
        </w:tc>
      </w:tr>
      <w:tr w:rsidR="008D7633" w:rsidRPr="0044187A" w14:paraId="20C6E81C" w14:textId="77777777" w:rsidTr="0044187A">
        <w:tc>
          <w:tcPr>
            <w:tcW w:w="8208" w:type="dxa"/>
            <w:gridSpan w:val="3"/>
            <w:tcBorders>
              <w:top w:val="nil"/>
              <w:left w:val="nil"/>
              <w:bottom w:val="nil"/>
              <w:right w:val="nil"/>
            </w:tcBorders>
          </w:tcPr>
          <w:p w14:paraId="01C2947B"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09C34136"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BEEA4" w14:textId="77777777" w:rsidR="00E75FBB" w:rsidRDefault="00E75FBB">
      <w:r>
        <w:separator/>
      </w:r>
    </w:p>
  </w:endnote>
  <w:endnote w:type="continuationSeparator" w:id="0">
    <w:p w14:paraId="76EBCDCF" w14:textId="77777777" w:rsidR="00E75FBB" w:rsidRDefault="00E7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EA52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58C11" w14:textId="77777777" w:rsidR="00E75FBB" w:rsidRDefault="00E75FBB">
      <w:r>
        <w:separator/>
      </w:r>
    </w:p>
  </w:footnote>
  <w:footnote w:type="continuationSeparator" w:id="0">
    <w:p w14:paraId="30750B01" w14:textId="77777777" w:rsidR="00E75FBB" w:rsidRDefault="00E75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FF227" w14:textId="77777777" w:rsidR="00F71E39" w:rsidRDefault="00D313A4">
    <w:pPr>
      <w:pStyle w:val="Kopfzeile"/>
    </w:pPr>
    <w:r>
      <w:rPr>
        <w:noProof/>
      </w:rPr>
      <w:drawing>
        <wp:anchor distT="0" distB="0" distL="114300" distR="114300" simplePos="0" relativeHeight="251657728" behindDoc="1" locked="0" layoutInCell="1" allowOverlap="1" wp14:anchorId="1EE09863" wp14:editId="2942C05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870CFE"/>
    <w:multiLevelType w:val="multilevel"/>
    <w:tmpl w:val="5C2E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6EB72B0"/>
    <w:multiLevelType w:val="hybridMultilevel"/>
    <w:tmpl w:val="260867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8A5500"/>
    <w:multiLevelType w:val="hybridMultilevel"/>
    <w:tmpl w:val="2BCA5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4C0"/>
    <w:rsid w:val="000024D9"/>
    <w:rsid w:val="00003256"/>
    <w:rsid w:val="00012D65"/>
    <w:rsid w:val="0001449A"/>
    <w:rsid w:val="0001520C"/>
    <w:rsid w:val="00026907"/>
    <w:rsid w:val="00040EBF"/>
    <w:rsid w:val="00064165"/>
    <w:rsid w:val="000675C7"/>
    <w:rsid w:val="00086581"/>
    <w:rsid w:val="00090045"/>
    <w:rsid w:val="00095303"/>
    <w:rsid w:val="000A1DF0"/>
    <w:rsid w:val="000A2173"/>
    <w:rsid w:val="000A5CA3"/>
    <w:rsid w:val="000C44DE"/>
    <w:rsid w:val="000D0C02"/>
    <w:rsid w:val="000D2A27"/>
    <w:rsid w:val="000D4874"/>
    <w:rsid w:val="000E39CF"/>
    <w:rsid w:val="000E424C"/>
    <w:rsid w:val="000F2936"/>
    <w:rsid w:val="000F4EEB"/>
    <w:rsid w:val="000F565C"/>
    <w:rsid w:val="000F67C4"/>
    <w:rsid w:val="001025BB"/>
    <w:rsid w:val="0010792E"/>
    <w:rsid w:val="001128F1"/>
    <w:rsid w:val="00122F20"/>
    <w:rsid w:val="0013362D"/>
    <w:rsid w:val="00137BD1"/>
    <w:rsid w:val="00145B48"/>
    <w:rsid w:val="001529E6"/>
    <w:rsid w:val="00156B0C"/>
    <w:rsid w:val="00166476"/>
    <w:rsid w:val="00166FB7"/>
    <w:rsid w:val="00171C51"/>
    <w:rsid w:val="001B7003"/>
    <w:rsid w:val="001C39FF"/>
    <w:rsid w:val="001D26E4"/>
    <w:rsid w:val="001D5964"/>
    <w:rsid w:val="001E0780"/>
    <w:rsid w:val="001E1DA6"/>
    <w:rsid w:val="001F03F3"/>
    <w:rsid w:val="001F3432"/>
    <w:rsid w:val="002046D3"/>
    <w:rsid w:val="00206287"/>
    <w:rsid w:val="00206745"/>
    <w:rsid w:val="00253494"/>
    <w:rsid w:val="00254A9B"/>
    <w:rsid w:val="002556A2"/>
    <w:rsid w:val="00255FE8"/>
    <w:rsid w:val="00272508"/>
    <w:rsid w:val="002769DE"/>
    <w:rsid w:val="002819C3"/>
    <w:rsid w:val="00287371"/>
    <w:rsid w:val="00292A7A"/>
    <w:rsid w:val="002956C6"/>
    <w:rsid w:val="002A202C"/>
    <w:rsid w:val="002A4B11"/>
    <w:rsid w:val="002A7F37"/>
    <w:rsid w:val="002B0F6F"/>
    <w:rsid w:val="002C00E2"/>
    <w:rsid w:val="002C0124"/>
    <w:rsid w:val="002C36FE"/>
    <w:rsid w:val="002C5A66"/>
    <w:rsid w:val="002C6D41"/>
    <w:rsid w:val="002D7023"/>
    <w:rsid w:val="002E48B5"/>
    <w:rsid w:val="002E59D6"/>
    <w:rsid w:val="002E7B34"/>
    <w:rsid w:val="002F18BB"/>
    <w:rsid w:val="002F466F"/>
    <w:rsid w:val="0031150D"/>
    <w:rsid w:val="003136F5"/>
    <w:rsid w:val="003177E9"/>
    <w:rsid w:val="00324F84"/>
    <w:rsid w:val="00326F7E"/>
    <w:rsid w:val="00345845"/>
    <w:rsid w:val="00350ACA"/>
    <w:rsid w:val="003514C3"/>
    <w:rsid w:val="00357C43"/>
    <w:rsid w:val="00361D9A"/>
    <w:rsid w:val="00364DEF"/>
    <w:rsid w:val="00375A48"/>
    <w:rsid w:val="0038244F"/>
    <w:rsid w:val="0038276B"/>
    <w:rsid w:val="0038499F"/>
    <w:rsid w:val="003914C5"/>
    <w:rsid w:val="00392D5F"/>
    <w:rsid w:val="003A1BA5"/>
    <w:rsid w:val="003C17F8"/>
    <w:rsid w:val="003D2871"/>
    <w:rsid w:val="003D61A2"/>
    <w:rsid w:val="003D6649"/>
    <w:rsid w:val="003E0D26"/>
    <w:rsid w:val="003E378F"/>
    <w:rsid w:val="004176D4"/>
    <w:rsid w:val="00420F79"/>
    <w:rsid w:val="004333E8"/>
    <w:rsid w:val="00440DD2"/>
    <w:rsid w:val="0044187A"/>
    <w:rsid w:val="00446899"/>
    <w:rsid w:val="00447689"/>
    <w:rsid w:val="0046235C"/>
    <w:rsid w:val="004629AD"/>
    <w:rsid w:val="0046423C"/>
    <w:rsid w:val="004806AF"/>
    <w:rsid w:val="00486878"/>
    <w:rsid w:val="004B62AB"/>
    <w:rsid w:val="004C4FDA"/>
    <w:rsid w:val="004C503A"/>
    <w:rsid w:val="004E057A"/>
    <w:rsid w:val="004E2322"/>
    <w:rsid w:val="004E2BD7"/>
    <w:rsid w:val="004E3AF9"/>
    <w:rsid w:val="004F74C0"/>
    <w:rsid w:val="00510191"/>
    <w:rsid w:val="005164FD"/>
    <w:rsid w:val="00517CEE"/>
    <w:rsid w:val="005254BE"/>
    <w:rsid w:val="0053075E"/>
    <w:rsid w:val="00532C14"/>
    <w:rsid w:val="00552DC0"/>
    <w:rsid w:val="0055550C"/>
    <w:rsid w:val="00563E60"/>
    <w:rsid w:val="00581893"/>
    <w:rsid w:val="00590CAB"/>
    <w:rsid w:val="00592833"/>
    <w:rsid w:val="005A214B"/>
    <w:rsid w:val="005A3974"/>
    <w:rsid w:val="005A5DC6"/>
    <w:rsid w:val="005A6A38"/>
    <w:rsid w:val="005A7C57"/>
    <w:rsid w:val="005C5096"/>
    <w:rsid w:val="005C58B5"/>
    <w:rsid w:val="005E06F2"/>
    <w:rsid w:val="005E1468"/>
    <w:rsid w:val="005E3E61"/>
    <w:rsid w:val="005E5F37"/>
    <w:rsid w:val="005F2A75"/>
    <w:rsid w:val="005F3D5F"/>
    <w:rsid w:val="005F7B2E"/>
    <w:rsid w:val="006016B0"/>
    <w:rsid w:val="0061051B"/>
    <w:rsid w:val="0061253D"/>
    <w:rsid w:val="00616EF4"/>
    <w:rsid w:val="00617358"/>
    <w:rsid w:val="00617D76"/>
    <w:rsid w:val="006279BD"/>
    <w:rsid w:val="00630405"/>
    <w:rsid w:val="00634A59"/>
    <w:rsid w:val="00642D24"/>
    <w:rsid w:val="006446D6"/>
    <w:rsid w:val="00645CF5"/>
    <w:rsid w:val="00656A7F"/>
    <w:rsid w:val="00656FEE"/>
    <w:rsid w:val="00667448"/>
    <w:rsid w:val="00667CF3"/>
    <w:rsid w:val="006866DF"/>
    <w:rsid w:val="00692205"/>
    <w:rsid w:val="006944D9"/>
    <w:rsid w:val="0069468A"/>
    <w:rsid w:val="006A2FD7"/>
    <w:rsid w:val="006A7184"/>
    <w:rsid w:val="006B1AED"/>
    <w:rsid w:val="006B6CD1"/>
    <w:rsid w:val="006B7979"/>
    <w:rsid w:val="006C044C"/>
    <w:rsid w:val="006C1D7E"/>
    <w:rsid w:val="006C6D45"/>
    <w:rsid w:val="006D10DF"/>
    <w:rsid w:val="006D518D"/>
    <w:rsid w:val="006E5CC8"/>
    <w:rsid w:val="006E5FB4"/>
    <w:rsid w:val="00701954"/>
    <w:rsid w:val="00702C98"/>
    <w:rsid w:val="00703943"/>
    <w:rsid w:val="007046C4"/>
    <w:rsid w:val="007131D0"/>
    <w:rsid w:val="007148FF"/>
    <w:rsid w:val="00716BDB"/>
    <w:rsid w:val="00716D95"/>
    <w:rsid w:val="00717456"/>
    <w:rsid w:val="00725F9A"/>
    <w:rsid w:val="00730E66"/>
    <w:rsid w:val="00737DE1"/>
    <w:rsid w:val="00743A74"/>
    <w:rsid w:val="007512EE"/>
    <w:rsid w:val="00751517"/>
    <w:rsid w:val="00757DDE"/>
    <w:rsid w:val="00764AAC"/>
    <w:rsid w:val="007818E2"/>
    <w:rsid w:val="007871C1"/>
    <w:rsid w:val="0079132D"/>
    <w:rsid w:val="0079193B"/>
    <w:rsid w:val="00794A4F"/>
    <w:rsid w:val="007A23C1"/>
    <w:rsid w:val="007A2659"/>
    <w:rsid w:val="007A5EB4"/>
    <w:rsid w:val="007A6E1C"/>
    <w:rsid w:val="007B318D"/>
    <w:rsid w:val="007B35B6"/>
    <w:rsid w:val="007C50D1"/>
    <w:rsid w:val="007C5C24"/>
    <w:rsid w:val="007E2B7F"/>
    <w:rsid w:val="007F3F54"/>
    <w:rsid w:val="007F43E0"/>
    <w:rsid w:val="00801D78"/>
    <w:rsid w:val="008078CF"/>
    <w:rsid w:val="008171AF"/>
    <w:rsid w:val="0083465B"/>
    <w:rsid w:val="00835351"/>
    <w:rsid w:val="008366E0"/>
    <w:rsid w:val="00840305"/>
    <w:rsid w:val="008429DC"/>
    <w:rsid w:val="0085079E"/>
    <w:rsid w:val="00852D9D"/>
    <w:rsid w:val="00852F3B"/>
    <w:rsid w:val="00853823"/>
    <w:rsid w:val="00857800"/>
    <w:rsid w:val="0086386E"/>
    <w:rsid w:val="00866C1D"/>
    <w:rsid w:val="00871847"/>
    <w:rsid w:val="0088698F"/>
    <w:rsid w:val="00894ADF"/>
    <w:rsid w:val="008A6F1F"/>
    <w:rsid w:val="008C3491"/>
    <w:rsid w:val="008C5079"/>
    <w:rsid w:val="008D2B30"/>
    <w:rsid w:val="008D3232"/>
    <w:rsid w:val="008D6C3F"/>
    <w:rsid w:val="008D7633"/>
    <w:rsid w:val="008E0C92"/>
    <w:rsid w:val="00910883"/>
    <w:rsid w:val="0092568E"/>
    <w:rsid w:val="0092580A"/>
    <w:rsid w:val="0093490C"/>
    <w:rsid w:val="0093664F"/>
    <w:rsid w:val="00943EB0"/>
    <w:rsid w:val="0094557E"/>
    <w:rsid w:val="00945CA5"/>
    <w:rsid w:val="009553BC"/>
    <w:rsid w:val="009557EA"/>
    <w:rsid w:val="00963959"/>
    <w:rsid w:val="00963D60"/>
    <w:rsid w:val="0096600A"/>
    <w:rsid w:val="00975A25"/>
    <w:rsid w:val="00976996"/>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1963"/>
    <w:rsid w:val="00A6415E"/>
    <w:rsid w:val="00A64B65"/>
    <w:rsid w:val="00A6502B"/>
    <w:rsid w:val="00A661F8"/>
    <w:rsid w:val="00A6672B"/>
    <w:rsid w:val="00A71651"/>
    <w:rsid w:val="00A7480A"/>
    <w:rsid w:val="00A82224"/>
    <w:rsid w:val="00A87496"/>
    <w:rsid w:val="00A927D0"/>
    <w:rsid w:val="00A9705C"/>
    <w:rsid w:val="00A97B0A"/>
    <w:rsid w:val="00AA224C"/>
    <w:rsid w:val="00AA6262"/>
    <w:rsid w:val="00AB1EC7"/>
    <w:rsid w:val="00AD4128"/>
    <w:rsid w:val="00AD7705"/>
    <w:rsid w:val="00AD7B27"/>
    <w:rsid w:val="00AE06DB"/>
    <w:rsid w:val="00AF319D"/>
    <w:rsid w:val="00B057B0"/>
    <w:rsid w:val="00B11AB7"/>
    <w:rsid w:val="00B239B4"/>
    <w:rsid w:val="00B30264"/>
    <w:rsid w:val="00B35923"/>
    <w:rsid w:val="00B3687B"/>
    <w:rsid w:val="00B41B50"/>
    <w:rsid w:val="00B47777"/>
    <w:rsid w:val="00B47ADF"/>
    <w:rsid w:val="00B55070"/>
    <w:rsid w:val="00B62ECB"/>
    <w:rsid w:val="00B63C95"/>
    <w:rsid w:val="00B63E35"/>
    <w:rsid w:val="00B84773"/>
    <w:rsid w:val="00B85770"/>
    <w:rsid w:val="00B90405"/>
    <w:rsid w:val="00B908A8"/>
    <w:rsid w:val="00B92EF0"/>
    <w:rsid w:val="00B93961"/>
    <w:rsid w:val="00B972FB"/>
    <w:rsid w:val="00BA05C8"/>
    <w:rsid w:val="00BA5B2A"/>
    <w:rsid w:val="00BD76B1"/>
    <w:rsid w:val="00BE62B4"/>
    <w:rsid w:val="00BE69F6"/>
    <w:rsid w:val="00BF41CF"/>
    <w:rsid w:val="00BF6132"/>
    <w:rsid w:val="00C00920"/>
    <w:rsid w:val="00C02C5D"/>
    <w:rsid w:val="00C04A69"/>
    <w:rsid w:val="00C14A00"/>
    <w:rsid w:val="00C23983"/>
    <w:rsid w:val="00C24B77"/>
    <w:rsid w:val="00C2717C"/>
    <w:rsid w:val="00C33A1F"/>
    <w:rsid w:val="00C4037C"/>
    <w:rsid w:val="00C52D3B"/>
    <w:rsid w:val="00C53FE3"/>
    <w:rsid w:val="00C55524"/>
    <w:rsid w:val="00C615A2"/>
    <w:rsid w:val="00C65852"/>
    <w:rsid w:val="00C711EB"/>
    <w:rsid w:val="00C72B49"/>
    <w:rsid w:val="00C77106"/>
    <w:rsid w:val="00C87836"/>
    <w:rsid w:val="00C92A2E"/>
    <w:rsid w:val="00CA66F5"/>
    <w:rsid w:val="00CA6BD1"/>
    <w:rsid w:val="00CC3663"/>
    <w:rsid w:val="00CC6E4A"/>
    <w:rsid w:val="00CE16F1"/>
    <w:rsid w:val="00CE5038"/>
    <w:rsid w:val="00CE5448"/>
    <w:rsid w:val="00CE5488"/>
    <w:rsid w:val="00CE63E0"/>
    <w:rsid w:val="00CE753B"/>
    <w:rsid w:val="00CF6534"/>
    <w:rsid w:val="00CF6586"/>
    <w:rsid w:val="00CF72EF"/>
    <w:rsid w:val="00CF7462"/>
    <w:rsid w:val="00D04FE4"/>
    <w:rsid w:val="00D313A4"/>
    <w:rsid w:val="00D32108"/>
    <w:rsid w:val="00D35AE8"/>
    <w:rsid w:val="00D42EA3"/>
    <w:rsid w:val="00D42F53"/>
    <w:rsid w:val="00D45693"/>
    <w:rsid w:val="00D47D4E"/>
    <w:rsid w:val="00D55DC3"/>
    <w:rsid w:val="00D57457"/>
    <w:rsid w:val="00D64F60"/>
    <w:rsid w:val="00D73AED"/>
    <w:rsid w:val="00DA2153"/>
    <w:rsid w:val="00DA2662"/>
    <w:rsid w:val="00DB44DA"/>
    <w:rsid w:val="00DB4ACB"/>
    <w:rsid w:val="00DC032C"/>
    <w:rsid w:val="00DC1F2A"/>
    <w:rsid w:val="00DD173E"/>
    <w:rsid w:val="00DD3509"/>
    <w:rsid w:val="00DE3025"/>
    <w:rsid w:val="00DE3350"/>
    <w:rsid w:val="00DE66C6"/>
    <w:rsid w:val="00DF08D9"/>
    <w:rsid w:val="00DF1C10"/>
    <w:rsid w:val="00DF1EE2"/>
    <w:rsid w:val="00E03F6F"/>
    <w:rsid w:val="00E04C83"/>
    <w:rsid w:val="00E07FED"/>
    <w:rsid w:val="00E14DD8"/>
    <w:rsid w:val="00E155F0"/>
    <w:rsid w:val="00E17E89"/>
    <w:rsid w:val="00E20D4D"/>
    <w:rsid w:val="00E22F04"/>
    <w:rsid w:val="00E2358B"/>
    <w:rsid w:val="00E34020"/>
    <w:rsid w:val="00E3479A"/>
    <w:rsid w:val="00E6085B"/>
    <w:rsid w:val="00E6313B"/>
    <w:rsid w:val="00E66783"/>
    <w:rsid w:val="00E75FBB"/>
    <w:rsid w:val="00E76C0B"/>
    <w:rsid w:val="00E76D9B"/>
    <w:rsid w:val="00E77789"/>
    <w:rsid w:val="00E80515"/>
    <w:rsid w:val="00E83594"/>
    <w:rsid w:val="00E954AC"/>
    <w:rsid w:val="00EA2954"/>
    <w:rsid w:val="00EA63A7"/>
    <w:rsid w:val="00EB511E"/>
    <w:rsid w:val="00EB632F"/>
    <w:rsid w:val="00EC1396"/>
    <w:rsid w:val="00ED6603"/>
    <w:rsid w:val="00EE123F"/>
    <w:rsid w:val="00EF15B4"/>
    <w:rsid w:val="00EF2F06"/>
    <w:rsid w:val="00EF5C59"/>
    <w:rsid w:val="00EF7DC0"/>
    <w:rsid w:val="00F0149D"/>
    <w:rsid w:val="00F021DE"/>
    <w:rsid w:val="00F05D3F"/>
    <w:rsid w:val="00F10E71"/>
    <w:rsid w:val="00F142BE"/>
    <w:rsid w:val="00F147CC"/>
    <w:rsid w:val="00F201FC"/>
    <w:rsid w:val="00F222EB"/>
    <w:rsid w:val="00F25601"/>
    <w:rsid w:val="00F344B8"/>
    <w:rsid w:val="00F35008"/>
    <w:rsid w:val="00F37B3D"/>
    <w:rsid w:val="00F41966"/>
    <w:rsid w:val="00F445E5"/>
    <w:rsid w:val="00F45D74"/>
    <w:rsid w:val="00F516C4"/>
    <w:rsid w:val="00F6067C"/>
    <w:rsid w:val="00F61445"/>
    <w:rsid w:val="00F64101"/>
    <w:rsid w:val="00F71E39"/>
    <w:rsid w:val="00F73478"/>
    <w:rsid w:val="00F82E34"/>
    <w:rsid w:val="00F84C8D"/>
    <w:rsid w:val="00F9178C"/>
    <w:rsid w:val="00F9703F"/>
    <w:rsid w:val="00FA07A1"/>
    <w:rsid w:val="00FA3E25"/>
    <w:rsid w:val="00FB0AFC"/>
    <w:rsid w:val="00FB4E4B"/>
    <w:rsid w:val="00FB5A18"/>
    <w:rsid w:val="00FD07B9"/>
    <w:rsid w:val="00FD182E"/>
    <w:rsid w:val="00FD62B4"/>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3DA73D"/>
  <w15:docId w15:val="{58376D38-4F8D-4249-A13E-02F1EDAC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F201FC"/>
    <w:pPr>
      <w:spacing w:before="100" w:beforeAutospacing="1" w:after="100" w:afterAutospacing="1" w:line="240" w:lineRule="auto"/>
    </w:pPr>
    <w:rPr>
      <w:rFonts w:ascii="Times New Roman" w:hAnsi="Times New Roman"/>
      <w:sz w:val="24"/>
      <w:szCs w:val="24"/>
    </w:rPr>
  </w:style>
  <w:style w:type="character" w:customStyle="1" w:styleId="berschrift2Zchn">
    <w:name w:val="Überschrift 2 Zchn"/>
    <w:basedOn w:val="Absatz-Standardschriftart"/>
    <w:link w:val="berschrift2"/>
    <w:rsid w:val="00F201FC"/>
    <w:rPr>
      <w:rFonts w:ascii="Arial" w:hAnsi="Arial" w:cs="Arial"/>
      <w:b/>
      <w:bCs/>
      <w:iCs/>
      <w:sz w:val="36"/>
      <w:szCs w:val="28"/>
    </w:rPr>
  </w:style>
  <w:style w:type="character" w:customStyle="1" w:styleId="berschrift4Zchn">
    <w:name w:val="Überschrift 4 Zchn"/>
    <w:basedOn w:val="Absatz-Standardschriftart"/>
    <w:link w:val="berschrift4"/>
    <w:rsid w:val="00F201FC"/>
    <w:rPr>
      <w:rFonts w:ascii="Arial" w:hAnsi="Arial"/>
      <w:b/>
      <w:bCs/>
      <w:sz w:val="24"/>
      <w:szCs w:val="28"/>
    </w:rPr>
  </w:style>
  <w:style w:type="paragraph" w:styleId="berarbeitung">
    <w:name w:val="Revision"/>
    <w:hidden/>
    <w:uiPriority w:val="99"/>
    <w:semiHidden/>
    <w:rsid w:val="00B30264"/>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08564520">
      <w:bodyDiv w:val="1"/>
      <w:marLeft w:val="0"/>
      <w:marRight w:val="0"/>
      <w:marTop w:val="0"/>
      <w:marBottom w:val="0"/>
      <w:divBdr>
        <w:top w:val="none" w:sz="0" w:space="0" w:color="auto"/>
        <w:left w:val="none" w:sz="0" w:space="0" w:color="auto"/>
        <w:bottom w:val="none" w:sz="0" w:space="0" w:color="auto"/>
        <w:right w:val="none" w:sz="0" w:space="0" w:color="auto"/>
      </w:divBdr>
    </w:div>
    <w:div w:id="806165928">
      <w:bodyDiv w:val="1"/>
      <w:marLeft w:val="0"/>
      <w:marRight w:val="0"/>
      <w:marTop w:val="0"/>
      <w:marBottom w:val="0"/>
      <w:divBdr>
        <w:top w:val="none" w:sz="0" w:space="0" w:color="auto"/>
        <w:left w:val="none" w:sz="0" w:space="0" w:color="auto"/>
        <w:bottom w:val="none" w:sz="0" w:space="0" w:color="auto"/>
        <w:right w:val="none" w:sz="0" w:space="0" w:color="auto"/>
      </w:divBdr>
    </w:div>
    <w:div w:id="119808103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42465096">
      <w:bodyDiv w:val="1"/>
      <w:marLeft w:val="0"/>
      <w:marRight w:val="0"/>
      <w:marTop w:val="0"/>
      <w:marBottom w:val="0"/>
      <w:divBdr>
        <w:top w:val="none" w:sz="0" w:space="0" w:color="auto"/>
        <w:left w:val="none" w:sz="0" w:space="0" w:color="auto"/>
        <w:bottom w:val="none" w:sz="0" w:space="0" w:color="auto"/>
        <w:right w:val="none" w:sz="0" w:space="0" w:color="auto"/>
      </w:divBdr>
    </w:div>
    <w:div w:id="1385327016">
      <w:bodyDiv w:val="1"/>
      <w:marLeft w:val="0"/>
      <w:marRight w:val="0"/>
      <w:marTop w:val="0"/>
      <w:marBottom w:val="0"/>
      <w:divBdr>
        <w:top w:val="none" w:sz="0" w:space="0" w:color="auto"/>
        <w:left w:val="none" w:sz="0" w:space="0" w:color="auto"/>
        <w:bottom w:val="none" w:sz="0" w:space="0" w:color="auto"/>
        <w:right w:val="none" w:sz="0" w:space="0" w:color="auto"/>
      </w:divBdr>
    </w:div>
    <w:div w:id="1403869840">
      <w:bodyDiv w:val="1"/>
      <w:marLeft w:val="0"/>
      <w:marRight w:val="0"/>
      <w:marTop w:val="0"/>
      <w:marBottom w:val="0"/>
      <w:divBdr>
        <w:top w:val="none" w:sz="0" w:space="0" w:color="auto"/>
        <w:left w:val="none" w:sz="0" w:space="0" w:color="auto"/>
        <w:bottom w:val="none" w:sz="0" w:space="0" w:color="auto"/>
        <w:right w:val="none" w:sz="0" w:space="0" w:color="auto"/>
      </w:divBdr>
    </w:div>
    <w:div w:id="1493990000">
      <w:bodyDiv w:val="1"/>
      <w:marLeft w:val="0"/>
      <w:marRight w:val="0"/>
      <w:marTop w:val="0"/>
      <w:marBottom w:val="0"/>
      <w:divBdr>
        <w:top w:val="none" w:sz="0" w:space="0" w:color="auto"/>
        <w:left w:val="none" w:sz="0" w:space="0" w:color="auto"/>
        <w:bottom w:val="none" w:sz="0" w:space="0" w:color="auto"/>
        <w:right w:val="none" w:sz="0" w:space="0" w:color="auto"/>
      </w:divBdr>
    </w:div>
    <w:div w:id="1761827917">
      <w:bodyDiv w:val="1"/>
      <w:marLeft w:val="0"/>
      <w:marRight w:val="0"/>
      <w:marTop w:val="0"/>
      <w:marBottom w:val="0"/>
      <w:divBdr>
        <w:top w:val="none" w:sz="0" w:space="0" w:color="auto"/>
        <w:left w:val="none" w:sz="0" w:space="0" w:color="auto"/>
        <w:bottom w:val="none" w:sz="0" w:space="0" w:color="auto"/>
        <w:right w:val="none" w:sz="0" w:space="0" w:color="auto"/>
      </w:divBdr>
    </w:div>
    <w:div w:id="191361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553</Words>
  <Characters>3840</Characters>
  <Application>Microsoft Office Word</Application>
  <DocSecurity>0</DocSecurity>
  <Lines>123</Lines>
  <Paragraphs>46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4347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2019-02-21T09:48:00Z</cp:lastPrinted>
  <dcterms:created xsi:type="dcterms:W3CDTF">2020-07-06T10:43:00Z</dcterms:created>
  <dcterms:modified xsi:type="dcterms:W3CDTF">2020-07-08T10:27:00Z</dcterms:modified>
</cp:coreProperties>
</file>