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5A0D4" w14:textId="584E01F2" w:rsidR="00AC701E" w:rsidRDefault="00352F11" w:rsidP="00352F11">
      <w:pPr>
        <w:pStyle w:val="berschrift2"/>
      </w:pPr>
      <w:r>
        <w:t>Integrierte CO</w:t>
      </w:r>
      <w:r>
        <w:rPr>
          <w:vertAlign w:val="subscript"/>
        </w:rPr>
        <w:t>2</w:t>
      </w:r>
      <w:r>
        <w:t>-Regelung für den AEROTUBE von SIEGENIA</w:t>
      </w:r>
      <w:r w:rsidR="00AC701E">
        <w:t xml:space="preserve"> </w:t>
      </w:r>
    </w:p>
    <w:p w14:paraId="6C77C479" w14:textId="15F9019A" w:rsidR="00AC701E" w:rsidRDefault="002B19E3" w:rsidP="00AC701E">
      <w:pPr>
        <w:pStyle w:val="berschrift1"/>
      </w:pPr>
      <w:r>
        <w:t>Optisch u</w:t>
      </w:r>
      <w:r w:rsidR="004A5E86">
        <w:t xml:space="preserve">nsichtbar </w:t>
      </w:r>
      <w:r>
        <w:t>– e</w:t>
      </w:r>
      <w:r w:rsidR="004A5E86">
        <w:t>ffizient in der Montage</w:t>
      </w:r>
    </w:p>
    <w:p w14:paraId="49B93F88" w14:textId="5E07F1F6" w:rsidR="00AC701E" w:rsidRDefault="00AC701E" w:rsidP="00AC701E"/>
    <w:p w14:paraId="3D54144E" w14:textId="1E1E9399" w:rsidR="009761E9" w:rsidRPr="000C5172" w:rsidRDefault="000A03CA" w:rsidP="009761E9">
      <w:r>
        <w:t>Mit seinem dezenten Design und der Möglichkeit zur kontrollierten Lüftung mit Komfort</w:t>
      </w:r>
      <w:r w:rsidR="008225E9">
        <w:t xml:space="preserve">funktionen </w:t>
      </w:r>
      <w:r>
        <w:t xml:space="preserve">hat sich der Wandlüfter AEROTUBE von SIEGENIA </w:t>
      </w:r>
      <w:r w:rsidR="009B000E">
        <w:t xml:space="preserve">in Eigenheimen und Gewerbeobjekten </w:t>
      </w:r>
      <w:r w:rsidR="008225E9">
        <w:t>bewährt</w:t>
      </w:r>
      <w:r>
        <w:t>.</w:t>
      </w:r>
      <w:r w:rsidR="008225E9">
        <w:t xml:space="preserve"> Jetzt sorgt der kompakte Lüfter noch effizienter als bislang für ein gesundes Raumklima: </w:t>
      </w:r>
      <w:r w:rsidR="00CD77C0">
        <w:t>Dem steigenden Bewusstsein von Endanwendern für das Thema Luftqualität entsprechen</w:t>
      </w:r>
      <w:r w:rsidR="003568AA">
        <w:t>d</w:t>
      </w:r>
      <w:r w:rsidR="00CD77C0">
        <w:t xml:space="preserve">, </w:t>
      </w:r>
      <w:r w:rsidR="008225E9">
        <w:t xml:space="preserve">sind der AEROTUBE WRG </w:t>
      </w:r>
      <w:r w:rsidR="001370FB">
        <w:t xml:space="preserve">smart </w:t>
      </w:r>
      <w:r w:rsidR="008225E9">
        <w:t xml:space="preserve">und der AEROTUBE AZ </w:t>
      </w:r>
      <w:r w:rsidR="001370FB">
        <w:t xml:space="preserve">smart </w:t>
      </w:r>
      <w:r w:rsidR="00CD77C0">
        <w:t xml:space="preserve">ab sofort </w:t>
      </w:r>
      <w:r w:rsidR="001370FB">
        <w:t xml:space="preserve">auf Wunsch auch </w:t>
      </w:r>
      <w:r w:rsidR="008225E9">
        <w:t xml:space="preserve">mit </w:t>
      </w:r>
      <w:r w:rsidR="007C2544">
        <w:t>CO</w:t>
      </w:r>
      <w:r w:rsidR="007C2544" w:rsidRPr="003C328C">
        <w:rPr>
          <w:vertAlign w:val="subscript"/>
        </w:rPr>
        <w:t>2</w:t>
      </w:r>
      <w:r w:rsidR="007C2544">
        <w:t>-Regelung</w:t>
      </w:r>
      <w:r w:rsidR="00CD77C0">
        <w:t xml:space="preserve"> erhältlich. </w:t>
      </w:r>
      <w:r w:rsidR="003568AA">
        <w:t xml:space="preserve">Das ermöglicht die </w:t>
      </w:r>
      <w:r w:rsidR="00FD1C33">
        <w:t xml:space="preserve">komfortable, </w:t>
      </w:r>
      <w:r w:rsidR="003568AA">
        <w:t xml:space="preserve">automatische </w:t>
      </w:r>
      <w:r w:rsidR="00B2290E">
        <w:t xml:space="preserve">Anpassung des </w:t>
      </w:r>
      <w:r w:rsidR="003568AA">
        <w:t xml:space="preserve">Luftwechsels </w:t>
      </w:r>
      <w:r w:rsidR="009761E9">
        <w:t xml:space="preserve">an </w:t>
      </w:r>
      <w:r w:rsidR="003568AA">
        <w:t xml:space="preserve">die aktuellen </w:t>
      </w:r>
      <w:r w:rsidR="009761E9">
        <w:t xml:space="preserve">Erfordernisse und garantiert </w:t>
      </w:r>
      <w:r w:rsidR="006D428C">
        <w:t xml:space="preserve">eine </w:t>
      </w:r>
      <w:r w:rsidR="00E17979">
        <w:t xml:space="preserve">jederzeit </w:t>
      </w:r>
      <w:r w:rsidR="009761E9">
        <w:t xml:space="preserve">hohe Luftqualität. Auch das Risiko von Viren in der </w:t>
      </w:r>
      <w:r w:rsidR="009761E9" w:rsidRPr="000C5172">
        <w:t xml:space="preserve">Raumluft </w:t>
      </w:r>
      <w:r w:rsidR="001370FB">
        <w:t>kann</w:t>
      </w:r>
      <w:r w:rsidR="009761E9">
        <w:t xml:space="preserve"> dadurch </w:t>
      </w:r>
      <w:r w:rsidR="001370FB">
        <w:t>deutlich gesenkt werden</w:t>
      </w:r>
      <w:r w:rsidR="009761E9" w:rsidRPr="000C5172">
        <w:t xml:space="preserve">. </w:t>
      </w:r>
    </w:p>
    <w:p w14:paraId="71DA6120" w14:textId="56BC0F3D" w:rsidR="00105D05" w:rsidRDefault="00105D05" w:rsidP="00AC701E"/>
    <w:p w14:paraId="68D54BB0" w14:textId="7F20042E" w:rsidR="000A03CA" w:rsidRDefault="009B000E" w:rsidP="00AC701E">
      <w:r>
        <w:t xml:space="preserve">Hierzu ergänzt </w:t>
      </w:r>
      <w:r w:rsidR="00EF11E5">
        <w:t>die neue CO</w:t>
      </w:r>
      <w:r w:rsidR="00EF11E5" w:rsidRPr="001370FB">
        <w:rPr>
          <w:vertAlign w:val="subscript"/>
        </w:rPr>
        <w:t>2</w:t>
      </w:r>
      <w:r w:rsidR="00EF11E5">
        <w:t>-Regelung</w:t>
      </w:r>
      <w:r w:rsidR="005451FC">
        <w:t xml:space="preserve"> </w:t>
      </w:r>
      <w:r w:rsidR="00A827D6">
        <w:t xml:space="preserve">die </w:t>
      </w:r>
      <w:r w:rsidR="0028130C">
        <w:t>bislang auf Temperatur und Luftfeuchtigkeit ausgerichtete Funktionsweise</w:t>
      </w:r>
      <w:r w:rsidR="00A827D6">
        <w:t xml:space="preserve"> der beiden Lüfter um </w:t>
      </w:r>
      <w:r w:rsidR="005451FC">
        <w:t xml:space="preserve">die </w:t>
      </w:r>
      <w:r w:rsidR="007C2544">
        <w:t>bedarfsgerechte Anpassung der Lüftungsintensität auf Basis des CO</w:t>
      </w:r>
      <w:r w:rsidR="007C2544" w:rsidRPr="00CD3E85">
        <w:rPr>
          <w:vertAlign w:val="subscript"/>
        </w:rPr>
        <w:t>2</w:t>
      </w:r>
      <w:r w:rsidR="007C2544">
        <w:t>-Gehalts in der Raumluft</w:t>
      </w:r>
      <w:r w:rsidR="005451FC">
        <w:t xml:space="preserve">. </w:t>
      </w:r>
      <w:r w:rsidR="00510360">
        <w:t xml:space="preserve">Ihr </w:t>
      </w:r>
      <w:r w:rsidR="00352F11">
        <w:t>Status</w:t>
      </w:r>
      <w:r w:rsidR="00C22D1D">
        <w:t xml:space="preserve"> wird </w:t>
      </w:r>
      <w:r>
        <w:t>per Ampelprinzip</w:t>
      </w:r>
      <w:r w:rsidR="005451FC">
        <w:t xml:space="preserve"> über die SIEGENIA Comfort App an</w:t>
      </w:r>
      <w:r w:rsidR="00EF11E5">
        <w:t>gezeigt</w:t>
      </w:r>
      <w:r w:rsidR="005451FC">
        <w:t xml:space="preserve">. </w:t>
      </w:r>
      <w:r w:rsidR="00312D68">
        <w:t xml:space="preserve">Überzeugend ist </w:t>
      </w:r>
      <w:r w:rsidR="00001A55">
        <w:t xml:space="preserve">die </w:t>
      </w:r>
      <w:r w:rsidR="007C2544">
        <w:t>neue Funktionalität</w:t>
      </w:r>
      <w:r w:rsidR="00EF11E5">
        <w:t xml:space="preserve"> </w:t>
      </w:r>
      <w:r w:rsidR="00312D68">
        <w:t xml:space="preserve">zudem </w:t>
      </w:r>
      <w:r w:rsidR="00FD1C33">
        <w:t xml:space="preserve">unter ästhetischen Gesichtspunkten: </w:t>
      </w:r>
      <w:r w:rsidR="00312D68">
        <w:t>U</w:t>
      </w:r>
      <w:r w:rsidR="00FD1C33">
        <w:t xml:space="preserve">nmittelbar </w:t>
      </w:r>
      <w:r w:rsidR="005451FC">
        <w:t xml:space="preserve">in die Innenhaube </w:t>
      </w:r>
      <w:r w:rsidR="00FD1C33">
        <w:t xml:space="preserve">der Lüfter </w:t>
      </w:r>
      <w:r w:rsidR="005451FC">
        <w:t>integrier</w:t>
      </w:r>
      <w:r w:rsidR="00FD1C33">
        <w:t xml:space="preserve">t, ist </w:t>
      </w:r>
      <w:r w:rsidR="007C2544">
        <w:t>die optional</w:t>
      </w:r>
      <w:r w:rsidR="00E17979">
        <w:t>e</w:t>
      </w:r>
      <w:r w:rsidR="007C2544">
        <w:t xml:space="preserve"> Sensorik </w:t>
      </w:r>
      <w:r w:rsidR="005451FC">
        <w:t>komplett unsichtbar</w:t>
      </w:r>
      <w:r w:rsidR="00FD1C33">
        <w:t xml:space="preserve">. </w:t>
      </w:r>
    </w:p>
    <w:p w14:paraId="0B7E6CF6" w14:textId="5D6DD674" w:rsidR="00AC701E" w:rsidRPr="00D641E8" w:rsidRDefault="00590F1F" w:rsidP="00AC701E">
      <w:pPr>
        <w:pStyle w:val="berschrift4"/>
      </w:pPr>
      <w:r>
        <w:t>Verzicht auf externen Sensor – k</w:t>
      </w:r>
      <w:r w:rsidR="00AC701E">
        <w:t xml:space="preserve">abelfreie Vernetzung </w:t>
      </w:r>
    </w:p>
    <w:p w14:paraId="358A997E" w14:textId="23657326" w:rsidR="006C77F4" w:rsidRDefault="00590F1F" w:rsidP="00C0028B">
      <w:r>
        <w:t xml:space="preserve">Auch Verarbeiter profitieren von der Integration </w:t>
      </w:r>
      <w:r w:rsidR="007C2544">
        <w:t xml:space="preserve">der </w:t>
      </w:r>
      <w:r>
        <w:t>Sensor</w:t>
      </w:r>
      <w:r w:rsidR="007C2544">
        <w:t>ik</w:t>
      </w:r>
      <w:r>
        <w:t xml:space="preserve"> in das </w:t>
      </w:r>
      <w:r w:rsidR="002B5612">
        <w:t>Lüfterg</w:t>
      </w:r>
      <w:r>
        <w:t xml:space="preserve">ehäuse. </w:t>
      </w:r>
      <w:r w:rsidR="002B5612">
        <w:t xml:space="preserve">Sie erhalten hierdurch nicht nur </w:t>
      </w:r>
      <w:r>
        <w:t xml:space="preserve">ein zusätzliches Argument </w:t>
      </w:r>
      <w:r w:rsidR="002B5612">
        <w:t xml:space="preserve">für das </w:t>
      </w:r>
      <w:r>
        <w:t xml:space="preserve">Verkaufsgespräch, sondern </w:t>
      </w:r>
      <w:r w:rsidR="002B5612">
        <w:t xml:space="preserve">können darüber hinaus Zeit und Kosten bei der </w:t>
      </w:r>
      <w:r>
        <w:t>Montage</w:t>
      </w:r>
      <w:r w:rsidR="002B5612">
        <w:t xml:space="preserve"> sparen, da </w:t>
      </w:r>
      <w:r>
        <w:t xml:space="preserve">Installation und Verkabelung eines externen Sensors </w:t>
      </w:r>
      <w:r w:rsidR="002B5612">
        <w:t>entfallen</w:t>
      </w:r>
      <w:r>
        <w:t xml:space="preserve">. </w:t>
      </w:r>
      <w:r w:rsidR="002B5612">
        <w:t xml:space="preserve">Das sorgt ebenso für effiziente Abläufe </w:t>
      </w:r>
      <w:r w:rsidR="0085622D">
        <w:t xml:space="preserve">wie der mögliche Verzicht auf die Verlegung von Kabeln </w:t>
      </w:r>
      <w:r w:rsidR="001370FB">
        <w:t>zur</w:t>
      </w:r>
      <w:r w:rsidR="00EF11E5">
        <w:t xml:space="preserve"> Kopplung von </w:t>
      </w:r>
      <w:r w:rsidR="00C22D1D">
        <w:t xml:space="preserve">paarweise betriebenen </w:t>
      </w:r>
      <w:r w:rsidR="00EF11E5">
        <w:t>Lüftern</w:t>
      </w:r>
      <w:r w:rsidR="0085622D">
        <w:t>.</w:t>
      </w:r>
      <w:r w:rsidR="003F3A3A">
        <w:t xml:space="preserve"> Das macht </w:t>
      </w:r>
      <w:r w:rsidR="0085622D">
        <w:t xml:space="preserve">den AEROTUBE </w:t>
      </w:r>
      <w:r w:rsidR="003F3A3A">
        <w:t>zu einer idealen Lösung für Neubau und</w:t>
      </w:r>
      <w:r w:rsidR="003416A0">
        <w:t xml:space="preserve"> Nachrüstung</w:t>
      </w:r>
      <w:r w:rsidR="003F3A3A">
        <w:t xml:space="preserve">. </w:t>
      </w:r>
    </w:p>
    <w:p w14:paraId="051D24A5" w14:textId="6E37D44E" w:rsidR="003416A0" w:rsidRDefault="003416A0" w:rsidP="003416A0">
      <w:pPr>
        <w:pStyle w:val="berschrift4"/>
      </w:pPr>
      <w:r>
        <w:t>Intelligente Vernetzung – smarte Steuerung</w:t>
      </w:r>
    </w:p>
    <w:p w14:paraId="212F4FDE" w14:textId="06017B26" w:rsidR="00C0028B" w:rsidRPr="00072363" w:rsidRDefault="00590F1F" w:rsidP="00C0028B">
      <w:r>
        <w:t xml:space="preserve">Durch </w:t>
      </w:r>
      <w:r w:rsidR="007E3506">
        <w:t>seinen</w:t>
      </w:r>
      <w:r>
        <w:t xml:space="preserve"> cleveren Systemaufbau in mehreren Varianten bietet der AEROTUBE Raumkomfort </w:t>
      </w:r>
      <w:r w:rsidRPr="00C60771">
        <w:t>für die unterschiedlichsten Anforderungen</w:t>
      </w:r>
      <w:r>
        <w:t xml:space="preserve">. </w:t>
      </w:r>
      <w:r w:rsidR="00C0028B">
        <w:t xml:space="preserve">Für </w:t>
      </w:r>
      <w:r w:rsidR="00970D69">
        <w:t xml:space="preserve">die bedarfsorientierte Umschaltung zwischen Zu- und Abluftfunktion sowie </w:t>
      </w:r>
      <w:r w:rsidR="00C0028B">
        <w:t xml:space="preserve">eine integrierte Wärmerückgewinnung von bis zu 90 Prozent steht der AEROTUBE WRG smart. </w:t>
      </w:r>
      <w:r w:rsidR="00217836">
        <w:t xml:space="preserve">Seine Paarung aus sparsamer </w:t>
      </w:r>
      <w:r w:rsidR="00217836">
        <w:lastRenderedPageBreak/>
        <w:t xml:space="preserve">Betriebsweise und hoher Wärmerückgewinnung machen ihn </w:t>
      </w:r>
      <w:r w:rsidR="00217836" w:rsidRPr="00687EBC">
        <w:t>zu einem der energieeffizientesten Geräte seiner Klasse</w:t>
      </w:r>
      <w:r w:rsidR="00217836">
        <w:t xml:space="preserve">. Der AEROTUBE AZ smart hingegen </w:t>
      </w:r>
      <w:r w:rsidR="00325784">
        <w:t xml:space="preserve">ist wahlweise als Zu- oder Abluftgerät einsetzbar. Beide Lüfter zeichnen </w:t>
      </w:r>
      <w:r w:rsidR="00217836">
        <w:t xml:space="preserve">sich dank </w:t>
      </w:r>
      <w:r w:rsidR="00325784">
        <w:t>ihres</w:t>
      </w:r>
      <w:r w:rsidR="00217836">
        <w:t xml:space="preserve"> integrierten Temperatur- und Feuchtigkeits</w:t>
      </w:r>
      <w:r w:rsidR="0041771D">
        <w:t>sensor</w:t>
      </w:r>
      <w:r w:rsidR="00217836">
        <w:t xml:space="preserve">s durch höchsten Bedienkomfort aus. </w:t>
      </w:r>
      <w:r w:rsidR="00325784">
        <w:t xml:space="preserve">Zusätzlich erhöht wird der Nutzungskomfort durch das serienmäßig integrierte WLAN-Modul, das die Einbindung </w:t>
      </w:r>
      <w:r w:rsidR="00325784" w:rsidRPr="004D2D85">
        <w:t xml:space="preserve">in die </w:t>
      </w:r>
      <w:r w:rsidR="00325784">
        <w:t xml:space="preserve">SIEGENIA </w:t>
      </w:r>
      <w:r w:rsidR="00325784" w:rsidRPr="004D2D85">
        <w:t xml:space="preserve">Comfort </w:t>
      </w:r>
      <w:r w:rsidR="00325784">
        <w:t xml:space="preserve">App und damit </w:t>
      </w:r>
      <w:r w:rsidR="00C0028B">
        <w:t>die bequeme Steuerung per Smartphone</w:t>
      </w:r>
      <w:r w:rsidR="00325784">
        <w:t xml:space="preserve"> erlaubt</w:t>
      </w:r>
      <w:r w:rsidR="00C0028B">
        <w:t xml:space="preserve">. </w:t>
      </w:r>
      <w:r w:rsidR="00CE151E">
        <w:t xml:space="preserve">Smart ist auch die </w:t>
      </w:r>
      <w:r w:rsidR="006D4B23">
        <w:t xml:space="preserve">kostenlose </w:t>
      </w:r>
      <w:r w:rsidR="00CE151E">
        <w:t xml:space="preserve">Remotefunktion: Sie </w:t>
      </w:r>
      <w:r w:rsidR="009B000E">
        <w:t>ermöglicht</w:t>
      </w:r>
      <w:r w:rsidR="00CE151E">
        <w:t xml:space="preserve"> die Bedienung de</w:t>
      </w:r>
      <w:r w:rsidR="0041771D">
        <w:t>r</w:t>
      </w:r>
      <w:r w:rsidR="00CE151E">
        <w:t xml:space="preserve"> Lüfter </w:t>
      </w:r>
      <w:r w:rsidR="00E70488">
        <w:t>daheim und</w:t>
      </w:r>
      <w:r w:rsidR="00CE151E">
        <w:t xml:space="preserve"> unterwegs. </w:t>
      </w:r>
      <w:r w:rsidR="00C0028B">
        <w:t>Für Bedienkomfort sorgen eine LED-Statusanzeige, eine Filterwechselanzeige und die stufenlose Steuerung der Lüftungsintensität mit</w:t>
      </w:r>
      <w:r w:rsidR="00360224">
        <w:t>h</w:t>
      </w:r>
      <w:r w:rsidR="00C0028B">
        <w:t xml:space="preserve">ilfe der App. </w:t>
      </w:r>
    </w:p>
    <w:p w14:paraId="57CF2923" w14:textId="77777777" w:rsidR="00AC701E" w:rsidRDefault="00AC701E" w:rsidP="00AC701E"/>
    <w:p w14:paraId="39E19E3D" w14:textId="77777777" w:rsidR="00FA4467" w:rsidRDefault="00FA4467" w:rsidP="00C0028B"/>
    <w:p w14:paraId="2914454A" w14:textId="141F1ECA" w:rsidR="00FA4467" w:rsidRDefault="00FA4467" w:rsidP="00C0028B"/>
    <w:p w14:paraId="08ECF3B1" w14:textId="77777777" w:rsidR="001C3CB2" w:rsidRDefault="001C3CB2" w:rsidP="00C0028B"/>
    <w:p w14:paraId="7126A426" w14:textId="2B233C8E" w:rsidR="006D4B23" w:rsidRDefault="006D4B23" w:rsidP="00C0028B"/>
    <w:p w14:paraId="01D6ED21" w14:textId="77777777" w:rsidR="00E17979" w:rsidRDefault="00E17979" w:rsidP="00C0028B"/>
    <w:p w14:paraId="629B5728" w14:textId="77777777" w:rsidR="006D4B23" w:rsidRDefault="006D4B23" w:rsidP="00C0028B"/>
    <w:p w14:paraId="09B2F609" w14:textId="77777777" w:rsidR="00C0028B" w:rsidRDefault="00C0028B" w:rsidP="00C0028B">
      <w:pPr>
        <w:pStyle w:val="berschrift4"/>
        <w:suppressLineNumbers/>
      </w:pPr>
      <w:r>
        <w:t>Bildmotiv</w:t>
      </w:r>
    </w:p>
    <w:p w14:paraId="31957C0E" w14:textId="77777777" w:rsidR="00C0028B" w:rsidRDefault="00C0028B" w:rsidP="00C0028B">
      <w:pPr>
        <w:suppressLineNumbers/>
      </w:pPr>
      <w:r>
        <w:t>Bildquelle: SIEGENIA</w:t>
      </w:r>
    </w:p>
    <w:p w14:paraId="4EC4F52F" w14:textId="77777777" w:rsidR="00C0028B" w:rsidRPr="002A7F37" w:rsidRDefault="00C0028B" w:rsidP="00C0028B">
      <w:pPr>
        <w:suppressLineNumbers/>
      </w:pPr>
    </w:p>
    <w:p w14:paraId="74FEEC94" w14:textId="10458738" w:rsidR="00C0028B" w:rsidRPr="00D129AE" w:rsidRDefault="00C0028B" w:rsidP="00C0028B">
      <w:pPr>
        <w:suppressLineNumbers/>
        <w:rPr>
          <w:bCs/>
          <w:i/>
        </w:rPr>
      </w:pPr>
      <w:r w:rsidRPr="00D129AE">
        <w:rPr>
          <w:bCs/>
          <w:i/>
        </w:rPr>
        <w:t xml:space="preserve">Motiv: </w:t>
      </w:r>
      <w:bookmarkStart w:id="0" w:name="_Hlk95733715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AERO_AEROTUBE</w:t>
      </w:r>
      <w:r w:rsidR="002F68CD">
        <w:rPr>
          <w:bCs/>
          <w:i/>
        </w:rPr>
        <w:t xml:space="preserve"> mit CO2-Sensor</w:t>
      </w:r>
      <w:r>
        <w:rPr>
          <w:bCs/>
          <w:i/>
        </w:rPr>
        <w:t>_</w:t>
      </w:r>
      <w:r w:rsidR="002F68CD">
        <w:rPr>
          <w:bCs/>
          <w:i/>
        </w:rPr>
        <w:t>Presse</w:t>
      </w:r>
      <w:bookmarkEnd w:id="0"/>
      <w:r w:rsidRPr="00D129AE">
        <w:rPr>
          <w:bCs/>
          <w:i/>
        </w:rPr>
        <w:t xml:space="preserve">.jpg </w:t>
      </w:r>
    </w:p>
    <w:p w14:paraId="465C6AE7" w14:textId="3CA7F77C" w:rsidR="004B26BD" w:rsidRPr="000C5172" w:rsidRDefault="004B26BD" w:rsidP="004B26BD">
      <w:r>
        <w:t>Ab sofort sind die Wandlüfter AEROTUBE WRG smart und der AEROTUBE AZ smart von SIEGENIA auch mit CO</w:t>
      </w:r>
      <w:r w:rsidRPr="003C328C">
        <w:rPr>
          <w:vertAlign w:val="subscript"/>
        </w:rPr>
        <w:t>2</w:t>
      </w:r>
      <w:r>
        <w:t>-Regelung erhältlich. Durch die automatische Anpassung des Luftwechsels ist ein gesundes Raumklima stets gewährleistet</w:t>
      </w:r>
      <w:r w:rsidRPr="000C5172">
        <w:t xml:space="preserve">. </w:t>
      </w:r>
    </w:p>
    <w:p w14:paraId="633370E7" w14:textId="73CD9CF4" w:rsidR="00AC701E" w:rsidRDefault="00AC701E" w:rsidP="00FA4467">
      <w:pPr>
        <w:suppressLineNumbers/>
      </w:pPr>
    </w:p>
    <w:p w14:paraId="320B3CFE" w14:textId="664A7E1E" w:rsidR="00E17979" w:rsidRDefault="00E17979" w:rsidP="00FA4467">
      <w:pPr>
        <w:suppressLineNumbers/>
      </w:pPr>
    </w:p>
    <w:p w14:paraId="0C547200" w14:textId="77777777" w:rsidR="00E17979" w:rsidRDefault="00E17979" w:rsidP="00FA4467">
      <w:pPr>
        <w:suppressLineNumbers/>
      </w:pPr>
    </w:p>
    <w:p w14:paraId="3CAF4628" w14:textId="77777777" w:rsidR="00E17979" w:rsidRDefault="00E17979" w:rsidP="00FA4467">
      <w:pPr>
        <w:suppressLineNumbers/>
      </w:pPr>
    </w:p>
    <w:p w14:paraId="771BED01" w14:textId="77777777" w:rsidR="00AC701E" w:rsidRDefault="00AC701E" w:rsidP="00FA4467">
      <w:pPr>
        <w:suppressLineNumbers/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C0028B" w:rsidRPr="0044187A" w14:paraId="56B49F56" w14:textId="77777777" w:rsidTr="00426C42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3C5A3F2" w14:textId="77777777" w:rsidR="00C0028B" w:rsidRPr="0044187A" w:rsidRDefault="00C0028B" w:rsidP="00426C42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02F4B29" w14:textId="77777777" w:rsidR="00C0028B" w:rsidRDefault="00C0028B" w:rsidP="00426C42">
            <w:pPr>
              <w:pStyle w:val="Formatvorlage2"/>
            </w:pPr>
            <w:r>
              <w:t>SIEGENIA GRUPPE</w:t>
            </w:r>
          </w:p>
          <w:p w14:paraId="11635258" w14:textId="77777777" w:rsidR="00C0028B" w:rsidRDefault="00C0028B" w:rsidP="00426C42">
            <w:pPr>
              <w:pStyle w:val="Formatvorlage2"/>
            </w:pPr>
            <w:r>
              <w:t>Marketing-Kommunikation</w:t>
            </w:r>
          </w:p>
          <w:p w14:paraId="2A5AA368" w14:textId="77777777" w:rsidR="00C0028B" w:rsidRDefault="00C0028B" w:rsidP="00426C42">
            <w:pPr>
              <w:pStyle w:val="Formatvorlage2"/>
            </w:pPr>
            <w:r>
              <w:t>Industriestraße 1-3</w:t>
            </w:r>
          </w:p>
          <w:p w14:paraId="723B916A" w14:textId="77777777" w:rsidR="00C0028B" w:rsidRDefault="00C0028B" w:rsidP="00426C42">
            <w:pPr>
              <w:pStyle w:val="Formatvorlage2"/>
            </w:pPr>
            <w:r>
              <w:t>D - 57234 Wilnsdorf</w:t>
            </w:r>
          </w:p>
          <w:p w14:paraId="72467808" w14:textId="77777777" w:rsidR="00C0028B" w:rsidRDefault="00C0028B" w:rsidP="00426C42">
            <w:pPr>
              <w:pStyle w:val="Formatvorlage2"/>
            </w:pPr>
            <w:r>
              <w:t>Tel.: +49 271 3931-412</w:t>
            </w:r>
          </w:p>
          <w:p w14:paraId="1477B3BC" w14:textId="77777777" w:rsidR="00C0028B" w:rsidRDefault="00C0028B" w:rsidP="00426C42">
            <w:pPr>
              <w:pStyle w:val="Formatvorlage2"/>
            </w:pPr>
            <w:r>
              <w:t>Fax: +49 271 3931-77412</w:t>
            </w:r>
          </w:p>
          <w:p w14:paraId="4F36EB45" w14:textId="77777777" w:rsidR="00C0028B" w:rsidRPr="00392D5F" w:rsidRDefault="00C0028B" w:rsidP="00426C42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08EC83D8" w14:textId="77777777" w:rsidR="00C0028B" w:rsidRDefault="00C0028B" w:rsidP="00426C42">
            <w:pPr>
              <w:pStyle w:val="Formatvorlage2"/>
            </w:pPr>
            <w:r>
              <w:t>www.siegenia.com</w:t>
            </w:r>
          </w:p>
          <w:p w14:paraId="748ABDC6" w14:textId="77777777" w:rsidR="00C0028B" w:rsidRPr="0044187A" w:rsidRDefault="00C0028B" w:rsidP="00426C42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99F39A3" w14:textId="77777777" w:rsidR="00C0028B" w:rsidRPr="0044187A" w:rsidRDefault="00C0028B" w:rsidP="00426C42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C72DA7D" w14:textId="77777777" w:rsidR="00C0028B" w:rsidRDefault="00C0028B" w:rsidP="00426C42">
            <w:pPr>
              <w:pStyle w:val="Formatvorlage2"/>
            </w:pPr>
            <w:r>
              <w:t>Kemper Kommunikation</w:t>
            </w:r>
          </w:p>
          <w:p w14:paraId="1D34B0B3" w14:textId="77777777" w:rsidR="00C0028B" w:rsidRPr="00C33A1F" w:rsidRDefault="00C0028B" w:rsidP="00426C42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96B7ADA" w14:textId="61BFAFA6" w:rsidR="00C0028B" w:rsidRPr="00C33A1F" w:rsidRDefault="00360224" w:rsidP="00426C42">
            <w:pPr>
              <w:pStyle w:val="Formatvorlage2"/>
            </w:pPr>
            <w:r>
              <w:t>Am Milchbornbach 10</w:t>
            </w:r>
          </w:p>
          <w:p w14:paraId="7B54BD08" w14:textId="6D71554F" w:rsidR="00C0028B" w:rsidRPr="00C33A1F" w:rsidRDefault="00C0028B" w:rsidP="00426C42">
            <w:pPr>
              <w:pStyle w:val="Formatvorlage2"/>
            </w:pPr>
            <w:r>
              <w:t xml:space="preserve">D </w:t>
            </w:r>
            <w:r w:rsidR="00360224">
              <w:t>- 51429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360224">
              <w:t>04</w:t>
            </w:r>
            <w:r w:rsidRPr="00C33A1F">
              <w:t xml:space="preserve"> 9</w:t>
            </w:r>
            <w:r w:rsidR="00360224">
              <w:t>644808</w:t>
            </w:r>
          </w:p>
          <w:p w14:paraId="71787FF4" w14:textId="77777777" w:rsidR="00C0028B" w:rsidRPr="00A62535" w:rsidRDefault="00C0028B" w:rsidP="00426C42">
            <w:pPr>
              <w:pStyle w:val="Formatvorlage2"/>
              <w:rPr>
                <w:lang w:val="it-IT"/>
              </w:rPr>
            </w:pPr>
            <w:r w:rsidRPr="00A62535">
              <w:rPr>
                <w:lang w:val="it-IT"/>
              </w:rPr>
              <w:t>E-Mail: info@kemper-kommunikation.de</w:t>
            </w:r>
          </w:p>
          <w:p w14:paraId="36D1A05D" w14:textId="77777777" w:rsidR="00C0028B" w:rsidRDefault="00C0028B" w:rsidP="00426C42">
            <w:pPr>
              <w:pStyle w:val="Formatvorlage2"/>
            </w:pPr>
            <w:r w:rsidRPr="004333E8">
              <w:t>www.kemper-kommunikation.de</w:t>
            </w:r>
          </w:p>
          <w:p w14:paraId="2301D8D8" w14:textId="77777777" w:rsidR="00C0028B" w:rsidRPr="003F183E" w:rsidRDefault="00C0028B" w:rsidP="00426C42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8E88DC5" w14:textId="77777777" w:rsidR="00C0028B" w:rsidRPr="0044187A" w:rsidRDefault="00C0028B" w:rsidP="00426C42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C9373FE" w14:textId="7B067C9B" w:rsidR="00C0028B" w:rsidRPr="00C33A1F" w:rsidRDefault="00C0028B" w:rsidP="00426C42">
            <w:pPr>
              <w:pStyle w:val="Formatvorlage2"/>
            </w:pPr>
            <w:r w:rsidRPr="00C33A1F">
              <w:t>Seite</w:t>
            </w:r>
            <w:r w:rsidR="000A5635">
              <w:t>n</w:t>
            </w:r>
            <w:r w:rsidRPr="00C33A1F">
              <w:t xml:space="preserve">: </w:t>
            </w:r>
            <w:r w:rsidR="000A5635">
              <w:t>2</w:t>
            </w:r>
          </w:p>
          <w:p w14:paraId="2FD59E4F" w14:textId="108D1882" w:rsidR="00C0028B" w:rsidRPr="00C33A1F" w:rsidRDefault="00C0028B" w:rsidP="00426C42">
            <w:pPr>
              <w:pStyle w:val="Formatvorlage2"/>
            </w:pPr>
            <w:r>
              <w:t xml:space="preserve">Wörter: </w:t>
            </w:r>
            <w:r w:rsidR="000A5635">
              <w:t>37</w:t>
            </w:r>
            <w:r w:rsidR="00E17979">
              <w:t>9</w:t>
            </w:r>
          </w:p>
          <w:p w14:paraId="3126F7AB" w14:textId="0B936A19" w:rsidR="00C0028B" w:rsidRPr="00C33A1F" w:rsidRDefault="00C0028B" w:rsidP="00426C42">
            <w:pPr>
              <w:pStyle w:val="Formatvorlage2"/>
            </w:pPr>
            <w:r w:rsidRPr="00C33A1F">
              <w:t xml:space="preserve">Zeichen: </w:t>
            </w:r>
            <w:r w:rsidR="001C3CB2">
              <w:t>2</w:t>
            </w:r>
            <w:r w:rsidR="000A5635">
              <w:t xml:space="preserve"> 8</w:t>
            </w:r>
            <w:r w:rsidR="00E17979">
              <w:t>91</w:t>
            </w:r>
            <w:r w:rsidRPr="00C33A1F">
              <w:br/>
              <w:t>(mit Leerzeichen)</w:t>
            </w:r>
          </w:p>
          <w:p w14:paraId="3EF83316" w14:textId="77777777" w:rsidR="00C0028B" w:rsidRDefault="00C0028B" w:rsidP="00426C42">
            <w:pPr>
              <w:pStyle w:val="Formatvorlage2"/>
            </w:pPr>
          </w:p>
          <w:p w14:paraId="52CCB645" w14:textId="13E5F8FF" w:rsidR="00C0028B" w:rsidRPr="00C33A1F" w:rsidRDefault="00C0028B" w:rsidP="00426C42">
            <w:pPr>
              <w:pStyle w:val="Formatvorlage2"/>
            </w:pPr>
            <w:r w:rsidRPr="00E17979">
              <w:t xml:space="preserve">erstellt am: </w:t>
            </w:r>
            <w:r w:rsidR="00E17979" w:rsidRPr="00E17979">
              <w:t>23.</w:t>
            </w:r>
            <w:r w:rsidRPr="00E17979">
              <w:t>0</w:t>
            </w:r>
            <w:r w:rsidR="009A22C6" w:rsidRPr="00E17979">
              <w:t>2</w:t>
            </w:r>
            <w:r w:rsidRPr="00E17979">
              <w:t>.20</w:t>
            </w:r>
            <w:r w:rsidR="006D4B23" w:rsidRPr="00E17979">
              <w:t>2</w:t>
            </w:r>
            <w:r w:rsidR="009A22C6" w:rsidRPr="00E17979">
              <w:t>2</w:t>
            </w:r>
          </w:p>
          <w:p w14:paraId="127968C2" w14:textId="77777777" w:rsidR="00C0028B" w:rsidRPr="0044187A" w:rsidRDefault="00C0028B" w:rsidP="00426C42">
            <w:pPr>
              <w:pStyle w:val="Formatvorlage2"/>
              <w:rPr>
                <w:szCs w:val="20"/>
              </w:rPr>
            </w:pPr>
          </w:p>
        </w:tc>
      </w:tr>
      <w:tr w:rsidR="00C0028B" w:rsidRPr="0044187A" w14:paraId="53411C16" w14:textId="77777777" w:rsidTr="00426C42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17D4E" w14:textId="77777777" w:rsidR="00C0028B" w:rsidRPr="003F183E" w:rsidRDefault="00C0028B" w:rsidP="00426C42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3DF5069" w14:textId="77777777" w:rsidR="008D7633" w:rsidRPr="00E14DD8" w:rsidRDefault="008D7633" w:rsidP="008D7633">
      <w:pPr>
        <w:rPr>
          <w:szCs w:val="20"/>
        </w:rPr>
      </w:pPr>
    </w:p>
    <w:sectPr w:rsidR="008D7633" w:rsidRPr="00E14DD8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CD01F" w14:textId="77777777" w:rsidR="00022E74" w:rsidRDefault="00022E74">
      <w:r>
        <w:separator/>
      </w:r>
    </w:p>
  </w:endnote>
  <w:endnote w:type="continuationSeparator" w:id="0">
    <w:p w14:paraId="76D700AC" w14:textId="77777777" w:rsidR="00022E74" w:rsidRDefault="0002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613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A9D95" w14:textId="77777777" w:rsidR="00022E74" w:rsidRDefault="00022E74">
      <w:r>
        <w:separator/>
      </w:r>
    </w:p>
  </w:footnote>
  <w:footnote w:type="continuationSeparator" w:id="0">
    <w:p w14:paraId="2BC5DA15" w14:textId="77777777" w:rsidR="00022E74" w:rsidRDefault="00022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A19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3C5EEA0" wp14:editId="6B6063B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A69AB"/>
    <w:multiLevelType w:val="hybridMultilevel"/>
    <w:tmpl w:val="1AA22F7E"/>
    <w:lvl w:ilvl="0" w:tplc="198A1F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95419"/>
    <w:multiLevelType w:val="hybridMultilevel"/>
    <w:tmpl w:val="121AB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8B"/>
    <w:rsid w:val="00001A55"/>
    <w:rsid w:val="000024D9"/>
    <w:rsid w:val="00003256"/>
    <w:rsid w:val="00007718"/>
    <w:rsid w:val="0001449A"/>
    <w:rsid w:val="0001520C"/>
    <w:rsid w:val="00022E74"/>
    <w:rsid w:val="00026907"/>
    <w:rsid w:val="00040EBF"/>
    <w:rsid w:val="00064165"/>
    <w:rsid w:val="000675C7"/>
    <w:rsid w:val="00090045"/>
    <w:rsid w:val="00095303"/>
    <w:rsid w:val="000A03CA"/>
    <w:rsid w:val="000A1DF0"/>
    <w:rsid w:val="000A5635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5D05"/>
    <w:rsid w:val="0010792E"/>
    <w:rsid w:val="001128F1"/>
    <w:rsid w:val="00122F20"/>
    <w:rsid w:val="00131A9B"/>
    <w:rsid w:val="001370FB"/>
    <w:rsid w:val="00137BD1"/>
    <w:rsid w:val="00145B48"/>
    <w:rsid w:val="001529E6"/>
    <w:rsid w:val="00156B0C"/>
    <w:rsid w:val="00166476"/>
    <w:rsid w:val="00166FB7"/>
    <w:rsid w:val="00171C51"/>
    <w:rsid w:val="001B6EBD"/>
    <w:rsid w:val="001B7003"/>
    <w:rsid w:val="001C39FF"/>
    <w:rsid w:val="001C3CB2"/>
    <w:rsid w:val="001C45C0"/>
    <w:rsid w:val="001D26E4"/>
    <w:rsid w:val="001E0780"/>
    <w:rsid w:val="001E1DA6"/>
    <w:rsid w:val="001F3432"/>
    <w:rsid w:val="002046D3"/>
    <w:rsid w:val="00207A36"/>
    <w:rsid w:val="00217836"/>
    <w:rsid w:val="00253494"/>
    <w:rsid w:val="00254A9B"/>
    <w:rsid w:val="00255FE8"/>
    <w:rsid w:val="00272508"/>
    <w:rsid w:val="002769DE"/>
    <w:rsid w:val="0028130C"/>
    <w:rsid w:val="002819C3"/>
    <w:rsid w:val="00286B37"/>
    <w:rsid w:val="002A202C"/>
    <w:rsid w:val="002A7F37"/>
    <w:rsid w:val="002B19E3"/>
    <w:rsid w:val="002B5612"/>
    <w:rsid w:val="002C00E2"/>
    <w:rsid w:val="002C36FE"/>
    <w:rsid w:val="002C5A66"/>
    <w:rsid w:val="002C6D41"/>
    <w:rsid w:val="002E48B5"/>
    <w:rsid w:val="002E595D"/>
    <w:rsid w:val="002E59D6"/>
    <w:rsid w:val="002F0A4F"/>
    <w:rsid w:val="002F18BB"/>
    <w:rsid w:val="002F466F"/>
    <w:rsid w:val="002F68CD"/>
    <w:rsid w:val="0031150D"/>
    <w:rsid w:val="00312D68"/>
    <w:rsid w:val="003136F5"/>
    <w:rsid w:val="00324F84"/>
    <w:rsid w:val="00325784"/>
    <w:rsid w:val="00326F7E"/>
    <w:rsid w:val="003416A0"/>
    <w:rsid w:val="00341D74"/>
    <w:rsid w:val="00350ACA"/>
    <w:rsid w:val="00350B76"/>
    <w:rsid w:val="003514C3"/>
    <w:rsid w:val="00352F11"/>
    <w:rsid w:val="00356542"/>
    <w:rsid w:val="003568AA"/>
    <w:rsid w:val="00357C43"/>
    <w:rsid w:val="00360224"/>
    <w:rsid w:val="00364DEF"/>
    <w:rsid w:val="00375A48"/>
    <w:rsid w:val="0038244F"/>
    <w:rsid w:val="0038276B"/>
    <w:rsid w:val="0038499F"/>
    <w:rsid w:val="003914C5"/>
    <w:rsid w:val="00392D5F"/>
    <w:rsid w:val="003A1BA5"/>
    <w:rsid w:val="003A6B51"/>
    <w:rsid w:val="003C328C"/>
    <w:rsid w:val="003D61A2"/>
    <w:rsid w:val="003E0D26"/>
    <w:rsid w:val="003E378F"/>
    <w:rsid w:val="003F3A3A"/>
    <w:rsid w:val="00406E05"/>
    <w:rsid w:val="004176D4"/>
    <w:rsid w:val="0041771D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5E86"/>
    <w:rsid w:val="004B26BD"/>
    <w:rsid w:val="004B62AB"/>
    <w:rsid w:val="004C4FDA"/>
    <w:rsid w:val="004C503A"/>
    <w:rsid w:val="004E057A"/>
    <w:rsid w:val="004E2322"/>
    <w:rsid w:val="004E2BD7"/>
    <w:rsid w:val="004E3AF9"/>
    <w:rsid w:val="004E7B71"/>
    <w:rsid w:val="00510191"/>
    <w:rsid w:val="00510360"/>
    <w:rsid w:val="00513004"/>
    <w:rsid w:val="005254BE"/>
    <w:rsid w:val="005451FC"/>
    <w:rsid w:val="00552DC0"/>
    <w:rsid w:val="0055550C"/>
    <w:rsid w:val="00563E60"/>
    <w:rsid w:val="00582301"/>
    <w:rsid w:val="00590F1F"/>
    <w:rsid w:val="00592833"/>
    <w:rsid w:val="005A214B"/>
    <w:rsid w:val="005A3974"/>
    <w:rsid w:val="005A5DC6"/>
    <w:rsid w:val="005A6A38"/>
    <w:rsid w:val="005A7C57"/>
    <w:rsid w:val="005C7305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C77F4"/>
    <w:rsid w:val="006D428C"/>
    <w:rsid w:val="006D4B23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89D"/>
    <w:rsid w:val="00764AAC"/>
    <w:rsid w:val="007871C1"/>
    <w:rsid w:val="0079193B"/>
    <w:rsid w:val="00794A4F"/>
    <w:rsid w:val="007A5EB4"/>
    <w:rsid w:val="007A6E1C"/>
    <w:rsid w:val="007C2544"/>
    <w:rsid w:val="007C50D1"/>
    <w:rsid w:val="007C5C24"/>
    <w:rsid w:val="007E2B7F"/>
    <w:rsid w:val="007E3506"/>
    <w:rsid w:val="007F04B3"/>
    <w:rsid w:val="007F3F54"/>
    <w:rsid w:val="007F43E0"/>
    <w:rsid w:val="0080088B"/>
    <w:rsid w:val="00801D78"/>
    <w:rsid w:val="008078CF"/>
    <w:rsid w:val="008171AF"/>
    <w:rsid w:val="008225E9"/>
    <w:rsid w:val="00833D93"/>
    <w:rsid w:val="0083465B"/>
    <w:rsid w:val="00835351"/>
    <w:rsid w:val="008366E0"/>
    <w:rsid w:val="008429DC"/>
    <w:rsid w:val="0085079E"/>
    <w:rsid w:val="00852D9D"/>
    <w:rsid w:val="00853823"/>
    <w:rsid w:val="0085622D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D69"/>
    <w:rsid w:val="009761E9"/>
    <w:rsid w:val="0097655C"/>
    <w:rsid w:val="009A22C6"/>
    <w:rsid w:val="009A3E16"/>
    <w:rsid w:val="009B000E"/>
    <w:rsid w:val="009B067B"/>
    <w:rsid w:val="009B4822"/>
    <w:rsid w:val="009B5300"/>
    <w:rsid w:val="009B5DE9"/>
    <w:rsid w:val="009D0CC8"/>
    <w:rsid w:val="009D6C04"/>
    <w:rsid w:val="009E1779"/>
    <w:rsid w:val="009E28F9"/>
    <w:rsid w:val="009E7597"/>
    <w:rsid w:val="00A12A8B"/>
    <w:rsid w:val="00A14556"/>
    <w:rsid w:val="00A17D84"/>
    <w:rsid w:val="00A22DF2"/>
    <w:rsid w:val="00A23065"/>
    <w:rsid w:val="00A2339E"/>
    <w:rsid w:val="00A24602"/>
    <w:rsid w:val="00A24651"/>
    <w:rsid w:val="00A24755"/>
    <w:rsid w:val="00A25EB9"/>
    <w:rsid w:val="00A32395"/>
    <w:rsid w:val="00A40AB4"/>
    <w:rsid w:val="00A52724"/>
    <w:rsid w:val="00A62535"/>
    <w:rsid w:val="00A64B65"/>
    <w:rsid w:val="00A6502B"/>
    <w:rsid w:val="00A661F8"/>
    <w:rsid w:val="00A6672B"/>
    <w:rsid w:val="00A82224"/>
    <w:rsid w:val="00A827D6"/>
    <w:rsid w:val="00A87496"/>
    <w:rsid w:val="00A927D0"/>
    <w:rsid w:val="00A9705C"/>
    <w:rsid w:val="00A97B0A"/>
    <w:rsid w:val="00AA224C"/>
    <w:rsid w:val="00AA6262"/>
    <w:rsid w:val="00AA7000"/>
    <w:rsid w:val="00AB1EC7"/>
    <w:rsid w:val="00AC56E2"/>
    <w:rsid w:val="00AC701E"/>
    <w:rsid w:val="00AD4128"/>
    <w:rsid w:val="00AD7705"/>
    <w:rsid w:val="00AD7B27"/>
    <w:rsid w:val="00AE06DB"/>
    <w:rsid w:val="00B0485A"/>
    <w:rsid w:val="00B057B0"/>
    <w:rsid w:val="00B11AB7"/>
    <w:rsid w:val="00B2290E"/>
    <w:rsid w:val="00B239B4"/>
    <w:rsid w:val="00B3687B"/>
    <w:rsid w:val="00B41B50"/>
    <w:rsid w:val="00B47777"/>
    <w:rsid w:val="00B47ADF"/>
    <w:rsid w:val="00B506F5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028B"/>
    <w:rsid w:val="00C02C5D"/>
    <w:rsid w:val="00C14A00"/>
    <w:rsid w:val="00C22D1D"/>
    <w:rsid w:val="00C24B77"/>
    <w:rsid w:val="00C2717C"/>
    <w:rsid w:val="00C30C10"/>
    <w:rsid w:val="00C33A1F"/>
    <w:rsid w:val="00C41868"/>
    <w:rsid w:val="00C52D3B"/>
    <w:rsid w:val="00C53FE3"/>
    <w:rsid w:val="00C5421F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D3E85"/>
    <w:rsid w:val="00CD77C0"/>
    <w:rsid w:val="00CE0AF1"/>
    <w:rsid w:val="00CE151E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70F8"/>
    <w:rsid w:val="00D313A4"/>
    <w:rsid w:val="00D32108"/>
    <w:rsid w:val="00D42661"/>
    <w:rsid w:val="00D45693"/>
    <w:rsid w:val="00D47D4E"/>
    <w:rsid w:val="00D55DC3"/>
    <w:rsid w:val="00D57457"/>
    <w:rsid w:val="00D64F60"/>
    <w:rsid w:val="00D82209"/>
    <w:rsid w:val="00D82FEB"/>
    <w:rsid w:val="00DA2153"/>
    <w:rsid w:val="00DA2662"/>
    <w:rsid w:val="00DA6054"/>
    <w:rsid w:val="00DB147C"/>
    <w:rsid w:val="00DB4260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979"/>
    <w:rsid w:val="00E17E89"/>
    <w:rsid w:val="00E20D30"/>
    <w:rsid w:val="00E20D4D"/>
    <w:rsid w:val="00E2358B"/>
    <w:rsid w:val="00E34020"/>
    <w:rsid w:val="00E3479A"/>
    <w:rsid w:val="00E6313B"/>
    <w:rsid w:val="00E66783"/>
    <w:rsid w:val="00E70488"/>
    <w:rsid w:val="00E76C0B"/>
    <w:rsid w:val="00E76D9B"/>
    <w:rsid w:val="00E77789"/>
    <w:rsid w:val="00E80515"/>
    <w:rsid w:val="00E85229"/>
    <w:rsid w:val="00E954AC"/>
    <w:rsid w:val="00EA2954"/>
    <w:rsid w:val="00EB511E"/>
    <w:rsid w:val="00EB632F"/>
    <w:rsid w:val="00EC1396"/>
    <w:rsid w:val="00EE123F"/>
    <w:rsid w:val="00EF11E5"/>
    <w:rsid w:val="00EF15B4"/>
    <w:rsid w:val="00EF2F06"/>
    <w:rsid w:val="00F0149D"/>
    <w:rsid w:val="00F05D3F"/>
    <w:rsid w:val="00F10E71"/>
    <w:rsid w:val="00F142BE"/>
    <w:rsid w:val="00F222EB"/>
    <w:rsid w:val="00F25601"/>
    <w:rsid w:val="00F33E62"/>
    <w:rsid w:val="00F344B8"/>
    <w:rsid w:val="00F41966"/>
    <w:rsid w:val="00F445E5"/>
    <w:rsid w:val="00F45D74"/>
    <w:rsid w:val="00F47FEF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4467"/>
    <w:rsid w:val="00FB5A18"/>
    <w:rsid w:val="00FD07B9"/>
    <w:rsid w:val="00FD182E"/>
    <w:rsid w:val="00FD1C33"/>
    <w:rsid w:val="00FE0BCA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F14558"/>
  <w15:docId w15:val="{079F835B-6F9D-453C-9EF8-3F649B6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C0028B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C0028B"/>
    <w:rPr>
      <w:rFonts w:ascii="Arial" w:hAnsi="Arial"/>
      <w:b/>
      <w:bCs/>
      <w:sz w:val="24"/>
      <w:szCs w:val="28"/>
    </w:rPr>
  </w:style>
  <w:style w:type="paragraph" w:styleId="berarbeitung">
    <w:name w:val="Revision"/>
    <w:hidden/>
    <w:uiPriority w:val="99"/>
    <w:semiHidden/>
    <w:rsid w:val="00D82209"/>
    <w:rPr>
      <w:rFonts w:ascii="Arial" w:hAnsi="Arial"/>
      <w:szCs w:val="21"/>
    </w:rPr>
  </w:style>
  <w:style w:type="character" w:styleId="Fett">
    <w:name w:val="Strong"/>
    <w:basedOn w:val="Absatz-Standardschriftart"/>
    <w:uiPriority w:val="22"/>
    <w:qFormat/>
    <w:rsid w:val="005103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533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3886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2022-02-09T10:28:00Z</dcterms:created>
  <dcterms:modified xsi:type="dcterms:W3CDTF">2022-02-17T13:50:00Z</dcterms:modified>
</cp:coreProperties>
</file>