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23A1B" w14:textId="3E60305D" w:rsidR="00950C33" w:rsidRDefault="00253108" w:rsidP="00950C33">
      <w:pPr>
        <w:pStyle w:val="berschrift2"/>
      </w:pPr>
      <w:r>
        <w:t>Raumkomfort auf wenigen Quadratmetern</w:t>
      </w:r>
    </w:p>
    <w:p w14:paraId="5B8BF77F" w14:textId="3430B3AF" w:rsidR="00950C33" w:rsidRDefault="00253108" w:rsidP="00950C33">
      <w:pPr>
        <w:pStyle w:val="berschrift1"/>
      </w:pPr>
      <w:r>
        <w:t xml:space="preserve">Pfiffiges Tiny House mit Lösungen von SIEGENIA </w:t>
      </w:r>
    </w:p>
    <w:p w14:paraId="23A2AD3D" w14:textId="3C115A1A" w:rsidR="00950C33" w:rsidRDefault="00950C33" w:rsidP="00950C33"/>
    <w:p w14:paraId="3D056498" w14:textId="4D037342" w:rsidR="00C005AB" w:rsidRDefault="00D45752" w:rsidP="00C005AB">
      <w:r>
        <w:t xml:space="preserve">Tiny Houses liegen im Trend. </w:t>
      </w:r>
      <w:r w:rsidR="009C1A2D">
        <w:t>Downsizing</w:t>
      </w:r>
      <w:r>
        <w:t xml:space="preserve">, </w:t>
      </w:r>
      <w:r w:rsidR="005D63ED">
        <w:t xml:space="preserve">Nachhaltigkeit und </w:t>
      </w:r>
      <w:r>
        <w:t>der Wunsch nach bezahlbare</w:t>
      </w:r>
      <w:r w:rsidR="005D63ED">
        <w:t>m Wohnraum</w:t>
      </w:r>
      <w:r>
        <w:t xml:space="preserve"> sind die drei wichtigsten Gründe, </w:t>
      </w:r>
      <w:r w:rsidR="009C1A2D">
        <w:t>warum</w:t>
      </w:r>
      <w:r w:rsidR="005D63ED">
        <w:t xml:space="preserve"> sich</w:t>
      </w:r>
      <w:r>
        <w:t xml:space="preserve"> Miniaturhäuser </w:t>
      </w:r>
      <w:r w:rsidR="00970C68">
        <w:t>in Deutschland</w:t>
      </w:r>
      <w:r>
        <w:t xml:space="preserve"> großer Beliebtheit erfreuen. </w:t>
      </w:r>
      <w:r w:rsidR="009C1A2D">
        <w:t xml:space="preserve">Mehr als jeder zehnte bauwillige Single – so die „Livee Tiny House Marktstudie 2021“ – interessiert sich momentan für ein </w:t>
      </w:r>
      <w:r w:rsidR="008E5EFE">
        <w:t xml:space="preserve">solches </w:t>
      </w:r>
      <w:r w:rsidR="009C1A2D">
        <w:t>Tiny House.</w:t>
      </w:r>
      <w:r>
        <w:t xml:space="preserve"> </w:t>
      </w:r>
      <w:r w:rsidR="00951984">
        <w:t xml:space="preserve">Auf Annehmlichkeiten </w:t>
      </w:r>
      <w:r w:rsidR="00970C68">
        <w:t>muss man</w:t>
      </w:r>
      <w:r w:rsidR="009C1A2D">
        <w:t xml:space="preserve"> dabei </w:t>
      </w:r>
      <w:r w:rsidR="00970C68">
        <w:t>nicht</w:t>
      </w:r>
      <w:r w:rsidR="00951984">
        <w:t xml:space="preserve"> verzichten</w:t>
      </w:r>
      <w:r w:rsidR="00616CBB">
        <w:t>.</w:t>
      </w:r>
      <w:r w:rsidR="009C1A2D">
        <w:t xml:space="preserve"> </w:t>
      </w:r>
      <w:r w:rsidR="009C1A2D" w:rsidRPr="00EA3EE0">
        <w:t>Das</w:t>
      </w:r>
      <w:r w:rsidR="00951984" w:rsidRPr="00EA3EE0">
        <w:t xml:space="preserve"> Tiny House mit Lösungen </w:t>
      </w:r>
      <w:r w:rsidR="00400E1D" w:rsidRPr="00EA3EE0">
        <w:t xml:space="preserve">von </w:t>
      </w:r>
      <w:r w:rsidR="00951984" w:rsidRPr="00EA3EE0">
        <w:t>SIEGENIA</w:t>
      </w:r>
      <w:r w:rsidR="005D63ED" w:rsidRPr="00EA3EE0">
        <w:t xml:space="preserve"> </w:t>
      </w:r>
      <w:r w:rsidR="009C1A2D" w:rsidRPr="00EA3EE0">
        <w:t>zeugt davon</w:t>
      </w:r>
      <w:r w:rsidR="00951984" w:rsidRPr="00EA3EE0">
        <w:t xml:space="preserve">. </w:t>
      </w:r>
    </w:p>
    <w:p w14:paraId="18E8F633" w14:textId="7389615C" w:rsidR="005B6DEF" w:rsidRDefault="005B6DEF" w:rsidP="00C005AB">
      <w:pPr>
        <w:pStyle w:val="berschrift4"/>
      </w:pPr>
      <w:r w:rsidRPr="005B6DEF">
        <w:t>Raumkomfort</w:t>
      </w:r>
      <w:r w:rsidR="009C1A2D" w:rsidRPr="005B6DEF">
        <w:rPr>
          <w:color w:val="FF0000"/>
        </w:rPr>
        <w:t xml:space="preserve"> </w:t>
      </w:r>
      <w:r w:rsidRPr="005B6DEF">
        <w:t>auf kleinstem Raum</w:t>
      </w:r>
    </w:p>
    <w:p w14:paraId="68A2582E" w14:textId="3D6CFB14" w:rsidR="00A377A8" w:rsidRDefault="00A377A8" w:rsidP="00950C33">
      <w:r>
        <w:t xml:space="preserve">Jede </w:t>
      </w:r>
      <w:r w:rsidR="00400E1D">
        <w:t>selbst</w:t>
      </w:r>
      <w:r>
        <w:t xml:space="preserve"> noch so kleine Fläche wird geschickt genutzt: e</w:t>
      </w:r>
      <w:r w:rsidR="00EC422A">
        <w:t xml:space="preserve">ine Küchenzeile gleich </w:t>
      </w:r>
      <w:r w:rsidR="00A62E58">
        <w:t>rechts vom</w:t>
      </w:r>
      <w:r w:rsidR="00EC422A">
        <w:t xml:space="preserve"> Eingang, </w:t>
      </w:r>
      <w:r w:rsidR="00970C68">
        <w:t xml:space="preserve">unter der Treppe zum Hochbett </w:t>
      </w:r>
      <w:r w:rsidR="00A62E58">
        <w:t xml:space="preserve">eine Garderobe </w:t>
      </w:r>
      <w:r w:rsidR="00970C68">
        <w:t xml:space="preserve">und </w:t>
      </w:r>
      <w:r w:rsidR="00A62E58">
        <w:t>Schrankelemente</w:t>
      </w:r>
      <w:r w:rsidR="005F49A7">
        <w:t xml:space="preserve">, </w:t>
      </w:r>
      <w:r w:rsidR="00A62E58">
        <w:t xml:space="preserve">links vom Eingang </w:t>
      </w:r>
      <w:r w:rsidR="005F49A7">
        <w:t xml:space="preserve">ein einladendes Sofa, dessen dazugehöriger Tisch sich mit einem Handgriff </w:t>
      </w:r>
      <w:r>
        <w:t xml:space="preserve">zusammenklappen und </w:t>
      </w:r>
      <w:r w:rsidR="005F49A7">
        <w:t xml:space="preserve">an der Wand verstauen lässt. Ein Bad mit Dusche und WC ist ebenfalls vorhanden. </w:t>
      </w:r>
    </w:p>
    <w:p w14:paraId="20941C71" w14:textId="0252A361" w:rsidR="00A377A8" w:rsidRDefault="00C36DAA" w:rsidP="00C36DAA">
      <w:pPr>
        <w:pStyle w:val="berschrift4"/>
      </w:pPr>
      <w:r>
        <w:t xml:space="preserve">Wertvollen Platz sparen </w:t>
      </w:r>
    </w:p>
    <w:p w14:paraId="239123D5" w14:textId="49E17882" w:rsidR="004A286F" w:rsidRDefault="00EA3EE0" w:rsidP="004A286F">
      <w:r>
        <w:t>Bei</w:t>
      </w:r>
      <w:r w:rsidR="00A377A8">
        <w:t xml:space="preserve"> der durchdachten Nutzung </w:t>
      </w:r>
      <w:r w:rsidR="00970C68">
        <w:t>der</w:t>
      </w:r>
      <w:r w:rsidR="00A377A8">
        <w:t xml:space="preserve"> gerade einmal 16,5 Quadratmeter Grundfläche </w:t>
      </w:r>
      <w:r w:rsidR="006E5D65">
        <w:t>haben</w:t>
      </w:r>
      <w:r w:rsidR="00A377A8">
        <w:t xml:space="preserve"> auch </w:t>
      </w:r>
      <w:r w:rsidR="006E5D65">
        <w:t xml:space="preserve">die </w:t>
      </w:r>
      <w:r w:rsidR="00A377A8">
        <w:t>Lösungen von SIEGENIA</w:t>
      </w:r>
      <w:r w:rsidR="006E5D65">
        <w:t xml:space="preserve"> einen wesentlichen Anteil daran, </w:t>
      </w:r>
      <w:r w:rsidR="00A377A8">
        <w:t xml:space="preserve">dass </w:t>
      </w:r>
      <w:r w:rsidR="00400E1D">
        <w:t>das Tiny House gut ankommt</w:t>
      </w:r>
      <w:r w:rsidR="006E5D65">
        <w:t xml:space="preserve">. </w:t>
      </w:r>
      <w:r w:rsidR="004A286F">
        <w:t>So spart beispielsweise der Schiebe-Beschlag ECO SLIDE wertvollen Platz hinter dem Sofa</w:t>
      </w:r>
      <w:r w:rsidR="00486D83">
        <w:t xml:space="preserve">, denn </w:t>
      </w:r>
      <w:r w:rsidR="004A286F">
        <w:t xml:space="preserve">die </w:t>
      </w:r>
      <w:r w:rsidR="00486D83">
        <w:t>Fensterf</w:t>
      </w:r>
      <w:r w:rsidR="004A286F">
        <w:t xml:space="preserve">lügel </w:t>
      </w:r>
      <w:r w:rsidR="00486D83">
        <w:t xml:space="preserve">schwingen </w:t>
      </w:r>
      <w:r w:rsidR="004A286F" w:rsidRPr="00973346">
        <w:rPr>
          <w:rFonts w:cs="Arial"/>
          <w:szCs w:val="20"/>
        </w:rPr>
        <w:t xml:space="preserve">nicht </w:t>
      </w:r>
      <w:r w:rsidR="004A286F">
        <w:rPr>
          <w:rFonts w:cs="Arial"/>
          <w:szCs w:val="20"/>
        </w:rPr>
        <w:t>auf und zu</w:t>
      </w:r>
      <w:r w:rsidR="004A286F" w:rsidRPr="00973346">
        <w:rPr>
          <w:rFonts w:cs="Arial"/>
          <w:szCs w:val="20"/>
        </w:rPr>
        <w:t xml:space="preserve">, sondern </w:t>
      </w:r>
      <w:r w:rsidR="00486D83">
        <w:rPr>
          <w:rFonts w:cs="Arial"/>
          <w:szCs w:val="20"/>
        </w:rPr>
        <w:t xml:space="preserve">gleiten </w:t>
      </w:r>
      <w:r w:rsidR="004A286F">
        <w:rPr>
          <w:rFonts w:cs="Arial"/>
          <w:szCs w:val="20"/>
        </w:rPr>
        <w:t>zur Seite</w:t>
      </w:r>
      <w:r w:rsidR="00486D83">
        <w:rPr>
          <w:rFonts w:cs="Arial"/>
          <w:szCs w:val="20"/>
        </w:rPr>
        <w:t xml:space="preserve">. So </w:t>
      </w:r>
      <w:r w:rsidR="004A286F">
        <w:rPr>
          <w:rFonts w:cs="Arial"/>
          <w:szCs w:val="20"/>
        </w:rPr>
        <w:t>lässt sich</w:t>
      </w:r>
      <w:r w:rsidR="004A286F" w:rsidRPr="00973346">
        <w:rPr>
          <w:rFonts w:cs="Arial"/>
          <w:szCs w:val="20"/>
        </w:rPr>
        <w:t xml:space="preserve"> jede</w:t>
      </w:r>
      <w:r w:rsidR="004A286F">
        <w:rPr>
          <w:rFonts w:cs="Arial"/>
          <w:szCs w:val="20"/>
        </w:rPr>
        <w:t>r</w:t>
      </w:r>
      <w:r w:rsidR="004A286F" w:rsidRPr="00973346">
        <w:rPr>
          <w:rFonts w:cs="Arial"/>
          <w:szCs w:val="20"/>
        </w:rPr>
        <w:t xml:space="preserve"> Zentimeter </w:t>
      </w:r>
      <w:r w:rsidR="00B50C07">
        <w:rPr>
          <w:rFonts w:cs="Arial"/>
          <w:szCs w:val="20"/>
        </w:rPr>
        <w:t xml:space="preserve">Wohnraum </w:t>
      </w:r>
      <w:r w:rsidR="004A286F" w:rsidRPr="00973346">
        <w:rPr>
          <w:rFonts w:cs="Arial"/>
          <w:szCs w:val="20"/>
        </w:rPr>
        <w:t>nutzen.</w:t>
      </w:r>
      <w:r w:rsidR="004A286F">
        <w:rPr>
          <w:rFonts w:cs="Arial"/>
          <w:szCs w:val="20"/>
        </w:rPr>
        <w:t xml:space="preserve"> </w:t>
      </w:r>
      <w:r w:rsidR="00B50C07">
        <w:t xml:space="preserve">Auch in den restlichen Fenstern sind Raumkomfortlösungen von SIEGENIA verbaut. Hier sorgt der bewährte TITAN-Beschlag für </w:t>
      </w:r>
      <w:r w:rsidR="00432FA4">
        <w:t>Leichtgängigkeit</w:t>
      </w:r>
      <w:r w:rsidR="008E5EFE">
        <w:t xml:space="preserve"> und</w:t>
      </w:r>
      <w:r w:rsidR="00432FA4">
        <w:t xml:space="preserve"> Bedienkomfort. </w:t>
      </w:r>
      <w:r w:rsidR="00963BB5">
        <w:t xml:space="preserve">Als TITAN vent secure verbindet er dies </w:t>
      </w:r>
      <w:r w:rsidR="001F19B4">
        <w:t xml:space="preserve">im Badezimmer </w:t>
      </w:r>
      <w:r w:rsidR="008E5EFE">
        <w:t>selbst</w:t>
      </w:r>
      <w:r w:rsidR="00963BB5">
        <w:t xml:space="preserve"> im gekippten Zustand </w:t>
      </w:r>
      <w:r w:rsidR="001F19B4">
        <w:t xml:space="preserve">mit </w:t>
      </w:r>
      <w:r w:rsidR="00963BB5">
        <w:t>einer leistungsstarken Einbruchhemmung gemäß</w:t>
      </w:r>
      <w:r w:rsidR="001F19B4">
        <w:t xml:space="preserve"> Widerstandsklasse RC2</w:t>
      </w:r>
      <w:r w:rsidR="00963BB5">
        <w:t xml:space="preserve">. Im Schlafloft hingegen </w:t>
      </w:r>
      <w:r w:rsidR="008E5EFE">
        <w:t xml:space="preserve">stellt er seine Vielseitigkeit als Beschlag für ein </w:t>
      </w:r>
      <w:r w:rsidR="003043C7">
        <w:t xml:space="preserve">besonders schmales, längliches Element </w:t>
      </w:r>
      <w:r w:rsidR="008E5EFE">
        <w:t>unter Beweis.</w:t>
      </w:r>
    </w:p>
    <w:p w14:paraId="12186358" w14:textId="77777777" w:rsidR="004A286F" w:rsidRDefault="004A286F" w:rsidP="004A286F"/>
    <w:p w14:paraId="3C1A7154" w14:textId="23625960" w:rsidR="00486D83" w:rsidRDefault="00B50C07" w:rsidP="00486D83">
      <w:r>
        <w:t xml:space="preserve">Im Küchenbereich schließlich gewährleistet der Wandlüfter AEROPAC </w:t>
      </w:r>
      <w:r w:rsidR="00486D83">
        <w:t xml:space="preserve">die bedarfsgerechte Lüftung auch bei Abwesenheit. Der Lüfter mit dem formschönen Design arbeitet </w:t>
      </w:r>
      <w:r>
        <w:t xml:space="preserve">nicht nur </w:t>
      </w:r>
      <w:r w:rsidR="00486D83">
        <w:t>ausgesprochen leise</w:t>
      </w:r>
      <w:r>
        <w:t xml:space="preserve">, sondern ist zudem mit einer Schalldämmung ausgestattet, die </w:t>
      </w:r>
      <w:r w:rsidR="00970C68">
        <w:t xml:space="preserve">in geräuschbelasteten Umgebungen </w:t>
      </w:r>
      <w:r w:rsidR="00486D83">
        <w:t xml:space="preserve">für </w:t>
      </w:r>
      <w:r>
        <w:t>ein ruhiges Zuhause sorgt.</w:t>
      </w:r>
      <w:r w:rsidR="00486D83">
        <w:t xml:space="preserve"> </w:t>
      </w:r>
    </w:p>
    <w:p w14:paraId="62C9B49D" w14:textId="5CCC08C3" w:rsidR="00683828" w:rsidRDefault="00683828" w:rsidP="00683828">
      <w:pPr>
        <w:rPr>
          <w:rFonts w:eastAsiaTheme="minorHAnsi"/>
          <w:szCs w:val="20"/>
        </w:rPr>
      </w:pPr>
    </w:p>
    <w:p w14:paraId="0EEB1FB5" w14:textId="77777777" w:rsidR="00334446" w:rsidRPr="00683828" w:rsidRDefault="00334446" w:rsidP="00683828">
      <w:pPr>
        <w:rPr>
          <w:rFonts w:eastAsiaTheme="minorHAnsi"/>
          <w:szCs w:val="20"/>
        </w:rPr>
      </w:pPr>
    </w:p>
    <w:p w14:paraId="50C99726" w14:textId="0BBA96FF" w:rsidR="00950C33" w:rsidRDefault="00950C33" w:rsidP="00950C33">
      <w:pPr>
        <w:pStyle w:val="berschrift4"/>
      </w:pPr>
      <w:r>
        <w:lastRenderedPageBreak/>
        <w:t>Bildunterschrift</w:t>
      </w:r>
      <w:r w:rsidR="00C005AB">
        <w:t>en</w:t>
      </w:r>
    </w:p>
    <w:p w14:paraId="60B85E2D" w14:textId="77777777" w:rsidR="00950C33" w:rsidRDefault="00950C33" w:rsidP="00950C33">
      <w:r>
        <w:t>Bildquelle: SIEGENIA</w:t>
      </w:r>
    </w:p>
    <w:p w14:paraId="1C01C83B" w14:textId="77777777" w:rsidR="00950C33" w:rsidRPr="002A7F37" w:rsidRDefault="00950C33" w:rsidP="00950C33"/>
    <w:p w14:paraId="0B6B37C9" w14:textId="3D27A47A" w:rsidR="00950C33" w:rsidRPr="00D129AE" w:rsidRDefault="00950C33" w:rsidP="00950C33">
      <w:pPr>
        <w:rPr>
          <w:bCs/>
          <w:i/>
        </w:rPr>
      </w:pPr>
      <w:r w:rsidRPr="00D129AE">
        <w:rPr>
          <w:bCs/>
          <w:i/>
        </w:rPr>
        <w:t>Motiv</w:t>
      </w:r>
      <w:r w:rsidR="00334446">
        <w:rPr>
          <w:bCs/>
          <w:i/>
        </w:rPr>
        <w:t xml:space="preserve"> 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2F0322">
        <w:rPr>
          <w:bCs/>
          <w:i/>
        </w:rPr>
        <w:t>Tiny House_Aussenansicht</w:t>
      </w:r>
      <w:r w:rsidRPr="00D129AE">
        <w:rPr>
          <w:bCs/>
          <w:i/>
        </w:rPr>
        <w:t>.jpg</w:t>
      </w:r>
    </w:p>
    <w:p w14:paraId="7A4D6DB5" w14:textId="775A3349" w:rsidR="00950C33" w:rsidRPr="00D129AE" w:rsidRDefault="00334446" w:rsidP="00334446">
      <w:r>
        <w:t xml:space="preserve">Dieses Tiny House </w:t>
      </w:r>
      <w:r>
        <w:rPr>
          <w:szCs w:val="20"/>
        </w:rPr>
        <w:t>mit Lösungen von SIEGENIA zeigt</w:t>
      </w:r>
      <w:r>
        <w:t>, dass sich Raumkomfort auch auf nur wenigen Quadratmetern realisieren lässt.</w:t>
      </w:r>
    </w:p>
    <w:p w14:paraId="75E04988" w14:textId="342AB88F" w:rsidR="00334446" w:rsidRDefault="00334446" w:rsidP="00950C33"/>
    <w:p w14:paraId="46891056" w14:textId="4318FE26" w:rsidR="00334446" w:rsidRPr="00D129AE" w:rsidRDefault="00334446" w:rsidP="00334446">
      <w:pPr>
        <w:rPr>
          <w:bCs/>
          <w:i/>
        </w:rPr>
      </w:pPr>
      <w:r w:rsidRPr="00D129AE">
        <w:rPr>
          <w:bCs/>
          <w:i/>
        </w:rPr>
        <w:t>Motiv</w:t>
      </w:r>
      <w:r>
        <w:rPr>
          <w:bCs/>
          <w:i/>
        </w:rPr>
        <w:t xml:space="preserve"> II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2F0322">
        <w:rPr>
          <w:bCs/>
          <w:i/>
        </w:rPr>
        <w:t>Tiny House_Innenansicht</w:t>
      </w:r>
      <w:r w:rsidRPr="00D129AE">
        <w:rPr>
          <w:bCs/>
          <w:i/>
        </w:rPr>
        <w:t>.jpg</w:t>
      </w:r>
    </w:p>
    <w:p w14:paraId="304084EE" w14:textId="70461511" w:rsidR="00950C33" w:rsidRDefault="00334446" w:rsidP="00950C33">
      <w:pPr>
        <w:rPr>
          <w:szCs w:val="20"/>
        </w:rPr>
      </w:pPr>
      <w:r>
        <w:t>In dem als Wohnzimmer gestalteten Bereich spart der Schiebe-Beschlag ECO SLIDE wertvollen Platz hinter dem Sofa: Die Fensterflügel</w:t>
      </w:r>
      <w:r w:rsidRPr="00973346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gleiten dort zur Seite, so dass sich</w:t>
      </w:r>
      <w:r w:rsidRPr="00973346">
        <w:rPr>
          <w:rFonts w:cs="Arial"/>
          <w:szCs w:val="20"/>
        </w:rPr>
        <w:t xml:space="preserve"> jede</w:t>
      </w:r>
      <w:r>
        <w:rPr>
          <w:rFonts w:cs="Arial"/>
          <w:szCs w:val="20"/>
        </w:rPr>
        <w:t>r</w:t>
      </w:r>
      <w:r w:rsidRPr="00973346">
        <w:rPr>
          <w:rFonts w:cs="Arial"/>
          <w:szCs w:val="20"/>
        </w:rPr>
        <w:t xml:space="preserve"> Zentimeter </w:t>
      </w:r>
      <w:r>
        <w:rPr>
          <w:rFonts w:cs="Arial"/>
          <w:szCs w:val="20"/>
        </w:rPr>
        <w:t xml:space="preserve">Wohnraum </w:t>
      </w:r>
      <w:r w:rsidRPr="00973346">
        <w:rPr>
          <w:rFonts w:cs="Arial"/>
          <w:szCs w:val="20"/>
        </w:rPr>
        <w:t>nutzen</w:t>
      </w:r>
      <w:r>
        <w:rPr>
          <w:rFonts w:cs="Arial"/>
          <w:szCs w:val="20"/>
        </w:rPr>
        <w:t xml:space="preserve"> lässt</w:t>
      </w:r>
      <w:r w:rsidRPr="00973346">
        <w:rPr>
          <w:rFonts w:cs="Arial"/>
          <w:szCs w:val="20"/>
        </w:rPr>
        <w:t>.</w:t>
      </w:r>
    </w:p>
    <w:p w14:paraId="363879B9" w14:textId="3C840840" w:rsidR="00950C33" w:rsidRDefault="00950C33" w:rsidP="00950C33">
      <w:pPr>
        <w:rPr>
          <w:szCs w:val="20"/>
        </w:rPr>
      </w:pPr>
    </w:p>
    <w:p w14:paraId="2FA29130" w14:textId="083FB766" w:rsidR="00950C33" w:rsidRDefault="00950C33" w:rsidP="00950C33">
      <w:pPr>
        <w:rPr>
          <w:szCs w:val="20"/>
        </w:rPr>
      </w:pPr>
    </w:p>
    <w:p w14:paraId="0F6B7330" w14:textId="3E76A57F" w:rsidR="00EA3EE0" w:rsidRDefault="00EA3EE0" w:rsidP="00950C33">
      <w:pPr>
        <w:rPr>
          <w:szCs w:val="20"/>
        </w:rPr>
      </w:pPr>
    </w:p>
    <w:p w14:paraId="68B7D153" w14:textId="1564AB92" w:rsidR="00EA3EE0" w:rsidRDefault="00EA3EE0" w:rsidP="00950C33">
      <w:pPr>
        <w:rPr>
          <w:szCs w:val="20"/>
        </w:rPr>
      </w:pPr>
    </w:p>
    <w:p w14:paraId="5216C619" w14:textId="63E28866" w:rsidR="00EA3EE0" w:rsidRDefault="00EA3EE0" w:rsidP="00950C33">
      <w:pPr>
        <w:rPr>
          <w:szCs w:val="20"/>
        </w:rPr>
      </w:pPr>
    </w:p>
    <w:p w14:paraId="04978F78" w14:textId="5193F671" w:rsidR="00EA3EE0" w:rsidRDefault="00EA3EE0" w:rsidP="00950C33">
      <w:pPr>
        <w:rPr>
          <w:szCs w:val="20"/>
        </w:rPr>
      </w:pPr>
    </w:p>
    <w:p w14:paraId="3462282A" w14:textId="00777181" w:rsidR="00EA3EE0" w:rsidRDefault="00EA3EE0" w:rsidP="00950C33">
      <w:pPr>
        <w:rPr>
          <w:szCs w:val="20"/>
        </w:rPr>
      </w:pPr>
    </w:p>
    <w:p w14:paraId="014A181E" w14:textId="63C15AF2" w:rsidR="00EA3EE0" w:rsidRDefault="00EA3EE0" w:rsidP="00950C33">
      <w:pPr>
        <w:rPr>
          <w:szCs w:val="20"/>
        </w:rPr>
      </w:pPr>
    </w:p>
    <w:p w14:paraId="0BCAE24D" w14:textId="3686F849" w:rsidR="00EA3EE0" w:rsidRDefault="00EA3EE0" w:rsidP="00950C33">
      <w:pPr>
        <w:rPr>
          <w:szCs w:val="20"/>
        </w:rPr>
      </w:pPr>
    </w:p>
    <w:p w14:paraId="72EFD180" w14:textId="72C3EE12" w:rsidR="00EA3EE0" w:rsidRDefault="00EA3EE0" w:rsidP="00950C33">
      <w:pPr>
        <w:rPr>
          <w:szCs w:val="20"/>
        </w:rPr>
      </w:pPr>
    </w:p>
    <w:p w14:paraId="619112DC" w14:textId="6F55E7D9" w:rsidR="00EA3EE0" w:rsidRDefault="00EA3EE0" w:rsidP="00950C33">
      <w:pPr>
        <w:rPr>
          <w:szCs w:val="20"/>
        </w:rPr>
      </w:pPr>
    </w:p>
    <w:p w14:paraId="1C1ECBE6" w14:textId="77777777" w:rsidR="00C005AB" w:rsidRDefault="00C005AB" w:rsidP="00950C33">
      <w:pPr>
        <w:rPr>
          <w:szCs w:val="20"/>
        </w:rPr>
      </w:pPr>
    </w:p>
    <w:p w14:paraId="53EAF9CD" w14:textId="1608619B" w:rsidR="00EA3EE0" w:rsidRDefault="00EA3EE0" w:rsidP="00950C33">
      <w:pPr>
        <w:rPr>
          <w:szCs w:val="20"/>
        </w:rPr>
      </w:pPr>
    </w:p>
    <w:p w14:paraId="5A953619" w14:textId="7A08FF2D" w:rsidR="00EA3EE0" w:rsidRDefault="00EA3EE0" w:rsidP="00950C33">
      <w:pPr>
        <w:rPr>
          <w:szCs w:val="20"/>
        </w:rPr>
      </w:pPr>
    </w:p>
    <w:p w14:paraId="46326825" w14:textId="77777777" w:rsidR="00EA3EE0" w:rsidRDefault="00EA3EE0" w:rsidP="00950C33">
      <w:pPr>
        <w:rPr>
          <w:szCs w:val="20"/>
        </w:rPr>
      </w:pPr>
    </w:p>
    <w:p w14:paraId="3DE86677" w14:textId="77777777" w:rsidR="008D7633" w:rsidRPr="00E14DD8" w:rsidRDefault="008D7633" w:rsidP="008D7633">
      <w:pPr>
        <w:rPr>
          <w:szCs w:val="20"/>
        </w:rPr>
      </w:pPr>
    </w:p>
    <w:p w14:paraId="17AFB97A" w14:textId="77777777" w:rsidR="008D7633" w:rsidRPr="00E14DD8" w:rsidRDefault="008D7633" w:rsidP="008D7633">
      <w:pPr>
        <w:rPr>
          <w:szCs w:val="20"/>
        </w:rPr>
      </w:pPr>
    </w:p>
    <w:p w14:paraId="4B6B336B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6065A354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AA06F4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7D8F339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48F786AE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5AF6AB29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4411179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5EC2D192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72EEC672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4D3FFFA5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2B3F3D13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3416DD77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C3AF6B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2D17DE8A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7C12AFA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189A804E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7A38EEBF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752C215A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39085F39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139EC58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62CAF4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B4C2ECD" w14:textId="77777777" w:rsidR="008D7633" w:rsidRPr="00C33A1F" w:rsidRDefault="008D7633" w:rsidP="007A5EB4">
            <w:pPr>
              <w:pStyle w:val="Formatvorlage2"/>
            </w:pPr>
            <w:r w:rsidRPr="00C33A1F">
              <w:t>Seite:</w:t>
            </w:r>
            <w:r w:rsidR="00950C33">
              <w:t>1</w:t>
            </w:r>
          </w:p>
          <w:p w14:paraId="24AC2E63" w14:textId="31964325" w:rsidR="008D7633" w:rsidRPr="00C33A1F" w:rsidRDefault="008D7633" w:rsidP="007A5EB4">
            <w:pPr>
              <w:pStyle w:val="Formatvorlage2"/>
            </w:pPr>
            <w:r>
              <w:t>Wörter: 2</w:t>
            </w:r>
            <w:r w:rsidR="00C005AB">
              <w:t>76</w:t>
            </w:r>
          </w:p>
          <w:p w14:paraId="7C7C637A" w14:textId="5C82D395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C005AB">
              <w:t>2 016</w:t>
            </w:r>
            <w:r w:rsidRPr="00C33A1F">
              <w:br/>
              <w:t>(mit Leerzeichen)</w:t>
            </w:r>
          </w:p>
          <w:p w14:paraId="4B014584" w14:textId="77777777" w:rsidR="008D7633" w:rsidRDefault="008D7633" w:rsidP="007A5EB4">
            <w:pPr>
              <w:pStyle w:val="Formatvorlage2"/>
            </w:pPr>
          </w:p>
          <w:p w14:paraId="0AD4BF15" w14:textId="76ABE8F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005AB">
              <w:t>26</w:t>
            </w:r>
            <w:r>
              <w:t>.</w:t>
            </w:r>
            <w:r w:rsidR="00486878">
              <w:t>0</w:t>
            </w:r>
            <w:r w:rsidR="00F013C8">
              <w:t>8</w:t>
            </w:r>
            <w:r>
              <w:t>.20</w:t>
            </w:r>
            <w:r w:rsidR="00122FEC">
              <w:t>2</w:t>
            </w:r>
            <w:r w:rsidR="00950C33">
              <w:t>1</w:t>
            </w:r>
          </w:p>
          <w:p w14:paraId="1EB3523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11D3EBF2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37B2D2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0A0F6B99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0B0A9" w14:textId="77777777" w:rsidR="00FF5262" w:rsidRDefault="00FF5262">
      <w:r>
        <w:separator/>
      </w:r>
    </w:p>
  </w:endnote>
  <w:endnote w:type="continuationSeparator" w:id="0">
    <w:p w14:paraId="75DE1E79" w14:textId="77777777" w:rsidR="00FF5262" w:rsidRDefault="00FF5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D209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3164C" w14:textId="77777777" w:rsidR="00FF5262" w:rsidRDefault="00FF5262">
      <w:r>
        <w:separator/>
      </w:r>
    </w:p>
  </w:footnote>
  <w:footnote w:type="continuationSeparator" w:id="0">
    <w:p w14:paraId="2234EE6D" w14:textId="77777777" w:rsidR="00FF5262" w:rsidRDefault="00FF5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EE0C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3B0259F" wp14:editId="57A0193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F67F0"/>
    <w:multiLevelType w:val="hybridMultilevel"/>
    <w:tmpl w:val="5980F3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410B3"/>
    <w:multiLevelType w:val="hybridMultilevel"/>
    <w:tmpl w:val="C944E2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EFA"/>
    <w:rsid w:val="000024D9"/>
    <w:rsid w:val="00003256"/>
    <w:rsid w:val="0001449A"/>
    <w:rsid w:val="0001520C"/>
    <w:rsid w:val="00026907"/>
    <w:rsid w:val="00032E7A"/>
    <w:rsid w:val="00040EBF"/>
    <w:rsid w:val="00064165"/>
    <w:rsid w:val="000675C7"/>
    <w:rsid w:val="00087995"/>
    <w:rsid w:val="00090045"/>
    <w:rsid w:val="00092E19"/>
    <w:rsid w:val="00095303"/>
    <w:rsid w:val="000A1DF0"/>
    <w:rsid w:val="000A5CA3"/>
    <w:rsid w:val="000D0C02"/>
    <w:rsid w:val="000D2A27"/>
    <w:rsid w:val="000D4874"/>
    <w:rsid w:val="000D6FE8"/>
    <w:rsid w:val="000E424C"/>
    <w:rsid w:val="000F2936"/>
    <w:rsid w:val="000F565C"/>
    <w:rsid w:val="000F67C4"/>
    <w:rsid w:val="001025BB"/>
    <w:rsid w:val="00106E27"/>
    <w:rsid w:val="0010792E"/>
    <w:rsid w:val="001128F1"/>
    <w:rsid w:val="00122F20"/>
    <w:rsid w:val="00122FEC"/>
    <w:rsid w:val="00137BD1"/>
    <w:rsid w:val="00145B48"/>
    <w:rsid w:val="001507A9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19B4"/>
    <w:rsid w:val="001F3432"/>
    <w:rsid w:val="001F53A4"/>
    <w:rsid w:val="001F586D"/>
    <w:rsid w:val="002013CD"/>
    <w:rsid w:val="002046D3"/>
    <w:rsid w:val="0022185B"/>
    <w:rsid w:val="00244B59"/>
    <w:rsid w:val="00253108"/>
    <w:rsid w:val="00253494"/>
    <w:rsid w:val="00254A9B"/>
    <w:rsid w:val="00255FE8"/>
    <w:rsid w:val="00272508"/>
    <w:rsid w:val="002769DE"/>
    <w:rsid w:val="00280230"/>
    <w:rsid w:val="002819C3"/>
    <w:rsid w:val="002A202C"/>
    <w:rsid w:val="002A7F37"/>
    <w:rsid w:val="002B55C4"/>
    <w:rsid w:val="002C00E2"/>
    <w:rsid w:val="002C36FE"/>
    <w:rsid w:val="002C5A66"/>
    <w:rsid w:val="002C6D41"/>
    <w:rsid w:val="002D0517"/>
    <w:rsid w:val="002E48B5"/>
    <w:rsid w:val="002E59D6"/>
    <w:rsid w:val="002F0322"/>
    <w:rsid w:val="002F18BB"/>
    <w:rsid w:val="002F466F"/>
    <w:rsid w:val="003043C7"/>
    <w:rsid w:val="0031150D"/>
    <w:rsid w:val="003136F5"/>
    <w:rsid w:val="00324F84"/>
    <w:rsid w:val="00326F7E"/>
    <w:rsid w:val="00334446"/>
    <w:rsid w:val="00344159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1EFA"/>
    <w:rsid w:val="003E378F"/>
    <w:rsid w:val="00400E1D"/>
    <w:rsid w:val="004176D4"/>
    <w:rsid w:val="00420F79"/>
    <w:rsid w:val="00432FA4"/>
    <w:rsid w:val="004333E8"/>
    <w:rsid w:val="0044187A"/>
    <w:rsid w:val="00442C0D"/>
    <w:rsid w:val="00446899"/>
    <w:rsid w:val="00447689"/>
    <w:rsid w:val="0046235C"/>
    <w:rsid w:val="004629AD"/>
    <w:rsid w:val="004806AF"/>
    <w:rsid w:val="00486878"/>
    <w:rsid w:val="00486D83"/>
    <w:rsid w:val="00493AC2"/>
    <w:rsid w:val="004A286F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4892"/>
    <w:rsid w:val="0055550C"/>
    <w:rsid w:val="00563E60"/>
    <w:rsid w:val="00592833"/>
    <w:rsid w:val="005A06CC"/>
    <w:rsid w:val="005A214B"/>
    <w:rsid w:val="005A3974"/>
    <w:rsid w:val="005A5DC6"/>
    <w:rsid w:val="005A6A38"/>
    <w:rsid w:val="005A7C57"/>
    <w:rsid w:val="005B6DEF"/>
    <w:rsid w:val="005D63ED"/>
    <w:rsid w:val="005E06F2"/>
    <w:rsid w:val="005E1468"/>
    <w:rsid w:val="005E3E61"/>
    <w:rsid w:val="005F2A75"/>
    <w:rsid w:val="005F3D5F"/>
    <w:rsid w:val="005F49A7"/>
    <w:rsid w:val="005F7B2E"/>
    <w:rsid w:val="006016B0"/>
    <w:rsid w:val="00607397"/>
    <w:rsid w:val="0061051B"/>
    <w:rsid w:val="0061253D"/>
    <w:rsid w:val="00616CBB"/>
    <w:rsid w:val="00617358"/>
    <w:rsid w:val="00617D76"/>
    <w:rsid w:val="006217B6"/>
    <w:rsid w:val="006279BD"/>
    <w:rsid w:val="00630405"/>
    <w:rsid w:val="00634A59"/>
    <w:rsid w:val="006446D6"/>
    <w:rsid w:val="00656A7F"/>
    <w:rsid w:val="00656FEE"/>
    <w:rsid w:val="00667448"/>
    <w:rsid w:val="00683828"/>
    <w:rsid w:val="006866DF"/>
    <w:rsid w:val="00692205"/>
    <w:rsid w:val="006944D9"/>
    <w:rsid w:val="006A2FD7"/>
    <w:rsid w:val="006A7184"/>
    <w:rsid w:val="006B6CD1"/>
    <w:rsid w:val="006B7979"/>
    <w:rsid w:val="006C044C"/>
    <w:rsid w:val="006C4A06"/>
    <w:rsid w:val="006C6D45"/>
    <w:rsid w:val="006E5CC8"/>
    <w:rsid w:val="006E5D65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7F54DD"/>
    <w:rsid w:val="00801D78"/>
    <w:rsid w:val="008078CF"/>
    <w:rsid w:val="008171AF"/>
    <w:rsid w:val="00825FFE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8E5EFE"/>
    <w:rsid w:val="00910883"/>
    <w:rsid w:val="0092580A"/>
    <w:rsid w:val="0093490C"/>
    <w:rsid w:val="0093664F"/>
    <w:rsid w:val="00943EB0"/>
    <w:rsid w:val="00945CA5"/>
    <w:rsid w:val="00950C33"/>
    <w:rsid w:val="00951984"/>
    <w:rsid w:val="00952FD0"/>
    <w:rsid w:val="009553BC"/>
    <w:rsid w:val="009557EA"/>
    <w:rsid w:val="00963959"/>
    <w:rsid w:val="00963BB5"/>
    <w:rsid w:val="00963D60"/>
    <w:rsid w:val="00964480"/>
    <w:rsid w:val="0096600A"/>
    <w:rsid w:val="00970C68"/>
    <w:rsid w:val="0098180B"/>
    <w:rsid w:val="009B067B"/>
    <w:rsid w:val="009B4822"/>
    <w:rsid w:val="009B5300"/>
    <w:rsid w:val="009B5DE9"/>
    <w:rsid w:val="009C1A2D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377A8"/>
    <w:rsid w:val="00A40AB4"/>
    <w:rsid w:val="00A45AB2"/>
    <w:rsid w:val="00A62E58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71E6"/>
    <w:rsid w:val="00B057B0"/>
    <w:rsid w:val="00B11AB7"/>
    <w:rsid w:val="00B11B98"/>
    <w:rsid w:val="00B239B4"/>
    <w:rsid w:val="00B3687B"/>
    <w:rsid w:val="00B41B50"/>
    <w:rsid w:val="00B43D6A"/>
    <w:rsid w:val="00B47777"/>
    <w:rsid w:val="00B47ADF"/>
    <w:rsid w:val="00B50C07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B5BEF"/>
    <w:rsid w:val="00BD76B1"/>
    <w:rsid w:val="00BE477F"/>
    <w:rsid w:val="00BE62B4"/>
    <w:rsid w:val="00BE69F6"/>
    <w:rsid w:val="00BF6132"/>
    <w:rsid w:val="00C005AB"/>
    <w:rsid w:val="00C02C5D"/>
    <w:rsid w:val="00C14A00"/>
    <w:rsid w:val="00C24B77"/>
    <w:rsid w:val="00C2717C"/>
    <w:rsid w:val="00C33A1F"/>
    <w:rsid w:val="00C36DAA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5752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C7DBF"/>
    <w:rsid w:val="00DD1955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2E6D"/>
    <w:rsid w:val="00E34020"/>
    <w:rsid w:val="00E3479A"/>
    <w:rsid w:val="00E44076"/>
    <w:rsid w:val="00E6313B"/>
    <w:rsid w:val="00E66783"/>
    <w:rsid w:val="00E67792"/>
    <w:rsid w:val="00E7095B"/>
    <w:rsid w:val="00E75DBF"/>
    <w:rsid w:val="00E76C0B"/>
    <w:rsid w:val="00E76D9B"/>
    <w:rsid w:val="00E77789"/>
    <w:rsid w:val="00E80515"/>
    <w:rsid w:val="00E954AC"/>
    <w:rsid w:val="00EA2954"/>
    <w:rsid w:val="00EA3EE0"/>
    <w:rsid w:val="00EB511E"/>
    <w:rsid w:val="00EB632F"/>
    <w:rsid w:val="00EC1396"/>
    <w:rsid w:val="00EC422A"/>
    <w:rsid w:val="00EE123F"/>
    <w:rsid w:val="00EE7214"/>
    <w:rsid w:val="00EF15B4"/>
    <w:rsid w:val="00EF2F06"/>
    <w:rsid w:val="00F013C8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4692B"/>
    <w:rsid w:val="00F516C4"/>
    <w:rsid w:val="00F52E5E"/>
    <w:rsid w:val="00F54309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  <w:rsid w:val="00FF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3C7DA9"/>
  <w15:docId w15:val="{F8810759-1797-4B56-91AD-21D0CFE34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KeinLeerraum">
    <w:name w:val="No Spacing"/>
    <w:basedOn w:val="Standard"/>
    <w:uiPriority w:val="1"/>
    <w:qFormat/>
    <w:rsid w:val="00683828"/>
    <w:pPr>
      <w:spacing w:line="240" w:lineRule="auto"/>
    </w:pPr>
    <w:rPr>
      <w:rFonts w:eastAsiaTheme="minorHAnsi" w:cs="Arial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F01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5310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D457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\Documents\Benutzerdefinierte%20Office-Vorlagen\PI_SIE_deutsch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BCE0C-8BA2-41A3-B953-ACA1A829C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PI_SIE_deutsch_elektronisch.dotx</Template>
  <TotalTime>0</TotalTime>
  <Pages>2</Pages>
  <Words>433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3158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2</cp:revision>
  <cp:lastPrinted>2007-09-03T14:44:00Z</cp:lastPrinted>
  <dcterms:created xsi:type="dcterms:W3CDTF">2021-08-23T10:39:00Z</dcterms:created>
  <dcterms:modified xsi:type="dcterms:W3CDTF">2021-08-23T10:39:00Z</dcterms:modified>
</cp:coreProperties>
</file>