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3072A" w14:textId="5A165E8A" w:rsidR="00530EDA" w:rsidRDefault="00530EDA" w:rsidP="00530EDA">
      <w:pPr>
        <w:pStyle w:val="berschrift2"/>
      </w:pPr>
      <w:r>
        <w:t xml:space="preserve">Unsichtbarer Wächter zur Urlaubszeit: </w:t>
      </w:r>
      <w:r>
        <w:br/>
      </w:r>
      <w:r w:rsidR="00205361">
        <w:t>F</w:t>
      </w:r>
      <w:r w:rsidR="00436C76">
        <w:t>unk-F</w:t>
      </w:r>
      <w:r w:rsidR="00205361">
        <w:t>enstersensor sens</w:t>
      </w:r>
      <w:r w:rsidR="00DF7696">
        <w:t>o</w:t>
      </w:r>
      <w:r w:rsidR="00205361">
        <w:t xml:space="preserve"> secure</w:t>
      </w:r>
      <w:r w:rsidR="00420AE0">
        <w:t xml:space="preserve"> von SIEGENIA </w:t>
      </w:r>
    </w:p>
    <w:p w14:paraId="67640DB9" w14:textId="77777777" w:rsidR="000B658E" w:rsidRDefault="000B658E" w:rsidP="000B658E">
      <w:pPr>
        <w:pStyle w:val="berschrift1"/>
      </w:pPr>
      <w:r>
        <w:t>Verdeckt liegende Zustandsüberwachung für smarte Sicherheit</w:t>
      </w:r>
    </w:p>
    <w:p w14:paraId="1A93B5DF" w14:textId="737CF495" w:rsidR="00670BF4" w:rsidRDefault="00670BF4" w:rsidP="00E819E5">
      <w:pPr>
        <w:rPr>
          <w:szCs w:val="20"/>
        </w:rPr>
      </w:pPr>
    </w:p>
    <w:p w14:paraId="617938D1" w14:textId="1FFCF648" w:rsidR="000B658E" w:rsidRDefault="00281755" w:rsidP="00EA3862">
      <w:r>
        <w:rPr>
          <w:szCs w:val="20"/>
        </w:rPr>
        <w:t xml:space="preserve">Der Sommer </w:t>
      </w:r>
      <w:r w:rsidR="00E531E4">
        <w:rPr>
          <w:szCs w:val="20"/>
        </w:rPr>
        <w:t>ist da,</w:t>
      </w:r>
      <w:r>
        <w:rPr>
          <w:szCs w:val="20"/>
        </w:rPr>
        <w:t xml:space="preserve"> und die Urlaubszeit</w:t>
      </w:r>
      <w:r w:rsidR="00E531E4">
        <w:rPr>
          <w:szCs w:val="20"/>
        </w:rPr>
        <w:t xml:space="preserve"> hat begonnen</w:t>
      </w:r>
      <w:r>
        <w:rPr>
          <w:szCs w:val="20"/>
        </w:rPr>
        <w:t xml:space="preserve">. Am entspanntesten </w:t>
      </w:r>
      <w:r w:rsidR="00E01817">
        <w:rPr>
          <w:szCs w:val="20"/>
        </w:rPr>
        <w:t>sind die Tage</w:t>
      </w:r>
      <w:r>
        <w:rPr>
          <w:szCs w:val="20"/>
        </w:rPr>
        <w:t xml:space="preserve"> in der Ferne, wenn das Zuhause vor ungebetenen Gästen geschützt ist. </w:t>
      </w:r>
      <w:r w:rsidR="000B658E">
        <w:rPr>
          <w:szCs w:val="20"/>
        </w:rPr>
        <w:t>Ergänzend zu</w:t>
      </w:r>
      <w:r w:rsidR="002F10F6">
        <w:rPr>
          <w:szCs w:val="20"/>
        </w:rPr>
        <w:t xml:space="preserve"> einbruchhemmende</w:t>
      </w:r>
      <w:r w:rsidR="000B658E">
        <w:rPr>
          <w:szCs w:val="20"/>
        </w:rPr>
        <w:t>n</w:t>
      </w:r>
      <w:r w:rsidR="002F10F6">
        <w:rPr>
          <w:szCs w:val="20"/>
        </w:rPr>
        <w:t xml:space="preserve"> Fenster</w:t>
      </w:r>
      <w:r w:rsidR="000B658E">
        <w:rPr>
          <w:szCs w:val="20"/>
        </w:rPr>
        <w:t>n</w:t>
      </w:r>
      <w:r w:rsidR="002F10F6">
        <w:rPr>
          <w:szCs w:val="20"/>
        </w:rPr>
        <w:t xml:space="preserve"> und Türen</w:t>
      </w:r>
      <w:r w:rsidR="000B658E">
        <w:rPr>
          <w:szCs w:val="20"/>
        </w:rPr>
        <w:t xml:space="preserve"> </w:t>
      </w:r>
      <w:r w:rsidR="003E7870">
        <w:rPr>
          <w:szCs w:val="20"/>
        </w:rPr>
        <w:t xml:space="preserve">bietet </w:t>
      </w:r>
      <w:r w:rsidR="000B658E">
        <w:rPr>
          <w:szCs w:val="20"/>
        </w:rPr>
        <w:t xml:space="preserve">diese innovative Lösung von SIEGENIA </w:t>
      </w:r>
      <w:r w:rsidR="00D752F3">
        <w:rPr>
          <w:szCs w:val="20"/>
        </w:rPr>
        <w:t>smarte Sicherheit pur:</w:t>
      </w:r>
      <w:r w:rsidR="00E819E5">
        <w:rPr>
          <w:szCs w:val="20"/>
        </w:rPr>
        <w:t xml:space="preserve"> </w:t>
      </w:r>
      <w:r w:rsidR="00E819E5">
        <w:t xml:space="preserve">Verdeckt liegend in das Fensterprofil integriert, informiert </w:t>
      </w:r>
      <w:r w:rsidR="00DF7696">
        <w:t xml:space="preserve">der </w:t>
      </w:r>
      <w:r w:rsidR="00365A8B">
        <w:t>Funk-</w:t>
      </w:r>
      <w:r w:rsidR="00DF7696">
        <w:t xml:space="preserve">Fenstersensor </w:t>
      </w:r>
      <w:r w:rsidR="00E819E5">
        <w:t>senso secure zuverlässig über den Öffnungszustand von Fenstern</w:t>
      </w:r>
      <w:r w:rsidR="003E7870">
        <w:t xml:space="preserve">. </w:t>
      </w:r>
      <w:r w:rsidR="00D752F3">
        <w:t xml:space="preserve">Das schließt sogar </w:t>
      </w:r>
      <w:r w:rsidR="00E819E5">
        <w:t xml:space="preserve">eventuelle Fehlstellungen der Griffe </w:t>
      </w:r>
      <w:r w:rsidR="00233566">
        <w:t>ein.</w:t>
      </w:r>
      <w:r w:rsidR="00CB34D8">
        <w:t xml:space="preserve"> </w:t>
      </w:r>
      <w:r w:rsidR="00E819E5">
        <w:t xml:space="preserve">So bleibt kein </w:t>
      </w:r>
      <w:r w:rsidR="00176E5A">
        <w:t xml:space="preserve">Fenster </w:t>
      </w:r>
      <w:r w:rsidR="00E819E5">
        <w:t xml:space="preserve">versehentlich offen stehen oder nur angelehnt. </w:t>
      </w:r>
      <w:r w:rsidR="00E01817">
        <w:t xml:space="preserve">Ob alle </w:t>
      </w:r>
      <w:r w:rsidR="00EA3862">
        <w:t xml:space="preserve">Fenster </w:t>
      </w:r>
      <w:r w:rsidR="00E01817">
        <w:t xml:space="preserve">sicher sind, verrät </w:t>
      </w:r>
      <w:r w:rsidR="00CE76BA">
        <w:t xml:space="preserve">ein kurzer </w:t>
      </w:r>
      <w:r w:rsidR="00E01817">
        <w:t>Blick auf die</w:t>
      </w:r>
      <w:r w:rsidR="00EA3862">
        <w:t xml:space="preserve"> </w:t>
      </w:r>
      <w:r w:rsidR="00CE76BA">
        <w:t xml:space="preserve">Nutzeroberfläche der </w:t>
      </w:r>
      <w:r w:rsidR="00EA3862">
        <w:t xml:space="preserve">SIEGENIA Comfort App. </w:t>
      </w:r>
      <w:r w:rsidR="00EA3862" w:rsidRPr="00407F6E">
        <w:t xml:space="preserve">Stehen </w:t>
      </w:r>
      <w:r w:rsidR="00EA3862">
        <w:t>die</w:t>
      </w:r>
      <w:r w:rsidR="00EA3862" w:rsidRPr="00407F6E">
        <w:t xml:space="preserve"> Anzeigen auf grün, sind sämtliche </w:t>
      </w:r>
      <w:r w:rsidR="00EA3862">
        <w:t>mit einem F</w:t>
      </w:r>
      <w:r w:rsidR="00436C76">
        <w:t>enster</w:t>
      </w:r>
      <w:r w:rsidR="00EA3862">
        <w:t>sensor ausgestatteten Elemente</w:t>
      </w:r>
      <w:r w:rsidR="00EA3862" w:rsidRPr="00407F6E">
        <w:t xml:space="preserve"> verriegelt.</w:t>
      </w:r>
      <w:r w:rsidR="00CE76BA">
        <w:t xml:space="preserve"> Stehen einzelne Anzeigen auf rot, besteht Handlungsbedarf.</w:t>
      </w:r>
    </w:p>
    <w:p w14:paraId="743C8DC5" w14:textId="3C8B2C33" w:rsidR="001D36BD" w:rsidRDefault="000B658E" w:rsidP="00EA3862">
      <w:pPr>
        <w:pStyle w:val="berschrift4"/>
      </w:pPr>
      <w:r>
        <w:t xml:space="preserve">Integrierter </w:t>
      </w:r>
      <w:r w:rsidR="00530EDA">
        <w:t>Vibrationssensor</w:t>
      </w:r>
      <w:r>
        <w:t xml:space="preserve"> – kabellose Montage</w:t>
      </w:r>
    </w:p>
    <w:p w14:paraId="23FC9C65" w14:textId="62CD2F0B" w:rsidR="00B42412" w:rsidRPr="003A51ED" w:rsidRDefault="00D752F3" w:rsidP="00E819E5">
      <w:pPr>
        <w:rPr>
          <w:rFonts w:ascii="Helvetica" w:hAnsi="Helvetica"/>
          <w:color w:val="333333"/>
          <w:spacing w:val="3"/>
          <w:shd w:val="clear" w:color="auto" w:fill="FFFFFF"/>
        </w:rPr>
      </w:pPr>
      <w:r>
        <w:t xml:space="preserve">Ein Höchstmaß an Sicherheit bietet </w:t>
      </w:r>
      <w:r w:rsidR="00CE76BA">
        <w:t>darüber hinaus</w:t>
      </w:r>
      <w:r>
        <w:t xml:space="preserve"> der integrierte Vibrationssensor.</w:t>
      </w:r>
      <w:r w:rsidR="00B42412">
        <w:t xml:space="preserve"> </w:t>
      </w:r>
      <w:r>
        <w:t>Erkennt er einen Manipulationsversuch, reagiert er mit einem für den Einbrecher hörbaren Warnton direkt am Fenster</w:t>
      </w:r>
      <w:r w:rsidR="001D36BD">
        <w:t xml:space="preserve">. </w:t>
      </w:r>
      <w:r w:rsidR="00EA3862">
        <w:t>A</w:t>
      </w:r>
      <w:r w:rsidR="001D36BD">
        <w:t>uch an der</w:t>
      </w:r>
      <w:r w:rsidR="00B42412">
        <w:t xml:space="preserve"> 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 xml:space="preserve">SIEGENIA Connect </w:t>
      </w:r>
      <w:r w:rsidR="001D36BD" w:rsidRPr="00EA3862">
        <w:rPr>
          <w:rFonts w:ascii="Helvetica" w:hAnsi="Helvetica"/>
          <w:color w:val="333333"/>
          <w:spacing w:val="3"/>
          <w:shd w:val="clear" w:color="auto" w:fill="FFFFFF"/>
        </w:rPr>
        <w:t xml:space="preserve">Box, mit deren Hilfe die Fenstersensoren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bei der Installation </w:t>
      </w:r>
      <w:r w:rsidR="001D36BD" w:rsidRPr="00EA3862">
        <w:rPr>
          <w:rFonts w:ascii="Helvetica" w:hAnsi="Helvetica"/>
          <w:color w:val="333333"/>
          <w:spacing w:val="3"/>
          <w:shd w:val="clear" w:color="auto" w:fill="FFFFFF"/>
        </w:rPr>
        <w:t xml:space="preserve">in das Heimnetzwerk eingebunden werden, ertönt ein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>laute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>s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>, abschreckende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>s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 Alarmsignal. </w:t>
      </w:r>
      <w:r w:rsidR="00CE76BA">
        <w:rPr>
          <w:rFonts w:ascii="Helvetica" w:hAnsi="Helvetica"/>
          <w:color w:val="333333"/>
          <w:spacing w:val="3"/>
          <w:shd w:val="clear" w:color="auto" w:fill="FFFFFF"/>
        </w:rPr>
        <w:t xml:space="preserve">Ergänzend haben Hauseigentümer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die Möglichkeit, </w:t>
      </w:r>
      <w:r w:rsidR="00CE76BA">
        <w:rPr>
          <w:rFonts w:ascii="Helvetica" w:hAnsi="Helvetica"/>
          <w:color w:val="333333"/>
          <w:spacing w:val="3"/>
          <w:shd w:val="clear" w:color="auto" w:fill="FFFFFF"/>
        </w:rPr>
        <w:t xml:space="preserve">sich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>per Push</w:t>
      </w:r>
      <w:r w:rsidR="00CE76BA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Notification eine Alarmmeldung auf </w:t>
      </w:r>
      <w:r w:rsidR="000B658E">
        <w:rPr>
          <w:rFonts w:ascii="Helvetica" w:hAnsi="Helvetica"/>
          <w:color w:val="333333"/>
          <w:spacing w:val="3"/>
          <w:shd w:val="clear" w:color="auto" w:fill="FFFFFF"/>
        </w:rPr>
        <w:t>ein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 Smartphone senden zu lassen.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>Der Einbau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>der Sensoren könnte einfacher nicht sein, denn er erfolgt</w:t>
      </w:r>
      <w:r w:rsidR="00CE76BA">
        <w:rPr>
          <w:rFonts w:ascii="Helvetica" w:hAnsi="Helvetica"/>
          <w:color w:val="333333"/>
          <w:spacing w:val="3"/>
          <w:shd w:val="clear" w:color="auto" w:fill="FFFFFF"/>
        </w:rPr>
        <w:t xml:space="preserve"> sowohl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 kabel- </w:t>
      </w:r>
      <w:r w:rsidR="00CE76BA">
        <w:rPr>
          <w:rFonts w:ascii="Helvetica" w:hAnsi="Helvetica"/>
          <w:color w:val="333333"/>
          <w:spacing w:val="3"/>
          <w:shd w:val="clear" w:color="auto" w:fill="FFFFFF"/>
        </w:rPr>
        <w:t>als auch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r w:rsidR="00A17F1F">
        <w:rPr>
          <w:rFonts w:ascii="Helvetica" w:hAnsi="Helvetica"/>
          <w:color w:val="333333"/>
          <w:spacing w:val="3"/>
          <w:shd w:val="clear" w:color="auto" w:fill="FFFFFF"/>
        </w:rPr>
        <w:t>werkzeug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los. </w:t>
      </w:r>
      <w:r w:rsidR="00EA3862" w:rsidRPr="003A51ED">
        <w:rPr>
          <w:rFonts w:ascii="Helvetica" w:hAnsi="Helvetica"/>
          <w:color w:val="333333"/>
          <w:spacing w:val="3"/>
          <w:shd w:val="clear" w:color="auto" w:fill="FFFFFF"/>
        </w:rPr>
        <w:t>Da</w:t>
      </w:r>
      <w:r w:rsidR="00CE76BA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s macht den </w:t>
      </w:r>
      <w:r w:rsidR="00B42412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Funk-Fenstersensor </w:t>
      </w:r>
      <w:r w:rsidR="000B658E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senso secure </w:t>
      </w:r>
      <w:r w:rsidR="00CE76BA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zu einer idealen Lösung </w:t>
      </w:r>
      <w:r w:rsidR="00B42412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für </w:t>
      </w:r>
      <w:r w:rsidR="00EA3862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Neubauten </w:t>
      </w:r>
      <w:r w:rsidR="00CE76BA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wie </w:t>
      </w:r>
      <w:r w:rsidR="00B42412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auch für </w:t>
      </w:r>
      <w:r w:rsidR="00EA3862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die nachträgliche Integration in </w:t>
      </w:r>
      <w:r w:rsidR="00CE76BA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bereits </w:t>
      </w:r>
      <w:r w:rsidR="00EA3862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vorhandene </w:t>
      </w:r>
      <w:r w:rsidR="00B42412" w:rsidRPr="003A51ED">
        <w:rPr>
          <w:rFonts w:ascii="Helvetica" w:hAnsi="Helvetica"/>
          <w:color w:val="333333"/>
          <w:spacing w:val="3"/>
          <w:shd w:val="clear" w:color="auto" w:fill="FFFFFF"/>
        </w:rPr>
        <w:t>Holz- und Kunststofffenster</w:t>
      </w:r>
      <w:r w:rsidR="00EA3862" w:rsidRPr="003A51ED">
        <w:rPr>
          <w:rFonts w:ascii="Helvetica" w:hAnsi="Helvetica"/>
          <w:color w:val="333333"/>
          <w:spacing w:val="3"/>
          <w:shd w:val="clear" w:color="auto" w:fill="FFFFFF"/>
        </w:rPr>
        <w:t>.</w:t>
      </w:r>
      <w:r w:rsidR="00E531E4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 Großer Vorteil: Der Fenstersensor senso secure eignet sich zum Einsatz mit den unterschiedlichsten </w:t>
      </w:r>
      <w:r w:rsidR="003A51ED" w:rsidRPr="003A51ED">
        <w:rPr>
          <w:rFonts w:ascii="Helvetica" w:hAnsi="Helvetica"/>
          <w:color w:val="333333"/>
          <w:spacing w:val="3"/>
          <w:shd w:val="clear" w:color="auto" w:fill="FFFFFF"/>
        </w:rPr>
        <w:t>(Pilz-)Zapfenb</w:t>
      </w:r>
      <w:r w:rsidR="00E531E4" w:rsidRPr="003A51ED">
        <w:rPr>
          <w:rFonts w:ascii="Helvetica" w:hAnsi="Helvetica"/>
          <w:color w:val="333333"/>
          <w:spacing w:val="3"/>
          <w:shd w:val="clear" w:color="auto" w:fill="FFFFFF"/>
        </w:rPr>
        <w:t xml:space="preserve">eschlägen. </w:t>
      </w:r>
    </w:p>
    <w:p w14:paraId="57FD245A" w14:textId="13994D7B" w:rsidR="00DB053C" w:rsidRPr="003A51ED" w:rsidRDefault="00DB053C" w:rsidP="00530EDA">
      <w:pPr>
        <w:rPr>
          <w:rFonts w:ascii="Helvetica" w:hAnsi="Helvetica"/>
          <w:color w:val="333333"/>
          <w:spacing w:val="3"/>
          <w:shd w:val="clear" w:color="auto" w:fill="FFFFFF"/>
        </w:rPr>
      </w:pPr>
    </w:p>
    <w:p w14:paraId="1A686210" w14:textId="77777777" w:rsidR="00E531E4" w:rsidRDefault="00E531E4" w:rsidP="00E531E4">
      <w:pPr>
        <w:pStyle w:val="NurText"/>
      </w:pPr>
    </w:p>
    <w:p w14:paraId="7B3E1E27" w14:textId="77777777" w:rsidR="00E531E4" w:rsidRDefault="00E531E4" w:rsidP="00530EDA"/>
    <w:p w14:paraId="0D76A763" w14:textId="37E550A2" w:rsidR="00205361" w:rsidRDefault="00205361" w:rsidP="009A3253">
      <w:pPr>
        <w:rPr>
          <w:rFonts w:cs="Arial"/>
          <w:color w:val="1F497D"/>
          <w:szCs w:val="20"/>
        </w:rPr>
      </w:pPr>
    </w:p>
    <w:p w14:paraId="73532E71" w14:textId="7F9D0921" w:rsidR="00EA3862" w:rsidRDefault="00EA3862" w:rsidP="009A3253">
      <w:pPr>
        <w:rPr>
          <w:rFonts w:cs="Arial"/>
          <w:color w:val="1F497D"/>
          <w:szCs w:val="20"/>
        </w:rPr>
      </w:pPr>
    </w:p>
    <w:p w14:paraId="3FED6F61" w14:textId="25BDAF27" w:rsidR="005E1468" w:rsidRDefault="005E1468" w:rsidP="005A7C57">
      <w:pPr>
        <w:pStyle w:val="berschrift4"/>
      </w:pPr>
      <w:r>
        <w:lastRenderedPageBreak/>
        <w:t>Bildunterschrift</w:t>
      </w:r>
      <w:r w:rsidR="00436C76">
        <w:t>en</w:t>
      </w:r>
    </w:p>
    <w:p w14:paraId="12D6A599" w14:textId="77777777" w:rsidR="002A7F37" w:rsidRDefault="002A7F37" w:rsidP="002A7F37">
      <w:r>
        <w:t>Bildquelle: SIEGENIA</w:t>
      </w:r>
    </w:p>
    <w:p w14:paraId="4F9B8B63" w14:textId="77777777" w:rsidR="002A7F37" w:rsidRPr="002A7F37" w:rsidRDefault="002A7F37" w:rsidP="002A7F37"/>
    <w:p w14:paraId="1D3F46A2" w14:textId="0D5D5C3E" w:rsidR="00AE08F3" w:rsidRPr="00A82A45" w:rsidRDefault="005E1468" w:rsidP="00AE08F3">
      <w:pPr>
        <w:rPr>
          <w:bCs/>
          <w:i/>
        </w:rPr>
      </w:pPr>
      <w:r w:rsidRPr="00A82A45">
        <w:rPr>
          <w:bCs/>
          <w:i/>
        </w:rPr>
        <w:t>Motiv</w:t>
      </w:r>
      <w:r w:rsidR="00EA3862" w:rsidRPr="00A82A45">
        <w:rPr>
          <w:bCs/>
          <w:i/>
        </w:rPr>
        <w:t xml:space="preserve"> I</w:t>
      </w:r>
      <w:r w:rsidRPr="00A82A45">
        <w:rPr>
          <w:bCs/>
          <w:i/>
        </w:rPr>
        <w:t>:</w:t>
      </w:r>
      <w:r w:rsidR="00AE08F3" w:rsidRPr="00A82A45">
        <w:rPr>
          <w:bCs/>
          <w:i/>
        </w:rPr>
        <w:t xml:space="preserve"> SIE_DRIVE_</w:t>
      </w:r>
      <w:r w:rsidR="003A51ED" w:rsidRPr="00A82A45">
        <w:rPr>
          <w:bCs/>
          <w:i/>
        </w:rPr>
        <w:t xml:space="preserve"> </w:t>
      </w:r>
      <w:r w:rsidR="003A51ED" w:rsidRPr="00A82A45">
        <w:rPr>
          <w:bCs/>
          <w:i/>
        </w:rPr>
        <w:t>Fenstersensor</w:t>
      </w:r>
      <w:r w:rsidR="00A82A45" w:rsidRPr="00A82A45">
        <w:rPr>
          <w:bCs/>
          <w:i/>
        </w:rPr>
        <w:t>_</w:t>
      </w:r>
      <w:r w:rsidR="003A51ED" w:rsidRPr="00A82A45">
        <w:rPr>
          <w:bCs/>
          <w:i/>
        </w:rPr>
        <w:t>senso secure</w:t>
      </w:r>
      <w:r w:rsidR="00312CEA" w:rsidRPr="00A82A45">
        <w:rPr>
          <w:bCs/>
          <w:i/>
        </w:rPr>
        <w:t>_</w:t>
      </w:r>
      <w:r w:rsidR="00A82A45" w:rsidRPr="00A82A45">
        <w:rPr>
          <w:bCs/>
          <w:i/>
        </w:rPr>
        <w:t>im Fensterrahme</w:t>
      </w:r>
      <w:r w:rsidR="00A82A45">
        <w:rPr>
          <w:bCs/>
          <w:i/>
        </w:rPr>
        <w:t>n</w:t>
      </w:r>
      <w:r w:rsidR="00AE08F3" w:rsidRPr="00A82A45">
        <w:rPr>
          <w:bCs/>
          <w:i/>
        </w:rPr>
        <w:t xml:space="preserve">.jpg </w:t>
      </w:r>
    </w:p>
    <w:p w14:paraId="1F857D62" w14:textId="048AAA3F" w:rsidR="00AE08F3" w:rsidRDefault="00AE08F3" w:rsidP="00AE08F3">
      <w:r>
        <w:t>Der F</w:t>
      </w:r>
      <w:r w:rsidR="00436C76">
        <w:t>unk-F</w:t>
      </w:r>
      <w:r>
        <w:t xml:space="preserve">enstersensor senso secure von SIEGENIA </w:t>
      </w:r>
      <w:r w:rsidR="00D752F3">
        <w:t>informiert zuverlässig</w:t>
      </w:r>
      <w:r>
        <w:t xml:space="preserve"> über den Öffnungszustand von Fenstern</w:t>
      </w:r>
      <w:r w:rsidR="002A3E75">
        <w:t xml:space="preserve"> </w:t>
      </w:r>
      <w:r>
        <w:t>–</w:t>
      </w:r>
      <w:r w:rsidR="00D752F3">
        <w:t xml:space="preserve"> </w:t>
      </w:r>
      <w:r>
        <w:t>Fehlstellungen der Griffe eingeschlossen.</w:t>
      </w:r>
    </w:p>
    <w:p w14:paraId="3444FC95" w14:textId="7159948D" w:rsidR="00EA3862" w:rsidRDefault="00EA3862" w:rsidP="00AE08F3"/>
    <w:p w14:paraId="14A4C74F" w14:textId="5E481276" w:rsidR="00312CEA" w:rsidRDefault="00312CEA" w:rsidP="00312CEA">
      <w:pPr>
        <w:pStyle w:val="berschrift3"/>
      </w:pPr>
      <w:r>
        <w:t>Motiv II: SIE_DRIVE_Fenstersensor</w:t>
      </w:r>
      <w:r w:rsidR="00A82A45">
        <w:t>_</w:t>
      </w:r>
      <w:r>
        <w:t>senso secure_</w:t>
      </w:r>
      <w:r w:rsidR="00A82A45">
        <w:t>Alarmmeldung</w:t>
      </w:r>
      <w:r>
        <w:t>.jpg</w:t>
      </w:r>
    </w:p>
    <w:p w14:paraId="13A95E4A" w14:textId="77777777" w:rsidR="00A82A45" w:rsidRDefault="00A82A45" w:rsidP="00A82A45">
      <w:r>
        <w:t>Smarte Sicherheit: Sobald der integrierte Vibrationssensor einen Manipulationsversuch erkennt, reagiert er mit einem Warnton direkt am Fenster und schickt auf Wunsch eine Push Notification auf ein Smartphone.</w:t>
      </w:r>
    </w:p>
    <w:p w14:paraId="3409DC46" w14:textId="77777777" w:rsidR="00A82A45" w:rsidRDefault="00A82A45" w:rsidP="00AE08F3"/>
    <w:p w14:paraId="0F16FAD0" w14:textId="786E2B2F" w:rsidR="00312CEA" w:rsidRDefault="00312CEA" w:rsidP="00AE08F3"/>
    <w:p w14:paraId="357B906D" w14:textId="71BDB514" w:rsidR="00312CEA" w:rsidRDefault="00312CEA" w:rsidP="00AE08F3"/>
    <w:p w14:paraId="15D8C4D1" w14:textId="709B209E" w:rsidR="00312CEA" w:rsidRDefault="00312CEA" w:rsidP="00AE08F3"/>
    <w:p w14:paraId="0A3F5399" w14:textId="221789B9" w:rsidR="00312CEA" w:rsidRDefault="00312CEA" w:rsidP="00AE08F3"/>
    <w:p w14:paraId="7C0B3D38" w14:textId="245B2B3F" w:rsidR="00312CEA" w:rsidRDefault="00312CEA" w:rsidP="00AE08F3"/>
    <w:p w14:paraId="5896D665" w14:textId="011E47EC" w:rsidR="00312CEA" w:rsidRDefault="00312CEA" w:rsidP="00AE08F3"/>
    <w:p w14:paraId="01B9E85A" w14:textId="23C5B829" w:rsidR="00312CEA" w:rsidRDefault="00312CEA" w:rsidP="00AE08F3"/>
    <w:p w14:paraId="7336B444" w14:textId="4DDBEFBE" w:rsidR="00436C76" w:rsidRDefault="00436C76" w:rsidP="00AE08F3"/>
    <w:p w14:paraId="0989183B" w14:textId="64559C16" w:rsidR="00436C76" w:rsidRDefault="00436C76" w:rsidP="00AE08F3"/>
    <w:p w14:paraId="4351E5D6" w14:textId="71DB62E5" w:rsidR="00436C76" w:rsidRDefault="00436C76" w:rsidP="00AE08F3"/>
    <w:p w14:paraId="086DF01E" w14:textId="4CCD4D47" w:rsidR="00436C76" w:rsidRDefault="00436C76" w:rsidP="00AE08F3"/>
    <w:p w14:paraId="7B1A7F8C" w14:textId="76CA8521" w:rsidR="00436C76" w:rsidRDefault="00436C76" w:rsidP="00AE08F3"/>
    <w:p w14:paraId="526244C3" w14:textId="32EC2B0D" w:rsidR="00436C76" w:rsidRDefault="00436C76" w:rsidP="00AE08F3"/>
    <w:p w14:paraId="0884FED0" w14:textId="77777777" w:rsidR="00436C76" w:rsidRDefault="00436C76" w:rsidP="00AE08F3"/>
    <w:p w14:paraId="407BB8EE" w14:textId="026FA301" w:rsidR="00EA3862" w:rsidRDefault="00EA3862" w:rsidP="00AE08F3"/>
    <w:p w14:paraId="0FCD14BD" w14:textId="77777777" w:rsidR="00EA3862" w:rsidRPr="00FB60E1" w:rsidRDefault="00EA3862" w:rsidP="00AE08F3"/>
    <w:p w14:paraId="5F27EBD8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85E9BD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98FB61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49EE3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444ADF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9D2AB7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20963D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D4877B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0247E7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313974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19F840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F98740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6A76BF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FE674A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716A0F6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A29B2DF" w14:textId="3043B843" w:rsidR="008D7633" w:rsidRPr="00C33A1F" w:rsidRDefault="00374329" w:rsidP="007A5EB4">
            <w:pPr>
              <w:pStyle w:val="Formatvorlage2"/>
            </w:pPr>
            <w:r>
              <w:t>Am Milchbornbach 10</w:t>
            </w:r>
          </w:p>
          <w:p w14:paraId="7CBFBCA5" w14:textId="0685E88A" w:rsidR="008D7633" w:rsidRPr="00C33A1F" w:rsidRDefault="008D7633" w:rsidP="007A5EB4">
            <w:pPr>
              <w:pStyle w:val="Formatvorlage2"/>
            </w:pPr>
            <w:r>
              <w:t xml:space="preserve">D </w:t>
            </w:r>
            <w:r w:rsidR="00374329">
              <w:t>-</w:t>
            </w:r>
            <w:r>
              <w:t xml:space="preserve"> </w:t>
            </w:r>
            <w:r w:rsidRPr="00C33A1F">
              <w:t>51</w:t>
            </w:r>
            <w:r w:rsidR="00374329"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374329">
              <w:t>04</w:t>
            </w:r>
            <w:r w:rsidRPr="00C33A1F">
              <w:t xml:space="preserve"> 9</w:t>
            </w:r>
            <w:r w:rsidR="00374329">
              <w:t>644808</w:t>
            </w:r>
          </w:p>
          <w:p w14:paraId="563AE54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C7B4E0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16C5B7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4FD118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B95940C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CC7AB9">
              <w:t>1</w:t>
            </w:r>
          </w:p>
          <w:p w14:paraId="345D78CF" w14:textId="0DFD484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74329">
              <w:t>2</w:t>
            </w:r>
            <w:r w:rsidR="00A82A45">
              <w:t>36</w:t>
            </w:r>
          </w:p>
          <w:p w14:paraId="00F07F22" w14:textId="551B7A4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36C76">
              <w:t xml:space="preserve">1 </w:t>
            </w:r>
            <w:r w:rsidR="00A82A45">
              <w:t>781</w:t>
            </w:r>
            <w:r w:rsidRPr="00C33A1F">
              <w:br/>
              <w:t>(mit Leerzeichen)</w:t>
            </w:r>
          </w:p>
          <w:p w14:paraId="2549FE57" w14:textId="77777777" w:rsidR="008D7633" w:rsidRDefault="008D7633" w:rsidP="007A5EB4">
            <w:pPr>
              <w:pStyle w:val="Formatvorlage2"/>
            </w:pPr>
          </w:p>
          <w:p w14:paraId="22AF11EC" w14:textId="61739D4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E531E4">
              <w:t>0</w:t>
            </w:r>
            <w:r w:rsidR="00436C76">
              <w:t>7</w:t>
            </w:r>
            <w:r>
              <w:t>.</w:t>
            </w:r>
            <w:r w:rsidR="00530EDA">
              <w:t>0</w:t>
            </w:r>
            <w:r w:rsidR="00E531E4">
              <w:t>7</w:t>
            </w:r>
            <w:r>
              <w:t>.20</w:t>
            </w:r>
            <w:r w:rsidR="00F124FD">
              <w:t>2</w:t>
            </w:r>
            <w:r w:rsidR="00530EDA">
              <w:t>1</w:t>
            </w:r>
          </w:p>
          <w:p w14:paraId="314F403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B3BEFF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E395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572AE2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7B27F" w14:textId="77777777" w:rsidR="00BD4B88" w:rsidRDefault="00BD4B88">
      <w:r>
        <w:separator/>
      </w:r>
    </w:p>
  </w:endnote>
  <w:endnote w:type="continuationSeparator" w:id="0">
    <w:p w14:paraId="521E24C7" w14:textId="77777777" w:rsidR="00BD4B88" w:rsidRDefault="00BD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DDE4" w14:textId="77777777" w:rsidR="00C35CC8" w:rsidRDefault="00C35CC8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219D8" w14:textId="77777777" w:rsidR="00BD4B88" w:rsidRDefault="00BD4B88">
      <w:r>
        <w:separator/>
      </w:r>
    </w:p>
  </w:footnote>
  <w:footnote w:type="continuationSeparator" w:id="0">
    <w:p w14:paraId="52B29D70" w14:textId="77777777" w:rsidR="00BD4B88" w:rsidRDefault="00BD4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E4E9" w14:textId="77777777" w:rsidR="00C35CC8" w:rsidRDefault="00C35CC8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75CEF014" wp14:editId="1EDD133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C255D"/>
    <w:multiLevelType w:val="hybridMultilevel"/>
    <w:tmpl w:val="3DCE7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C1BC8"/>
    <w:multiLevelType w:val="hybridMultilevel"/>
    <w:tmpl w:val="FF6EA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361"/>
    <w:rsid w:val="000024D9"/>
    <w:rsid w:val="00003256"/>
    <w:rsid w:val="00007EE9"/>
    <w:rsid w:val="0001449A"/>
    <w:rsid w:val="00014EBB"/>
    <w:rsid w:val="0001520C"/>
    <w:rsid w:val="00026907"/>
    <w:rsid w:val="00040EBF"/>
    <w:rsid w:val="0005086D"/>
    <w:rsid w:val="00064165"/>
    <w:rsid w:val="000675C7"/>
    <w:rsid w:val="00090045"/>
    <w:rsid w:val="0009098B"/>
    <w:rsid w:val="00095303"/>
    <w:rsid w:val="000A1DF0"/>
    <w:rsid w:val="000A5CA3"/>
    <w:rsid w:val="000B658E"/>
    <w:rsid w:val="000D0C02"/>
    <w:rsid w:val="000D2A27"/>
    <w:rsid w:val="000D4874"/>
    <w:rsid w:val="000E424C"/>
    <w:rsid w:val="000F2936"/>
    <w:rsid w:val="000F565C"/>
    <w:rsid w:val="000F67C4"/>
    <w:rsid w:val="001006DD"/>
    <w:rsid w:val="001025BB"/>
    <w:rsid w:val="0010792E"/>
    <w:rsid w:val="001128F1"/>
    <w:rsid w:val="00122F20"/>
    <w:rsid w:val="00137BD1"/>
    <w:rsid w:val="00145B48"/>
    <w:rsid w:val="00150A73"/>
    <w:rsid w:val="001529E6"/>
    <w:rsid w:val="00156B0C"/>
    <w:rsid w:val="00166476"/>
    <w:rsid w:val="00166FB7"/>
    <w:rsid w:val="00171C51"/>
    <w:rsid w:val="00176E5A"/>
    <w:rsid w:val="001B7003"/>
    <w:rsid w:val="001C39FF"/>
    <w:rsid w:val="001D26E4"/>
    <w:rsid w:val="001D36BD"/>
    <w:rsid w:val="001E0780"/>
    <w:rsid w:val="001E1DA6"/>
    <w:rsid w:val="001F3432"/>
    <w:rsid w:val="002046D3"/>
    <w:rsid w:val="00204754"/>
    <w:rsid w:val="00205361"/>
    <w:rsid w:val="00226567"/>
    <w:rsid w:val="00233566"/>
    <w:rsid w:val="00253494"/>
    <w:rsid w:val="00254A9B"/>
    <w:rsid w:val="00255FE8"/>
    <w:rsid w:val="00272508"/>
    <w:rsid w:val="002769DE"/>
    <w:rsid w:val="00281755"/>
    <w:rsid w:val="002819C3"/>
    <w:rsid w:val="002A202C"/>
    <w:rsid w:val="002A3E75"/>
    <w:rsid w:val="002A7F37"/>
    <w:rsid w:val="002C00E2"/>
    <w:rsid w:val="002C36FE"/>
    <w:rsid w:val="002C5A66"/>
    <w:rsid w:val="002C6D41"/>
    <w:rsid w:val="002E48B5"/>
    <w:rsid w:val="002E59D6"/>
    <w:rsid w:val="002F10F6"/>
    <w:rsid w:val="002F18BB"/>
    <w:rsid w:val="002F466F"/>
    <w:rsid w:val="00300DBC"/>
    <w:rsid w:val="00301DFD"/>
    <w:rsid w:val="0031150D"/>
    <w:rsid w:val="00312CEA"/>
    <w:rsid w:val="003136F5"/>
    <w:rsid w:val="00324F84"/>
    <w:rsid w:val="00326F7E"/>
    <w:rsid w:val="00350ACA"/>
    <w:rsid w:val="003514C3"/>
    <w:rsid w:val="00357C43"/>
    <w:rsid w:val="00364DEF"/>
    <w:rsid w:val="00365A8B"/>
    <w:rsid w:val="00374329"/>
    <w:rsid w:val="00375A48"/>
    <w:rsid w:val="0038244F"/>
    <w:rsid w:val="0038276B"/>
    <w:rsid w:val="0038499F"/>
    <w:rsid w:val="003914C5"/>
    <w:rsid w:val="00392D5F"/>
    <w:rsid w:val="003A1BA5"/>
    <w:rsid w:val="003A51ED"/>
    <w:rsid w:val="003D61A2"/>
    <w:rsid w:val="003E0D26"/>
    <w:rsid w:val="003E378F"/>
    <w:rsid w:val="003E7870"/>
    <w:rsid w:val="004176D4"/>
    <w:rsid w:val="00420AE0"/>
    <w:rsid w:val="00420F79"/>
    <w:rsid w:val="004333E8"/>
    <w:rsid w:val="00436C76"/>
    <w:rsid w:val="0044187A"/>
    <w:rsid w:val="00446899"/>
    <w:rsid w:val="00447689"/>
    <w:rsid w:val="0046235C"/>
    <w:rsid w:val="004629AD"/>
    <w:rsid w:val="004806AF"/>
    <w:rsid w:val="00486878"/>
    <w:rsid w:val="004B4074"/>
    <w:rsid w:val="004B62AB"/>
    <w:rsid w:val="004C4FDA"/>
    <w:rsid w:val="004C503A"/>
    <w:rsid w:val="004E057A"/>
    <w:rsid w:val="004E2322"/>
    <w:rsid w:val="004E2BD7"/>
    <w:rsid w:val="004E3AF9"/>
    <w:rsid w:val="00510191"/>
    <w:rsid w:val="005103E9"/>
    <w:rsid w:val="00515FF9"/>
    <w:rsid w:val="005254BE"/>
    <w:rsid w:val="00530EDA"/>
    <w:rsid w:val="00541F6C"/>
    <w:rsid w:val="00552DC0"/>
    <w:rsid w:val="0055550C"/>
    <w:rsid w:val="0056340E"/>
    <w:rsid w:val="00563E60"/>
    <w:rsid w:val="005749CD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3E30"/>
    <w:rsid w:val="00667448"/>
    <w:rsid w:val="00670BF4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E769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5268"/>
    <w:rsid w:val="008078CF"/>
    <w:rsid w:val="008171AF"/>
    <w:rsid w:val="0082639C"/>
    <w:rsid w:val="0083465B"/>
    <w:rsid w:val="00835351"/>
    <w:rsid w:val="008366E0"/>
    <w:rsid w:val="008429DC"/>
    <w:rsid w:val="0085079E"/>
    <w:rsid w:val="00852D9D"/>
    <w:rsid w:val="00853823"/>
    <w:rsid w:val="00856E55"/>
    <w:rsid w:val="00857800"/>
    <w:rsid w:val="0086386E"/>
    <w:rsid w:val="00871847"/>
    <w:rsid w:val="0088698F"/>
    <w:rsid w:val="00894ADF"/>
    <w:rsid w:val="008A11AA"/>
    <w:rsid w:val="008A6F1F"/>
    <w:rsid w:val="008C3491"/>
    <w:rsid w:val="008C5079"/>
    <w:rsid w:val="008D2B30"/>
    <w:rsid w:val="008D3232"/>
    <w:rsid w:val="008D7633"/>
    <w:rsid w:val="008F6CA0"/>
    <w:rsid w:val="00902869"/>
    <w:rsid w:val="00910883"/>
    <w:rsid w:val="0091533D"/>
    <w:rsid w:val="0092580A"/>
    <w:rsid w:val="0093490C"/>
    <w:rsid w:val="0093664F"/>
    <w:rsid w:val="00936B95"/>
    <w:rsid w:val="00943EB0"/>
    <w:rsid w:val="00945CA5"/>
    <w:rsid w:val="009548B4"/>
    <w:rsid w:val="009553BC"/>
    <w:rsid w:val="009557EA"/>
    <w:rsid w:val="00961AC1"/>
    <w:rsid w:val="00963959"/>
    <w:rsid w:val="00963D60"/>
    <w:rsid w:val="0096600A"/>
    <w:rsid w:val="009A3253"/>
    <w:rsid w:val="009B067B"/>
    <w:rsid w:val="009B4822"/>
    <w:rsid w:val="009B5300"/>
    <w:rsid w:val="009B5DE9"/>
    <w:rsid w:val="009D0CC8"/>
    <w:rsid w:val="009D6C04"/>
    <w:rsid w:val="009E28F9"/>
    <w:rsid w:val="009E7597"/>
    <w:rsid w:val="00A0020C"/>
    <w:rsid w:val="00A12A8B"/>
    <w:rsid w:val="00A14556"/>
    <w:rsid w:val="00A17D84"/>
    <w:rsid w:val="00A17F1F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13CE"/>
    <w:rsid w:val="00A82224"/>
    <w:rsid w:val="00A82A45"/>
    <w:rsid w:val="00A87496"/>
    <w:rsid w:val="00A8766F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08F3"/>
    <w:rsid w:val="00B057B0"/>
    <w:rsid w:val="00B11AB7"/>
    <w:rsid w:val="00B239B4"/>
    <w:rsid w:val="00B26879"/>
    <w:rsid w:val="00B3687B"/>
    <w:rsid w:val="00B416CE"/>
    <w:rsid w:val="00B41B50"/>
    <w:rsid w:val="00B42412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4B88"/>
    <w:rsid w:val="00BD76B1"/>
    <w:rsid w:val="00BE62B4"/>
    <w:rsid w:val="00BE69F6"/>
    <w:rsid w:val="00BF6132"/>
    <w:rsid w:val="00C02C5D"/>
    <w:rsid w:val="00C14A00"/>
    <w:rsid w:val="00C24B77"/>
    <w:rsid w:val="00C263BD"/>
    <w:rsid w:val="00C2717C"/>
    <w:rsid w:val="00C33A1F"/>
    <w:rsid w:val="00C35CC8"/>
    <w:rsid w:val="00C52D3B"/>
    <w:rsid w:val="00C53FE3"/>
    <w:rsid w:val="00C55524"/>
    <w:rsid w:val="00C56E2C"/>
    <w:rsid w:val="00C615A2"/>
    <w:rsid w:val="00C65852"/>
    <w:rsid w:val="00C72B49"/>
    <w:rsid w:val="00C77106"/>
    <w:rsid w:val="00C87836"/>
    <w:rsid w:val="00C92A2E"/>
    <w:rsid w:val="00CA66F5"/>
    <w:rsid w:val="00CA6BD1"/>
    <w:rsid w:val="00CB34D8"/>
    <w:rsid w:val="00CC7AB9"/>
    <w:rsid w:val="00CD0411"/>
    <w:rsid w:val="00CE16F1"/>
    <w:rsid w:val="00CE5038"/>
    <w:rsid w:val="00CE5448"/>
    <w:rsid w:val="00CE5488"/>
    <w:rsid w:val="00CE63E0"/>
    <w:rsid w:val="00CE76BA"/>
    <w:rsid w:val="00CF6534"/>
    <w:rsid w:val="00CF72EF"/>
    <w:rsid w:val="00CF7462"/>
    <w:rsid w:val="00D04FE4"/>
    <w:rsid w:val="00D26E2C"/>
    <w:rsid w:val="00D313A4"/>
    <w:rsid w:val="00D32108"/>
    <w:rsid w:val="00D45693"/>
    <w:rsid w:val="00D47D4E"/>
    <w:rsid w:val="00D55DC3"/>
    <w:rsid w:val="00D57457"/>
    <w:rsid w:val="00D64F60"/>
    <w:rsid w:val="00D752F3"/>
    <w:rsid w:val="00DA2153"/>
    <w:rsid w:val="00DA2662"/>
    <w:rsid w:val="00DA71BB"/>
    <w:rsid w:val="00DB053C"/>
    <w:rsid w:val="00DB0593"/>
    <w:rsid w:val="00DB44DA"/>
    <w:rsid w:val="00DB4ACB"/>
    <w:rsid w:val="00DC032C"/>
    <w:rsid w:val="00DC1F2A"/>
    <w:rsid w:val="00DE3025"/>
    <w:rsid w:val="00DF1C10"/>
    <w:rsid w:val="00DF1EE2"/>
    <w:rsid w:val="00DF7696"/>
    <w:rsid w:val="00E01817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31E4"/>
    <w:rsid w:val="00E6313B"/>
    <w:rsid w:val="00E66783"/>
    <w:rsid w:val="00E74FCE"/>
    <w:rsid w:val="00E76C0B"/>
    <w:rsid w:val="00E76D9B"/>
    <w:rsid w:val="00E77789"/>
    <w:rsid w:val="00E80515"/>
    <w:rsid w:val="00E819E5"/>
    <w:rsid w:val="00E954AC"/>
    <w:rsid w:val="00EA2954"/>
    <w:rsid w:val="00EA3862"/>
    <w:rsid w:val="00EA4B0B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24FD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A66390E"/>
  <w15:docId w15:val="{B347297B-81FB-4B94-B40D-7709008A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E819E5"/>
    <w:rPr>
      <w:rFonts w:ascii="Arial" w:hAnsi="Arial"/>
      <w:b/>
      <w:bCs/>
      <w:sz w:val="24"/>
      <w:szCs w:val="2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053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91533D"/>
    <w:rPr>
      <w:color w:val="800080" w:themeColor="followed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E531E4"/>
    <w:pPr>
      <w:spacing w:line="240" w:lineRule="auto"/>
    </w:pPr>
    <w:rPr>
      <w:rFonts w:ascii="Franklin Gothic Book" w:eastAsiaTheme="minorHAnsi" w:hAnsi="Franklin Gothic Book" w:cstheme="minorBid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531E4"/>
    <w:rPr>
      <w:rFonts w:ascii="Franklin Gothic Book" w:eastAsiaTheme="minorHAnsi" w:hAnsi="Franklin Gothic Book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419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3058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2021-07-07T07:24:00Z</dcterms:created>
  <dcterms:modified xsi:type="dcterms:W3CDTF">2021-07-07T15:42:00Z</dcterms:modified>
</cp:coreProperties>
</file>