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1B009" w14:textId="26518C9C" w:rsidR="005E1468" w:rsidRPr="00E86D68" w:rsidRDefault="00FD3519" w:rsidP="005E1468">
      <w:pPr>
        <w:pStyle w:val="Nagwek2"/>
        <w:rPr>
          <w:lang w:val="pl-PL"/>
        </w:rPr>
      </w:pPr>
      <w:r w:rsidRPr="00E86D68">
        <w:rPr>
          <w:lang w:val="pl-PL"/>
        </w:rPr>
        <w:t>SIEGENIA:</w:t>
      </w:r>
      <w:r w:rsidR="00845A2D" w:rsidRPr="00E86D68">
        <w:rPr>
          <w:lang w:val="pl-PL"/>
        </w:rPr>
        <w:t xml:space="preserve"> </w:t>
      </w:r>
      <w:r w:rsidR="00E86D68" w:rsidRPr="00E86D68">
        <w:rPr>
          <w:lang w:val="pl-PL"/>
        </w:rPr>
        <w:t>nowe cechy elementów ram</w:t>
      </w:r>
      <w:r w:rsidR="005768A4">
        <w:rPr>
          <w:lang w:val="pl-PL"/>
        </w:rPr>
        <w:t>owych</w:t>
      </w:r>
      <w:r w:rsidR="00A71A70" w:rsidRPr="00E86D68">
        <w:rPr>
          <w:lang w:val="pl-PL"/>
        </w:rPr>
        <w:t xml:space="preserve"> TITAN</w:t>
      </w:r>
    </w:p>
    <w:p w14:paraId="0ACB3937" w14:textId="4540C1F8" w:rsidR="00A82224" w:rsidRPr="00E86D68" w:rsidRDefault="00E86D68" w:rsidP="00A82224">
      <w:pPr>
        <w:pStyle w:val="Nagwek1"/>
        <w:rPr>
          <w:lang w:val="pl-PL"/>
        </w:rPr>
      </w:pPr>
      <w:r w:rsidRPr="00E86D68">
        <w:rPr>
          <w:lang w:val="pl-PL"/>
        </w:rPr>
        <w:t>Komfortow</w:t>
      </w:r>
      <w:r w:rsidR="00887C7C">
        <w:rPr>
          <w:lang w:val="pl-PL"/>
        </w:rPr>
        <w:t>e</w:t>
      </w:r>
      <w:r w:rsidRPr="00E86D68">
        <w:rPr>
          <w:lang w:val="pl-PL"/>
        </w:rPr>
        <w:t>, bezpieczn</w:t>
      </w:r>
      <w:r w:rsidR="00887C7C">
        <w:rPr>
          <w:lang w:val="pl-PL"/>
        </w:rPr>
        <w:t>e</w:t>
      </w:r>
      <w:r w:rsidR="0073243F">
        <w:rPr>
          <w:lang w:val="pl-PL"/>
        </w:rPr>
        <w:t xml:space="preserve"> i</w:t>
      </w:r>
      <w:r w:rsidR="00A71A70" w:rsidRPr="00E86D68">
        <w:rPr>
          <w:lang w:val="pl-PL"/>
        </w:rPr>
        <w:t xml:space="preserve"> </w:t>
      </w:r>
      <w:r w:rsidR="001374A3">
        <w:rPr>
          <w:lang w:val="pl-PL"/>
        </w:rPr>
        <w:t>dostosowane do klienta</w:t>
      </w:r>
      <w:r w:rsidR="00A71A70" w:rsidRPr="00E86D68">
        <w:rPr>
          <w:lang w:val="pl-PL"/>
        </w:rPr>
        <w:t xml:space="preserve"> </w:t>
      </w:r>
    </w:p>
    <w:p w14:paraId="315EB4D8" w14:textId="5553D256" w:rsidR="005E1468" w:rsidRPr="00E86D68" w:rsidRDefault="005E1468" w:rsidP="005E1468">
      <w:pPr>
        <w:rPr>
          <w:lang w:val="pl-PL"/>
        </w:rPr>
      </w:pPr>
    </w:p>
    <w:p w14:paraId="1E15AA04" w14:textId="40077F3B" w:rsidR="00AB3E67" w:rsidRPr="00FA7612" w:rsidRDefault="00D85004" w:rsidP="00193784">
      <w:pPr>
        <w:pStyle w:val="Tekstkomentarza"/>
        <w:spacing w:line="360" w:lineRule="auto"/>
        <w:rPr>
          <w:lang w:val="pl-PL"/>
        </w:rPr>
      </w:pPr>
      <w:r w:rsidRPr="00FA7612">
        <w:rPr>
          <w:szCs w:val="21"/>
          <w:lang w:val="pl-PL"/>
        </w:rPr>
        <w:t>Każdy</w:t>
      </w:r>
      <w:r w:rsidR="00887C7C" w:rsidRPr="00FA7612">
        <w:rPr>
          <w:szCs w:val="21"/>
          <w:lang w:val="pl-PL"/>
        </w:rPr>
        <w:t xml:space="preserve"> szczegół</w:t>
      </w:r>
      <w:r w:rsidRPr="00FA7612">
        <w:rPr>
          <w:szCs w:val="21"/>
          <w:lang w:val="pl-PL"/>
        </w:rPr>
        <w:t xml:space="preserve"> ma znaczenie</w:t>
      </w:r>
      <w:r w:rsidR="007715FB" w:rsidRPr="00FA7612">
        <w:rPr>
          <w:szCs w:val="21"/>
          <w:lang w:val="pl-PL"/>
        </w:rPr>
        <w:t>:</w:t>
      </w:r>
      <w:r w:rsidR="00E022F8" w:rsidRPr="00FA7612">
        <w:rPr>
          <w:szCs w:val="21"/>
          <w:lang w:val="pl-PL"/>
        </w:rPr>
        <w:t xml:space="preserve"> dlatego </w:t>
      </w:r>
      <w:r w:rsidR="00FA7612" w:rsidRPr="00FA7612">
        <w:rPr>
          <w:szCs w:val="21"/>
          <w:lang w:val="pl-PL"/>
        </w:rPr>
        <w:t>już od momentu wprowadzenia na rynek</w:t>
      </w:r>
      <w:r w:rsidR="00FA7612" w:rsidRPr="00FA7612">
        <w:rPr>
          <w:szCs w:val="21"/>
          <w:lang w:val="pl-PL"/>
        </w:rPr>
        <w:t xml:space="preserve">, </w:t>
      </w:r>
      <w:r w:rsidR="00E022F8" w:rsidRPr="00FA7612">
        <w:rPr>
          <w:szCs w:val="21"/>
          <w:lang w:val="pl-PL"/>
        </w:rPr>
        <w:t>e</w:t>
      </w:r>
      <w:r w:rsidR="007F7B58" w:rsidRPr="00FA7612">
        <w:rPr>
          <w:szCs w:val="21"/>
          <w:lang w:val="pl-PL"/>
        </w:rPr>
        <w:t xml:space="preserve">lementy ramowe </w:t>
      </w:r>
      <w:r w:rsidR="00FA7612" w:rsidRPr="00FA7612">
        <w:rPr>
          <w:szCs w:val="21"/>
          <w:lang w:val="pl-PL"/>
        </w:rPr>
        <w:t>SIEGENIA</w:t>
      </w:r>
      <w:r w:rsidR="00FA7612" w:rsidRPr="00FA7612">
        <w:rPr>
          <w:szCs w:val="21"/>
          <w:lang w:val="pl-PL"/>
        </w:rPr>
        <w:t xml:space="preserve"> </w:t>
      </w:r>
      <w:r w:rsidR="007F7B58" w:rsidRPr="00FA7612">
        <w:rPr>
          <w:szCs w:val="21"/>
          <w:lang w:val="pl-PL"/>
        </w:rPr>
        <w:t>do okien rozwierno-uchylnych i rozwiernych z</w:t>
      </w:r>
      <w:r w:rsidR="007715FB" w:rsidRPr="00FA7612">
        <w:rPr>
          <w:szCs w:val="21"/>
          <w:lang w:val="pl-PL"/>
        </w:rPr>
        <w:t> </w:t>
      </w:r>
      <w:r w:rsidR="007F7B58" w:rsidRPr="00FA7612">
        <w:rPr>
          <w:szCs w:val="21"/>
          <w:lang w:val="pl-PL"/>
        </w:rPr>
        <w:t xml:space="preserve">PCV </w:t>
      </w:r>
      <w:r w:rsidR="00E22A47" w:rsidRPr="00FA7612">
        <w:rPr>
          <w:szCs w:val="21"/>
          <w:lang w:val="pl-PL"/>
        </w:rPr>
        <w:t>oraz</w:t>
      </w:r>
      <w:r w:rsidR="007F7B58" w:rsidRPr="00FA7612">
        <w:rPr>
          <w:szCs w:val="21"/>
          <w:lang w:val="pl-PL"/>
        </w:rPr>
        <w:t xml:space="preserve"> drewnianych</w:t>
      </w:r>
      <w:r w:rsidR="007715FB" w:rsidRPr="00FA7612">
        <w:rPr>
          <w:szCs w:val="21"/>
          <w:lang w:val="pl-PL"/>
        </w:rPr>
        <w:t xml:space="preserve">, </w:t>
      </w:r>
      <w:r w:rsidR="007F7B58" w:rsidRPr="00FA7612">
        <w:rPr>
          <w:szCs w:val="21"/>
          <w:lang w:val="pl-PL"/>
        </w:rPr>
        <w:t xml:space="preserve">wyróżniają się </w:t>
      </w:r>
      <w:r w:rsidR="001374A3" w:rsidRPr="00FA7612">
        <w:rPr>
          <w:szCs w:val="21"/>
          <w:lang w:val="pl-PL"/>
        </w:rPr>
        <w:t>komfortową</w:t>
      </w:r>
      <w:r w:rsidR="002A64D0" w:rsidRPr="00FA7612">
        <w:rPr>
          <w:szCs w:val="21"/>
          <w:lang w:val="pl-PL"/>
        </w:rPr>
        <w:t xml:space="preserve"> obsług</w:t>
      </w:r>
      <w:r w:rsidR="001374A3" w:rsidRPr="00FA7612">
        <w:rPr>
          <w:szCs w:val="21"/>
          <w:lang w:val="pl-PL"/>
        </w:rPr>
        <w:t>ą</w:t>
      </w:r>
      <w:r w:rsidR="002A64D0" w:rsidRPr="00FA7612">
        <w:rPr>
          <w:szCs w:val="21"/>
          <w:lang w:val="pl-PL"/>
        </w:rPr>
        <w:t xml:space="preserve">, bezpieczeństwem </w:t>
      </w:r>
      <w:r w:rsidR="002A64D0" w:rsidRPr="00FA7612">
        <w:rPr>
          <w:lang w:val="pl-PL"/>
        </w:rPr>
        <w:t>i</w:t>
      </w:r>
      <w:r w:rsidR="00CC383E" w:rsidRPr="00FA7612">
        <w:rPr>
          <w:lang w:val="pl-PL"/>
        </w:rPr>
        <w:t> </w:t>
      </w:r>
      <w:r w:rsidR="001374A3" w:rsidRPr="00FA7612">
        <w:rPr>
          <w:lang w:val="pl-PL"/>
        </w:rPr>
        <w:t>wyjątkowym</w:t>
      </w:r>
      <w:r w:rsidR="001374A3" w:rsidRPr="00FA7612">
        <w:rPr>
          <w:szCs w:val="21"/>
          <w:lang w:val="pl-PL"/>
        </w:rPr>
        <w:t xml:space="preserve"> </w:t>
      </w:r>
      <w:r w:rsidR="002A64D0" w:rsidRPr="00FA7612">
        <w:rPr>
          <w:szCs w:val="21"/>
          <w:lang w:val="pl-PL"/>
        </w:rPr>
        <w:t xml:space="preserve">designem. </w:t>
      </w:r>
      <w:r w:rsidR="00FA7612" w:rsidRPr="00FA7612">
        <w:rPr>
          <w:szCs w:val="21"/>
          <w:lang w:val="pl-PL"/>
        </w:rPr>
        <w:t>Wprowadzone w ostatnim czasie</w:t>
      </w:r>
      <w:r w:rsidR="005768A4" w:rsidRPr="00FA7612">
        <w:rPr>
          <w:szCs w:val="21"/>
          <w:lang w:val="pl-PL"/>
        </w:rPr>
        <w:t xml:space="preserve"> </w:t>
      </w:r>
      <w:r w:rsidR="007F7B58" w:rsidRPr="00FA7612">
        <w:rPr>
          <w:szCs w:val="21"/>
          <w:lang w:val="pl-PL"/>
        </w:rPr>
        <w:t>optymalizac</w:t>
      </w:r>
      <w:r w:rsidR="00FA7612" w:rsidRPr="00FA7612">
        <w:rPr>
          <w:szCs w:val="21"/>
          <w:lang w:val="pl-PL"/>
        </w:rPr>
        <w:t>je</w:t>
      </w:r>
      <w:r w:rsidR="007F7B58" w:rsidRPr="00FA7612">
        <w:rPr>
          <w:szCs w:val="21"/>
          <w:lang w:val="pl-PL"/>
        </w:rPr>
        <w:t>,</w:t>
      </w:r>
      <w:r w:rsidR="002A64D0" w:rsidRPr="00FA7612">
        <w:rPr>
          <w:szCs w:val="21"/>
          <w:lang w:val="pl-PL"/>
        </w:rPr>
        <w:t xml:space="preserve"> </w:t>
      </w:r>
      <w:r w:rsidR="00FA7612" w:rsidRPr="00FA7612">
        <w:rPr>
          <w:szCs w:val="21"/>
          <w:lang w:val="pl-PL"/>
        </w:rPr>
        <w:t xml:space="preserve">pozwalają </w:t>
      </w:r>
      <w:r w:rsidR="005768A4" w:rsidRPr="00FA7612">
        <w:rPr>
          <w:szCs w:val="21"/>
          <w:lang w:val="pl-PL"/>
        </w:rPr>
        <w:t>zaoferować</w:t>
      </w:r>
      <w:r w:rsidR="002A64D0" w:rsidRPr="00FA7612">
        <w:rPr>
          <w:szCs w:val="21"/>
          <w:lang w:val="pl-PL"/>
        </w:rPr>
        <w:t xml:space="preserve"> producentom </w:t>
      </w:r>
      <w:r w:rsidR="001374A3" w:rsidRPr="00FA7612">
        <w:rPr>
          <w:szCs w:val="21"/>
          <w:lang w:val="pl-PL"/>
        </w:rPr>
        <w:t>i</w:t>
      </w:r>
      <w:r w:rsidR="005768A4" w:rsidRPr="00FA7612">
        <w:rPr>
          <w:szCs w:val="21"/>
          <w:lang w:val="pl-PL"/>
        </w:rPr>
        <w:t> </w:t>
      </w:r>
      <w:r w:rsidR="001374A3" w:rsidRPr="00FA7612">
        <w:rPr>
          <w:szCs w:val="21"/>
          <w:lang w:val="pl-PL"/>
        </w:rPr>
        <w:t>firmom handlowym</w:t>
      </w:r>
      <w:r w:rsidR="002A64D0" w:rsidRPr="00FA7612">
        <w:rPr>
          <w:szCs w:val="21"/>
          <w:lang w:val="pl-PL"/>
        </w:rPr>
        <w:t xml:space="preserve"> </w:t>
      </w:r>
      <w:r w:rsidR="001374A3" w:rsidRPr="00FA7612">
        <w:rPr>
          <w:szCs w:val="21"/>
          <w:lang w:val="pl-PL"/>
        </w:rPr>
        <w:t>specjalizującym się w</w:t>
      </w:r>
      <w:r w:rsidR="007715FB" w:rsidRPr="00FA7612">
        <w:rPr>
          <w:szCs w:val="21"/>
          <w:lang w:val="pl-PL"/>
        </w:rPr>
        <w:t> </w:t>
      </w:r>
      <w:r w:rsidR="001374A3" w:rsidRPr="00FA7612">
        <w:rPr>
          <w:szCs w:val="21"/>
          <w:lang w:val="pl-PL"/>
        </w:rPr>
        <w:t>stolarce okiennej</w:t>
      </w:r>
      <w:r w:rsidR="007715FB" w:rsidRPr="00FA7612">
        <w:rPr>
          <w:szCs w:val="21"/>
          <w:lang w:val="pl-PL"/>
        </w:rPr>
        <w:t>,</w:t>
      </w:r>
      <w:r w:rsidR="002A64D0" w:rsidRPr="00FA7612">
        <w:rPr>
          <w:szCs w:val="21"/>
          <w:lang w:val="pl-PL"/>
        </w:rPr>
        <w:t xml:space="preserve"> nowe korzyści </w:t>
      </w:r>
      <w:r w:rsidR="00823DCD" w:rsidRPr="00FA7612">
        <w:rPr>
          <w:szCs w:val="21"/>
          <w:lang w:val="pl-PL"/>
        </w:rPr>
        <w:t>w</w:t>
      </w:r>
      <w:r w:rsidR="00F20D35" w:rsidRPr="00FA7612">
        <w:rPr>
          <w:szCs w:val="21"/>
          <w:lang w:val="pl-PL"/>
        </w:rPr>
        <w:t> </w:t>
      </w:r>
      <w:r w:rsidR="00823DCD" w:rsidRPr="00FA7612">
        <w:rPr>
          <w:szCs w:val="21"/>
          <w:lang w:val="pl-PL"/>
        </w:rPr>
        <w:t>obszarze</w:t>
      </w:r>
      <w:r w:rsidR="002A64D0" w:rsidRPr="00FA7612">
        <w:rPr>
          <w:szCs w:val="21"/>
          <w:lang w:val="pl-PL"/>
        </w:rPr>
        <w:t xml:space="preserve"> </w:t>
      </w:r>
      <w:r w:rsidR="007F7B58" w:rsidRPr="00FA7612">
        <w:rPr>
          <w:szCs w:val="21"/>
          <w:lang w:val="pl-PL"/>
        </w:rPr>
        <w:t>designu</w:t>
      </w:r>
      <w:r w:rsidR="00CC383E" w:rsidRPr="00FA7612">
        <w:rPr>
          <w:szCs w:val="21"/>
          <w:lang w:val="pl-PL"/>
        </w:rPr>
        <w:t>, umożliwi</w:t>
      </w:r>
      <w:r w:rsidR="00F350C4">
        <w:rPr>
          <w:szCs w:val="21"/>
          <w:lang w:val="pl-PL"/>
        </w:rPr>
        <w:t>ając</w:t>
      </w:r>
      <w:r w:rsidR="002A64D0" w:rsidRPr="00FA7612">
        <w:rPr>
          <w:szCs w:val="21"/>
          <w:lang w:val="pl-PL"/>
        </w:rPr>
        <w:t xml:space="preserve"> elastyczn</w:t>
      </w:r>
      <w:r w:rsidR="0073243F" w:rsidRPr="00FA7612">
        <w:rPr>
          <w:szCs w:val="21"/>
          <w:lang w:val="pl-PL"/>
        </w:rPr>
        <w:t>ą</w:t>
      </w:r>
      <w:r w:rsidR="007F7B58" w:rsidRPr="00FA7612">
        <w:rPr>
          <w:szCs w:val="21"/>
          <w:lang w:val="pl-PL"/>
        </w:rPr>
        <w:t xml:space="preserve"> form</w:t>
      </w:r>
      <w:r w:rsidR="0073243F" w:rsidRPr="00FA7612">
        <w:rPr>
          <w:szCs w:val="21"/>
          <w:lang w:val="pl-PL"/>
        </w:rPr>
        <w:t>ę</w:t>
      </w:r>
      <w:r w:rsidR="002A64D0" w:rsidRPr="00FA7612">
        <w:rPr>
          <w:szCs w:val="21"/>
          <w:lang w:val="pl-PL"/>
        </w:rPr>
        <w:t xml:space="preserve"> indywidualizacj</w:t>
      </w:r>
      <w:r w:rsidR="007F7B58" w:rsidRPr="00FA7612">
        <w:rPr>
          <w:szCs w:val="21"/>
          <w:lang w:val="pl-PL"/>
        </w:rPr>
        <w:t>i</w:t>
      </w:r>
      <w:r w:rsidR="002A64D0" w:rsidRPr="00FA7612">
        <w:rPr>
          <w:szCs w:val="21"/>
          <w:lang w:val="pl-PL"/>
        </w:rPr>
        <w:t xml:space="preserve"> </w:t>
      </w:r>
      <w:r w:rsidR="00FA7612" w:rsidRPr="00FA7612">
        <w:rPr>
          <w:szCs w:val="21"/>
          <w:lang w:val="pl-PL"/>
        </w:rPr>
        <w:t xml:space="preserve">w postaci klipsów z </w:t>
      </w:r>
      <w:r w:rsidR="007715FB" w:rsidRPr="00FA7612">
        <w:rPr>
          <w:szCs w:val="21"/>
          <w:lang w:val="pl-PL"/>
        </w:rPr>
        <w:t>własn</w:t>
      </w:r>
      <w:r w:rsidR="00FA7612" w:rsidRPr="00FA7612">
        <w:rPr>
          <w:szCs w:val="21"/>
          <w:lang w:val="pl-PL"/>
        </w:rPr>
        <w:t>ym</w:t>
      </w:r>
      <w:r w:rsidR="007715FB" w:rsidRPr="00FA7612">
        <w:rPr>
          <w:szCs w:val="21"/>
          <w:lang w:val="pl-PL"/>
        </w:rPr>
        <w:t xml:space="preserve"> </w:t>
      </w:r>
      <w:r w:rsidR="002A64D0" w:rsidRPr="00FA7612">
        <w:rPr>
          <w:szCs w:val="21"/>
          <w:lang w:val="pl-PL"/>
        </w:rPr>
        <w:t>logo.</w:t>
      </w:r>
    </w:p>
    <w:p w14:paraId="1EBF394E" w14:textId="246A85ED" w:rsidR="009C5647" w:rsidRPr="003C58A2" w:rsidRDefault="003C58A2" w:rsidP="00193784">
      <w:pPr>
        <w:pStyle w:val="Nagwek4"/>
        <w:rPr>
          <w:lang w:val="pl-PL"/>
        </w:rPr>
      </w:pPr>
      <w:r w:rsidRPr="00FA7612">
        <w:rPr>
          <w:lang w:val="pl-PL"/>
        </w:rPr>
        <w:t>Nowa koncepcja klipsa z logo to wię</w:t>
      </w:r>
      <w:r w:rsidR="00CC383E" w:rsidRPr="00FA7612">
        <w:rPr>
          <w:lang w:val="pl-PL"/>
        </w:rPr>
        <w:t>ksza swoboda</w:t>
      </w:r>
      <w:r w:rsidRPr="00FA7612">
        <w:rPr>
          <w:lang w:val="pl-PL"/>
        </w:rPr>
        <w:t xml:space="preserve"> w </w:t>
      </w:r>
      <w:r w:rsidR="00072B28" w:rsidRPr="00FA7612">
        <w:rPr>
          <w:lang w:val="pl-PL"/>
        </w:rPr>
        <w:t>projektowaniu</w:t>
      </w:r>
      <w:r w:rsidRPr="003C58A2">
        <w:rPr>
          <w:lang w:val="pl-PL"/>
        </w:rPr>
        <w:t xml:space="preserve"> </w:t>
      </w:r>
      <w:r w:rsidR="009C5647" w:rsidRPr="003C58A2">
        <w:rPr>
          <w:lang w:val="pl-PL"/>
        </w:rPr>
        <w:t xml:space="preserve"> </w:t>
      </w:r>
    </w:p>
    <w:p w14:paraId="29061D4F" w14:textId="27DB2F12" w:rsidR="009C5647" w:rsidRPr="00E22A47" w:rsidRDefault="003C58A2" w:rsidP="00072B28">
      <w:pPr>
        <w:rPr>
          <w:lang w:val="pl-PL"/>
        </w:rPr>
      </w:pPr>
      <w:r w:rsidRPr="003C58A2">
        <w:rPr>
          <w:lang w:val="pl-PL"/>
        </w:rPr>
        <w:t xml:space="preserve">Nowe elementy ramowe </w:t>
      </w:r>
      <w:r w:rsidR="009656BB">
        <w:rPr>
          <w:lang w:val="pl-PL"/>
        </w:rPr>
        <w:t>wyróżnia</w:t>
      </w:r>
      <w:r w:rsidR="002B127A">
        <w:rPr>
          <w:lang w:val="pl-PL"/>
        </w:rPr>
        <w:t>ją się ujednoliconym,</w:t>
      </w:r>
      <w:r w:rsidRPr="003C58A2">
        <w:rPr>
          <w:lang w:val="pl-PL"/>
        </w:rPr>
        <w:t xml:space="preserve"> </w:t>
      </w:r>
      <w:r w:rsidR="002B127A">
        <w:rPr>
          <w:lang w:val="pl-PL"/>
        </w:rPr>
        <w:t xml:space="preserve">bardzo </w:t>
      </w:r>
      <w:r w:rsidRPr="003C58A2">
        <w:rPr>
          <w:lang w:val="pl-PL"/>
        </w:rPr>
        <w:t>atrakcyjny</w:t>
      </w:r>
      <w:r w:rsidR="002B127A">
        <w:rPr>
          <w:lang w:val="pl-PL"/>
        </w:rPr>
        <w:t>m</w:t>
      </w:r>
      <w:r w:rsidRPr="003C58A2">
        <w:rPr>
          <w:lang w:val="pl-PL"/>
        </w:rPr>
        <w:t xml:space="preserve"> wygląd</w:t>
      </w:r>
      <w:r w:rsidR="002B127A">
        <w:rPr>
          <w:lang w:val="pl-PL"/>
        </w:rPr>
        <w:t>em</w:t>
      </w:r>
      <w:r w:rsidR="00F20D35">
        <w:rPr>
          <w:lang w:val="pl-PL"/>
        </w:rPr>
        <w:t xml:space="preserve">. </w:t>
      </w:r>
      <w:r w:rsidR="002B127A">
        <w:rPr>
          <w:lang w:val="pl-PL"/>
        </w:rPr>
        <w:t>W</w:t>
      </w:r>
      <w:r w:rsidR="00FA7612">
        <w:rPr>
          <w:lang w:val="pl-PL"/>
        </w:rPr>
        <w:t> </w:t>
      </w:r>
      <w:r w:rsidR="002B127A">
        <w:rPr>
          <w:lang w:val="pl-PL"/>
        </w:rPr>
        <w:t>standardowej wersji zaczep ma wytł</w:t>
      </w:r>
      <w:r>
        <w:rPr>
          <w:lang w:val="pl-PL"/>
        </w:rPr>
        <w:t>ocz</w:t>
      </w:r>
      <w:r w:rsidR="002B127A">
        <w:rPr>
          <w:lang w:val="pl-PL"/>
        </w:rPr>
        <w:t>one</w:t>
      </w:r>
      <w:r>
        <w:rPr>
          <w:lang w:val="pl-PL"/>
        </w:rPr>
        <w:t xml:space="preserve"> logo SIEGENIA</w:t>
      </w:r>
      <w:r w:rsidR="00F20D35">
        <w:rPr>
          <w:lang w:val="pl-PL"/>
        </w:rPr>
        <w:t>, a także</w:t>
      </w:r>
      <w:r w:rsidR="00DD0EBF">
        <w:rPr>
          <w:lang w:val="pl-PL"/>
        </w:rPr>
        <w:t xml:space="preserve"> </w:t>
      </w:r>
      <w:r w:rsidR="00F20D35">
        <w:rPr>
          <w:lang w:val="pl-PL"/>
        </w:rPr>
        <w:t>rowek do mocowania klipsa</w:t>
      </w:r>
      <w:r w:rsidR="00DD0EBF">
        <w:rPr>
          <w:lang w:val="pl-PL"/>
        </w:rPr>
        <w:t xml:space="preserve"> </w:t>
      </w:r>
      <w:r w:rsidR="00DD0EBF" w:rsidRPr="00952701">
        <w:rPr>
          <w:lang w:val="pl-PL"/>
        </w:rPr>
        <w:t>z</w:t>
      </w:r>
      <w:r w:rsidR="00952701" w:rsidRPr="00952701">
        <w:rPr>
          <w:lang w:val="pl-PL"/>
        </w:rPr>
        <w:t> </w:t>
      </w:r>
      <w:r w:rsidR="008C204C" w:rsidRPr="00952701">
        <w:rPr>
          <w:lang w:val="pl-PL"/>
        </w:rPr>
        <w:t>nadrukiem</w:t>
      </w:r>
      <w:r>
        <w:rPr>
          <w:lang w:val="pl-PL"/>
        </w:rPr>
        <w:t xml:space="preserve">. </w:t>
      </w:r>
      <w:r w:rsidR="002B127A">
        <w:rPr>
          <w:lang w:val="pl-PL"/>
        </w:rPr>
        <w:t>Sposób</w:t>
      </w:r>
      <w:r w:rsidR="00DD0EBF">
        <w:rPr>
          <w:lang w:val="pl-PL"/>
        </w:rPr>
        <w:t xml:space="preserve"> mocowania jest bardzo prosty</w:t>
      </w:r>
      <w:r w:rsidR="006C5082">
        <w:rPr>
          <w:lang w:val="pl-PL"/>
        </w:rPr>
        <w:t>:</w:t>
      </w:r>
      <w:r w:rsidR="006F4429">
        <w:rPr>
          <w:lang w:val="pl-PL"/>
        </w:rPr>
        <w:t xml:space="preserve"> </w:t>
      </w:r>
      <w:r w:rsidR="002B127A">
        <w:rPr>
          <w:lang w:val="pl-PL"/>
        </w:rPr>
        <w:t xml:space="preserve">dzięki temu </w:t>
      </w:r>
      <w:r w:rsidR="006F4429">
        <w:rPr>
          <w:lang w:val="pl-PL"/>
        </w:rPr>
        <w:t>jednym ruchem</w:t>
      </w:r>
      <w:r w:rsidR="008C204C">
        <w:rPr>
          <w:lang w:val="pl-PL"/>
        </w:rPr>
        <w:t xml:space="preserve"> </w:t>
      </w:r>
      <w:r w:rsidR="002B127A">
        <w:rPr>
          <w:lang w:val="pl-PL"/>
        </w:rPr>
        <w:t xml:space="preserve">możemy </w:t>
      </w:r>
      <w:r w:rsidR="009656BB">
        <w:rPr>
          <w:lang w:val="pl-PL"/>
        </w:rPr>
        <w:t>dostosowa</w:t>
      </w:r>
      <w:r w:rsidR="002B127A">
        <w:rPr>
          <w:lang w:val="pl-PL"/>
        </w:rPr>
        <w:t>ć</w:t>
      </w:r>
      <w:r w:rsidR="009656BB">
        <w:rPr>
          <w:lang w:val="pl-PL"/>
        </w:rPr>
        <w:t xml:space="preserve"> element zgodnie z</w:t>
      </w:r>
      <w:r w:rsidR="00F20D35">
        <w:rPr>
          <w:lang w:val="pl-PL"/>
        </w:rPr>
        <w:t> </w:t>
      </w:r>
      <w:r w:rsidR="009656BB">
        <w:rPr>
          <w:lang w:val="pl-PL"/>
        </w:rPr>
        <w:t xml:space="preserve">własnym uznaniem. </w:t>
      </w:r>
      <w:r w:rsidR="00C41A8C">
        <w:rPr>
          <w:lang w:val="pl-PL"/>
        </w:rPr>
        <w:t>Taka możliwość</w:t>
      </w:r>
      <w:r w:rsidR="009656BB" w:rsidRPr="00072B28">
        <w:rPr>
          <w:lang w:val="pl-PL"/>
        </w:rPr>
        <w:t xml:space="preserve"> indywidualizacji</w:t>
      </w:r>
      <w:r w:rsidR="00C41A8C">
        <w:rPr>
          <w:lang w:val="pl-PL"/>
        </w:rPr>
        <w:t>,</w:t>
      </w:r>
      <w:r w:rsidR="009656BB" w:rsidRPr="00072B28">
        <w:rPr>
          <w:lang w:val="pl-PL"/>
        </w:rPr>
        <w:t xml:space="preserve"> nawet niewiel</w:t>
      </w:r>
      <w:r w:rsidR="005C3093">
        <w:rPr>
          <w:lang w:val="pl-PL"/>
        </w:rPr>
        <w:t>kiej</w:t>
      </w:r>
      <w:r w:rsidR="009656BB" w:rsidRPr="00072B28">
        <w:rPr>
          <w:lang w:val="pl-PL"/>
        </w:rPr>
        <w:t xml:space="preserve"> ilości </w:t>
      </w:r>
      <w:r w:rsidR="00F20D35">
        <w:rPr>
          <w:lang w:val="pl-PL"/>
        </w:rPr>
        <w:t>elementów</w:t>
      </w:r>
      <w:r w:rsidR="00DD0EBF">
        <w:rPr>
          <w:lang w:val="pl-PL"/>
        </w:rPr>
        <w:t>,</w:t>
      </w:r>
      <w:r w:rsidR="00F20D35">
        <w:rPr>
          <w:lang w:val="pl-PL"/>
        </w:rPr>
        <w:t xml:space="preserve"> </w:t>
      </w:r>
      <w:r w:rsidR="002B127A">
        <w:rPr>
          <w:lang w:val="pl-PL"/>
        </w:rPr>
        <w:t>daje</w:t>
      </w:r>
      <w:r w:rsidR="009656BB" w:rsidRPr="00072B28">
        <w:rPr>
          <w:lang w:val="pl-PL"/>
        </w:rPr>
        <w:t xml:space="preserve"> producentom oraz firmom handlowym </w:t>
      </w:r>
      <w:r w:rsidR="00E22A47">
        <w:rPr>
          <w:lang w:val="pl-PL"/>
        </w:rPr>
        <w:t>z branży okiennej</w:t>
      </w:r>
      <w:r w:rsidR="009656BB" w:rsidRPr="00072B28">
        <w:rPr>
          <w:lang w:val="pl-PL"/>
        </w:rPr>
        <w:t xml:space="preserve"> </w:t>
      </w:r>
      <w:r w:rsidR="00C41A8C">
        <w:rPr>
          <w:lang w:val="pl-PL"/>
        </w:rPr>
        <w:t xml:space="preserve">dużą swobodę działania, bez specjalnego wzrostu kosztów. Ponadto </w:t>
      </w:r>
      <w:r w:rsidR="00DD0EBF">
        <w:rPr>
          <w:lang w:val="pl-PL"/>
        </w:rPr>
        <w:t>wpływa na</w:t>
      </w:r>
      <w:r w:rsidR="00072B28">
        <w:rPr>
          <w:lang w:val="pl-PL"/>
        </w:rPr>
        <w:t xml:space="preserve"> natychmiastowe </w:t>
      </w:r>
      <w:r w:rsidR="00072B28" w:rsidRPr="00072B28">
        <w:rPr>
          <w:lang w:val="pl-PL"/>
        </w:rPr>
        <w:t xml:space="preserve">zmniejszenie zapasów magazynowych, ponieważ </w:t>
      </w:r>
      <w:r w:rsidR="00C41A8C">
        <w:rPr>
          <w:lang w:val="pl-PL"/>
        </w:rPr>
        <w:t>klipsy z różnymi nadrukami</w:t>
      </w:r>
      <w:r w:rsidR="00DD0EBF">
        <w:rPr>
          <w:lang w:val="pl-PL"/>
        </w:rPr>
        <w:t xml:space="preserve"> można bez problemu </w:t>
      </w:r>
      <w:r w:rsidR="00210B2E">
        <w:rPr>
          <w:lang w:val="pl-PL"/>
        </w:rPr>
        <w:t xml:space="preserve">zmieniać </w:t>
      </w:r>
      <w:r w:rsidR="00DD0EBF">
        <w:rPr>
          <w:lang w:val="pl-PL"/>
        </w:rPr>
        <w:t>np.</w:t>
      </w:r>
      <w:r w:rsidR="00072B28" w:rsidRPr="00072B28">
        <w:rPr>
          <w:lang w:val="pl-PL"/>
        </w:rPr>
        <w:t xml:space="preserve"> pod </w:t>
      </w:r>
      <w:r w:rsidR="002107D5">
        <w:rPr>
          <w:lang w:val="pl-PL"/>
        </w:rPr>
        <w:t xml:space="preserve">specjalne </w:t>
      </w:r>
      <w:r w:rsidR="00072B28" w:rsidRPr="00072B28">
        <w:rPr>
          <w:lang w:val="pl-PL"/>
        </w:rPr>
        <w:t>obiekty lub akcje</w:t>
      </w:r>
      <w:r w:rsidR="00E22A47">
        <w:rPr>
          <w:lang w:val="pl-PL"/>
        </w:rPr>
        <w:t>,</w:t>
      </w:r>
      <w:r w:rsidR="00072B28" w:rsidRPr="00072B28">
        <w:rPr>
          <w:lang w:val="pl-PL"/>
        </w:rPr>
        <w:t xml:space="preserve"> </w:t>
      </w:r>
      <w:r w:rsidR="00E22A47">
        <w:rPr>
          <w:lang w:val="pl-PL"/>
        </w:rPr>
        <w:t xml:space="preserve">jak </w:t>
      </w:r>
      <w:r w:rsidR="00072B28" w:rsidRPr="00072B28">
        <w:rPr>
          <w:lang w:val="pl-PL"/>
        </w:rPr>
        <w:t>np. jubileusze</w:t>
      </w:r>
      <w:r w:rsidR="00E22A47">
        <w:rPr>
          <w:lang w:val="pl-PL"/>
        </w:rPr>
        <w:t xml:space="preserve">. </w:t>
      </w:r>
      <w:r w:rsidR="008C204C">
        <w:rPr>
          <w:lang w:val="pl-PL"/>
        </w:rPr>
        <w:t>To duże ułatwienie</w:t>
      </w:r>
      <w:r w:rsidR="00320034">
        <w:rPr>
          <w:lang w:val="pl-PL"/>
        </w:rPr>
        <w:t xml:space="preserve"> </w:t>
      </w:r>
      <w:r w:rsidR="008C204C">
        <w:rPr>
          <w:lang w:val="pl-PL"/>
        </w:rPr>
        <w:t xml:space="preserve">w przypadku </w:t>
      </w:r>
      <w:r w:rsidR="00072B28" w:rsidRPr="00072B28">
        <w:rPr>
          <w:lang w:val="pl-PL"/>
        </w:rPr>
        <w:t>prowadzeni</w:t>
      </w:r>
      <w:r w:rsidR="008C204C">
        <w:rPr>
          <w:lang w:val="pl-PL"/>
        </w:rPr>
        <w:t>a</w:t>
      </w:r>
      <w:r w:rsidR="00072B28" w:rsidRPr="00072B28">
        <w:rPr>
          <w:lang w:val="pl-PL"/>
        </w:rPr>
        <w:t xml:space="preserve"> polityki wielu marek. </w:t>
      </w:r>
      <w:r w:rsidR="008C204C">
        <w:rPr>
          <w:lang w:val="pl-PL"/>
        </w:rPr>
        <w:t>I</w:t>
      </w:r>
      <w:r w:rsidR="00E22A47">
        <w:rPr>
          <w:lang w:val="pl-PL"/>
        </w:rPr>
        <w:t xml:space="preserve">stnieje też </w:t>
      </w:r>
      <w:r w:rsidR="00072B28" w:rsidRPr="00072B28">
        <w:rPr>
          <w:lang w:val="pl-PL"/>
        </w:rPr>
        <w:t xml:space="preserve">możliwość dostawy elementów ramowych </w:t>
      </w:r>
      <w:r w:rsidR="008C204C">
        <w:rPr>
          <w:lang w:val="pl-PL"/>
        </w:rPr>
        <w:t xml:space="preserve">już </w:t>
      </w:r>
      <w:r w:rsidR="00072B28" w:rsidRPr="00072B28">
        <w:rPr>
          <w:lang w:val="pl-PL"/>
        </w:rPr>
        <w:t>z</w:t>
      </w:r>
      <w:r w:rsidR="00DD0EBF">
        <w:rPr>
          <w:lang w:val="pl-PL"/>
        </w:rPr>
        <w:t xml:space="preserve"> </w:t>
      </w:r>
      <w:r w:rsidR="00072B28" w:rsidRPr="00072B28">
        <w:rPr>
          <w:lang w:val="pl-PL"/>
        </w:rPr>
        <w:t xml:space="preserve">fabrycznie zamontowanym klipsem. </w:t>
      </w:r>
      <w:r w:rsidR="009C5647" w:rsidRPr="00072B28">
        <w:rPr>
          <w:lang w:val="pl-PL"/>
        </w:rPr>
        <w:t xml:space="preserve"> </w:t>
      </w:r>
    </w:p>
    <w:p w14:paraId="5F92F27C" w14:textId="58F53BFC" w:rsidR="006250A4" w:rsidRPr="00E22A47" w:rsidRDefault="00FA7612" w:rsidP="00193784">
      <w:pPr>
        <w:pStyle w:val="Nagwek4"/>
        <w:rPr>
          <w:lang w:val="pl-PL"/>
        </w:rPr>
      </w:pPr>
      <w:r>
        <w:rPr>
          <w:lang w:val="pl-PL"/>
        </w:rPr>
        <w:t>Od początku dobrze przemyślane</w:t>
      </w:r>
    </w:p>
    <w:p w14:paraId="1F8FA090" w14:textId="708C55BF" w:rsidR="006250A4" w:rsidRDefault="005768A4" w:rsidP="00193784">
      <w:pPr>
        <w:rPr>
          <w:lang w:val="pl-PL"/>
        </w:rPr>
      </w:pPr>
      <w:r>
        <w:rPr>
          <w:lang w:val="pl-PL"/>
        </w:rPr>
        <w:t>C</w:t>
      </w:r>
      <w:r w:rsidR="00E22A47" w:rsidRPr="00E22A47">
        <w:rPr>
          <w:lang w:val="pl-PL"/>
        </w:rPr>
        <w:t xml:space="preserve">echą </w:t>
      </w:r>
      <w:r w:rsidR="00C96BED">
        <w:rPr>
          <w:lang w:val="pl-PL"/>
        </w:rPr>
        <w:t>wyróżniającą</w:t>
      </w:r>
      <w:r>
        <w:rPr>
          <w:lang w:val="pl-PL"/>
        </w:rPr>
        <w:t xml:space="preserve"> </w:t>
      </w:r>
      <w:r w:rsidR="00E22A47" w:rsidRPr="00E22A47">
        <w:rPr>
          <w:lang w:val="pl-PL"/>
        </w:rPr>
        <w:t>element</w:t>
      </w:r>
      <w:r>
        <w:rPr>
          <w:lang w:val="pl-PL"/>
        </w:rPr>
        <w:t>y</w:t>
      </w:r>
      <w:r w:rsidR="00E22A47" w:rsidRPr="00E22A47">
        <w:rPr>
          <w:lang w:val="pl-PL"/>
        </w:rPr>
        <w:t xml:space="preserve"> ramow</w:t>
      </w:r>
      <w:r>
        <w:rPr>
          <w:lang w:val="pl-PL"/>
        </w:rPr>
        <w:t>e</w:t>
      </w:r>
      <w:r w:rsidR="00E22A47" w:rsidRPr="00E22A47">
        <w:rPr>
          <w:lang w:val="pl-PL"/>
        </w:rPr>
        <w:t xml:space="preserve"> TITAN jest wysoki komfort obsługi</w:t>
      </w:r>
      <w:r w:rsidR="002B127A">
        <w:rPr>
          <w:lang w:val="pl-PL"/>
        </w:rPr>
        <w:t xml:space="preserve">. Dzięki połączeniu </w:t>
      </w:r>
      <w:r w:rsidR="00E22A47" w:rsidRPr="00E22A47">
        <w:rPr>
          <w:lang w:val="pl-PL"/>
        </w:rPr>
        <w:t xml:space="preserve"> </w:t>
      </w:r>
      <w:r w:rsidR="002B127A" w:rsidRPr="00E22A47">
        <w:rPr>
          <w:lang w:val="pl-PL"/>
        </w:rPr>
        <w:t>tworzywa i</w:t>
      </w:r>
      <w:r w:rsidR="002B127A">
        <w:rPr>
          <w:lang w:val="pl-PL"/>
        </w:rPr>
        <w:t> </w:t>
      </w:r>
      <w:r w:rsidR="002B127A" w:rsidRPr="00E22A47">
        <w:rPr>
          <w:lang w:val="pl-PL"/>
        </w:rPr>
        <w:t>stali</w:t>
      </w:r>
      <w:r w:rsidR="002B127A">
        <w:rPr>
          <w:lang w:val="pl-PL"/>
        </w:rPr>
        <w:t xml:space="preserve">, uzyskujemy efekt </w:t>
      </w:r>
      <w:r w:rsidR="006F4429">
        <w:rPr>
          <w:lang w:val="pl-PL"/>
        </w:rPr>
        <w:t>płynne</w:t>
      </w:r>
      <w:r w:rsidR="002B127A">
        <w:rPr>
          <w:lang w:val="pl-PL"/>
        </w:rPr>
        <w:t>go</w:t>
      </w:r>
      <w:r w:rsidR="006F4429">
        <w:rPr>
          <w:lang w:val="pl-PL"/>
        </w:rPr>
        <w:t xml:space="preserve"> działani</w:t>
      </w:r>
      <w:r w:rsidR="002B127A">
        <w:rPr>
          <w:lang w:val="pl-PL"/>
        </w:rPr>
        <w:t>a</w:t>
      </w:r>
      <w:r w:rsidR="00E22A47" w:rsidRPr="00E22A47">
        <w:rPr>
          <w:lang w:val="pl-PL"/>
        </w:rPr>
        <w:t xml:space="preserve"> </w:t>
      </w:r>
      <w:r w:rsidR="006F4429">
        <w:rPr>
          <w:lang w:val="pl-PL"/>
        </w:rPr>
        <w:t xml:space="preserve">klamki </w:t>
      </w:r>
      <w:r w:rsidR="00E22A47" w:rsidRPr="00E22A47">
        <w:rPr>
          <w:lang w:val="pl-PL"/>
        </w:rPr>
        <w:t xml:space="preserve">i </w:t>
      </w:r>
      <w:r w:rsidR="002B127A">
        <w:rPr>
          <w:lang w:val="pl-PL"/>
        </w:rPr>
        <w:t xml:space="preserve">ograniczamy zużycie elementów w trakcie eksploatacji. </w:t>
      </w:r>
      <w:r w:rsidR="00C41A8C">
        <w:rPr>
          <w:lang w:val="pl-PL"/>
        </w:rPr>
        <w:t>Dodatkowe możliwości daje</w:t>
      </w:r>
      <w:r w:rsidR="00052C28" w:rsidRPr="00052C28">
        <w:rPr>
          <w:lang w:val="pl-PL"/>
        </w:rPr>
        <w:t xml:space="preserve"> zaczep uchyłu z widoczną rolką podnośnika</w:t>
      </w:r>
      <w:r w:rsidR="0021751B">
        <w:rPr>
          <w:lang w:val="pl-PL"/>
        </w:rPr>
        <w:t xml:space="preserve"> skrzydła</w:t>
      </w:r>
      <w:r w:rsidR="007A3434">
        <w:rPr>
          <w:lang w:val="pl-PL"/>
        </w:rPr>
        <w:t>,</w:t>
      </w:r>
      <w:r w:rsidR="00043789">
        <w:rPr>
          <w:lang w:val="pl-PL"/>
        </w:rPr>
        <w:t xml:space="preserve"> </w:t>
      </w:r>
      <w:r w:rsidR="00C12D54">
        <w:rPr>
          <w:lang w:val="pl-PL"/>
        </w:rPr>
        <w:t xml:space="preserve">który </w:t>
      </w:r>
      <w:r w:rsidR="00FA52BD">
        <w:rPr>
          <w:lang w:val="pl-PL"/>
        </w:rPr>
        <w:t>delikatn</w:t>
      </w:r>
      <w:r w:rsidR="002B127A">
        <w:rPr>
          <w:lang w:val="pl-PL"/>
        </w:rPr>
        <w:t>i</w:t>
      </w:r>
      <w:r w:rsidR="00FA52BD">
        <w:rPr>
          <w:lang w:val="pl-PL"/>
        </w:rPr>
        <w:t xml:space="preserve">e </w:t>
      </w:r>
      <w:r w:rsidR="006F4429">
        <w:rPr>
          <w:lang w:val="pl-PL"/>
        </w:rPr>
        <w:t>unosi skrzydło</w:t>
      </w:r>
      <w:r w:rsidR="00C96BED">
        <w:rPr>
          <w:lang w:val="pl-PL"/>
        </w:rPr>
        <w:t xml:space="preserve"> </w:t>
      </w:r>
      <w:r w:rsidR="00FA52BD">
        <w:rPr>
          <w:lang w:val="pl-PL"/>
        </w:rPr>
        <w:t xml:space="preserve">i </w:t>
      </w:r>
      <w:r w:rsidR="0021751B">
        <w:rPr>
          <w:lang w:val="pl-PL"/>
        </w:rPr>
        <w:t>płynnie</w:t>
      </w:r>
      <w:r w:rsidR="00FA52BD">
        <w:rPr>
          <w:lang w:val="pl-PL"/>
        </w:rPr>
        <w:t xml:space="preserve"> wprowad</w:t>
      </w:r>
      <w:r w:rsidR="0021751B">
        <w:rPr>
          <w:lang w:val="pl-PL"/>
        </w:rPr>
        <w:t>za</w:t>
      </w:r>
      <w:r w:rsidR="00FA52BD">
        <w:rPr>
          <w:lang w:val="pl-PL"/>
        </w:rPr>
        <w:t xml:space="preserve"> </w:t>
      </w:r>
      <w:r w:rsidR="007A3434">
        <w:rPr>
          <w:lang w:val="pl-PL"/>
        </w:rPr>
        <w:t xml:space="preserve">je </w:t>
      </w:r>
      <w:r w:rsidR="002B127A">
        <w:rPr>
          <w:lang w:val="pl-PL"/>
        </w:rPr>
        <w:t>ramę</w:t>
      </w:r>
      <w:r w:rsidR="00C41A8C">
        <w:rPr>
          <w:lang w:val="pl-PL"/>
        </w:rPr>
        <w:t>,</w:t>
      </w:r>
      <w:r w:rsidR="002B127A">
        <w:rPr>
          <w:lang w:val="pl-PL"/>
        </w:rPr>
        <w:t xml:space="preserve"> znacznie ułatwiając zamykanie okien. </w:t>
      </w:r>
      <w:r w:rsidR="00C768D5">
        <w:rPr>
          <w:lang w:val="pl-PL"/>
        </w:rPr>
        <w:t xml:space="preserve">Takie rozwiązania pozwalają ograniczyć </w:t>
      </w:r>
      <w:r w:rsidRPr="005768A4">
        <w:rPr>
          <w:lang w:val="pl-PL"/>
        </w:rPr>
        <w:t>do minimum</w:t>
      </w:r>
      <w:r w:rsidR="00C768D5" w:rsidRPr="00C768D5">
        <w:rPr>
          <w:lang w:val="pl-PL"/>
        </w:rPr>
        <w:t xml:space="preserve"> </w:t>
      </w:r>
      <w:r w:rsidR="00C768D5">
        <w:rPr>
          <w:lang w:val="pl-PL"/>
        </w:rPr>
        <w:t>czynności konserwacyjne</w:t>
      </w:r>
      <w:r w:rsidR="00C768D5">
        <w:rPr>
          <w:lang w:val="pl-PL"/>
        </w:rPr>
        <w:t xml:space="preserve"> i zapewnić maksimum zadowolenia wśród klientów.</w:t>
      </w:r>
    </w:p>
    <w:p w14:paraId="3F85841A" w14:textId="77777777" w:rsidR="005768A4" w:rsidRPr="00320034" w:rsidRDefault="005768A4" w:rsidP="00193784">
      <w:pPr>
        <w:rPr>
          <w:lang w:val="pl-PL"/>
        </w:rPr>
      </w:pPr>
    </w:p>
    <w:p w14:paraId="0B6868AC" w14:textId="5B12EA4C" w:rsidR="002C32BB" w:rsidRPr="00DC7096" w:rsidRDefault="00EA66B1" w:rsidP="00193784">
      <w:pPr>
        <w:rPr>
          <w:lang w:val="pl-PL"/>
        </w:rPr>
      </w:pPr>
      <w:r>
        <w:rPr>
          <w:lang w:val="pl-PL"/>
        </w:rPr>
        <w:t>Elementy ramowe SIEGENIA p</w:t>
      </w:r>
      <w:r w:rsidR="00320034">
        <w:rPr>
          <w:lang w:val="pl-PL"/>
        </w:rPr>
        <w:t>erfekcyjnie</w:t>
      </w:r>
      <w:r w:rsidR="00320034" w:rsidRPr="00320034">
        <w:rPr>
          <w:lang w:val="pl-PL"/>
        </w:rPr>
        <w:t xml:space="preserve"> dopasowane do grzybka obrotowego, </w:t>
      </w:r>
      <w:r>
        <w:rPr>
          <w:lang w:val="pl-PL"/>
        </w:rPr>
        <w:t>to niezawodne zabezpieczenie antywłamaniowe</w:t>
      </w:r>
      <w:r w:rsidR="00804749" w:rsidRPr="00EA66B1">
        <w:rPr>
          <w:lang w:val="pl-PL"/>
        </w:rPr>
        <w:t xml:space="preserve">. </w:t>
      </w:r>
      <w:r w:rsidRPr="00DC7096">
        <w:rPr>
          <w:lang w:val="pl-PL"/>
        </w:rPr>
        <w:t xml:space="preserve">Dzięki przemyślanej </w:t>
      </w:r>
      <w:r w:rsidR="00DC7096" w:rsidRPr="00DC7096">
        <w:rPr>
          <w:lang w:val="pl-PL"/>
        </w:rPr>
        <w:t>geometrii podcięcia zaczepu</w:t>
      </w:r>
      <w:r w:rsidR="00C96BED">
        <w:rPr>
          <w:lang w:val="pl-PL"/>
        </w:rPr>
        <w:t>,</w:t>
      </w:r>
      <w:r w:rsidR="00DC7096">
        <w:rPr>
          <w:lang w:val="pl-PL"/>
        </w:rPr>
        <w:t xml:space="preserve"> już</w:t>
      </w:r>
      <w:r w:rsidR="00DC7096" w:rsidRPr="00DC7096">
        <w:rPr>
          <w:lang w:val="pl-PL"/>
        </w:rPr>
        <w:t xml:space="preserve"> wersja standardowa zapewn</w:t>
      </w:r>
      <w:r w:rsidR="00DC7096">
        <w:rPr>
          <w:lang w:val="pl-PL"/>
        </w:rPr>
        <w:t>ia wysoki stopień podstawowego zabezpieczenia.</w:t>
      </w:r>
      <w:r w:rsidR="00A77A76" w:rsidRPr="00DC7096">
        <w:rPr>
          <w:lang w:val="pl-PL"/>
        </w:rPr>
        <w:t xml:space="preserve"> </w:t>
      </w:r>
      <w:r w:rsidR="00DC7096" w:rsidRPr="00DC7096">
        <w:rPr>
          <w:lang w:val="pl-PL"/>
        </w:rPr>
        <w:t xml:space="preserve">Ochrona </w:t>
      </w:r>
      <w:r w:rsidR="00DC7096" w:rsidRPr="00DC7096">
        <w:rPr>
          <w:lang w:val="pl-PL"/>
        </w:rPr>
        <w:lastRenderedPageBreak/>
        <w:t>antywłamaniowa na najwyższym poziomie</w:t>
      </w:r>
      <w:r w:rsidR="007A3434">
        <w:rPr>
          <w:lang w:val="pl-PL"/>
        </w:rPr>
        <w:t>,</w:t>
      </w:r>
      <w:r w:rsidR="00DC7096" w:rsidRPr="00DC7096">
        <w:rPr>
          <w:lang w:val="pl-PL"/>
        </w:rPr>
        <w:t xml:space="preserve"> jest </w:t>
      </w:r>
      <w:r w:rsidR="005C3093">
        <w:rPr>
          <w:lang w:val="pl-PL"/>
        </w:rPr>
        <w:t>możliwa</w:t>
      </w:r>
      <w:r w:rsidR="00DC7096" w:rsidRPr="00DC7096">
        <w:rPr>
          <w:lang w:val="pl-PL"/>
        </w:rPr>
        <w:t xml:space="preserve"> dzięki zaczepom antywłamaniowym oraz zaczep</w:t>
      </w:r>
      <w:r w:rsidR="007650A1">
        <w:rPr>
          <w:lang w:val="pl-PL"/>
        </w:rPr>
        <w:t>om</w:t>
      </w:r>
      <w:r w:rsidR="00DC7096" w:rsidRPr="00DC7096">
        <w:rPr>
          <w:lang w:val="pl-PL"/>
        </w:rPr>
        <w:t xml:space="preserve"> </w:t>
      </w:r>
      <w:r w:rsidR="00DC7096">
        <w:rPr>
          <w:lang w:val="pl-PL"/>
        </w:rPr>
        <w:t>uchyłu: osiągaj</w:t>
      </w:r>
      <w:r w:rsidR="005C3093">
        <w:rPr>
          <w:lang w:val="pl-PL"/>
        </w:rPr>
        <w:t>ą</w:t>
      </w:r>
      <w:r w:rsidR="00DC7096">
        <w:rPr>
          <w:lang w:val="pl-PL"/>
        </w:rPr>
        <w:t xml:space="preserve"> zab</w:t>
      </w:r>
      <w:r w:rsidR="005C3093">
        <w:rPr>
          <w:lang w:val="pl-PL"/>
        </w:rPr>
        <w:t>ezpieczenie</w:t>
      </w:r>
      <w:r w:rsidR="00DC7096">
        <w:rPr>
          <w:lang w:val="pl-PL"/>
        </w:rPr>
        <w:t xml:space="preserve"> antywłamaniow</w:t>
      </w:r>
      <w:r w:rsidR="005C3093">
        <w:rPr>
          <w:lang w:val="pl-PL"/>
        </w:rPr>
        <w:t>e do klasy</w:t>
      </w:r>
      <w:r w:rsidR="00DC7096" w:rsidRPr="00DC7096">
        <w:rPr>
          <w:lang w:val="pl-PL"/>
        </w:rPr>
        <w:t xml:space="preserve"> RC2, w wersji hartowanej nawet do RC4. </w:t>
      </w:r>
    </w:p>
    <w:p w14:paraId="5CE63FC1" w14:textId="77777777" w:rsidR="00924CB1" w:rsidRPr="00DC7096" w:rsidRDefault="00924CB1" w:rsidP="00702AFF">
      <w:pPr>
        <w:jc w:val="right"/>
        <w:rPr>
          <w:lang w:val="pl-PL"/>
        </w:rPr>
      </w:pPr>
    </w:p>
    <w:p w14:paraId="63860CB0" w14:textId="44EFC97D" w:rsidR="00C46F43" w:rsidRPr="006C5082" w:rsidRDefault="006C5082" w:rsidP="00193784">
      <w:pPr>
        <w:rPr>
          <w:lang w:val="pl-PL"/>
        </w:rPr>
      </w:pPr>
      <w:r>
        <w:rPr>
          <w:lang w:val="pl-PL"/>
        </w:rPr>
        <w:t xml:space="preserve">Producenci okien docenią z pewnością poprawę </w:t>
      </w:r>
      <w:r w:rsidR="007650A1">
        <w:rPr>
          <w:lang w:val="pl-PL"/>
        </w:rPr>
        <w:t>efektywnoś</w:t>
      </w:r>
      <w:r>
        <w:rPr>
          <w:lang w:val="pl-PL"/>
        </w:rPr>
        <w:t>ci</w:t>
      </w:r>
      <w:r w:rsidR="007650A1" w:rsidRPr="007650A1">
        <w:rPr>
          <w:lang w:val="pl-PL"/>
        </w:rPr>
        <w:t xml:space="preserve"> proces</w:t>
      </w:r>
      <w:r w:rsidR="007650A1">
        <w:rPr>
          <w:lang w:val="pl-PL"/>
        </w:rPr>
        <w:t>ów</w:t>
      </w:r>
      <w:r w:rsidR="007650A1" w:rsidRPr="007650A1">
        <w:rPr>
          <w:lang w:val="pl-PL"/>
        </w:rPr>
        <w:t xml:space="preserve"> produkcyjnych</w:t>
      </w:r>
      <w:r>
        <w:rPr>
          <w:lang w:val="pl-PL"/>
        </w:rPr>
        <w:t xml:space="preserve">, dzięki </w:t>
      </w:r>
      <w:r w:rsidR="007650A1">
        <w:rPr>
          <w:lang w:val="pl-PL"/>
        </w:rPr>
        <w:t>ujednolicon</w:t>
      </w:r>
      <w:r>
        <w:rPr>
          <w:lang w:val="pl-PL"/>
        </w:rPr>
        <w:t>ym</w:t>
      </w:r>
      <w:r w:rsidR="007650A1">
        <w:rPr>
          <w:lang w:val="pl-PL"/>
        </w:rPr>
        <w:t xml:space="preserve"> wymiar</w:t>
      </w:r>
      <w:r>
        <w:rPr>
          <w:lang w:val="pl-PL"/>
        </w:rPr>
        <w:t>om</w:t>
      </w:r>
      <w:r w:rsidR="007650A1">
        <w:rPr>
          <w:lang w:val="pl-PL"/>
        </w:rPr>
        <w:t xml:space="preserve"> </w:t>
      </w:r>
      <w:r w:rsidR="007650A1" w:rsidRPr="007650A1">
        <w:rPr>
          <w:lang w:val="pl-PL"/>
        </w:rPr>
        <w:t>element</w:t>
      </w:r>
      <w:r w:rsidR="007650A1">
        <w:rPr>
          <w:lang w:val="pl-PL"/>
        </w:rPr>
        <w:t>ów</w:t>
      </w:r>
      <w:r w:rsidR="007650A1" w:rsidRPr="007650A1">
        <w:rPr>
          <w:lang w:val="pl-PL"/>
        </w:rPr>
        <w:t xml:space="preserve"> ramow</w:t>
      </w:r>
      <w:r w:rsidR="007650A1">
        <w:rPr>
          <w:lang w:val="pl-PL"/>
        </w:rPr>
        <w:t>ych</w:t>
      </w:r>
      <w:r w:rsidR="002E1BA3">
        <w:rPr>
          <w:lang w:val="pl-PL"/>
        </w:rPr>
        <w:t>,</w:t>
      </w:r>
      <w:r w:rsidR="007650A1">
        <w:rPr>
          <w:lang w:val="pl-PL"/>
        </w:rPr>
        <w:t xml:space="preserve"> </w:t>
      </w:r>
      <w:r>
        <w:rPr>
          <w:lang w:val="pl-PL"/>
        </w:rPr>
        <w:t>jednakow</w:t>
      </w:r>
      <w:r w:rsidR="005C3093">
        <w:rPr>
          <w:lang w:val="pl-PL"/>
        </w:rPr>
        <w:t>e</w:t>
      </w:r>
      <w:r w:rsidR="002E1BA3">
        <w:rPr>
          <w:lang w:val="pl-PL"/>
        </w:rPr>
        <w:t>j</w:t>
      </w:r>
      <w:r>
        <w:rPr>
          <w:lang w:val="pl-PL"/>
        </w:rPr>
        <w:t xml:space="preserve"> </w:t>
      </w:r>
      <w:r w:rsidR="007650A1">
        <w:rPr>
          <w:lang w:val="pl-PL"/>
        </w:rPr>
        <w:t>pozycj</w:t>
      </w:r>
      <w:r w:rsidR="002E1BA3">
        <w:rPr>
          <w:lang w:val="pl-PL"/>
        </w:rPr>
        <w:t>i</w:t>
      </w:r>
      <w:r w:rsidR="007650A1">
        <w:rPr>
          <w:lang w:val="pl-PL"/>
        </w:rPr>
        <w:t xml:space="preserve"> mocowania, </w:t>
      </w:r>
      <w:r>
        <w:rPr>
          <w:lang w:val="pl-PL"/>
        </w:rPr>
        <w:t>a</w:t>
      </w:r>
      <w:r w:rsidR="00C96BED">
        <w:rPr>
          <w:lang w:val="pl-PL"/>
        </w:rPr>
        <w:t> </w:t>
      </w:r>
      <w:r>
        <w:rPr>
          <w:lang w:val="pl-PL"/>
        </w:rPr>
        <w:t xml:space="preserve">także </w:t>
      </w:r>
      <w:r w:rsidRPr="006C5082">
        <w:rPr>
          <w:lang w:val="pl-PL"/>
        </w:rPr>
        <w:t xml:space="preserve">możliwości stosowania </w:t>
      </w:r>
      <w:r w:rsidR="002E1BA3">
        <w:rPr>
          <w:lang w:val="pl-PL"/>
        </w:rPr>
        <w:t xml:space="preserve">tych samych </w:t>
      </w:r>
      <w:r w:rsidRPr="006C5082">
        <w:rPr>
          <w:lang w:val="pl-PL"/>
        </w:rPr>
        <w:t xml:space="preserve">elementów </w:t>
      </w:r>
      <w:r w:rsidR="002E1BA3">
        <w:rPr>
          <w:lang w:val="pl-PL"/>
        </w:rPr>
        <w:t>bez względu na kierunek otwierania okna</w:t>
      </w:r>
      <w:r w:rsidRPr="006C5082">
        <w:rPr>
          <w:lang w:val="pl-PL"/>
        </w:rPr>
        <w:t xml:space="preserve">. Dzięki temu wszystkie elementy ramowe </w:t>
      </w:r>
      <w:r w:rsidR="002E1BA3">
        <w:rPr>
          <w:lang w:val="pl-PL"/>
        </w:rPr>
        <w:t xml:space="preserve">sprawdzą się z powodzeniem </w:t>
      </w:r>
      <w:r w:rsidR="00FA7612">
        <w:rPr>
          <w:lang w:val="pl-PL"/>
        </w:rPr>
        <w:t>w</w:t>
      </w:r>
      <w:r w:rsidRPr="006C5082">
        <w:rPr>
          <w:lang w:val="pl-PL"/>
        </w:rPr>
        <w:t xml:space="preserve"> zautomatyzowany</w:t>
      </w:r>
      <w:r w:rsidR="00FA7612">
        <w:rPr>
          <w:lang w:val="pl-PL"/>
        </w:rPr>
        <w:t>m</w:t>
      </w:r>
      <w:r w:rsidRPr="006C5082">
        <w:rPr>
          <w:lang w:val="pl-PL"/>
        </w:rPr>
        <w:t xml:space="preserve"> proces</w:t>
      </w:r>
      <w:r w:rsidR="00FA7612">
        <w:rPr>
          <w:lang w:val="pl-PL"/>
        </w:rPr>
        <w:t>ie</w:t>
      </w:r>
      <w:r w:rsidR="002E1BA3">
        <w:rPr>
          <w:lang w:val="pl-PL"/>
        </w:rPr>
        <w:t xml:space="preserve"> </w:t>
      </w:r>
      <w:r w:rsidRPr="006C5082">
        <w:rPr>
          <w:lang w:val="pl-PL"/>
        </w:rPr>
        <w:t>okuwani</w:t>
      </w:r>
      <w:r w:rsidR="002E1BA3">
        <w:rPr>
          <w:lang w:val="pl-PL"/>
        </w:rPr>
        <w:t>a</w:t>
      </w:r>
      <w:r w:rsidRPr="006C5082">
        <w:rPr>
          <w:lang w:val="pl-PL"/>
        </w:rPr>
        <w:t xml:space="preserve"> na l</w:t>
      </w:r>
      <w:r>
        <w:rPr>
          <w:lang w:val="pl-PL"/>
        </w:rPr>
        <w:t>uźnym ramiaku.</w:t>
      </w:r>
    </w:p>
    <w:p w14:paraId="34DB8D11" w14:textId="7DCE5B23" w:rsidR="008A733B" w:rsidRPr="006C5082" w:rsidRDefault="008A733B" w:rsidP="005E1468">
      <w:pPr>
        <w:rPr>
          <w:lang w:val="pl-PL"/>
        </w:rPr>
      </w:pPr>
    </w:p>
    <w:p w14:paraId="5AEDA379" w14:textId="1AB36ECD" w:rsidR="00900C8F" w:rsidRPr="00DC7096" w:rsidRDefault="00900C8F" w:rsidP="005E1468">
      <w:pPr>
        <w:rPr>
          <w:lang w:val="pl-PL"/>
        </w:rPr>
      </w:pPr>
    </w:p>
    <w:p w14:paraId="6024A133" w14:textId="1806382A" w:rsidR="00900C8F" w:rsidRPr="006C5082" w:rsidRDefault="00900C8F" w:rsidP="005E1468">
      <w:pPr>
        <w:rPr>
          <w:lang w:val="pl-PL"/>
        </w:rPr>
      </w:pPr>
    </w:p>
    <w:p w14:paraId="41A555AF" w14:textId="77777777" w:rsidR="00900C8F" w:rsidRPr="006C5082" w:rsidRDefault="00900C8F" w:rsidP="005E1468">
      <w:pPr>
        <w:rPr>
          <w:lang w:val="pl-PL"/>
        </w:rPr>
      </w:pPr>
    </w:p>
    <w:p w14:paraId="1338404C" w14:textId="77777777" w:rsidR="00DE435D" w:rsidRPr="00D85004" w:rsidRDefault="00DE435D" w:rsidP="002A7F37">
      <w:pPr>
        <w:rPr>
          <w:lang w:val="pl-PL"/>
        </w:rPr>
      </w:pPr>
      <w:r w:rsidRPr="00D85004">
        <w:rPr>
          <w:b/>
          <w:bCs/>
          <w:sz w:val="24"/>
          <w:szCs w:val="24"/>
          <w:lang w:val="pl-PL"/>
        </w:rPr>
        <w:t>Podpisy pod ilustracjami</w:t>
      </w:r>
      <w:r w:rsidRPr="00D85004">
        <w:rPr>
          <w:lang w:val="pl-PL"/>
        </w:rPr>
        <w:t xml:space="preserve"> </w:t>
      </w:r>
    </w:p>
    <w:p w14:paraId="477633A8" w14:textId="77777777" w:rsidR="00DE435D" w:rsidRPr="00D85004" w:rsidRDefault="00DE435D" w:rsidP="00DE435D">
      <w:pPr>
        <w:rPr>
          <w:lang w:val="pl-PL"/>
        </w:rPr>
      </w:pPr>
      <w:r w:rsidRPr="00D85004">
        <w:rPr>
          <w:lang w:val="pl-PL"/>
        </w:rPr>
        <w:t>Źródło: SIEGENIA</w:t>
      </w:r>
    </w:p>
    <w:p w14:paraId="02EA5920" w14:textId="77777777" w:rsidR="002A7F37" w:rsidRPr="00D85004" w:rsidRDefault="002A7F37" w:rsidP="002A7F37">
      <w:pPr>
        <w:rPr>
          <w:lang w:val="pl-PL"/>
        </w:rPr>
      </w:pPr>
    </w:p>
    <w:p w14:paraId="7369CF3A" w14:textId="7A4C675D" w:rsidR="005E1468" w:rsidRPr="00FA7612" w:rsidRDefault="005E1468" w:rsidP="005E1468">
      <w:pPr>
        <w:rPr>
          <w:bCs/>
          <w:i/>
        </w:rPr>
      </w:pPr>
      <w:r w:rsidRPr="00FA7612">
        <w:rPr>
          <w:bCs/>
          <w:i/>
        </w:rPr>
        <w:t>Mot</w:t>
      </w:r>
      <w:r w:rsidR="00DE435D" w:rsidRPr="00FA7612">
        <w:rPr>
          <w:bCs/>
          <w:i/>
        </w:rPr>
        <w:t>yw</w:t>
      </w:r>
      <w:r w:rsidRPr="00FA7612">
        <w:rPr>
          <w:bCs/>
          <w:i/>
        </w:rPr>
        <w:t xml:space="preserve">: </w:t>
      </w:r>
      <w:r w:rsidR="00FA7612" w:rsidRPr="00D129AE">
        <w:rPr>
          <w:bCs/>
          <w:i/>
        </w:rPr>
        <w:t>SI</w:t>
      </w:r>
      <w:r w:rsidR="00FA7612">
        <w:rPr>
          <w:bCs/>
          <w:i/>
        </w:rPr>
        <w:t>E</w:t>
      </w:r>
      <w:r w:rsidR="00FA7612" w:rsidRPr="00D129AE">
        <w:rPr>
          <w:bCs/>
          <w:i/>
        </w:rPr>
        <w:t>_</w:t>
      </w:r>
      <w:r w:rsidR="00FA7612">
        <w:rPr>
          <w:bCs/>
          <w:i/>
        </w:rPr>
        <w:t>TITAN_Rahmenteil-Familie_Sicherheitsschließbleche</w:t>
      </w:r>
      <w:r w:rsidR="00FA7612" w:rsidRPr="00D129AE">
        <w:rPr>
          <w:bCs/>
          <w:i/>
        </w:rPr>
        <w:t>.jpg</w:t>
      </w:r>
    </w:p>
    <w:p w14:paraId="0D77E96F" w14:textId="19D69E0F" w:rsidR="008D7633" w:rsidRPr="00D97699" w:rsidRDefault="00D97699" w:rsidP="008D7633">
      <w:pPr>
        <w:rPr>
          <w:szCs w:val="20"/>
          <w:lang w:val="pl-PL"/>
        </w:rPr>
      </w:pPr>
      <w:r w:rsidRPr="00D97699">
        <w:rPr>
          <w:lang w:val="pl-PL"/>
        </w:rPr>
        <w:t xml:space="preserve">Nowe korzyści dla producentów i firm handlowych stolarki okiennej: elementy ramowe TITAN firmy SIEGENIA </w:t>
      </w:r>
      <w:r w:rsidR="00FA7612">
        <w:rPr>
          <w:lang w:val="pl-PL"/>
        </w:rPr>
        <w:t>dają jeszcze więcej możliwości</w:t>
      </w:r>
      <w:r w:rsidRPr="002A64D0">
        <w:rPr>
          <w:lang w:val="pl-PL"/>
        </w:rPr>
        <w:t xml:space="preserve"> indywidualizacj</w:t>
      </w:r>
      <w:r>
        <w:rPr>
          <w:lang w:val="pl-PL"/>
        </w:rPr>
        <w:t>i</w:t>
      </w:r>
      <w:r w:rsidRPr="002A64D0">
        <w:rPr>
          <w:lang w:val="pl-PL"/>
        </w:rPr>
        <w:t xml:space="preserve"> </w:t>
      </w:r>
      <w:r w:rsidR="00FA7612" w:rsidRPr="00FA7612">
        <w:rPr>
          <w:lang w:val="pl-PL"/>
        </w:rPr>
        <w:t>w postaci klipsów z własnym logo</w:t>
      </w:r>
      <w:r w:rsidR="00FA7612">
        <w:rPr>
          <w:lang w:val="pl-PL"/>
        </w:rPr>
        <w:t>.</w:t>
      </w:r>
    </w:p>
    <w:p w14:paraId="0C6E95D0" w14:textId="342DFFFC" w:rsidR="00BE4434" w:rsidRDefault="00BE4434" w:rsidP="008D7633">
      <w:pPr>
        <w:rPr>
          <w:szCs w:val="20"/>
          <w:lang w:val="pl-PL"/>
        </w:rPr>
      </w:pPr>
    </w:p>
    <w:p w14:paraId="63C235F8" w14:textId="743444E0" w:rsidR="00BE4434" w:rsidRDefault="00BE4434" w:rsidP="008D7633">
      <w:pPr>
        <w:rPr>
          <w:szCs w:val="20"/>
          <w:lang w:val="pl-PL"/>
        </w:rPr>
      </w:pPr>
    </w:p>
    <w:p w14:paraId="1443322D" w14:textId="77777777" w:rsidR="00BE4434" w:rsidRDefault="00BE4434" w:rsidP="008D7633">
      <w:pPr>
        <w:rPr>
          <w:szCs w:val="20"/>
          <w:lang w:val="pl-PL"/>
        </w:rPr>
      </w:pPr>
    </w:p>
    <w:p w14:paraId="766F4959" w14:textId="77777777" w:rsidR="00BE4434" w:rsidRDefault="00BE4434" w:rsidP="008D7633">
      <w:pPr>
        <w:rPr>
          <w:szCs w:val="20"/>
          <w:lang w:val="pl-PL"/>
        </w:rPr>
      </w:pPr>
    </w:p>
    <w:p w14:paraId="41466C72" w14:textId="77777777" w:rsidR="00BE4434" w:rsidRPr="00D97699" w:rsidRDefault="00BE4434" w:rsidP="008D7633">
      <w:pPr>
        <w:rPr>
          <w:szCs w:val="20"/>
          <w:lang w:val="pl-PL"/>
        </w:rPr>
      </w:pPr>
    </w:p>
    <w:tbl>
      <w:tblPr>
        <w:tblW w:w="8208" w:type="dxa"/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D97699" w:rsidRPr="00D97699" w14:paraId="1F7999E0" w14:textId="77777777" w:rsidTr="00BE4434">
        <w:tc>
          <w:tcPr>
            <w:tcW w:w="3348" w:type="dxa"/>
          </w:tcPr>
          <w:p w14:paraId="6863D84F" w14:textId="77777777" w:rsidR="00D97699" w:rsidRPr="005572B9" w:rsidRDefault="00D97699" w:rsidP="007A3355">
            <w:pPr>
              <w:pStyle w:val="Formatvorlage2"/>
              <w:rPr>
                <w:u w:val="single"/>
                <w:lang w:val="pl-PL"/>
              </w:rPr>
            </w:pPr>
            <w:r w:rsidRPr="005572B9">
              <w:rPr>
                <w:u w:val="single"/>
                <w:lang w:val="pl-PL"/>
              </w:rPr>
              <w:t>Wydawca</w:t>
            </w:r>
          </w:p>
          <w:p w14:paraId="596E4E73" w14:textId="77777777" w:rsidR="00D97699" w:rsidRPr="005572B9" w:rsidRDefault="00D97699" w:rsidP="007A3355">
            <w:pPr>
              <w:pStyle w:val="Formatvorlage2"/>
              <w:rPr>
                <w:lang w:val="pl-PL"/>
              </w:rPr>
            </w:pPr>
            <w:r w:rsidRPr="005572B9">
              <w:rPr>
                <w:lang w:val="pl-PL"/>
              </w:rPr>
              <w:t>SIEGENIA GROUP</w:t>
            </w:r>
          </w:p>
          <w:p w14:paraId="77C4865D" w14:textId="77777777" w:rsidR="00D97699" w:rsidRPr="005572B9" w:rsidRDefault="00D97699" w:rsidP="007A3355">
            <w:pPr>
              <w:pStyle w:val="Formatvorlage2"/>
              <w:rPr>
                <w:lang w:val="pl-PL"/>
              </w:rPr>
            </w:pPr>
            <w:r w:rsidRPr="005572B9">
              <w:rPr>
                <w:lang w:val="pl-PL"/>
              </w:rPr>
              <w:t>Dział Marketingu i Komunikacji</w:t>
            </w:r>
          </w:p>
          <w:p w14:paraId="49638FE7" w14:textId="77777777" w:rsidR="00D97699" w:rsidRPr="005572B9" w:rsidRDefault="00D97699" w:rsidP="007A3355">
            <w:pPr>
              <w:pStyle w:val="Formatvorlage2"/>
              <w:rPr>
                <w:lang w:val="it-IT"/>
              </w:rPr>
            </w:pPr>
            <w:r w:rsidRPr="005572B9">
              <w:rPr>
                <w:lang w:val="it-IT"/>
              </w:rPr>
              <w:t>Industriestraße 1-3</w:t>
            </w:r>
          </w:p>
          <w:p w14:paraId="0B945CF9" w14:textId="77777777" w:rsidR="00D97699" w:rsidRPr="005572B9" w:rsidRDefault="00D97699" w:rsidP="007A3355">
            <w:pPr>
              <w:pStyle w:val="Formatvorlage2"/>
              <w:rPr>
                <w:lang w:val="it-IT"/>
              </w:rPr>
            </w:pPr>
            <w:r w:rsidRPr="005572B9">
              <w:rPr>
                <w:lang w:val="it-IT"/>
              </w:rPr>
              <w:t>D - 57234 Wilnsdorf</w:t>
            </w:r>
          </w:p>
          <w:p w14:paraId="55BF7DF2" w14:textId="77777777" w:rsidR="00D97699" w:rsidRPr="005572B9" w:rsidRDefault="00D97699" w:rsidP="007A3355">
            <w:pPr>
              <w:pStyle w:val="Formatvorlage2"/>
              <w:rPr>
                <w:lang w:val="it-IT"/>
              </w:rPr>
            </w:pPr>
            <w:r w:rsidRPr="005572B9">
              <w:rPr>
                <w:lang w:val="it-IT"/>
              </w:rPr>
              <w:t>Tel.: +49 271 3931-412</w:t>
            </w:r>
          </w:p>
          <w:p w14:paraId="2E4F7D50" w14:textId="77777777" w:rsidR="00D97699" w:rsidRPr="005572B9" w:rsidRDefault="00D97699" w:rsidP="007A3355">
            <w:pPr>
              <w:pStyle w:val="Formatvorlage2"/>
              <w:rPr>
                <w:lang w:val="it-IT"/>
              </w:rPr>
            </w:pPr>
            <w:r w:rsidRPr="005572B9">
              <w:rPr>
                <w:lang w:val="it-IT"/>
              </w:rPr>
              <w:t>Faks: +49 271 3931-77412</w:t>
            </w:r>
          </w:p>
          <w:p w14:paraId="3A873C15" w14:textId="77777777" w:rsidR="00D97699" w:rsidRPr="005572B9" w:rsidRDefault="00D97699" w:rsidP="007A3355">
            <w:pPr>
              <w:pStyle w:val="Formatvorlage2"/>
              <w:rPr>
                <w:lang w:val="it-IT"/>
              </w:rPr>
            </w:pPr>
            <w:r w:rsidRPr="005572B9">
              <w:rPr>
                <w:lang w:val="it-IT"/>
              </w:rPr>
              <w:t>e-mail: pr@siegenia.com</w:t>
            </w:r>
          </w:p>
          <w:p w14:paraId="7118B92F" w14:textId="77777777" w:rsidR="00D97699" w:rsidRDefault="00D97699" w:rsidP="007A3355">
            <w:pPr>
              <w:pStyle w:val="Formatvorlage2"/>
            </w:pPr>
            <w:r>
              <w:t>www.siegenia.com</w:t>
            </w:r>
          </w:p>
          <w:p w14:paraId="5C852BD2" w14:textId="77777777" w:rsidR="00D97699" w:rsidRPr="0044187A" w:rsidRDefault="00D97699" w:rsidP="007A3355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</w:tcPr>
          <w:p w14:paraId="7BEEF8EB" w14:textId="77777777" w:rsidR="00D97699" w:rsidRPr="005572B9" w:rsidRDefault="00D97699" w:rsidP="007A3355">
            <w:pPr>
              <w:pStyle w:val="Formatvorlage2"/>
              <w:rPr>
                <w:u w:val="single"/>
                <w:lang w:val="pl-PL"/>
              </w:rPr>
            </w:pPr>
            <w:r w:rsidRPr="005572B9">
              <w:rPr>
                <w:u w:val="single"/>
                <w:lang w:val="pl-PL"/>
              </w:rPr>
              <w:t>Redakcja / osoba do kontaktu</w:t>
            </w:r>
          </w:p>
          <w:p w14:paraId="19D04337" w14:textId="77777777" w:rsidR="00D97699" w:rsidRPr="005572B9" w:rsidRDefault="00D97699" w:rsidP="007A3355">
            <w:pPr>
              <w:pStyle w:val="Formatvorlage2"/>
              <w:rPr>
                <w:lang w:val="pl-PL"/>
              </w:rPr>
            </w:pPr>
            <w:r w:rsidRPr="005572B9">
              <w:rPr>
                <w:lang w:val="pl-PL"/>
              </w:rPr>
              <w:t>Kemper Kommunikation</w:t>
            </w:r>
          </w:p>
          <w:p w14:paraId="65AF4190" w14:textId="77777777" w:rsidR="00D97699" w:rsidRPr="00C33A1F" w:rsidRDefault="00D97699" w:rsidP="007A3355">
            <w:pPr>
              <w:pStyle w:val="Formatvorlage2"/>
            </w:pPr>
            <w:r>
              <w:t xml:space="preserve">Kirsten Kemper </w:t>
            </w:r>
          </w:p>
          <w:p w14:paraId="0F730E14" w14:textId="77777777" w:rsidR="00D97699" w:rsidRPr="00C33A1F" w:rsidRDefault="00D97699" w:rsidP="007A3355">
            <w:pPr>
              <w:pStyle w:val="Formatvorlage2"/>
            </w:pPr>
            <w:r>
              <w:t>Am Milchbornbach 10</w:t>
            </w:r>
          </w:p>
          <w:p w14:paraId="4BEFC3CC" w14:textId="77777777" w:rsidR="00D97699" w:rsidRPr="00C33A1F" w:rsidRDefault="00D97699" w:rsidP="007A3355">
            <w:pPr>
              <w:pStyle w:val="Formatvorlage2"/>
            </w:pPr>
            <w:r>
              <w:t>D - 51429 Bergisch Gladbach</w:t>
            </w:r>
            <w:r>
              <w:br/>
              <w:t>Tel.: +49 2204 9644808</w:t>
            </w:r>
          </w:p>
          <w:p w14:paraId="48373B3B" w14:textId="77777777" w:rsidR="00D97699" w:rsidRPr="00C55524" w:rsidRDefault="00D97699" w:rsidP="007A3355">
            <w:pPr>
              <w:pStyle w:val="Formatvorlage2"/>
              <w:rPr>
                <w:lang w:val="it-IT"/>
              </w:rPr>
            </w:pPr>
            <w:r w:rsidRPr="005572B9">
              <w:rPr>
                <w:lang w:val="it-IT"/>
              </w:rPr>
              <w:t>e-mail: info@kemper-kommunikation.de</w:t>
            </w:r>
          </w:p>
          <w:p w14:paraId="09E82346" w14:textId="77777777" w:rsidR="00D97699" w:rsidRDefault="00D97699" w:rsidP="007A3355">
            <w:pPr>
              <w:pStyle w:val="Formatvorlage2"/>
            </w:pPr>
            <w:r>
              <w:t>www.kemper-kommunikation.de</w:t>
            </w:r>
          </w:p>
          <w:p w14:paraId="299DE9EE" w14:textId="77777777" w:rsidR="00D97699" w:rsidRPr="003F183E" w:rsidRDefault="00D97699" w:rsidP="007A3355">
            <w:pPr>
              <w:pStyle w:val="Formatvorlage2"/>
            </w:pPr>
          </w:p>
        </w:tc>
        <w:tc>
          <w:tcPr>
            <w:tcW w:w="1800" w:type="dxa"/>
          </w:tcPr>
          <w:p w14:paraId="2A241D77" w14:textId="77777777" w:rsidR="00D97699" w:rsidRPr="005572B9" w:rsidRDefault="00D97699" w:rsidP="007A3355">
            <w:pPr>
              <w:pStyle w:val="Formatvorlage2"/>
              <w:rPr>
                <w:u w:val="single"/>
                <w:lang w:val="pl-PL"/>
              </w:rPr>
            </w:pPr>
            <w:r w:rsidRPr="005572B9">
              <w:rPr>
                <w:u w:val="single"/>
                <w:lang w:val="pl-PL"/>
              </w:rPr>
              <w:t>Informacje o tekście</w:t>
            </w:r>
          </w:p>
          <w:p w14:paraId="468B1514" w14:textId="4A6E998E" w:rsidR="00D97699" w:rsidRPr="005572B9" w:rsidRDefault="00D97699" w:rsidP="007A3355">
            <w:pPr>
              <w:pStyle w:val="Formatvorlage2"/>
              <w:rPr>
                <w:lang w:val="pl-PL"/>
              </w:rPr>
            </w:pPr>
            <w:r w:rsidRPr="005572B9">
              <w:rPr>
                <w:lang w:val="pl-PL"/>
              </w:rPr>
              <w:t xml:space="preserve">Strona: </w:t>
            </w:r>
            <w:r>
              <w:rPr>
                <w:lang w:val="pl-PL"/>
              </w:rPr>
              <w:t>2</w:t>
            </w:r>
          </w:p>
          <w:p w14:paraId="60B4789B" w14:textId="5D2D2EB0" w:rsidR="00D97699" w:rsidRPr="005572B9" w:rsidRDefault="00D97699" w:rsidP="007A3355">
            <w:pPr>
              <w:pStyle w:val="Formatvorlage2"/>
              <w:rPr>
                <w:lang w:val="pl-PL"/>
              </w:rPr>
            </w:pPr>
            <w:r w:rsidRPr="005572B9">
              <w:rPr>
                <w:lang w:val="pl-PL"/>
              </w:rPr>
              <w:t xml:space="preserve">Ilość słów: </w:t>
            </w:r>
            <w:r w:rsidR="00BE4434">
              <w:rPr>
                <w:lang w:val="pl-PL"/>
              </w:rPr>
              <w:t>3</w:t>
            </w:r>
            <w:r w:rsidR="00F350C4">
              <w:rPr>
                <w:lang w:val="pl-PL"/>
              </w:rPr>
              <w:t>55</w:t>
            </w:r>
          </w:p>
          <w:p w14:paraId="0683B212" w14:textId="55318BFD" w:rsidR="00D97699" w:rsidRPr="005572B9" w:rsidRDefault="00D97699" w:rsidP="007A3355">
            <w:pPr>
              <w:pStyle w:val="Formatvorlage2"/>
              <w:rPr>
                <w:lang w:val="pl-PL"/>
              </w:rPr>
            </w:pPr>
            <w:r w:rsidRPr="005572B9">
              <w:rPr>
                <w:lang w:val="pl-PL"/>
              </w:rPr>
              <w:t>Liczba znaków:</w:t>
            </w:r>
            <w:r w:rsidR="00BE4434">
              <w:rPr>
                <w:lang w:val="pl-PL"/>
              </w:rPr>
              <w:t xml:space="preserve"> </w:t>
            </w:r>
            <w:r w:rsidR="00F350C4">
              <w:rPr>
                <w:lang w:val="pl-PL"/>
              </w:rPr>
              <w:t>2831</w:t>
            </w:r>
            <w:bookmarkStart w:id="0" w:name="_GoBack"/>
            <w:bookmarkEnd w:id="0"/>
            <w:r w:rsidRPr="005572B9">
              <w:rPr>
                <w:lang w:val="pl-PL"/>
              </w:rPr>
              <w:br/>
              <w:t>(ze spacjami)</w:t>
            </w:r>
          </w:p>
          <w:p w14:paraId="05531544" w14:textId="77777777" w:rsidR="00D97699" w:rsidRPr="005572B9" w:rsidRDefault="00D97699" w:rsidP="007A3355">
            <w:pPr>
              <w:pStyle w:val="Formatvorlage2"/>
              <w:rPr>
                <w:lang w:val="pl-PL"/>
              </w:rPr>
            </w:pPr>
          </w:p>
          <w:p w14:paraId="5F637212" w14:textId="395D5AB8" w:rsidR="00D97699" w:rsidRPr="005572B9" w:rsidRDefault="00D97699" w:rsidP="007A3355">
            <w:pPr>
              <w:pStyle w:val="Formatvorlage2"/>
              <w:rPr>
                <w:lang w:val="pl-PL"/>
              </w:rPr>
            </w:pPr>
            <w:r w:rsidRPr="005572B9">
              <w:rPr>
                <w:lang w:val="pl-PL"/>
              </w:rPr>
              <w:t xml:space="preserve">Data udostępnienia: </w:t>
            </w:r>
          </w:p>
          <w:p w14:paraId="051C085D" w14:textId="0C63853A" w:rsidR="00D97699" w:rsidRPr="005572B9" w:rsidRDefault="00D97699" w:rsidP="007A3355">
            <w:pPr>
              <w:pStyle w:val="Formatvorlage2"/>
              <w:rPr>
                <w:szCs w:val="20"/>
                <w:lang w:val="pl-PL"/>
              </w:rPr>
            </w:pPr>
            <w:r>
              <w:t>31.03.2021</w:t>
            </w:r>
          </w:p>
        </w:tc>
      </w:tr>
      <w:tr w:rsidR="00D97699" w:rsidRPr="00D85004" w14:paraId="7DB30428" w14:textId="77777777" w:rsidTr="00BE4434">
        <w:tc>
          <w:tcPr>
            <w:tcW w:w="8208" w:type="dxa"/>
            <w:gridSpan w:val="3"/>
          </w:tcPr>
          <w:p w14:paraId="1710E1CC" w14:textId="77777777" w:rsidR="00D97699" w:rsidRPr="005572B9" w:rsidRDefault="00D97699" w:rsidP="007A3355">
            <w:pPr>
              <w:pStyle w:val="Formatvorlage2"/>
              <w:rPr>
                <w:lang w:val="pl-PL"/>
              </w:rPr>
            </w:pPr>
            <w:r w:rsidRPr="005572B9">
              <w:rPr>
                <w:lang w:val="pl-PL"/>
              </w:rPr>
              <w:t>W przypadku publikacji zdjęć i materiałów tekstowych prosimy o przesłanie egzemplarza wzorcowego.</w:t>
            </w:r>
          </w:p>
        </w:tc>
      </w:tr>
    </w:tbl>
    <w:p w14:paraId="508607AF" w14:textId="77777777" w:rsidR="00AD7B27" w:rsidRPr="00D85004" w:rsidRDefault="00AD7B27" w:rsidP="008D7633">
      <w:pPr>
        <w:rPr>
          <w:szCs w:val="20"/>
          <w:lang w:val="pl-PL"/>
        </w:rPr>
      </w:pPr>
    </w:p>
    <w:sectPr w:rsidR="00AD7B27" w:rsidRPr="00D85004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954D4" w14:textId="77777777" w:rsidR="00525A81" w:rsidRDefault="00525A81">
      <w:r>
        <w:separator/>
      </w:r>
    </w:p>
  </w:endnote>
  <w:endnote w:type="continuationSeparator" w:id="0">
    <w:p w14:paraId="6F7129B7" w14:textId="77777777" w:rsidR="00525A81" w:rsidRDefault="00525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E2C3A" w14:textId="77777777" w:rsidR="00C46F43" w:rsidRDefault="00C46F4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81249" w14:textId="77777777" w:rsidR="00525A81" w:rsidRDefault="00525A81">
      <w:r>
        <w:separator/>
      </w:r>
    </w:p>
  </w:footnote>
  <w:footnote w:type="continuationSeparator" w:id="0">
    <w:p w14:paraId="5CE8E71C" w14:textId="77777777" w:rsidR="00525A81" w:rsidRDefault="00525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DABB1" w14:textId="77777777" w:rsidR="00C46F43" w:rsidRDefault="00C46F43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FBBB8FA" wp14:editId="4FB4186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2641F"/>
    <w:multiLevelType w:val="hybridMultilevel"/>
    <w:tmpl w:val="A59260D8"/>
    <w:lvl w:ilvl="0" w:tplc="CCBCD8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56BC80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4474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B8F2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E4EB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409E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0008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C70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42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26D95"/>
    <w:multiLevelType w:val="hybridMultilevel"/>
    <w:tmpl w:val="98DCCC68"/>
    <w:lvl w:ilvl="0" w:tplc="324852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B691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4822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2EE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5AAB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5816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030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8EBA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AEE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5096F"/>
    <w:multiLevelType w:val="hybridMultilevel"/>
    <w:tmpl w:val="F2FA2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11"/>
    <w:rsid w:val="00000C84"/>
    <w:rsid w:val="000024D9"/>
    <w:rsid w:val="00003256"/>
    <w:rsid w:val="0001449A"/>
    <w:rsid w:val="0001520C"/>
    <w:rsid w:val="00026907"/>
    <w:rsid w:val="00036D63"/>
    <w:rsid w:val="00040EBF"/>
    <w:rsid w:val="00043789"/>
    <w:rsid w:val="00052C28"/>
    <w:rsid w:val="00064165"/>
    <w:rsid w:val="0006624D"/>
    <w:rsid w:val="000675C7"/>
    <w:rsid w:val="00072B28"/>
    <w:rsid w:val="00075109"/>
    <w:rsid w:val="00081004"/>
    <w:rsid w:val="0008310E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0F7376"/>
    <w:rsid w:val="001025BB"/>
    <w:rsid w:val="0010792E"/>
    <w:rsid w:val="00111D2F"/>
    <w:rsid w:val="001128F1"/>
    <w:rsid w:val="0012146F"/>
    <w:rsid w:val="00122F20"/>
    <w:rsid w:val="00122FEC"/>
    <w:rsid w:val="001374A3"/>
    <w:rsid w:val="00137BD1"/>
    <w:rsid w:val="00145B48"/>
    <w:rsid w:val="00146225"/>
    <w:rsid w:val="001529E6"/>
    <w:rsid w:val="00156B0C"/>
    <w:rsid w:val="00162267"/>
    <w:rsid w:val="00166476"/>
    <w:rsid w:val="00166FB7"/>
    <w:rsid w:val="00171C51"/>
    <w:rsid w:val="00181117"/>
    <w:rsid w:val="00193784"/>
    <w:rsid w:val="001B7003"/>
    <w:rsid w:val="001C39FF"/>
    <w:rsid w:val="001D1BF7"/>
    <w:rsid w:val="001D26E4"/>
    <w:rsid w:val="001E0780"/>
    <w:rsid w:val="001E1DA6"/>
    <w:rsid w:val="001F3432"/>
    <w:rsid w:val="002046D3"/>
    <w:rsid w:val="002107D5"/>
    <w:rsid w:val="00210B2E"/>
    <w:rsid w:val="0021751B"/>
    <w:rsid w:val="00236224"/>
    <w:rsid w:val="00253494"/>
    <w:rsid w:val="00254A9B"/>
    <w:rsid w:val="00255FE8"/>
    <w:rsid w:val="00272508"/>
    <w:rsid w:val="002769DE"/>
    <w:rsid w:val="002819C3"/>
    <w:rsid w:val="002A202C"/>
    <w:rsid w:val="002A64D0"/>
    <w:rsid w:val="002A7F37"/>
    <w:rsid w:val="002B127A"/>
    <w:rsid w:val="002B55C4"/>
    <w:rsid w:val="002C00E2"/>
    <w:rsid w:val="002C32BB"/>
    <w:rsid w:val="002C36FE"/>
    <w:rsid w:val="002C5A66"/>
    <w:rsid w:val="002C6D41"/>
    <w:rsid w:val="002C76CB"/>
    <w:rsid w:val="002D10C1"/>
    <w:rsid w:val="002D6152"/>
    <w:rsid w:val="002E1BA3"/>
    <w:rsid w:val="002E48B5"/>
    <w:rsid w:val="002E59D6"/>
    <w:rsid w:val="002F18BB"/>
    <w:rsid w:val="002F4275"/>
    <w:rsid w:val="002F466F"/>
    <w:rsid w:val="002F5EE9"/>
    <w:rsid w:val="0031150D"/>
    <w:rsid w:val="003136F5"/>
    <w:rsid w:val="00320034"/>
    <w:rsid w:val="00324F84"/>
    <w:rsid w:val="00326F7E"/>
    <w:rsid w:val="00340304"/>
    <w:rsid w:val="00350ACA"/>
    <w:rsid w:val="003514C3"/>
    <w:rsid w:val="003550D5"/>
    <w:rsid w:val="00357C43"/>
    <w:rsid w:val="00364DEF"/>
    <w:rsid w:val="00375A48"/>
    <w:rsid w:val="00376315"/>
    <w:rsid w:val="0038244F"/>
    <w:rsid w:val="0038276B"/>
    <w:rsid w:val="00382C96"/>
    <w:rsid w:val="0038499F"/>
    <w:rsid w:val="003914C5"/>
    <w:rsid w:val="00392D5F"/>
    <w:rsid w:val="003A1BA5"/>
    <w:rsid w:val="003A7609"/>
    <w:rsid w:val="003C58A2"/>
    <w:rsid w:val="003D61A2"/>
    <w:rsid w:val="003E09CF"/>
    <w:rsid w:val="003E0D26"/>
    <w:rsid w:val="003E378F"/>
    <w:rsid w:val="00403098"/>
    <w:rsid w:val="004176D4"/>
    <w:rsid w:val="00420F79"/>
    <w:rsid w:val="00423A21"/>
    <w:rsid w:val="004333E8"/>
    <w:rsid w:val="004379F7"/>
    <w:rsid w:val="0044187A"/>
    <w:rsid w:val="00446899"/>
    <w:rsid w:val="00447689"/>
    <w:rsid w:val="00450236"/>
    <w:rsid w:val="0046235C"/>
    <w:rsid w:val="004629AD"/>
    <w:rsid w:val="0046528B"/>
    <w:rsid w:val="004806AF"/>
    <w:rsid w:val="00486878"/>
    <w:rsid w:val="00490C3E"/>
    <w:rsid w:val="004A52B6"/>
    <w:rsid w:val="004A5906"/>
    <w:rsid w:val="004B62AB"/>
    <w:rsid w:val="004C4FDA"/>
    <w:rsid w:val="004C503A"/>
    <w:rsid w:val="004E057A"/>
    <w:rsid w:val="004E2322"/>
    <w:rsid w:val="004E2BD7"/>
    <w:rsid w:val="004E3AF9"/>
    <w:rsid w:val="005063D6"/>
    <w:rsid w:val="0050731E"/>
    <w:rsid w:val="00510191"/>
    <w:rsid w:val="00512080"/>
    <w:rsid w:val="00521BE9"/>
    <w:rsid w:val="005254BE"/>
    <w:rsid w:val="00525A81"/>
    <w:rsid w:val="00552DC0"/>
    <w:rsid w:val="0055550C"/>
    <w:rsid w:val="00563E60"/>
    <w:rsid w:val="005768A4"/>
    <w:rsid w:val="00592833"/>
    <w:rsid w:val="00593188"/>
    <w:rsid w:val="005A214B"/>
    <w:rsid w:val="005A3974"/>
    <w:rsid w:val="005A5DC6"/>
    <w:rsid w:val="005A66D5"/>
    <w:rsid w:val="005A6A38"/>
    <w:rsid w:val="005A7C57"/>
    <w:rsid w:val="005B48F4"/>
    <w:rsid w:val="005C07B5"/>
    <w:rsid w:val="005C3093"/>
    <w:rsid w:val="005D297B"/>
    <w:rsid w:val="005D4689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37AE"/>
    <w:rsid w:val="006250A4"/>
    <w:rsid w:val="006279BD"/>
    <w:rsid w:val="00630405"/>
    <w:rsid w:val="00634A59"/>
    <w:rsid w:val="006446D6"/>
    <w:rsid w:val="00656A7F"/>
    <w:rsid w:val="00656FEE"/>
    <w:rsid w:val="006609D9"/>
    <w:rsid w:val="00667448"/>
    <w:rsid w:val="006866DF"/>
    <w:rsid w:val="00692205"/>
    <w:rsid w:val="006944D9"/>
    <w:rsid w:val="006962D2"/>
    <w:rsid w:val="006A2FD7"/>
    <w:rsid w:val="006A7184"/>
    <w:rsid w:val="006B0B4B"/>
    <w:rsid w:val="006B6CD1"/>
    <w:rsid w:val="006B7979"/>
    <w:rsid w:val="006C044C"/>
    <w:rsid w:val="006C5082"/>
    <w:rsid w:val="006C6D45"/>
    <w:rsid w:val="006C74C7"/>
    <w:rsid w:val="006E5CC8"/>
    <w:rsid w:val="006F4429"/>
    <w:rsid w:val="00701954"/>
    <w:rsid w:val="00702AFF"/>
    <w:rsid w:val="00703943"/>
    <w:rsid w:val="007046C4"/>
    <w:rsid w:val="007148FF"/>
    <w:rsid w:val="00716BDB"/>
    <w:rsid w:val="00717456"/>
    <w:rsid w:val="00724BDA"/>
    <w:rsid w:val="00730E66"/>
    <w:rsid w:val="0073243F"/>
    <w:rsid w:val="00737DE1"/>
    <w:rsid w:val="00751517"/>
    <w:rsid w:val="00753D38"/>
    <w:rsid w:val="00757DDE"/>
    <w:rsid w:val="00764AAC"/>
    <w:rsid w:val="007650A1"/>
    <w:rsid w:val="007715FB"/>
    <w:rsid w:val="00772295"/>
    <w:rsid w:val="007871C1"/>
    <w:rsid w:val="0079193B"/>
    <w:rsid w:val="00794A4F"/>
    <w:rsid w:val="00796DAD"/>
    <w:rsid w:val="007A318B"/>
    <w:rsid w:val="007A3434"/>
    <w:rsid w:val="007A5EB4"/>
    <w:rsid w:val="007A6E1C"/>
    <w:rsid w:val="007B19BB"/>
    <w:rsid w:val="007C50D1"/>
    <w:rsid w:val="007C5C24"/>
    <w:rsid w:val="007E2B7F"/>
    <w:rsid w:val="007F3F54"/>
    <w:rsid w:val="007F43E0"/>
    <w:rsid w:val="007F7B58"/>
    <w:rsid w:val="00801D78"/>
    <w:rsid w:val="00804749"/>
    <w:rsid w:val="008078CF"/>
    <w:rsid w:val="008171AF"/>
    <w:rsid w:val="00821FCB"/>
    <w:rsid w:val="00823DCD"/>
    <w:rsid w:val="0083465B"/>
    <w:rsid w:val="00835351"/>
    <w:rsid w:val="008366E0"/>
    <w:rsid w:val="008429DC"/>
    <w:rsid w:val="00844E11"/>
    <w:rsid w:val="00845A2D"/>
    <w:rsid w:val="0085079E"/>
    <w:rsid w:val="00852D9D"/>
    <w:rsid w:val="00853823"/>
    <w:rsid w:val="00857800"/>
    <w:rsid w:val="0086386E"/>
    <w:rsid w:val="00871847"/>
    <w:rsid w:val="008725F5"/>
    <w:rsid w:val="0088698F"/>
    <w:rsid w:val="00887C7C"/>
    <w:rsid w:val="00894ADF"/>
    <w:rsid w:val="0089617E"/>
    <w:rsid w:val="008A6F1F"/>
    <w:rsid w:val="008A733B"/>
    <w:rsid w:val="008B65B4"/>
    <w:rsid w:val="008C204C"/>
    <w:rsid w:val="008C3491"/>
    <w:rsid w:val="008C403D"/>
    <w:rsid w:val="008C5079"/>
    <w:rsid w:val="008D2B30"/>
    <w:rsid w:val="008D3232"/>
    <w:rsid w:val="008D7633"/>
    <w:rsid w:val="008E2737"/>
    <w:rsid w:val="00900C8F"/>
    <w:rsid w:val="00903C68"/>
    <w:rsid w:val="00910883"/>
    <w:rsid w:val="00920F0E"/>
    <w:rsid w:val="00920F8C"/>
    <w:rsid w:val="00924CB1"/>
    <w:rsid w:val="0092580A"/>
    <w:rsid w:val="0093490C"/>
    <w:rsid w:val="0093664F"/>
    <w:rsid w:val="00943EB0"/>
    <w:rsid w:val="00945CA5"/>
    <w:rsid w:val="00952701"/>
    <w:rsid w:val="009553BC"/>
    <w:rsid w:val="009557EA"/>
    <w:rsid w:val="00962162"/>
    <w:rsid w:val="00963959"/>
    <w:rsid w:val="00963D60"/>
    <w:rsid w:val="009656BB"/>
    <w:rsid w:val="0096600A"/>
    <w:rsid w:val="009B067B"/>
    <w:rsid w:val="009B4822"/>
    <w:rsid w:val="009B5300"/>
    <w:rsid w:val="009B5DE9"/>
    <w:rsid w:val="009C1D79"/>
    <w:rsid w:val="009C3B91"/>
    <w:rsid w:val="009C5647"/>
    <w:rsid w:val="009D0CC8"/>
    <w:rsid w:val="009D33F0"/>
    <w:rsid w:val="009D5460"/>
    <w:rsid w:val="009D6C04"/>
    <w:rsid w:val="009E28F9"/>
    <w:rsid w:val="009E7597"/>
    <w:rsid w:val="009F6E61"/>
    <w:rsid w:val="00A06A86"/>
    <w:rsid w:val="00A12A8B"/>
    <w:rsid w:val="00A14556"/>
    <w:rsid w:val="00A17D84"/>
    <w:rsid w:val="00A22DF2"/>
    <w:rsid w:val="00A23065"/>
    <w:rsid w:val="00A2339E"/>
    <w:rsid w:val="00A24651"/>
    <w:rsid w:val="00A25EB9"/>
    <w:rsid w:val="00A30F15"/>
    <w:rsid w:val="00A32395"/>
    <w:rsid w:val="00A40AB4"/>
    <w:rsid w:val="00A538A7"/>
    <w:rsid w:val="00A6318A"/>
    <w:rsid w:val="00A64B65"/>
    <w:rsid w:val="00A6502B"/>
    <w:rsid w:val="00A661F8"/>
    <w:rsid w:val="00A6672B"/>
    <w:rsid w:val="00A71A70"/>
    <w:rsid w:val="00A77A76"/>
    <w:rsid w:val="00A82224"/>
    <w:rsid w:val="00A87496"/>
    <w:rsid w:val="00A927D0"/>
    <w:rsid w:val="00A9705C"/>
    <w:rsid w:val="00A97B0A"/>
    <w:rsid w:val="00AA224C"/>
    <w:rsid w:val="00AA306D"/>
    <w:rsid w:val="00AA6262"/>
    <w:rsid w:val="00AA7F73"/>
    <w:rsid w:val="00AB1EC7"/>
    <w:rsid w:val="00AB3E67"/>
    <w:rsid w:val="00AD4128"/>
    <w:rsid w:val="00AD7705"/>
    <w:rsid w:val="00AD7B27"/>
    <w:rsid w:val="00AE06DB"/>
    <w:rsid w:val="00B02B75"/>
    <w:rsid w:val="00B03201"/>
    <w:rsid w:val="00B057B0"/>
    <w:rsid w:val="00B11AB7"/>
    <w:rsid w:val="00B21BF3"/>
    <w:rsid w:val="00B239B4"/>
    <w:rsid w:val="00B3393E"/>
    <w:rsid w:val="00B3687B"/>
    <w:rsid w:val="00B41B50"/>
    <w:rsid w:val="00B4363C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6923"/>
    <w:rsid w:val="00BA5B2A"/>
    <w:rsid w:val="00BA79DA"/>
    <w:rsid w:val="00BD76B1"/>
    <w:rsid w:val="00BD777F"/>
    <w:rsid w:val="00BE4434"/>
    <w:rsid w:val="00BE62B4"/>
    <w:rsid w:val="00BE69F6"/>
    <w:rsid w:val="00BF6132"/>
    <w:rsid w:val="00C02C5D"/>
    <w:rsid w:val="00C1273B"/>
    <w:rsid w:val="00C12D54"/>
    <w:rsid w:val="00C14A00"/>
    <w:rsid w:val="00C24B77"/>
    <w:rsid w:val="00C2717C"/>
    <w:rsid w:val="00C33A1F"/>
    <w:rsid w:val="00C41A8C"/>
    <w:rsid w:val="00C46F43"/>
    <w:rsid w:val="00C52D3B"/>
    <w:rsid w:val="00C53FE3"/>
    <w:rsid w:val="00C55524"/>
    <w:rsid w:val="00C615A2"/>
    <w:rsid w:val="00C65852"/>
    <w:rsid w:val="00C72B49"/>
    <w:rsid w:val="00C768D5"/>
    <w:rsid w:val="00C77106"/>
    <w:rsid w:val="00C87836"/>
    <w:rsid w:val="00C92A2E"/>
    <w:rsid w:val="00C96BED"/>
    <w:rsid w:val="00CA66F5"/>
    <w:rsid w:val="00CA6BD1"/>
    <w:rsid w:val="00CC383E"/>
    <w:rsid w:val="00CE16F1"/>
    <w:rsid w:val="00CE5038"/>
    <w:rsid w:val="00CE5448"/>
    <w:rsid w:val="00CE5488"/>
    <w:rsid w:val="00CE63E0"/>
    <w:rsid w:val="00CE6D0C"/>
    <w:rsid w:val="00CF6534"/>
    <w:rsid w:val="00CF72EF"/>
    <w:rsid w:val="00CF7462"/>
    <w:rsid w:val="00D04FE4"/>
    <w:rsid w:val="00D1580F"/>
    <w:rsid w:val="00D27FC1"/>
    <w:rsid w:val="00D313A4"/>
    <w:rsid w:val="00D32108"/>
    <w:rsid w:val="00D45693"/>
    <w:rsid w:val="00D47D4E"/>
    <w:rsid w:val="00D55DC3"/>
    <w:rsid w:val="00D57457"/>
    <w:rsid w:val="00D64F60"/>
    <w:rsid w:val="00D85004"/>
    <w:rsid w:val="00D97699"/>
    <w:rsid w:val="00DA2153"/>
    <w:rsid w:val="00DA23FA"/>
    <w:rsid w:val="00DA2662"/>
    <w:rsid w:val="00DB44DA"/>
    <w:rsid w:val="00DB4ACB"/>
    <w:rsid w:val="00DB5729"/>
    <w:rsid w:val="00DC032C"/>
    <w:rsid w:val="00DC1F2A"/>
    <w:rsid w:val="00DC7096"/>
    <w:rsid w:val="00DC743A"/>
    <w:rsid w:val="00DD0EBF"/>
    <w:rsid w:val="00DE3025"/>
    <w:rsid w:val="00DE435D"/>
    <w:rsid w:val="00DE5B55"/>
    <w:rsid w:val="00DF1C10"/>
    <w:rsid w:val="00DF1EE2"/>
    <w:rsid w:val="00E022F8"/>
    <w:rsid w:val="00E03F6F"/>
    <w:rsid w:val="00E04C83"/>
    <w:rsid w:val="00E14DD8"/>
    <w:rsid w:val="00E155F0"/>
    <w:rsid w:val="00E17E89"/>
    <w:rsid w:val="00E20D4D"/>
    <w:rsid w:val="00E22A47"/>
    <w:rsid w:val="00E2358B"/>
    <w:rsid w:val="00E34020"/>
    <w:rsid w:val="00E3479A"/>
    <w:rsid w:val="00E51B4C"/>
    <w:rsid w:val="00E6313B"/>
    <w:rsid w:val="00E66783"/>
    <w:rsid w:val="00E76C0B"/>
    <w:rsid w:val="00E76D9B"/>
    <w:rsid w:val="00E77789"/>
    <w:rsid w:val="00E80515"/>
    <w:rsid w:val="00E86D68"/>
    <w:rsid w:val="00E954AC"/>
    <w:rsid w:val="00EA2954"/>
    <w:rsid w:val="00EA4BF4"/>
    <w:rsid w:val="00EA66B1"/>
    <w:rsid w:val="00EB511E"/>
    <w:rsid w:val="00EB632F"/>
    <w:rsid w:val="00EC1396"/>
    <w:rsid w:val="00ED0F78"/>
    <w:rsid w:val="00EE123F"/>
    <w:rsid w:val="00EF15B4"/>
    <w:rsid w:val="00EF2F06"/>
    <w:rsid w:val="00F0149D"/>
    <w:rsid w:val="00F05D3F"/>
    <w:rsid w:val="00F10E71"/>
    <w:rsid w:val="00F142BE"/>
    <w:rsid w:val="00F20D35"/>
    <w:rsid w:val="00F222EB"/>
    <w:rsid w:val="00F25601"/>
    <w:rsid w:val="00F344B8"/>
    <w:rsid w:val="00F350C4"/>
    <w:rsid w:val="00F41966"/>
    <w:rsid w:val="00F445E5"/>
    <w:rsid w:val="00F45D74"/>
    <w:rsid w:val="00F516C4"/>
    <w:rsid w:val="00F6067C"/>
    <w:rsid w:val="00F61445"/>
    <w:rsid w:val="00F71E39"/>
    <w:rsid w:val="00F73478"/>
    <w:rsid w:val="00F81B38"/>
    <w:rsid w:val="00F82E34"/>
    <w:rsid w:val="00F84C8D"/>
    <w:rsid w:val="00F859A3"/>
    <w:rsid w:val="00F9666B"/>
    <w:rsid w:val="00FA07A1"/>
    <w:rsid w:val="00FA3E25"/>
    <w:rsid w:val="00FA52BD"/>
    <w:rsid w:val="00FA7612"/>
    <w:rsid w:val="00FB5A18"/>
    <w:rsid w:val="00FC6A23"/>
    <w:rsid w:val="00FD07B9"/>
    <w:rsid w:val="00FD182E"/>
    <w:rsid w:val="00FD3519"/>
    <w:rsid w:val="00FE1822"/>
    <w:rsid w:val="00FE1C52"/>
    <w:rsid w:val="00FE226B"/>
    <w:rsid w:val="00FE3AB9"/>
    <w:rsid w:val="00FF051D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B47C4B"/>
  <w15:docId w15:val="{C9A9CEF6-FD5F-4872-AD9F-2BEF8779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C6A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gkelc">
    <w:name w:val="hgkelc"/>
    <w:basedOn w:val="Domylnaczcionkaakapitu"/>
    <w:rsid w:val="00B96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9403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872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902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641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62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81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7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02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9A6C5-7AD8-40C7-8527-81926C953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3742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Fiedosichin, Beata</cp:lastModifiedBy>
  <cp:revision>3</cp:revision>
  <cp:lastPrinted>2021-03-18T11:18:00Z</cp:lastPrinted>
  <dcterms:created xsi:type="dcterms:W3CDTF">2021-06-08T14:08:00Z</dcterms:created>
  <dcterms:modified xsi:type="dcterms:W3CDTF">2021-06-08T14:11:00Z</dcterms:modified>
</cp:coreProperties>
</file>