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57A05" w14:textId="43A39B24" w:rsidR="005E1468" w:rsidRDefault="004C058B" w:rsidP="005E1468">
      <w:pPr>
        <w:pStyle w:val="berschrift2"/>
      </w:pPr>
      <w:r>
        <w:t xml:space="preserve">Großzügige Spende von SIEGENIA </w:t>
      </w:r>
      <w:r>
        <w:br/>
      </w:r>
      <w:r w:rsidR="00840B31">
        <w:t>für einen guten Zweck</w:t>
      </w:r>
    </w:p>
    <w:p w14:paraId="66B6EA61" w14:textId="432F328A" w:rsidR="00A82224" w:rsidRDefault="004C058B" w:rsidP="00A82224">
      <w:pPr>
        <w:pStyle w:val="berschrift1"/>
      </w:pPr>
      <w:r>
        <w:t xml:space="preserve">Rund 7.300 Euro für </w:t>
      </w:r>
      <w:r w:rsidR="00840B31">
        <w:t xml:space="preserve">Hilfsbedürftige in Namibia </w:t>
      </w:r>
    </w:p>
    <w:p w14:paraId="124A7FE8" w14:textId="77777777" w:rsidR="005E1468" w:rsidRPr="00B55070" w:rsidRDefault="005E1468" w:rsidP="00E81CA8"/>
    <w:p w14:paraId="78A0DF71" w14:textId="25265F67" w:rsidR="00FC40CA" w:rsidRDefault="00D20B09" w:rsidP="00E81CA8">
      <w:pPr>
        <w:rPr>
          <w:rFonts w:cs="Arial"/>
          <w:szCs w:val="20"/>
        </w:rPr>
      </w:pPr>
      <w:r>
        <w:rPr>
          <w:rFonts w:cs="Arial"/>
          <w:szCs w:val="20"/>
        </w:rPr>
        <w:t>Die Unterstützung hilfsbedürftiger Menschen hat bei SIEGENIA eine lange Tradition</w:t>
      </w:r>
      <w:r w:rsidR="00E81CA8">
        <w:rPr>
          <w:rFonts w:cs="Arial"/>
          <w:szCs w:val="20"/>
        </w:rPr>
        <w:t xml:space="preserve"> – sowohl regional als auch über die Landesgrenzen hinaus</w:t>
      </w:r>
      <w:r>
        <w:rPr>
          <w:rFonts w:cs="Arial"/>
          <w:szCs w:val="20"/>
        </w:rPr>
        <w:t xml:space="preserve">. </w:t>
      </w:r>
      <w:r w:rsidR="008808A5">
        <w:rPr>
          <w:rFonts w:cs="Arial"/>
          <w:szCs w:val="20"/>
        </w:rPr>
        <w:t xml:space="preserve">So engagierte sich das Unternehmen kürzlich mit einer Spende </w:t>
      </w:r>
      <w:r w:rsidR="00171BA5">
        <w:rPr>
          <w:rFonts w:cs="Arial"/>
          <w:szCs w:val="20"/>
        </w:rPr>
        <w:t xml:space="preserve">von gut 320 Hemden und Blusen im Wert von </w:t>
      </w:r>
      <w:r w:rsidR="008808A5">
        <w:rPr>
          <w:rFonts w:cs="Arial"/>
          <w:szCs w:val="20"/>
        </w:rPr>
        <w:t>7.300 Euro für den gemeinnützigen Verein „</w:t>
      </w:r>
      <w:r w:rsidR="008808A5" w:rsidRPr="00D338BC">
        <w:rPr>
          <w:rFonts w:cs="Arial"/>
          <w:szCs w:val="20"/>
        </w:rPr>
        <w:t>Autism Association</w:t>
      </w:r>
      <w:r w:rsidR="008808A5">
        <w:rPr>
          <w:rFonts w:cs="Arial"/>
          <w:szCs w:val="20"/>
        </w:rPr>
        <w:t xml:space="preserve"> of Namibia“</w:t>
      </w:r>
      <w:r w:rsidR="00FC40CA">
        <w:rPr>
          <w:rFonts w:cs="Arial"/>
          <w:szCs w:val="20"/>
        </w:rPr>
        <w:t>. Der Verein macht sich für Menschen mit</w:t>
      </w:r>
      <w:r w:rsidR="00FC40CA" w:rsidRPr="00D338BC">
        <w:rPr>
          <w:rFonts w:cs="Arial"/>
          <w:szCs w:val="20"/>
        </w:rPr>
        <w:t xml:space="preserve"> </w:t>
      </w:r>
      <w:r w:rsidR="00FC40CA">
        <w:rPr>
          <w:rFonts w:cs="Arial"/>
          <w:szCs w:val="20"/>
        </w:rPr>
        <w:t xml:space="preserve">autistischen Störungen stark und wird den Erlös aus dem </w:t>
      </w:r>
      <w:r w:rsidR="008808A5">
        <w:rPr>
          <w:rFonts w:cs="Arial"/>
          <w:szCs w:val="20"/>
        </w:rPr>
        <w:t xml:space="preserve">Verkauf dieser Kleidungsstücke </w:t>
      </w:r>
      <w:r w:rsidR="00FC40CA">
        <w:rPr>
          <w:rFonts w:cs="Arial"/>
          <w:szCs w:val="20"/>
        </w:rPr>
        <w:t>nutzen</w:t>
      </w:r>
      <w:r w:rsidR="008808A5">
        <w:rPr>
          <w:rFonts w:cs="Arial"/>
          <w:szCs w:val="20"/>
        </w:rPr>
        <w:t xml:space="preserve">, </w:t>
      </w:r>
      <w:r w:rsidR="00FC40CA">
        <w:rPr>
          <w:rFonts w:cs="Arial"/>
          <w:szCs w:val="20"/>
        </w:rPr>
        <w:t xml:space="preserve">um </w:t>
      </w:r>
      <w:r w:rsidR="008808A5">
        <w:rPr>
          <w:rFonts w:cs="Arial"/>
          <w:szCs w:val="20"/>
        </w:rPr>
        <w:t xml:space="preserve">Menschen in schwierigen Lebenssituationen mit Nahrungsmitteln und weiteren wichtigen Dingen </w:t>
      </w:r>
      <w:r w:rsidR="00516C96">
        <w:rPr>
          <w:rFonts w:cs="Arial"/>
          <w:szCs w:val="20"/>
        </w:rPr>
        <w:t>des</w:t>
      </w:r>
      <w:r w:rsidR="008808A5">
        <w:rPr>
          <w:rFonts w:cs="Arial"/>
          <w:szCs w:val="20"/>
        </w:rPr>
        <w:t xml:space="preserve"> tägliche</w:t>
      </w:r>
      <w:r w:rsidR="00516C96">
        <w:rPr>
          <w:rFonts w:cs="Arial"/>
          <w:szCs w:val="20"/>
        </w:rPr>
        <w:t>n</w:t>
      </w:r>
      <w:r w:rsidR="008808A5">
        <w:rPr>
          <w:rFonts w:cs="Arial"/>
          <w:szCs w:val="20"/>
        </w:rPr>
        <w:t xml:space="preserve"> Leben</w:t>
      </w:r>
      <w:r w:rsidR="00516C96">
        <w:rPr>
          <w:rFonts w:cs="Arial"/>
          <w:szCs w:val="20"/>
        </w:rPr>
        <w:t>s</w:t>
      </w:r>
      <w:r w:rsidR="008808A5">
        <w:rPr>
          <w:rFonts w:cs="Arial"/>
          <w:szCs w:val="20"/>
        </w:rPr>
        <w:t xml:space="preserve"> zu</w:t>
      </w:r>
      <w:r w:rsidR="004C058B">
        <w:rPr>
          <w:rFonts w:cs="Arial"/>
          <w:szCs w:val="20"/>
        </w:rPr>
        <w:t xml:space="preserve"> unterstützen</w:t>
      </w:r>
      <w:r w:rsidR="00FC40CA">
        <w:rPr>
          <w:rFonts w:cs="Arial"/>
          <w:szCs w:val="20"/>
        </w:rPr>
        <w:t xml:space="preserve">. Darüber hinaus sollen mithilfe des Betrags </w:t>
      </w:r>
      <w:r w:rsidR="00171BA5">
        <w:rPr>
          <w:rFonts w:cs="Arial"/>
          <w:szCs w:val="20"/>
        </w:rPr>
        <w:t>neue</w:t>
      </w:r>
      <w:r w:rsidR="00FC40CA">
        <w:rPr>
          <w:rFonts w:cs="Arial"/>
          <w:szCs w:val="20"/>
        </w:rPr>
        <w:t xml:space="preserve"> Betreuungs- und Lehrkräfte ausgebildet werden. </w:t>
      </w:r>
      <w:r w:rsidR="00516C96">
        <w:rPr>
          <w:rFonts w:cs="Arial"/>
          <w:szCs w:val="20"/>
        </w:rPr>
        <w:t>Petra Dillmann, die den Verein vor Ort leitet, bedankte sich herzlich bei der Geschäftsleitung von SIEGENIA für diese großzügige Unterstützung.</w:t>
      </w:r>
    </w:p>
    <w:p w14:paraId="2D6177A7" w14:textId="643506C2" w:rsidR="00FC40CA" w:rsidRDefault="00516C96" w:rsidP="00516C96">
      <w:pPr>
        <w:pStyle w:val="berschrift4"/>
      </w:pPr>
      <w:r>
        <w:t>Aus persönlichen Kontakten entstanden</w:t>
      </w:r>
    </w:p>
    <w:p w14:paraId="7D19C54C" w14:textId="4D3F01E0" w:rsidR="00D20B09" w:rsidRDefault="00FC40CA" w:rsidP="00E81CA8">
      <w:pPr>
        <w:rPr>
          <w:rFonts w:cs="Arial"/>
          <w:szCs w:val="20"/>
        </w:rPr>
      </w:pPr>
      <w:r>
        <w:rPr>
          <w:rFonts w:cs="Arial"/>
          <w:szCs w:val="20"/>
        </w:rPr>
        <w:t xml:space="preserve">Bereits 2017 hatte </w:t>
      </w:r>
      <w:r w:rsidR="00F902B4">
        <w:rPr>
          <w:rFonts w:cs="Arial"/>
          <w:szCs w:val="20"/>
        </w:rPr>
        <w:t>SIEGENIA den</w:t>
      </w:r>
      <w:r w:rsidR="008808A5">
        <w:rPr>
          <w:rFonts w:cs="Arial"/>
          <w:szCs w:val="20"/>
        </w:rPr>
        <w:t xml:space="preserve"> Verein</w:t>
      </w:r>
      <w:r w:rsidR="00F902B4">
        <w:rPr>
          <w:rFonts w:cs="Arial"/>
          <w:szCs w:val="20"/>
        </w:rPr>
        <w:t xml:space="preserve"> mit einer </w:t>
      </w:r>
      <w:r w:rsidR="00516C96">
        <w:rPr>
          <w:rFonts w:cs="Arial"/>
          <w:szCs w:val="20"/>
        </w:rPr>
        <w:t>umfangreichen</w:t>
      </w:r>
      <w:r w:rsidR="00F902B4">
        <w:rPr>
          <w:rFonts w:cs="Arial"/>
          <w:szCs w:val="20"/>
        </w:rPr>
        <w:t xml:space="preserve"> </w:t>
      </w:r>
      <w:r w:rsidR="00D20B09">
        <w:rPr>
          <w:rFonts w:cs="Arial"/>
          <w:szCs w:val="20"/>
        </w:rPr>
        <w:t>Kleiderspende</w:t>
      </w:r>
      <w:r>
        <w:rPr>
          <w:rFonts w:cs="Arial"/>
          <w:szCs w:val="20"/>
        </w:rPr>
        <w:t xml:space="preserve"> bedacht</w:t>
      </w:r>
      <w:r w:rsidR="00D20B09" w:rsidRPr="00D338BC">
        <w:rPr>
          <w:rFonts w:cs="Arial"/>
          <w:szCs w:val="20"/>
        </w:rPr>
        <w:t xml:space="preserve">. </w:t>
      </w:r>
      <w:r>
        <w:rPr>
          <w:rFonts w:cs="Arial"/>
          <w:szCs w:val="20"/>
        </w:rPr>
        <w:t xml:space="preserve">Das Engagement </w:t>
      </w:r>
      <w:r w:rsidR="00171BA5">
        <w:rPr>
          <w:rFonts w:cs="Arial"/>
          <w:szCs w:val="20"/>
        </w:rPr>
        <w:t xml:space="preserve">geht auf einen Mitarbeiter des Unternehmens am Standort Hermeskeil zurück, der als Vorsitzender eines lokalen Orchesters bereits seit vielen Jahren eine Musikschule in Namibia sowie </w:t>
      </w:r>
      <w:r w:rsidR="00516C96">
        <w:rPr>
          <w:rFonts w:cs="Arial"/>
          <w:szCs w:val="20"/>
        </w:rPr>
        <w:t xml:space="preserve">in Folge </w:t>
      </w:r>
      <w:r w:rsidR="00171BA5">
        <w:rPr>
          <w:rFonts w:cs="Arial"/>
          <w:szCs w:val="20"/>
        </w:rPr>
        <w:t xml:space="preserve">auch die dortige Behindertenarbeit fördert. </w:t>
      </w:r>
    </w:p>
    <w:p w14:paraId="4E5DAAC0" w14:textId="6A665AC3" w:rsidR="00D20B09" w:rsidRDefault="00D20B09" w:rsidP="00E81CA8">
      <w:pPr>
        <w:rPr>
          <w:noProof/>
        </w:rPr>
      </w:pPr>
    </w:p>
    <w:p w14:paraId="7A6C76CA" w14:textId="77777777" w:rsidR="00D20B09" w:rsidRDefault="00D20B09" w:rsidP="00E81CA8"/>
    <w:p w14:paraId="2E162AEE" w14:textId="77777777" w:rsidR="00D20B09" w:rsidRDefault="00D20B09" w:rsidP="00D20B09">
      <w:pPr>
        <w:jc w:val="right"/>
      </w:pPr>
    </w:p>
    <w:p w14:paraId="2379B691" w14:textId="2B7C59A6" w:rsidR="00D20B09" w:rsidRDefault="00D20B09" w:rsidP="00D20B09"/>
    <w:p w14:paraId="4F290E20" w14:textId="77777777" w:rsidR="005E1468" w:rsidRPr="00B55070" w:rsidRDefault="005E1468" w:rsidP="005E1468"/>
    <w:p w14:paraId="750FC906" w14:textId="47BDFB04" w:rsidR="005F3D5F" w:rsidRDefault="005F3D5F" w:rsidP="005E1468"/>
    <w:p w14:paraId="5E5399E6" w14:textId="77777777" w:rsidR="00516C96" w:rsidRDefault="00516C96" w:rsidP="005E1468"/>
    <w:p w14:paraId="799FDE7E" w14:textId="77777777" w:rsidR="005E1468" w:rsidRDefault="005E1468" w:rsidP="005A7C57">
      <w:pPr>
        <w:pStyle w:val="berschrift4"/>
      </w:pPr>
      <w:r>
        <w:t>Bildunterschriften</w:t>
      </w:r>
    </w:p>
    <w:p w14:paraId="05277699" w14:textId="77777777" w:rsidR="002A7F37" w:rsidRDefault="002A7F37" w:rsidP="002A7F37">
      <w:r>
        <w:t>Bildquelle: SIEGENIA</w:t>
      </w:r>
    </w:p>
    <w:p w14:paraId="55FD7192" w14:textId="77777777" w:rsidR="002A7F37" w:rsidRPr="002A7F37" w:rsidRDefault="002A7F37" w:rsidP="002A7F37"/>
    <w:p w14:paraId="76FACB66" w14:textId="06A029A4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FF58F6">
        <w:rPr>
          <w:bCs/>
          <w:i/>
        </w:rPr>
        <w:t>PW_Spende für Namibia_1</w:t>
      </w:r>
      <w:r w:rsidRPr="00D129AE">
        <w:rPr>
          <w:bCs/>
          <w:i/>
        </w:rPr>
        <w:t xml:space="preserve">.jpg </w:t>
      </w:r>
    </w:p>
    <w:p w14:paraId="0E59EE56" w14:textId="5A57BE51" w:rsidR="005E1468" w:rsidRPr="00D129AE" w:rsidRDefault="00840B31" w:rsidP="005E1468">
      <w:r>
        <w:t xml:space="preserve">Petra Dillmann, </w:t>
      </w:r>
      <w:r>
        <w:rPr>
          <w:rFonts w:cs="Arial"/>
          <w:szCs w:val="20"/>
        </w:rPr>
        <w:t>„</w:t>
      </w:r>
      <w:r w:rsidRPr="00D338BC">
        <w:rPr>
          <w:rFonts w:cs="Arial"/>
          <w:szCs w:val="20"/>
        </w:rPr>
        <w:t>Autism Association</w:t>
      </w:r>
      <w:r>
        <w:rPr>
          <w:rFonts w:cs="Arial"/>
          <w:szCs w:val="20"/>
        </w:rPr>
        <w:t xml:space="preserve"> of Namibia“, und ihr Mitarbeiter</w:t>
      </w:r>
      <w:r>
        <w:t xml:space="preserve"> freuen sich über die von SIEGENIA gespendeten Hemden</w:t>
      </w:r>
      <w:r>
        <w:rPr>
          <w:rFonts w:cs="Arial"/>
          <w:szCs w:val="20"/>
        </w:rPr>
        <w:t xml:space="preserve">. </w:t>
      </w:r>
    </w:p>
    <w:p w14:paraId="2B190A79" w14:textId="77777777" w:rsidR="005E1468" w:rsidRDefault="005E1468" w:rsidP="005E1468"/>
    <w:p w14:paraId="7AB38464" w14:textId="490BD156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FF58F6">
        <w:rPr>
          <w:bCs/>
          <w:i/>
        </w:rPr>
        <w:t>PW_Spende für Namibia_2</w:t>
      </w:r>
      <w:r w:rsidRPr="00D129AE">
        <w:rPr>
          <w:bCs/>
          <w:i/>
        </w:rPr>
        <w:t xml:space="preserve">.jpg </w:t>
      </w:r>
    </w:p>
    <w:p w14:paraId="53EAF89F" w14:textId="7A2A78F8" w:rsidR="005E1468" w:rsidRPr="00D129AE" w:rsidRDefault="00840B31" w:rsidP="005E1468">
      <w:r>
        <w:t xml:space="preserve">Durch den Verkauf der </w:t>
      </w:r>
      <w:r w:rsidR="00FF58F6">
        <w:t xml:space="preserve">Hemden von </w:t>
      </w:r>
      <w:r>
        <w:t xml:space="preserve">SIEGENIA kann </w:t>
      </w:r>
      <w:r>
        <w:rPr>
          <w:rFonts w:cs="Arial"/>
          <w:szCs w:val="20"/>
        </w:rPr>
        <w:t>„</w:t>
      </w:r>
      <w:r w:rsidRPr="00D338BC">
        <w:rPr>
          <w:rFonts w:cs="Arial"/>
          <w:szCs w:val="20"/>
        </w:rPr>
        <w:t>Autism Association</w:t>
      </w:r>
      <w:r>
        <w:rPr>
          <w:rFonts w:cs="Arial"/>
          <w:szCs w:val="20"/>
        </w:rPr>
        <w:t xml:space="preserve"> of Namibia“ Menschen in einer schwierigen Lebenssituation </w:t>
      </w:r>
      <w:r w:rsidR="00E81CA8">
        <w:rPr>
          <w:rFonts w:cs="Arial"/>
          <w:szCs w:val="20"/>
        </w:rPr>
        <w:t>wertvolle Unterstützung geben.</w:t>
      </w:r>
    </w:p>
    <w:p w14:paraId="7850D52F" w14:textId="77777777" w:rsidR="005E1468" w:rsidRDefault="005E1468" w:rsidP="005E1468"/>
    <w:p w14:paraId="500F5BB7" w14:textId="6715FE3C" w:rsidR="008D7633" w:rsidRPr="00ED6392" w:rsidRDefault="008D7633" w:rsidP="008D7633"/>
    <w:p w14:paraId="783E6E31" w14:textId="77777777" w:rsidR="008D7633" w:rsidRDefault="008D7633" w:rsidP="008D7633">
      <w:pPr>
        <w:rPr>
          <w:szCs w:val="20"/>
        </w:rPr>
      </w:pPr>
    </w:p>
    <w:p w14:paraId="0E165187" w14:textId="452949AA" w:rsidR="008D7633" w:rsidRPr="00E14DD8" w:rsidRDefault="008D7633" w:rsidP="008D7633">
      <w:pPr>
        <w:rPr>
          <w:szCs w:val="20"/>
        </w:rPr>
      </w:pPr>
    </w:p>
    <w:p w14:paraId="0942681C" w14:textId="11BDC046" w:rsidR="008D7633" w:rsidRDefault="008D7633" w:rsidP="008D7633">
      <w:pPr>
        <w:rPr>
          <w:szCs w:val="20"/>
        </w:rPr>
      </w:pPr>
    </w:p>
    <w:p w14:paraId="3785FB2C" w14:textId="430F1BE9" w:rsidR="00516C96" w:rsidRDefault="00516C96" w:rsidP="008D7633">
      <w:pPr>
        <w:rPr>
          <w:szCs w:val="20"/>
        </w:rPr>
      </w:pPr>
    </w:p>
    <w:p w14:paraId="35AE95A8" w14:textId="04A812E8" w:rsidR="00516C96" w:rsidRDefault="00516C96" w:rsidP="008D7633">
      <w:pPr>
        <w:rPr>
          <w:szCs w:val="20"/>
        </w:rPr>
      </w:pPr>
    </w:p>
    <w:p w14:paraId="3EEA00A2" w14:textId="2279F3D6" w:rsidR="00516C96" w:rsidRDefault="00516C96" w:rsidP="008D7633">
      <w:pPr>
        <w:rPr>
          <w:szCs w:val="20"/>
        </w:rPr>
      </w:pPr>
    </w:p>
    <w:p w14:paraId="3B8C2159" w14:textId="2B282203" w:rsidR="00516C96" w:rsidRDefault="00516C96" w:rsidP="008D7633">
      <w:pPr>
        <w:rPr>
          <w:szCs w:val="20"/>
        </w:rPr>
      </w:pPr>
    </w:p>
    <w:p w14:paraId="3DAD91E0" w14:textId="77777777" w:rsidR="00516C96" w:rsidRPr="00E14DD8" w:rsidRDefault="00516C96" w:rsidP="008D7633">
      <w:pPr>
        <w:rPr>
          <w:szCs w:val="20"/>
        </w:rPr>
      </w:pPr>
    </w:p>
    <w:p w14:paraId="53A0B943" w14:textId="77777777" w:rsidR="008D7633" w:rsidRPr="00E14DD8" w:rsidRDefault="008D7633" w:rsidP="008D7633">
      <w:pPr>
        <w:rPr>
          <w:szCs w:val="20"/>
        </w:rPr>
      </w:pPr>
    </w:p>
    <w:p w14:paraId="57F016EE" w14:textId="77777777" w:rsidR="008D7633" w:rsidRPr="00E14DD8" w:rsidRDefault="008D7633" w:rsidP="008D7633">
      <w:pPr>
        <w:rPr>
          <w:szCs w:val="20"/>
        </w:rPr>
      </w:pPr>
    </w:p>
    <w:p w14:paraId="30AC8F4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0CEC1F7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700DF45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2782436B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4B61222F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68693565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2732591B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51912C7C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9647C6B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2F05F9E0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134FDA8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97EF97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1735C35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0494C55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A636C6D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334378ED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3E82E215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3E280C22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166394A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69B0838D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33B3B6DA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07AA1FD" w14:textId="693AD6A1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516C96">
              <w:t>1</w:t>
            </w:r>
          </w:p>
          <w:p w14:paraId="4BA523C0" w14:textId="55A31996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516C96">
              <w:t>1</w:t>
            </w:r>
            <w:r w:rsidR="00FF58F6">
              <w:t>63</w:t>
            </w:r>
          </w:p>
          <w:p w14:paraId="19596979" w14:textId="296561DB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516C96">
              <w:t>1</w:t>
            </w:r>
            <w:r>
              <w:t>.1</w:t>
            </w:r>
            <w:r w:rsidR="00FF58F6">
              <w:t>95</w:t>
            </w:r>
            <w:r w:rsidRPr="00C33A1F">
              <w:br/>
              <w:t>(mit Leerzeichen)</w:t>
            </w:r>
          </w:p>
          <w:p w14:paraId="16300FF1" w14:textId="77777777" w:rsidR="008D7633" w:rsidRDefault="008D7633" w:rsidP="007A5EB4">
            <w:pPr>
              <w:pStyle w:val="Formatvorlage2"/>
            </w:pPr>
          </w:p>
          <w:p w14:paraId="4CE040E1" w14:textId="78E13305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FF58F6">
              <w:t>6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FF58F6">
              <w:t>1</w:t>
            </w:r>
          </w:p>
          <w:p w14:paraId="5225D7A5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34C753E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F3DF3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DEB196A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505896" w14:textId="77777777" w:rsidR="004D13BC" w:rsidRDefault="004D13BC">
      <w:r>
        <w:separator/>
      </w:r>
    </w:p>
  </w:endnote>
  <w:endnote w:type="continuationSeparator" w:id="0">
    <w:p w14:paraId="3DD5BAA5" w14:textId="77777777" w:rsidR="004D13BC" w:rsidRDefault="004D1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0CA42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3B64A" w14:textId="77777777" w:rsidR="004D13BC" w:rsidRDefault="004D13BC">
      <w:r>
        <w:separator/>
      </w:r>
    </w:p>
  </w:footnote>
  <w:footnote w:type="continuationSeparator" w:id="0">
    <w:p w14:paraId="79E6AF6B" w14:textId="77777777" w:rsidR="004D13BC" w:rsidRDefault="004D1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E1F14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4401188" wp14:editId="78ED3CA2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B09"/>
    <w:rsid w:val="000024D9"/>
    <w:rsid w:val="00003256"/>
    <w:rsid w:val="0001449A"/>
    <w:rsid w:val="0001520C"/>
    <w:rsid w:val="00026907"/>
    <w:rsid w:val="00040EB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0F6825"/>
    <w:rsid w:val="001025BB"/>
    <w:rsid w:val="0010792E"/>
    <w:rsid w:val="001128F1"/>
    <w:rsid w:val="00122F20"/>
    <w:rsid w:val="00122FEC"/>
    <w:rsid w:val="00137BD1"/>
    <w:rsid w:val="00145B48"/>
    <w:rsid w:val="001529E6"/>
    <w:rsid w:val="00156B0C"/>
    <w:rsid w:val="00166476"/>
    <w:rsid w:val="00166FB7"/>
    <w:rsid w:val="00171BA5"/>
    <w:rsid w:val="00171C51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C058B"/>
    <w:rsid w:val="004C4FDA"/>
    <w:rsid w:val="004C503A"/>
    <w:rsid w:val="004D13BC"/>
    <w:rsid w:val="004E057A"/>
    <w:rsid w:val="004E2322"/>
    <w:rsid w:val="004E2BD7"/>
    <w:rsid w:val="004E3AF9"/>
    <w:rsid w:val="00510191"/>
    <w:rsid w:val="00516C96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179FA"/>
    <w:rsid w:val="00730E66"/>
    <w:rsid w:val="007348BD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5D29"/>
    <w:rsid w:val="008171AF"/>
    <w:rsid w:val="0083465B"/>
    <w:rsid w:val="00835351"/>
    <w:rsid w:val="008366E0"/>
    <w:rsid w:val="00840B31"/>
    <w:rsid w:val="008429DC"/>
    <w:rsid w:val="0085079E"/>
    <w:rsid w:val="00852D9D"/>
    <w:rsid w:val="00853823"/>
    <w:rsid w:val="00857800"/>
    <w:rsid w:val="0086386E"/>
    <w:rsid w:val="00871847"/>
    <w:rsid w:val="008808A5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D7CF2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20B09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81CA8"/>
    <w:rsid w:val="00E954AC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902B4"/>
    <w:rsid w:val="00FA07A1"/>
    <w:rsid w:val="00FA3E25"/>
    <w:rsid w:val="00FB5A18"/>
    <w:rsid w:val="00FC40CA"/>
    <w:rsid w:val="00FD07B9"/>
    <w:rsid w:val="00FD182E"/>
    <w:rsid w:val="00FE1822"/>
    <w:rsid w:val="00FE1C52"/>
    <w:rsid w:val="00FE226B"/>
    <w:rsid w:val="00FE3AB9"/>
    <w:rsid w:val="00FF051D"/>
    <w:rsid w:val="00FF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C1E2CF9"/>
  <w15:docId w15:val="{B37AC226-4109-4A58-9609-4E7CCCE76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styleId="KeinLeerraum">
    <w:name w:val="No Spacing"/>
    <w:uiPriority w:val="1"/>
    <w:qFormat/>
    <w:rsid w:val="00D20B0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315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2297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2</cp:revision>
  <cp:lastPrinted>2007-09-03T14:44:00Z</cp:lastPrinted>
  <dcterms:created xsi:type="dcterms:W3CDTF">2021-03-26T10:33:00Z</dcterms:created>
  <dcterms:modified xsi:type="dcterms:W3CDTF">2021-03-26T10:33:00Z</dcterms:modified>
</cp:coreProperties>
</file>