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D4996" w14:textId="35630858" w:rsidR="00EC7FE5" w:rsidRDefault="00987ACB" w:rsidP="005E1468">
      <w:pPr>
        <w:pStyle w:val="berschrift2"/>
      </w:pPr>
      <w:r>
        <w:t xml:space="preserve">Neue ECO PASS-Profilvariante </w:t>
      </w:r>
      <w:r>
        <w:br/>
        <w:t xml:space="preserve">für Deceuninck </w:t>
      </w:r>
      <w:r w:rsidR="003A56F9">
        <w:t xml:space="preserve">von SIEGENIA </w:t>
      </w:r>
    </w:p>
    <w:p w14:paraId="178E7BA9" w14:textId="5C04A5C4" w:rsidR="003A56F9" w:rsidRDefault="003802D0" w:rsidP="003A56F9">
      <w:pPr>
        <w:pStyle w:val="berschrift4"/>
      </w:pPr>
      <w:r w:rsidRPr="00AE7ABF">
        <w:t>Verarbeiter</w:t>
      </w:r>
      <w:r>
        <w:t xml:space="preserve"> </w:t>
      </w:r>
      <w:r w:rsidR="00EA0379">
        <w:t xml:space="preserve">können </w:t>
      </w:r>
      <w:r>
        <w:t xml:space="preserve">jetzt </w:t>
      </w:r>
      <w:r w:rsidR="0077250B">
        <w:t>aus</w:t>
      </w:r>
      <w:r>
        <w:t xml:space="preserve"> 1</w:t>
      </w:r>
      <w:r w:rsidR="002B2BA6">
        <w:t>2</w:t>
      </w:r>
      <w:r>
        <w:t xml:space="preserve"> </w:t>
      </w:r>
      <w:r w:rsidR="0077250B">
        <w:t>Kunststoff-</w:t>
      </w:r>
      <w:r>
        <w:t>Profilsystemen</w:t>
      </w:r>
      <w:r w:rsidR="00EA0379" w:rsidRPr="00EA0379">
        <w:t xml:space="preserve"> </w:t>
      </w:r>
      <w:r w:rsidR="00EA0379">
        <w:t>wählen</w:t>
      </w:r>
    </w:p>
    <w:p w14:paraId="333209B4" w14:textId="1F12850C" w:rsidR="004F2B92" w:rsidRDefault="004F2B92" w:rsidP="002C7453"/>
    <w:p w14:paraId="379AD4EA" w14:textId="5BB22BEC" w:rsidR="003A56F9" w:rsidRDefault="00E615E5" w:rsidP="003A56F9">
      <w:r>
        <w:t xml:space="preserve">SIEGENIA bietet eine neue Variante für ECO PASS an: Ab sofort ist auch das Profilsystem Deceuninck HS 476 mit der Bodenschwelle kombinierbar. </w:t>
      </w:r>
      <w:r w:rsidR="009C3D00">
        <w:t xml:space="preserve">Das gibt Verarbeitern ein hohes Maß an Flexibilität. Insgesamt erweitert das Unternehmen sein ECO PASS-Portfolio damit auf neun Kunststoff-Systemhäuser mit </w:t>
      </w:r>
      <w:r w:rsidR="009C3D00" w:rsidRPr="002B2BA6">
        <w:t>1</w:t>
      </w:r>
      <w:r w:rsidR="002B2BA6" w:rsidRPr="002B2BA6">
        <w:t>2</w:t>
      </w:r>
      <w:r w:rsidR="009C3D00">
        <w:t xml:space="preserve"> Profilsystemen. </w:t>
      </w:r>
    </w:p>
    <w:p w14:paraId="49E6F61D" w14:textId="1F9A250C" w:rsidR="003A56F9" w:rsidRDefault="003A56F9" w:rsidP="003A56F9"/>
    <w:p w14:paraId="5CA93EA9" w14:textId="4E612D1B" w:rsidR="00D00F16" w:rsidRDefault="004C45BD" w:rsidP="003A56F9">
      <w:r>
        <w:t xml:space="preserve">Bei der Entwicklung der Bodenschwelle für das </w:t>
      </w:r>
      <w:r w:rsidR="008A48B9">
        <w:t>S</w:t>
      </w:r>
      <w:r>
        <w:t xml:space="preserve">ystem Deceuninck </w:t>
      </w:r>
      <w:r w:rsidRPr="002B2BA6">
        <w:t>HS</w:t>
      </w:r>
      <w:r w:rsidR="0077250B">
        <w:t xml:space="preserve"> </w:t>
      </w:r>
      <w:r w:rsidRPr="002B2BA6">
        <w:t>476</w:t>
      </w:r>
      <w:r>
        <w:t xml:space="preserve"> standen eine effiziente Montage und ein qualitativ hochwertiger </w:t>
      </w:r>
      <w:r w:rsidRPr="00603ABD">
        <w:t>Bauanschluss</w:t>
      </w:r>
      <w:r>
        <w:t xml:space="preserve"> im Fokus. Zum einen wurde ECO PASS </w:t>
      </w:r>
      <w:r w:rsidR="00A40C61">
        <w:t xml:space="preserve">hierzu </w:t>
      </w:r>
      <w:r>
        <w:t xml:space="preserve">auf die Kompatibilität mit der Schnellmontage-Möglichkeit </w:t>
      </w:r>
      <w:r w:rsidR="00443451">
        <w:t>des</w:t>
      </w:r>
      <w:r>
        <w:t xml:space="preserve"> </w:t>
      </w:r>
      <w:r w:rsidR="00A40C61">
        <w:t>Profils</w:t>
      </w:r>
      <w:r>
        <w:t>ystem</w:t>
      </w:r>
      <w:r w:rsidR="00443451">
        <w:t>s</w:t>
      </w:r>
      <w:r>
        <w:t xml:space="preserve"> ausgelegt. Bodenschwelle und Rahmen </w:t>
      </w:r>
      <w:r w:rsidR="0077250B">
        <w:t xml:space="preserve">lassen sich </w:t>
      </w:r>
      <w:r w:rsidR="00E615E5">
        <w:t xml:space="preserve">damit auf der Baustelle </w:t>
      </w:r>
      <w:r>
        <w:t>schnell und einfach zusammenfügen. Ein</w:t>
      </w:r>
      <w:r w:rsidR="000845DF">
        <w:t xml:space="preserve">fache </w:t>
      </w:r>
      <w:r>
        <w:t>Fertigungsprozesse entsteh</w:t>
      </w:r>
      <w:r w:rsidR="000845DF">
        <w:t>en zudem</w:t>
      </w:r>
      <w:r>
        <w:t xml:space="preserve"> durch die optionale Vorkonfektionierung mithilfe der </w:t>
      </w:r>
      <w:r w:rsidR="00A40C61">
        <w:t xml:space="preserve">COMFORT UNIT. </w:t>
      </w:r>
      <w:r w:rsidR="00D00F16">
        <w:t xml:space="preserve">Diese erlaubt </w:t>
      </w:r>
      <w:r w:rsidR="0077250B">
        <w:t>Verarbeitern</w:t>
      </w:r>
      <w:r w:rsidR="00D00F16">
        <w:t xml:space="preserve"> den Bezug sämtlicher Komponenten</w:t>
      </w:r>
      <w:r w:rsidR="00987ACB">
        <w:t xml:space="preserve"> </w:t>
      </w:r>
      <w:r w:rsidR="00D00F16">
        <w:t>zur Abwicklung eines Auftrags in Form von leistungsstarken Komplettpaketen. Sämtliche Bauteile werden hierzu passgenau zugeschnitten und vorgebohrt</w:t>
      </w:r>
      <w:r w:rsidR="00987ACB">
        <w:t xml:space="preserve">, die </w:t>
      </w:r>
      <w:r w:rsidR="00D00F16">
        <w:t xml:space="preserve">Lieferung erfolgt </w:t>
      </w:r>
      <w:r w:rsidR="00443451">
        <w:t>vollständig</w:t>
      </w:r>
      <w:r w:rsidR="00D00F16">
        <w:t xml:space="preserve"> vormontiert. </w:t>
      </w:r>
    </w:p>
    <w:p w14:paraId="38590B86" w14:textId="77777777" w:rsidR="00D00F16" w:rsidRDefault="00D00F16" w:rsidP="003A56F9"/>
    <w:p w14:paraId="141169A6" w14:textId="72FC5A68" w:rsidR="003A56F9" w:rsidRDefault="00A40C61" w:rsidP="003A56F9">
      <w:r>
        <w:t xml:space="preserve">Darüber hinaus </w:t>
      </w:r>
      <w:r w:rsidR="008A48B9">
        <w:t xml:space="preserve">überzeugt die neue Lösung von </w:t>
      </w:r>
      <w:r>
        <w:t xml:space="preserve">SIEGENIA </w:t>
      </w:r>
      <w:r w:rsidR="00987ACB">
        <w:t>für Deceuninck HS</w:t>
      </w:r>
      <w:r w:rsidR="0077250B">
        <w:t xml:space="preserve"> </w:t>
      </w:r>
      <w:r w:rsidR="00987ACB">
        <w:t xml:space="preserve">476 </w:t>
      </w:r>
      <w:r w:rsidR="008A48B9">
        <w:t xml:space="preserve">beim Thema </w:t>
      </w:r>
      <w:r w:rsidR="008A48B9" w:rsidRPr="0077250B">
        <w:t>Baua</w:t>
      </w:r>
      <w:r w:rsidR="0077250B" w:rsidRPr="0077250B">
        <w:t>bdichtung</w:t>
      </w:r>
      <w:r w:rsidR="008A48B9">
        <w:t>: D</w:t>
      </w:r>
      <w:r w:rsidR="004C45BD">
        <w:t xml:space="preserve">urch die Bereitstellung eines </w:t>
      </w:r>
      <w:r>
        <w:t xml:space="preserve">großen </w:t>
      </w:r>
      <w:r w:rsidR="004C45BD">
        <w:t xml:space="preserve">Spektrums an optionalen </w:t>
      </w:r>
      <w:r w:rsidR="008A48B9">
        <w:t>Ans</w:t>
      </w:r>
      <w:r w:rsidR="004C45BD">
        <w:t xml:space="preserve">chlusskomponenten </w:t>
      </w:r>
      <w:r w:rsidR="008A48B9">
        <w:t>schafft das Unternehmen die</w:t>
      </w:r>
      <w:r w:rsidR="004C45BD">
        <w:t xml:space="preserve"> Voraussetzungen </w:t>
      </w:r>
      <w:r>
        <w:t xml:space="preserve">zur </w:t>
      </w:r>
      <w:r w:rsidR="004C45BD">
        <w:t>einfache</w:t>
      </w:r>
      <w:r>
        <w:t>n</w:t>
      </w:r>
      <w:r w:rsidR="004C45BD">
        <w:t>, fachgerechte</w:t>
      </w:r>
      <w:r>
        <w:t xml:space="preserve">n </w:t>
      </w:r>
      <w:r w:rsidR="004C45BD">
        <w:t xml:space="preserve">Umsetzung </w:t>
      </w:r>
      <w:r>
        <w:t xml:space="preserve">und </w:t>
      </w:r>
      <w:r w:rsidR="00443451">
        <w:t xml:space="preserve">für </w:t>
      </w:r>
      <w:r w:rsidR="004C45BD">
        <w:t xml:space="preserve">erstklassige Ergebnisse. </w:t>
      </w:r>
    </w:p>
    <w:p w14:paraId="1E104684" w14:textId="504E7EAC" w:rsidR="003A56F9" w:rsidRPr="00E156D1" w:rsidRDefault="003A56F9" w:rsidP="003A56F9">
      <w:pPr>
        <w:pStyle w:val="berschrift4"/>
      </w:pPr>
      <w:r>
        <w:t>Per Mausklick komfortabel und fehlerfrei bestellen</w:t>
      </w:r>
    </w:p>
    <w:p w14:paraId="5C373F52" w14:textId="0EB69FC8" w:rsidR="00022E77" w:rsidRDefault="002C7453" w:rsidP="002C7453">
      <w:r>
        <w:t xml:space="preserve">Beschlagkomponenten und Bodenschwellen für Hebe-Schiebe-Elemente einfach, schnell und übersichtlich </w:t>
      </w:r>
      <w:r w:rsidR="00560E99">
        <w:t>bestellen: Der Onlineshop von SIEGENIA mit Konfigurator für die COMFORT UNIT macht die auftragsbezogene Bestellung äußerst komfortabel</w:t>
      </w:r>
      <w:r>
        <w:t xml:space="preserve">. </w:t>
      </w:r>
      <w:r w:rsidR="00D00F16">
        <w:t>Das schließt auch die neue Lösung für das Profilsystem Deceuninck HS</w:t>
      </w:r>
      <w:r w:rsidR="0077250B">
        <w:t xml:space="preserve"> </w:t>
      </w:r>
      <w:r w:rsidR="00D00F16">
        <w:t xml:space="preserve">476 ein. </w:t>
      </w:r>
      <w:r>
        <w:t xml:space="preserve">Als erstes Unternehmen der Branche </w:t>
      </w:r>
      <w:r w:rsidR="00560E99">
        <w:t>stellt</w:t>
      </w:r>
      <w:r>
        <w:t xml:space="preserve"> SIEGENIA Verarbeitern </w:t>
      </w:r>
      <w:r w:rsidR="00560E99">
        <w:t xml:space="preserve">bereits seit knapp zwei Jahren </w:t>
      </w:r>
      <w:r>
        <w:t>die Möglichkeit</w:t>
      </w:r>
      <w:r w:rsidR="00560E99">
        <w:t xml:space="preserve"> zur Verfügung</w:t>
      </w:r>
      <w:r>
        <w:t>, Bestellungen auf digitalem Weg zu erledigen</w:t>
      </w:r>
      <w:r w:rsidRPr="00095B66">
        <w:t>.</w:t>
      </w:r>
      <w:r>
        <w:t xml:space="preserve"> </w:t>
      </w:r>
    </w:p>
    <w:p w14:paraId="27803B87" w14:textId="77777777" w:rsidR="00D00F16" w:rsidRDefault="00D00F16" w:rsidP="00FC460B"/>
    <w:p w14:paraId="33DA447A" w14:textId="56252E95" w:rsidR="00CE0672" w:rsidRDefault="00560E99" w:rsidP="00FC460B">
      <w:r>
        <w:lastRenderedPageBreak/>
        <w:t>Dabei bietet d</w:t>
      </w:r>
      <w:r w:rsidR="009154E6">
        <w:t>er</w:t>
      </w:r>
      <w:r w:rsidR="00FC460B">
        <w:t xml:space="preserve"> Online</w:t>
      </w:r>
      <w:r w:rsidR="00DB581A" w:rsidRPr="00095B66">
        <w:t>s</w:t>
      </w:r>
      <w:r w:rsidR="00FC460B">
        <w:t xml:space="preserve">hop </w:t>
      </w:r>
      <w:r w:rsidR="00A62DC7">
        <w:t>spürbaren Mehrwert</w:t>
      </w:r>
      <w:r>
        <w:t xml:space="preserve"> – so z. B</w:t>
      </w:r>
      <w:r w:rsidR="00443451">
        <w:t>.</w:t>
      </w:r>
      <w:r>
        <w:t xml:space="preserve"> durch die </w:t>
      </w:r>
      <w:r w:rsidR="000D044E">
        <w:t>schnelle</w:t>
      </w:r>
      <w:r>
        <w:t>,</w:t>
      </w:r>
      <w:r w:rsidR="000D044E">
        <w:t xml:space="preserve"> zuverlässige Auswahl der </w:t>
      </w:r>
      <w:r w:rsidR="00FC460B">
        <w:t>erforderlichen Komponenten per Mausklick</w:t>
      </w:r>
      <w:r w:rsidR="000D044E">
        <w:t xml:space="preserve"> </w:t>
      </w:r>
      <w:r>
        <w:t>und die</w:t>
      </w:r>
      <w:r w:rsidR="007E33BA">
        <w:t xml:space="preserve"> integrierte Plausibilitätsprüfung</w:t>
      </w:r>
      <w:r>
        <w:t>, die</w:t>
      </w:r>
      <w:r w:rsidR="007E33BA">
        <w:t xml:space="preserve"> </w:t>
      </w:r>
      <w:r w:rsidR="00FC460B">
        <w:t>das korrekte</w:t>
      </w:r>
      <w:r w:rsidR="00100E9E">
        <w:t xml:space="preserve"> und vollständige</w:t>
      </w:r>
      <w:r w:rsidR="00FC460B">
        <w:t xml:space="preserve"> Ausfüllen </w:t>
      </w:r>
      <w:r w:rsidR="001D2A8A">
        <w:t>der Variantenkonfiguration</w:t>
      </w:r>
      <w:r w:rsidR="00FC460B">
        <w:t xml:space="preserve"> sicher</w:t>
      </w:r>
      <w:r>
        <w:t>stellt</w:t>
      </w:r>
      <w:r w:rsidR="00FC460B">
        <w:t xml:space="preserve">. </w:t>
      </w:r>
      <w:r w:rsidR="00731ADD">
        <w:t>F</w:t>
      </w:r>
      <w:r w:rsidR="00731ADD" w:rsidRPr="00731ADD">
        <w:t>ür effiziente Prozesse und kurze Lieferzeiten</w:t>
      </w:r>
      <w:r w:rsidR="00731ADD">
        <w:t xml:space="preserve"> sorgt d</w:t>
      </w:r>
      <w:r w:rsidR="009154E6">
        <w:t>ie Übermittlung der</w:t>
      </w:r>
      <w:r w:rsidR="00731ADD">
        <w:t xml:space="preserve"> </w:t>
      </w:r>
      <w:r w:rsidR="00B14F36" w:rsidRPr="00731ADD">
        <w:t xml:space="preserve">Daten direkt </w:t>
      </w:r>
      <w:r w:rsidR="009154E6">
        <w:t>an</w:t>
      </w:r>
      <w:r w:rsidR="00B14F36" w:rsidRPr="00731ADD">
        <w:t xml:space="preserve"> </w:t>
      </w:r>
      <w:r w:rsidR="007E7D4A">
        <w:t>die</w:t>
      </w:r>
      <w:r w:rsidR="007E7D4A" w:rsidRPr="00731ADD">
        <w:t xml:space="preserve"> </w:t>
      </w:r>
      <w:r w:rsidR="00B14F36" w:rsidRPr="00731ADD">
        <w:t>Fertigung</w:t>
      </w:r>
      <w:r w:rsidR="009154E6">
        <w:t xml:space="preserve"> von SIEGENIA</w:t>
      </w:r>
      <w:r w:rsidR="00434E4D" w:rsidRPr="00731ADD">
        <w:t xml:space="preserve">. </w:t>
      </w:r>
      <w:r w:rsidR="00731ADD" w:rsidRPr="00731ADD">
        <w:t xml:space="preserve">Auch die Bestellabwicklung </w:t>
      </w:r>
      <w:r w:rsidR="009154E6">
        <w:t xml:space="preserve">mit </w:t>
      </w:r>
      <w:r w:rsidR="00FA64F7">
        <w:t>unterschiedlich</w:t>
      </w:r>
      <w:r w:rsidR="0064463B">
        <w:t>en</w:t>
      </w:r>
      <w:r w:rsidR="009154E6" w:rsidRPr="00731ADD">
        <w:t xml:space="preserve"> </w:t>
      </w:r>
      <w:r w:rsidR="009154E6">
        <w:t>Zahlungsarten</w:t>
      </w:r>
      <w:r w:rsidR="009154E6" w:rsidRPr="00731ADD">
        <w:t xml:space="preserve"> </w:t>
      </w:r>
      <w:r w:rsidR="00FA64F7">
        <w:t xml:space="preserve">ist </w:t>
      </w:r>
      <w:r w:rsidR="00731ADD" w:rsidRPr="00731ADD">
        <w:t>einfach und transparent</w:t>
      </w:r>
      <w:r w:rsidR="00FA64F7">
        <w:t xml:space="preserve">. </w:t>
      </w:r>
      <w:r w:rsidR="00FC460B">
        <w:t xml:space="preserve">Für Handlungssicherheit sorgt schließlich die Möglichkeit zur Online-Überprüfung des Bestellstatus. </w:t>
      </w:r>
    </w:p>
    <w:p w14:paraId="3B8AC75A" w14:textId="325EEC88" w:rsidR="00091343" w:rsidRDefault="00091343" w:rsidP="00EC7FE5"/>
    <w:p w14:paraId="6C874E69" w14:textId="170E821D" w:rsidR="005F3D5F" w:rsidRDefault="005F3D5F" w:rsidP="005E1468"/>
    <w:p w14:paraId="22A2575C" w14:textId="39073A66" w:rsidR="00091343" w:rsidRDefault="00091343" w:rsidP="005E1468"/>
    <w:p w14:paraId="65582408" w14:textId="4A425EAA" w:rsidR="00091343" w:rsidRDefault="00091343" w:rsidP="005E1468"/>
    <w:p w14:paraId="593D5C8F" w14:textId="77777777" w:rsidR="00443451" w:rsidRDefault="00443451" w:rsidP="005E1468"/>
    <w:p w14:paraId="6F5B8735" w14:textId="77777777" w:rsidR="00091343" w:rsidRDefault="00091343" w:rsidP="005E1468"/>
    <w:p w14:paraId="129C0272" w14:textId="77777777" w:rsidR="00D3510A" w:rsidRDefault="00D3510A" w:rsidP="005E1468"/>
    <w:p w14:paraId="1DD80D8E" w14:textId="1853CA1A" w:rsidR="005E1468" w:rsidRDefault="005E1468" w:rsidP="005A7C57">
      <w:pPr>
        <w:pStyle w:val="berschrift4"/>
      </w:pPr>
      <w:r>
        <w:t>Bildunterschrift</w:t>
      </w:r>
    </w:p>
    <w:p w14:paraId="048CBA5C" w14:textId="77777777" w:rsidR="002A7F37" w:rsidRDefault="002A7F37" w:rsidP="002A7F37">
      <w:r>
        <w:t>Bildquelle: SIEGENIA</w:t>
      </w:r>
    </w:p>
    <w:p w14:paraId="25D6109F" w14:textId="77777777" w:rsidR="002A7F37" w:rsidRPr="002A7F37" w:rsidRDefault="002A7F37" w:rsidP="002A7F37"/>
    <w:p w14:paraId="096EB073" w14:textId="0DCFBBBA" w:rsidR="00D62076" w:rsidRPr="00D129AE" w:rsidRDefault="005E1468" w:rsidP="00D62076">
      <w:pPr>
        <w:rPr>
          <w:bCs/>
          <w:i/>
        </w:rPr>
      </w:pPr>
      <w:r w:rsidRPr="00D129AE">
        <w:rPr>
          <w:bCs/>
          <w:i/>
        </w:rPr>
        <w:t>Motiv:</w:t>
      </w:r>
      <w:r w:rsidR="00D62076" w:rsidRPr="00D129AE">
        <w:rPr>
          <w:bCs/>
          <w:i/>
        </w:rPr>
        <w:t xml:space="preserve"> SI</w:t>
      </w:r>
      <w:r w:rsidR="00D62076">
        <w:rPr>
          <w:bCs/>
          <w:i/>
        </w:rPr>
        <w:t>E</w:t>
      </w:r>
      <w:r w:rsidR="00D62076" w:rsidRPr="00D129AE">
        <w:rPr>
          <w:bCs/>
          <w:i/>
        </w:rPr>
        <w:t>_</w:t>
      </w:r>
      <w:r w:rsidR="00D62076">
        <w:rPr>
          <w:bCs/>
          <w:i/>
        </w:rPr>
        <w:t>P</w:t>
      </w:r>
      <w:r w:rsidR="009B3EAA">
        <w:rPr>
          <w:bCs/>
          <w:i/>
        </w:rPr>
        <w:t>ORTAL</w:t>
      </w:r>
      <w:r w:rsidR="00D62076">
        <w:rPr>
          <w:bCs/>
          <w:i/>
        </w:rPr>
        <w:t>_</w:t>
      </w:r>
      <w:r w:rsidR="00987ACB">
        <w:rPr>
          <w:bCs/>
          <w:i/>
        </w:rPr>
        <w:t>HS</w:t>
      </w:r>
      <w:r w:rsidR="008B29C0">
        <w:rPr>
          <w:bCs/>
          <w:i/>
        </w:rPr>
        <w:t>_</w:t>
      </w:r>
      <w:r w:rsidR="00987ACB">
        <w:rPr>
          <w:bCs/>
          <w:i/>
        </w:rPr>
        <w:t>Eco Pass_Deceuninck</w:t>
      </w:r>
      <w:r w:rsidR="00D62076" w:rsidRPr="00D129AE">
        <w:rPr>
          <w:bCs/>
          <w:i/>
        </w:rPr>
        <w:t xml:space="preserve">.jpg </w:t>
      </w:r>
    </w:p>
    <w:p w14:paraId="4AF08AA6" w14:textId="7489A63B" w:rsidR="002B2BA6" w:rsidRPr="002B2BA6" w:rsidRDefault="002B2BA6" w:rsidP="002B2BA6">
      <w:r w:rsidRPr="002B2BA6">
        <w:t xml:space="preserve">Neu im Programm </w:t>
      </w:r>
      <w:r w:rsidR="000845DF">
        <w:t xml:space="preserve">von SIEGENIA </w:t>
      </w:r>
      <w:r w:rsidRPr="002B2BA6">
        <w:t>ist eine </w:t>
      </w:r>
      <w:r w:rsidR="000845DF">
        <w:t>ECO PASS-</w:t>
      </w:r>
      <w:r w:rsidRPr="002B2BA6">
        <w:t>Variante für das Profilsystem Deceuninck HS</w:t>
      </w:r>
      <w:r w:rsidR="0077250B">
        <w:t xml:space="preserve"> </w:t>
      </w:r>
      <w:r w:rsidRPr="002B2BA6">
        <w:t>476</w:t>
      </w:r>
      <w:r>
        <w:t xml:space="preserve">, das </w:t>
      </w:r>
      <w:r w:rsidRPr="002B2BA6">
        <w:t xml:space="preserve">sich durch </w:t>
      </w:r>
      <w:r w:rsidR="000845DF">
        <w:t>die Möglichkeit</w:t>
      </w:r>
      <w:r w:rsidRPr="002B2BA6">
        <w:t xml:space="preserve"> </w:t>
      </w:r>
      <w:r>
        <w:t xml:space="preserve">zur </w:t>
      </w:r>
      <w:r w:rsidRPr="002B2BA6">
        <w:t>Schnellmontage vor Ort aus</w:t>
      </w:r>
      <w:r>
        <w:t>zeichnet.</w:t>
      </w:r>
    </w:p>
    <w:p w14:paraId="0903E211" w14:textId="6BCA4EEF" w:rsidR="002B2BA6" w:rsidRDefault="002B2BA6" w:rsidP="002B2BA6"/>
    <w:p w14:paraId="4B430515" w14:textId="77777777" w:rsidR="00443451" w:rsidRPr="002B2BA6" w:rsidRDefault="00443451" w:rsidP="002B2BA6"/>
    <w:p w14:paraId="2CED90E6" w14:textId="451D63BB" w:rsidR="008D7633" w:rsidRPr="002B2BA6" w:rsidRDefault="008D7633" w:rsidP="008D7633"/>
    <w:p w14:paraId="1387DCC5" w14:textId="6D6E30AF" w:rsidR="00D62076" w:rsidRDefault="00D62076" w:rsidP="008D7633">
      <w:pPr>
        <w:rPr>
          <w:szCs w:val="20"/>
        </w:rPr>
      </w:pPr>
    </w:p>
    <w:p w14:paraId="374E9ACB" w14:textId="3D68EADC" w:rsidR="00C4057C" w:rsidRDefault="00C4057C" w:rsidP="008D7633">
      <w:pPr>
        <w:rPr>
          <w:szCs w:val="20"/>
        </w:rPr>
      </w:pPr>
    </w:p>
    <w:p w14:paraId="45924588" w14:textId="0747F1E5" w:rsidR="00C4057C" w:rsidRDefault="00C4057C" w:rsidP="008D7633">
      <w:pPr>
        <w:rPr>
          <w:szCs w:val="20"/>
        </w:rPr>
      </w:pPr>
    </w:p>
    <w:p w14:paraId="6E17A166" w14:textId="77777777" w:rsidR="000845DF" w:rsidRDefault="000845DF" w:rsidP="008D7633">
      <w:pPr>
        <w:rPr>
          <w:szCs w:val="20"/>
        </w:rPr>
      </w:pPr>
    </w:p>
    <w:p w14:paraId="3856DE32" w14:textId="759B808C" w:rsidR="00C4057C" w:rsidRDefault="00C4057C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8B71B0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A033E8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983A55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A6A55E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C6DE58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F0AE30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FB54B5A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918AF8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312EDB6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836623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963B99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D2CFB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F7833E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16B8E71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6444C03" w14:textId="6B7F69CB" w:rsidR="008D7633" w:rsidRPr="00C33A1F" w:rsidRDefault="00325C50" w:rsidP="007A5EB4">
            <w:pPr>
              <w:pStyle w:val="Formatvorlage2"/>
            </w:pPr>
            <w:r>
              <w:t>Am Milchbornbach 10</w:t>
            </w:r>
          </w:p>
          <w:p w14:paraId="0524C318" w14:textId="6E3F180A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 w:rsidR="00325C50">
              <w:t>429</w:t>
            </w:r>
            <w:r w:rsidRPr="00C33A1F">
              <w:t xml:space="preserve"> </w:t>
            </w:r>
            <w:r w:rsidR="00325C50">
              <w:t>Bergisch Gladbach</w:t>
            </w:r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325C50">
              <w:t>04</w:t>
            </w:r>
            <w:r w:rsidRPr="00C33A1F">
              <w:t xml:space="preserve"> 9</w:t>
            </w:r>
            <w:r w:rsidR="00325C50">
              <w:t>644808</w:t>
            </w:r>
          </w:p>
          <w:p w14:paraId="067242F6" w14:textId="77777777" w:rsidR="008D7633" w:rsidRPr="003B1557" w:rsidRDefault="0088698F" w:rsidP="007A5EB4">
            <w:pPr>
              <w:pStyle w:val="Formatvorlage2"/>
              <w:rPr>
                <w:lang w:val="it-IT"/>
              </w:rPr>
            </w:pPr>
            <w:r w:rsidRPr="003B1557">
              <w:rPr>
                <w:lang w:val="it-IT"/>
              </w:rPr>
              <w:t>E</w:t>
            </w:r>
            <w:r w:rsidR="008D7633" w:rsidRPr="003B1557">
              <w:rPr>
                <w:lang w:val="it-IT"/>
              </w:rPr>
              <w:t>-Mail: info@kemper-kommunikation.de</w:t>
            </w:r>
          </w:p>
          <w:p w14:paraId="687F81D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EA561A8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9A0659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9661991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CEF7CA2" w14:textId="79690FA6" w:rsidR="008D7633" w:rsidRPr="00300CE3" w:rsidRDefault="008D7633" w:rsidP="007A5EB4">
            <w:pPr>
              <w:pStyle w:val="Formatvorlage2"/>
            </w:pPr>
            <w:r w:rsidRPr="00300CE3">
              <w:t xml:space="preserve">Wörter: </w:t>
            </w:r>
            <w:r w:rsidR="00443451">
              <w:t>309</w:t>
            </w:r>
          </w:p>
          <w:p w14:paraId="7A8D2C17" w14:textId="60578E25" w:rsidR="008D7633" w:rsidRPr="00C33A1F" w:rsidRDefault="008D7633" w:rsidP="007A5EB4">
            <w:pPr>
              <w:pStyle w:val="Formatvorlage2"/>
            </w:pPr>
            <w:r w:rsidRPr="00300CE3">
              <w:t xml:space="preserve">Zeichen: </w:t>
            </w:r>
            <w:r w:rsidR="00443451">
              <w:t>2 475</w:t>
            </w:r>
            <w:r w:rsidRPr="00C33A1F">
              <w:br/>
              <w:t>(mit Leerzeichen)</w:t>
            </w:r>
          </w:p>
          <w:p w14:paraId="14E15503" w14:textId="77777777" w:rsidR="008D7633" w:rsidRDefault="008D7633" w:rsidP="007A5EB4">
            <w:pPr>
              <w:pStyle w:val="Formatvorlage2"/>
            </w:pPr>
          </w:p>
          <w:p w14:paraId="238701E0" w14:textId="1904E4CD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B3EAA">
              <w:t>0</w:t>
            </w:r>
            <w:r w:rsidR="00443451">
              <w:t>4</w:t>
            </w:r>
            <w:r>
              <w:t>.</w:t>
            </w:r>
            <w:r w:rsidR="00486878">
              <w:t>0</w:t>
            </w:r>
            <w:r w:rsidR="00C6524B">
              <w:t>2</w:t>
            </w:r>
            <w:r>
              <w:t>.20</w:t>
            </w:r>
            <w:r w:rsidR="00325C50">
              <w:t>2</w:t>
            </w:r>
            <w:r w:rsidR="00C6524B">
              <w:t>1</w:t>
            </w:r>
          </w:p>
          <w:p w14:paraId="0D5FA12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07CE30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4DA0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21E955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14D57" w14:textId="77777777" w:rsidR="000172F9" w:rsidRDefault="000172F9">
      <w:r>
        <w:separator/>
      </w:r>
    </w:p>
  </w:endnote>
  <w:endnote w:type="continuationSeparator" w:id="0">
    <w:p w14:paraId="5716BB4A" w14:textId="77777777" w:rsidR="000172F9" w:rsidRDefault="0001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22199" w14:textId="77777777" w:rsidR="008A48B9" w:rsidRDefault="008A48B9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48217" w14:textId="77777777" w:rsidR="000172F9" w:rsidRDefault="000172F9">
      <w:r>
        <w:separator/>
      </w:r>
    </w:p>
  </w:footnote>
  <w:footnote w:type="continuationSeparator" w:id="0">
    <w:p w14:paraId="65A7E4E4" w14:textId="77777777" w:rsidR="000172F9" w:rsidRDefault="00017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DA6FC" w14:textId="77777777" w:rsidR="008A48B9" w:rsidRDefault="008A48B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2DB88CE" wp14:editId="0B1C153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10CD"/>
    <w:multiLevelType w:val="hybridMultilevel"/>
    <w:tmpl w:val="AA4471DE"/>
    <w:lvl w:ilvl="0" w:tplc="83C0DD1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ED9C1484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F7CF6"/>
    <w:multiLevelType w:val="hybridMultilevel"/>
    <w:tmpl w:val="6D3AAC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84F1F"/>
    <w:multiLevelType w:val="hybridMultilevel"/>
    <w:tmpl w:val="46B28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36258"/>
    <w:multiLevelType w:val="hybridMultilevel"/>
    <w:tmpl w:val="5E80CA8C"/>
    <w:lvl w:ilvl="0" w:tplc="D400939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60B"/>
    <w:rsid w:val="000024D9"/>
    <w:rsid w:val="00003256"/>
    <w:rsid w:val="0001449A"/>
    <w:rsid w:val="0001520C"/>
    <w:rsid w:val="000172F9"/>
    <w:rsid w:val="00022E77"/>
    <w:rsid w:val="00026907"/>
    <w:rsid w:val="00027C65"/>
    <w:rsid w:val="00027E37"/>
    <w:rsid w:val="00040EBF"/>
    <w:rsid w:val="000532E5"/>
    <w:rsid w:val="00064165"/>
    <w:rsid w:val="000675C7"/>
    <w:rsid w:val="00080EEE"/>
    <w:rsid w:val="000845DF"/>
    <w:rsid w:val="00090045"/>
    <w:rsid w:val="00091343"/>
    <w:rsid w:val="00095303"/>
    <w:rsid w:val="00095B66"/>
    <w:rsid w:val="000A1DF0"/>
    <w:rsid w:val="000A5CA3"/>
    <w:rsid w:val="000B2E34"/>
    <w:rsid w:val="000D044E"/>
    <w:rsid w:val="000D0C02"/>
    <w:rsid w:val="000D2A27"/>
    <w:rsid w:val="000D4874"/>
    <w:rsid w:val="000D7692"/>
    <w:rsid w:val="000E424C"/>
    <w:rsid w:val="000F2936"/>
    <w:rsid w:val="000F565C"/>
    <w:rsid w:val="000F67C4"/>
    <w:rsid w:val="00100E9E"/>
    <w:rsid w:val="001025BB"/>
    <w:rsid w:val="0010792E"/>
    <w:rsid w:val="001128F1"/>
    <w:rsid w:val="0011715C"/>
    <w:rsid w:val="00122A1A"/>
    <w:rsid w:val="00122F20"/>
    <w:rsid w:val="001262FC"/>
    <w:rsid w:val="00137BD1"/>
    <w:rsid w:val="00145B48"/>
    <w:rsid w:val="001529E6"/>
    <w:rsid w:val="00156B0C"/>
    <w:rsid w:val="00166476"/>
    <w:rsid w:val="00166FB7"/>
    <w:rsid w:val="00171C51"/>
    <w:rsid w:val="0017444A"/>
    <w:rsid w:val="001746D6"/>
    <w:rsid w:val="001757AA"/>
    <w:rsid w:val="00183989"/>
    <w:rsid w:val="0019420E"/>
    <w:rsid w:val="00195419"/>
    <w:rsid w:val="001B7003"/>
    <w:rsid w:val="001C39FF"/>
    <w:rsid w:val="001D1C7F"/>
    <w:rsid w:val="001D26E4"/>
    <w:rsid w:val="001D2A8A"/>
    <w:rsid w:val="001D3E3B"/>
    <w:rsid w:val="001D559B"/>
    <w:rsid w:val="001D7D69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198F"/>
    <w:rsid w:val="002A202C"/>
    <w:rsid w:val="002A7F37"/>
    <w:rsid w:val="002B2BA6"/>
    <w:rsid w:val="002B5884"/>
    <w:rsid w:val="002B6946"/>
    <w:rsid w:val="002C00E2"/>
    <w:rsid w:val="002C36FE"/>
    <w:rsid w:val="002C5A66"/>
    <w:rsid w:val="002C6D41"/>
    <w:rsid w:val="002C7453"/>
    <w:rsid w:val="002D228D"/>
    <w:rsid w:val="002D442D"/>
    <w:rsid w:val="002D636C"/>
    <w:rsid w:val="002E48B5"/>
    <w:rsid w:val="002E59D6"/>
    <w:rsid w:val="002F18BB"/>
    <w:rsid w:val="002F466F"/>
    <w:rsid w:val="00300CE3"/>
    <w:rsid w:val="0031150D"/>
    <w:rsid w:val="003136F5"/>
    <w:rsid w:val="0032191E"/>
    <w:rsid w:val="00324F84"/>
    <w:rsid w:val="003255B7"/>
    <w:rsid w:val="00325C50"/>
    <w:rsid w:val="00326F7E"/>
    <w:rsid w:val="00342354"/>
    <w:rsid w:val="00350ACA"/>
    <w:rsid w:val="003514C3"/>
    <w:rsid w:val="00357C43"/>
    <w:rsid w:val="00364DEF"/>
    <w:rsid w:val="00367D5E"/>
    <w:rsid w:val="00375A48"/>
    <w:rsid w:val="003802D0"/>
    <w:rsid w:val="0038244F"/>
    <w:rsid w:val="0038276B"/>
    <w:rsid w:val="0038499F"/>
    <w:rsid w:val="003914C5"/>
    <w:rsid w:val="00392D5F"/>
    <w:rsid w:val="003A1BA5"/>
    <w:rsid w:val="003A56F9"/>
    <w:rsid w:val="003B1557"/>
    <w:rsid w:val="003B4159"/>
    <w:rsid w:val="003D61A2"/>
    <w:rsid w:val="003E0D26"/>
    <w:rsid w:val="003E378F"/>
    <w:rsid w:val="003E69FC"/>
    <w:rsid w:val="004176D4"/>
    <w:rsid w:val="00420F79"/>
    <w:rsid w:val="00423D27"/>
    <w:rsid w:val="004333E8"/>
    <w:rsid w:val="00434E4D"/>
    <w:rsid w:val="0044187A"/>
    <w:rsid w:val="00443451"/>
    <w:rsid w:val="00446899"/>
    <w:rsid w:val="00447689"/>
    <w:rsid w:val="0046235C"/>
    <w:rsid w:val="004629AD"/>
    <w:rsid w:val="004806AF"/>
    <w:rsid w:val="00480A50"/>
    <w:rsid w:val="00486878"/>
    <w:rsid w:val="004A4FB6"/>
    <w:rsid w:val="004B62AB"/>
    <w:rsid w:val="004B661B"/>
    <w:rsid w:val="004C45BD"/>
    <w:rsid w:val="004C4FDA"/>
    <w:rsid w:val="004C503A"/>
    <w:rsid w:val="004E057A"/>
    <w:rsid w:val="004E2322"/>
    <w:rsid w:val="004E2BD7"/>
    <w:rsid w:val="004E3AF9"/>
    <w:rsid w:val="004F2B92"/>
    <w:rsid w:val="00510191"/>
    <w:rsid w:val="005254BE"/>
    <w:rsid w:val="00534691"/>
    <w:rsid w:val="00552DC0"/>
    <w:rsid w:val="0055550C"/>
    <w:rsid w:val="0055583A"/>
    <w:rsid w:val="00560CB6"/>
    <w:rsid w:val="00560E99"/>
    <w:rsid w:val="00563129"/>
    <w:rsid w:val="00563E60"/>
    <w:rsid w:val="0057267E"/>
    <w:rsid w:val="00572E8D"/>
    <w:rsid w:val="00592833"/>
    <w:rsid w:val="005950C0"/>
    <w:rsid w:val="00595A57"/>
    <w:rsid w:val="005A214B"/>
    <w:rsid w:val="005A3974"/>
    <w:rsid w:val="005A5DC6"/>
    <w:rsid w:val="005A6A38"/>
    <w:rsid w:val="005A7C57"/>
    <w:rsid w:val="005C2049"/>
    <w:rsid w:val="005E06F2"/>
    <w:rsid w:val="005E1468"/>
    <w:rsid w:val="005E3E61"/>
    <w:rsid w:val="005E47B9"/>
    <w:rsid w:val="005F2A75"/>
    <w:rsid w:val="005F3149"/>
    <w:rsid w:val="005F3D5F"/>
    <w:rsid w:val="005F7B2E"/>
    <w:rsid w:val="006016B0"/>
    <w:rsid w:val="00603ABD"/>
    <w:rsid w:val="00606870"/>
    <w:rsid w:val="0061051B"/>
    <w:rsid w:val="0061253D"/>
    <w:rsid w:val="00617358"/>
    <w:rsid w:val="006174AE"/>
    <w:rsid w:val="00617D76"/>
    <w:rsid w:val="006279BD"/>
    <w:rsid w:val="00630405"/>
    <w:rsid w:val="00634A59"/>
    <w:rsid w:val="0064463B"/>
    <w:rsid w:val="006446D6"/>
    <w:rsid w:val="00656A7F"/>
    <w:rsid w:val="00656FEE"/>
    <w:rsid w:val="00667448"/>
    <w:rsid w:val="006727C4"/>
    <w:rsid w:val="006866DF"/>
    <w:rsid w:val="0069182E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5C8C"/>
    <w:rsid w:val="00716BDB"/>
    <w:rsid w:val="00717456"/>
    <w:rsid w:val="00730E66"/>
    <w:rsid w:val="00731ADD"/>
    <w:rsid w:val="00732037"/>
    <w:rsid w:val="00737DE1"/>
    <w:rsid w:val="00751517"/>
    <w:rsid w:val="00757DDE"/>
    <w:rsid w:val="00764AAC"/>
    <w:rsid w:val="0077250B"/>
    <w:rsid w:val="007871C1"/>
    <w:rsid w:val="0079193B"/>
    <w:rsid w:val="00794A4F"/>
    <w:rsid w:val="007A5EB4"/>
    <w:rsid w:val="007A6E1C"/>
    <w:rsid w:val="007C50D1"/>
    <w:rsid w:val="007C5C24"/>
    <w:rsid w:val="007D3DC4"/>
    <w:rsid w:val="007E2B7F"/>
    <w:rsid w:val="007E33BA"/>
    <w:rsid w:val="007E6BBE"/>
    <w:rsid w:val="007E7D4A"/>
    <w:rsid w:val="007F06BD"/>
    <w:rsid w:val="007F3F54"/>
    <w:rsid w:val="007F43E0"/>
    <w:rsid w:val="00801D78"/>
    <w:rsid w:val="008078CF"/>
    <w:rsid w:val="008171AF"/>
    <w:rsid w:val="00821974"/>
    <w:rsid w:val="0083465B"/>
    <w:rsid w:val="00835351"/>
    <w:rsid w:val="008366E0"/>
    <w:rsid w:val="008429DC"/>
    <w:rsid w:val="0084416D"/>
    <w:rsid w:val="0085079E"/>
    <w:rsid w:val="00852D9D"/>
    <w:rsid w:val="00853823"/>
    <w:rsid w:val="00857800"/>
    <w:rsid w:val="0086386E"/>
    <w:rsid w:val="0086619A"/>
    <w:rsid w:val="00871847"/>
    <w:rsid w:val="0088519E"/>
    <w:rsid w:val="0088698F"/>
    <w:rsid w:val="00894ADF"/>
    <w:rsid w:val="008A48B9"/>
    <w:rsid w:val="008A6F1F"/>
    <w:rsid w:val="008B1462"/>
    <w:rsid w:val="008B29C0"/>
    <w:rsid w:val="008C3491"/>
    <w:rsid w:val="008C5079"/>
    <w:rsid w:val="008D2B30"/>
    <w:rsid w:val="008D3232"/>
    <w:rsid w:val="008D7633"/>
    <w:rsid w:val="00910883"/>
    <w:rsid w:val="009154E6"/>
    <w:rsid w:val="0092580A"/>
    <w:rsid w:val="0093490C"/>
    <w:rsid w:val="0093664F"/>
    <w:rsid w:val="00943EB0"/>
    <w:rsid w:val="00945AB3"/>
    <w:rsid w:val="00945CA5"/>
    <w:rsid w:val="0095054A"/>
    <w:rsid w:val="009553BC"/>
    <w:rsid w:val="009557EA"/>
    <w:rsid w:val="00963959"/>
    <w:rsid w:val="00963D60"/>
    <w:rsid w:val="00964BCE"/>
    <w:rsid w:val="0096600A"/>
    <w:rsid w:val="009775D6"/>
    <w:rsid w:val="00987ACB"/>
    <w:rsid w:val="009975EF"/>
    <w:rsid w:val="009B067B"/>
    <w:rsid w:val="009B3EAA"/>
    <w:rsid w:val="009B4822"/>
    <w:rsid w:val="009B5300"/>
    <w:rsid w:val="009B5DE9"/>
    <w:rsid w:val="009C3D00"/>
    <w:rsid w:val="009D0CC8"/>
    <w:rsid w:val="009D4194"/>
    <w:rsid w:val="009D6A12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3C07"/>
    <w:rsid w:val="00A24651"/>
    <w:rsid w:val="00A25EB9"/>
    <w:rsid w:val="00A32395"/>
    <w:rsid w:val="00A324F0"/>
    <w:rsid w:val="00A40AB4"/>
    <w:rsid w:val="00A40C61"/>
    <w:rsid w:val="00A4447E"/>
    <w:rsid w:val="00A621C2"/>
    <w:rsid w:val="00A62DC7"/>
    <w:rsid w:val="00A62F37"/>
    <w:rsid w:val="00A64B65"/>
    <w:rsid w:val="00A6502B"/>
    <w:rsid w:val="00A65CE2"/>
    <w:rsid w:val="00A661F8"/>
    <w:rsid w:val="00A6672B"/>
    <w:rsid w:val="00A67B75"/>
    <w:rsid w:val="00A711E8"/>
    <w:rsid w:val="00A82224"/>
    <w:rsid w:val="00A85FD3"/>
    <w:rsid w:val="00A87496"/>
    <w:rsid w:val="00A927D0"/>
    <w:rsid w:val="00A9705C"/>
    <w:rsid w:val="00A97B0A"/>
    <w:rsid w:val="00AA09DA"/>
    <w:rsid w:val="00AA224C"/>
    <w:rsid w:val="00AA6262"/>
    <w:rsid w:val="00AB1EC7"/>
    <w:rsid w:val="00AD4128"/>
    <w:rsid w:val="00AD7705"/>
    <w:rsid w:val="00AD7B27"/>
    <w:rsid w:val="00AE06DB"/>
    <w:rsid w:val="00AE7ABF"/>
    <w:rsid w:val="00AF41EB"/>
    <w:rsid w:val="00B010D7"/>
    <w:rsid w:val="00B057B0"/>
    <w:rsid w:val="00B11AB7"/>
    <w:rsid w:val="00B14F36"/>
    <w:rsid w:val="00B239B4"/>
    <w:rsid w:val="00B3687B"/>
    <w:rsid w:val="00B41B50"/>
    <w:rsid w:val="00B47777"/>
    <w:rsid w:val="00B47ADF"/>
    <w:rsid w:val="00B55070"/>
    <w:rsid w:val="00B550BC"/>
    <w:rsid w:val="00B62ECB"/>
    <w:rsid w:val="00B63C95"/>
    <w:rsid w:val="00B63E35"/>
    <w:rsid w:val="00B643E8"/>
    <w:rsid w:val="00B82EF2"/>
    <w:rsid w:val="00B84773"/>
    <w:rsid w:val="00B908A8"/>
    <w:rsid w:val="00B92EF0"/>
    <w:rsid w:val="00B93961"/>
    <w:rsid w:val="00BA0915"/>
    <w:rsid w:val="00BA5B2A"/>
    <w:rsid w:val="00BD7432"/>
    <w:rsid w:val="00BD76B1"/>
    <w:rsid w:val="00BE62B4"/>
    <w:rsid w:val="00BE69F6"/>
    <w:rsid w:val="00BF1231"/>
    <w:rsid w:val="00BF53A3"/>
    <w:rsid w:val="00BF6132"/>
    <w:rsid w:val="00C02C5D"/>
    <w:rsid w:val="00C14A00"/>
    <w:rsid w:val="00C24B77"/>
    <w:rsid w:val="00C2717C"/>
    <w:rsid w:val="00C33A1F"/>
    <w:rsid w:val="00C4057C"/>
    <w:rsid w:val="00C45D6F"/>
    <w:rsid w:val="00C52D3B"/>
    <w:rsid w:val="00C53FE3"/>
    <w:rsid w:val="00C543DB"/>
    <w:rsid w:val="00C55524"/>
    <w:rsid w:val="00C615A2"/>
    <w:rsid w:val="00C6524B"/>
    <w:rsid w:val="00C65852"/>
    <w:rsid w:val="00C66C88"/>
    <w:rsid w:val="00C72B49"/>
    <w:rsid w:val="00C76BAA"/>
    <w:rsid w:val="00C77106"/>
    <w:rsid w:val="00C87836"/>
    <w:rsid w:val="00C92A2E"/>
    <w:rsid w:val="00CA2648"/>
    <w:rsid w:val="00CA66F5"/>
    <w:rsid w:val="00CA6BD1"/>
    <w:rsid w:val="00CB099C"/>
    <w:rsid w:val="00CE0672"/>
    <w:rsid w:val="00CE16F1"/>
    <w:rsid w:val="00CE5038"/>
    <w:rsid w:val="00CE5448"/>
    <w:rsid w:val="00CE5488"/>
    <w:rsid w:val="00CE63E0"/>
    <w:rsid w:val="00CF6534"/>
    <w:rsid w:val="00CF6EF4"/>
    <w:rsid w:val="00CF72EF"/>
    <w:rsid w:val="00CF7462"/>
    <w:rsid w:val="00D00F16"/>
    <w:rsid w:val="00D04FE4"/>
    <w:rsid w:val="00D063A9"/>
    <w:rsid w:val="00D107E2"/>
    <w:rsid w:val="00D206A7"/>
    <w:rsid w:val="00D26DD5"/>
    <w:rsid w:val="00D313A4"/>
    <w:rsid w:val="00D32108"/>
    <w:rsid w:val="00D3510A"/>
    <w:rsid w:val="00D45693"/>
    <w:rsid w:val="00D47D4E"/>
    <w:rsid w:val="00D51919"/>
    <w:rsid w:val="00D55DC3"/>
    <w:rsid w:val="00D57457"/>
    <w:rsid w:val="00D608A3"/>
    <w:rsid w:val="00D62076"/>
    <w:rsid w:val="00D64F60"/>
    <w:rsid w:val="00D74F5A"/>
    <w:rsid w:val="00DA2153"/>
    <w:rsid w:val="00DA2662"/>
    <w:rsid w:val="00DA5FFA"/>
    <w:rsid w:val="00DB44DA"/>
    <w:rsid w:val="00DB4ACB"/>
    <w:rsid w:val="00DB581A"/>
    <w:rsid w:val="00DB5C6C"/>
    <w:rsid w:val="00DC032C"/>
    <w:rsid w:val="00DC1F2A"/>
    <w:rsid w:val="00DD39A3"/>
    <w:rsid w:val="00DE1399"/>
    <w:rsid w:val="00DE2968"/>
    <w:rsid w:val="00DE3025"/>
    <w:rsid w:val="00DF1C10"/>
    <w:rsid w:val="00DF1EE2"/>
    <w:rsid w:val="00E03F6F"/>
    <w:rsid w:val="00E04C83"/>
    <w:rsid w:val="00E14DD8"/>
    <w:rsid w:val="00E155F0"/>
    <w:rsid w:val="00E17613"/>
    <w:rsid w:val="00E17E89"/>
    <w:rsid w:val="00E20D4D"/>
    <w:rsid w:val="00E2358B"/>
    <w:rsid w:val="00E34020"/>
    <w:rsid w:val="00E3479A"/>
    <w:rsid w:val="00E43342"/>
    <w:rsid w:val="00E43AFD"/>
    <w:rsid w:val="00E615E5"/>
    <w:rsid w:val="00E6313B"/>
    <w:rsid w:val="00E66783"/>
    <w:rsid w:val="00E74C0D"/>
    <w:rsid w:val="00E764F0"/>
    <w:rsid w:val="00E76C0B"/>
    <w:rsid w:val="00E76D9B"/>
    <w:rsid w:val="00E77789"/>
    <w:rsid w:val="00E80515"/>
    <w:rsid w:val="00E954AC"/>
    <w:rsid w:val="00EA0379"/>
    <w:rsid w:val="00EA2954"/>
    <w:rsid w:val="00EB2366"/>
    <w:rsid w:val="00EB511E"/>
    <w:rsid w:val="00EB632F"/>
    <w:rsid w:val="00EC1396"/>
    <w:rsid w:val="00EC7FE5"/>
    <w:rsid w:val="00ED7BB5"/>
    <w:rsid w:val="00EE123F"/>
    <w:rsid w:val="00EF15B4"/>
    <w:rsid w:val="00EF15DD"/>
    <w:rsid w:val="00EF2F06"/>
    <w:rsid w:val="00EF4B97"/>
    <w:rsid w:val="00F0149D"/>
    <w:rsid w:val="00F04497"/>
    <w:rsid w:val="00F05D3F"/>
    <w:rsid w:val="00F10E71"/>
    <w:rsid w:val="00F142BE"/>
    <w:rsid w:val="00F16D41"/>
    <w:rsid w:val="00F222EB"/>
    <w:rsid w:val="00F25601"/>
    <w:rsid w:val="00F344B8"/>
    <w:rsid w:val="00F41966"/>
    <w:rsid w:val="00F445E5"/>
    <w:rsid w:val="00F45D74"/>
    <w:rsid w:val="00F516C4"/>
    <w:rsid w:val="00F5178E"/>
    <w:rsid w:val="00F6067C"/>
    <w:rsid w:val="00F61445"/>
    <w:rsid w:val="00F71E39"/>
    <w:rsid w:val="00F7337C"/>
    <w:rsid w:val="00F73478"/>
    <w:rsid w:val="00F82E34"/>
    <w:rsid w:val="00F84C8D"/>
    <w:rsid w:val="00F84DD3"/>
    <w:rsid w:val="00FA07A1"/>
    <w:rsid w:val="00FA3E25"/>
    <w:rsid w:val="00FA64F7"/>
    <w:rsid w:val="00FB5A18"/>
    <w:rsid w:val="00FC460B"/>
    <w:rsid w:val="00FD07B9"/>
    <w:rsid w:val="00FD182E"/>
    <w:rsid w:val="00FE1712"/>
    <w:rsid w:val="00FE1822"/>
    <w:rsid w:val="00FE1C52"/>
    <w:rsid w:val="00FE226B"/>
    <w:rsid w:val="00FE3AB9"/>
    <w:rsid w:val="00FF051D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D07A470"/>
  <w15:docId w15:val="{777163B5-E4AA-484E-B18C-B01894AE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align-center">
    <w:name w:val="align-center"/>
    <w:basedOn w:val="Standard"/>
    <w:rsid w:val="00977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775D6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2C7453"/>
    <w:rPr>
      <w:rFonts w:ascii="Arial" w:hAnsi="Arial"/>
      <w:b/>
      <w:bCs/>
      <w:sz w:val="24"/>
      <w:szCs w:val="28"/>
    </w:rPr>
  </w:style>
  <w:style w:type="paragraph" w:customStyle="1" w:styleId="Formatvorlage1">
    <w:name w:val="Formatvorlage1"/>
    <w:basedOn w:val="Standard"/>
    <w:rsid w:val="00325C50"/>
    <w:pPr>
      <w:tabs>
        <w:tab w:val="num" w:pos="794"/>
      </w:tabs>
      <w:ind w:left="794" w:hanging="357"/>
    </w:pPr>
    <w:rPr>
      <w:sz w:val="22"/>
    </w:rPr>
  </w:style>
  <w:style w:type="character" w:customStyle="1" w:styleId="berschrift2Zchn">
    <w:name w:val="Überschrift 2 Zchn"/>
    <w:basedOn w:val="Absatz-Standardschriftart"/>
    <w:link w:val="berschrift2"/>
    <w:rsid w:val="00027E37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4678-1DFC-4AAF-B6DC-F2D1D3EC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472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3445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2021-02-04T11:28:00Z</dcterms:created>
  <dcterms:modified xsi:type="dcterms:W3CDTF">2021-02-04T11:34:00Z</dcterms:modified>
</cp:coreProperties>
</file>