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2122EB" w14:textId="0A956C14" w:rsidR="005E1468" w:rsidRDefault="001E4E03" w:rsidP="005E1468">
      <w:pPr>
        <w:pStyle w:val="berschrift2"/>
      </w:pPr>
      <w:r>
        <w:t xml:space="preserve">SIEGENIA </w:t>
      </w:r>
      <w:r w:rsidR="005C5A67">
        <w:t>erw</w:t>
      </w:r>
      <w:r>
        <w:t>eite</w:t>
      </w:r>
      <w:r w:rsidR="005C5A67">
        <w:t>r</w:t>
      </w:r>
      <w:r>
        <w:t xml:space="preserve">t </w:t>
      </w:r>
      <w:r w:rsidR="002903BD">
        <w:t>Kooperation mit der Diakonie</w:t>
      </w:r>
      <w:r w:rsidR="00F6067C">
        <w:t xml:space="preserve"> </w:t>
      </w:r>
    </w:p>
    <w:p w14:paraId="464557E1" w14:textId="784A8FC1" w:rsidR="00A82224" w:rsidRDefault="002903BD" w:rsidP="00A82224">
      <w:pPr>
        <w:pStyle w:val="berschrift1"/>
      </w:pPr>
      <w:r>
        <w:t>J</w:t>
      </w:r>
      <w:r w:rsidR="001E4E03">
        <w:t>etzt auch in Hermeskeil und Velbert</w:t>
      </w:r>
    </w:p>
    <w:p w14:paraId="6D4929A7" w14:textId="77777777" w:rsidR="005E1468" w:rsidRPr="00B55070" w:rsidRDefault="005E1468" w:rsidP="005E1468"/>
    <w:p w14:paraId="04B8E526" w14:textId="6AFC02FF" w:rsidR="006C4CC5" w:rsidRPr="002903BD" w:rsidRDefault="005C5A67" w:rsidP="00F6067C">
      <w:r>
        <w:t>Das Wohl</w:t>
      </w:r>
      <w:r w:rsidR="00BD721C">
        <w:t>befinden</w:t>
      </w:r>
      <w:r>
        <w:t xml:space="preserve"> </w:t>
      </w:r>
      <w:r w:rsidR="006C4CC5">
        <w:t>d</w:t>
      </w:r>
      <w:r>
        <w:t xml:space="preserve">er Mitarbeitenden liegt SIEGENIA am Herzen. </w:t>
      </w:r>
      <w:r w:rsidR="00BD721C">
        <w:t xml:space="preserve">Gute Arbeitsbedingungen, z. B. durch ergonomische Arbeitsplätze oder Angebote zur Vereinbarung von Beruf und Familie, sind der Unternehmensgruppe dabei ebenso wichtig wie die Unterstützung bei persönlichen Problemen. Hierzu hat SIEGENIA jetzt die bereits seit einigen Jahren währende Zusammenarbeit mit der Diakonie in Südwestfalen auf </w:t>
      </w:r>
      <w:r w:rsidR="009F7B9C">
        <w:t>den</w:t>
      </w:r>
      <w:r w:rsidR="00BD721C">
        <w:t xml:space="preserve"> Standort Hermeskeil sowie </w:t>
      </w:r>
      <w:r w:rsidR="009F7B9C">
        <w:t xml:space="preserve">das Tochterunternehmen </w:t>
      </w:r>
      <w:r w:rsidR="00BD721C">
        <w:t xml:space="preserve">KFV in Velbert </w:t>
      </w:r>
      <w:r w:rsidR="00BD721C" w:rsidRPr="002903BD">
        <w:t>ausgeweitet</w:t>
      </w:r>
      <w:r w:rsidR="00AC5C21" w:rsidRPr="002903BD">
        <w:t xml:space="preserve">. Das erlaubt Mitarbeitenden in einer schwierigen Lebenssituation, in einem </w:t>
      </w:r>
      <w:r w:rsidR="004E6B2E" w:rsidRPr="002903BD">
        <w:t>geschützten</w:t>
      </w:r>
      <w:r w:rsidR="00AC5C21" w:rsidRPr="002903BD">
        <w:t xml:space="preserve"> Rahmen</w:t>
      </w:r>
      <w:r w:rsidR="002903BD">
        <w:t xml:space="preserve"> schnelle und</w:t>
      </w:r>
      <w:r w:rsidR="00AC5C21" w:rsidRPr="002903BD">
        <w:t xml:space="preserve"> kompetente Hilfe anzunehmen. </w:t>
      </w:r>
    </w:p>
    <w:p w14:paraId="2956FC09" w14:textId="6D6C6C02" w:rsidR="009F7B9C" w:rsidRPr="002903BD" w:rsidRDefault="009F7B9C" w:rsidP="009F7B9C">
      <w:pPr>
        <w:pStyle w:val="berschrift4"/>
      </w:pPr>
      <w:r w:rsidRPr="002903BD">
        <w:t>In jeder Situation für die Mitarbeitenden da</w:t>
      </w:r>
    </w:p>
    <w:p w14:paraId="66CC7E6E" w14:textId="67F2858E" w:rsidR="00741F6E" w:rsidRDefault="00741F6E" w:rsidP="00F6067C">
      <w:r w:rsidRPr="002903BD">
        <w:t>„</w:t>
      </w:r>
      <w:r w:rsidR="006C4CC5" w:rsidRPr="002903BD">
        <w:t xml:space="preserve">Als Unternehmen </w:t>
      </w:r>
      <w:r w:rsidRPr="002903BD">
        <w:t>ist es uns ein Anliegen, in schwierigen Zeiten für unsere Mitarbeitenden da zu sein</w:t>
      </w:r>
      <w:r w:rsidR="006C4CC5" w:rsidRPr="002903BD">
        <w:t>. Das Angebot der Diakonie wurde an unserem Hauptstandort in</w:t>
      </w:r>
      <w:r w:rsidR="002903BD">
        <w:t xml:space="preserve"> Wilnsdorf-</w:t>
      </w:r>
      <w:r w:rsidR="006C4CC5" w:rsidRPr="002903BD">
        <w:t>Niederdielfen äußerst positiv aufgenommen. Diese Erfahrung</w:t>
      </w:r>
      <w:r w:rsidRPr="002903BD">
        <w:t xml:space="preserve"> hat uns ermutigt, die Kooperation auf </w:t>
      </w:r>
      <w:r w:rsidR="009F7B9C" w:rsidRPr="002903BD">
        <w:t>alle</w:t>
      </w:r>
      <w:r w:rsidRPr="002903BD">
        <w:t xml:space="preserve"> Standorte in</w:t>
      </w:r>
      <w:r w:rsidR="009F7B9C" w:rsidRPr="002903BD">
        <w:t>nerhalb</w:t>
      </w:r>
      <w:r w:rsidRPr="002903BD">
        <w:t xml:space="preserve"> Deutschland</w:t>
      </w:r>
      <w:r w:rsidR="009F7B9C" w:rsidRPr="002903BD">
        <w:t>s</w:t>
      </w:r>
      <w:r w:rsidRPr="002903BD">
        <w:t xml:space="preserve"> auszu</w:t>
      </w:r>
      <w:r w:rsidR="002903BD" w:rsidRPr="002903BD">
        <w:t>dehnen</w:t>
      </w:r>
      <w:r w:rsidRPr="002903BD">
        <w:t>“, schildert</w:t>
      </w:r>
      <w:r>
        <w:rPr>
          <w:szCs w:val="20"/>
        </w:rPr>
        <w:t xml:space="preserve"> </w:t>
      </w:r>
      <w:r>
        <w:t xml:space="preserve">Hans-Georg Kämpfer, </w:t>
      </w:r>
      <w:r w:rsidR="002903BD">
        <w:t>L</w:t>
      </w:r>
      <w:r>
        <w:t>eiter</w:t>
      </w:r>
      <w:r w:rsidR="002903BD">
        <w:t xml:space="preserve"> Personalmanagement</w:t>
      </w:r>
      <w:r>
        <w:t xml:space="preserve"> bei SIEGENIA.</w:t>
      </w:r>
      <w:r w:rsidR="006C4CC5">
        <w:t xml:space="preserve"> </w:t>
      </w:r>
      <w:r w:rsidR="002903BD">
        <w:t>Sebastian</w:t>
      </w:r>
      <w:r w:rsidR="009F7B9C">
        <w:t xml:space="preserve"> Schreiber, </w:t>
      </w:r>
      <w:r w:rsidR="00AA1754" w:rsidRPr="00AA1754">
        <w:t xml:space="preserve">Geschäftsführer der </w:t>
      </w:r>
      <w:proofErr w:type="spellStart"/>
      <w:r w:rsidR="00AA1754" w:rsidRPr="00AA1754">
        <w:t>iGuS</w:t>
      </w:r>
      <w:proofErr w:type="spellEnd"/>
      <w:r w:rsidR="00AA1754" w:rsidRPr="00AA1754">
        <w:t>-Gesund im Beruf GmbH, einer Tochtergesellschaft der Diakonie in Südwestfalen</w:t>
      </w:r>
      <w:r w:rsidR="009F7B9C">
        <w:t xml:space="preserve">, fügt hinzu: </w:t>
      </w:r>
      <w:r w:rsidR="004E6B2E">
        <w:t xml:space="preserve">„Wir verstehen uns als offene Anlaufstelle für Menschen, die Unterstützung in den unterschiedlichsten Bereichen suchen. Dabei beraten wir individuell und helfen ganzheitlich. </w:t>
      </w:r>
      <w:r w:rsidR="009F7B9C">
        <w:t>Jedes Anliegen wird streng vertraulich behandelt, und u</w:t>
      </w:r>
      <w:r w:rsidR="004E6B2E">
        <w:t xml:space="preserve">nsere Mitarbeiter werden gewissenhaft geschult. </w:t>
      </w:r>
      <w:r w:rsidR="009F7B9C">
        <w:t>Wir freuen uns deshalb sehr</w:t>
      </w:r>
      <w:r w:rsidR="004E6B2E">
        <w:t xml:space="preserve">, dass SIEGENIA </w:t>
      </w:r>
      <w:r w:rsidR="002903BD">
        <w:t>das</w:t>
      </w:r>
      <w:r w:rsidR="004E6B2E">
        <w:t xml:space="preserve"> Engagement für </w:t>
      </w:r>
      <w:r w:rsidR="002903BD">
        <w:t>seine</w:t>
      </w:r>
      <w:r w:rsidR="004E6B2E">
        <w:t xml:space="preserve"> Mitarbeitenden </w:t>
      </w:r>
      <w:r w:rsidR="002903BD" w:rsidRPr="002903BD">
        <w:t>intensiviert</w:t>
      </w:r>
      <w:r w:rsidR="004E6B2E" w:rsidRPr="002903BD">
        <w:t>.</w:t>
      </w:r>
      <w:r w:rsidR="009F7B9C" w:rsidRPr="002903BD">
        <w:t>“</w:t>
      </w:r>
      <w:r w:rsidR="004E6B2E">
        <w:t xml:space="preserve"> </w:t>
      </w:r>
    </w:p>
    <w:p w14:paraId="2EEAC6AA" w14:textId="77777777" w:rsidR="004E6B2E" w:rsidRDefault="004E6B2E" w:rsidP="00F6067C"/>
    <w:p w14:paraId="463939A7" w14:textId="5E53730F" w:rsidR="00741F6E" w:rsidRDefault="004E6B2E" w:rsidP="00F6067C">
      <w:r>
        <w:t xml:space="preserve">Das Angebot der Diakonie ist breit gefächert. </w:t>
      </w:r>
      <w:r w:rsidR="00242F62">
        <w:t>Über ein Online-Portal</w:t>
      </w:r>
      <w:r w:rsidR="002903BD">
        <w:t>,</w:t>
      </w:r>
      <w:r w:rsidR="00242F62">
        <w:t xml:space="preserve"> per Mail </w:t>
      </w:r>
      <w:r w:rsidR="002903BD">
        <w:t xml:space="preserve">oder einfach per Anruf </w:t>
      </w:r>
      <w:r w:rsidR="00242F62">
        <w:t xml:space="preserve">erhalten die Mitarbeitenden von SIEGENIA sowohl für sich selbst als auch für ihre Angehörigen </w:t>
      </w:r>
      <w:r w:rsidR="009F7B9C">
        <w:t xml:space="preserve">schnell und unbürokratisch </w:t>
      </w:r>
      <w:r w:rsidR="00242F62">
        <w:t xml:space="preserve">Unterstützung. Das kann sowohl in emotional belastenden Situationen wie </w:t>
      </w:r>
      <w:r w:rsidR="009F7B9C">
        <w:t xml:space="preserve">in </w:t>
      </w:r>
      <w:r w:rsidR="00242F62">
        <w:t>Beziehungskrisen</w:t>
      </w:r>
      <w:r w:rsidR="00DB3ABF">
        <w:t xml:space="preserve">, </w:t>
      </w:r>
      <w:r w:rsidR="009F7B9C">
        <w:t xml:space="preserve">bei </w:t>
      </w:r>
      <w:r w:rsidR="00DB3ABF">
        <w:t xml:space="preserve">finanziellen Problemen oder </w:t>
      </w:r>
      <w:r w:rsidR="009F7B9C">
        <w:t xml:space="preserve">an </w:t>
      </w:r>
      <w:r w:rsidR="00242F62">
        <w:t xml:space="preserve">psychischen </w:t>
      </w:r>
      <w:r w:rsidR="00DB3ABF">
        <w:t>Tiefpunkten</w:t>
      </w:r>
      <w:r w:rsidR="00242F62">
        <w:t xml:space="preserve"> </w:t>
      </w:r>
      <w:r w:rsidR="00DB3ABF">
        <w:t xml:space="preserve">der Fall sein als auch in praktischen Belangen. Hier reicht das Spektrum von der Terminvereinbarung mit Arztpraxen und Beratungsstellen über die Vermittlung von Selbsthilfegruppen bis zur Beratung pflegender Angehöriger.  </w:t>
      </w:r>
    </w:p>
    <w:p w14:paraId="214DC071" w14:textId="77777777" w:rsidR="006C4CC5" w:rsidRDefault="006C4CC5" w:rsidP="00F6067C"/>
    <w:p w14:paraId="1D63BC59" w14:textId="16825B0E" w:rsidR="00C733CB" w:rsidRDefault="00C733CB" w:rsidP="00C733CB">
      <w:pPr>
        <w:rPr>
          <w:rFonts w:eastAsiaTheme="minorHAnsi"/>
        </w:rPr>
      </w:pPr>
    </w:p>
    <w:p w14:paraId="6D963C6A" w14:textId="77777777" w:rsidR="00C733CB" w:rsidRDefault="00C733CB" w:rsidP="00C733CB">
      <w:pPr>
        <w:rPr>
          <w:rFonts w:eastAsiaTheme="minorHAnsi"/>
        </w:rPr>
      </w:pPr>
    </w:p>
    <w:p w14:paraId="2B8C340C" w14:textId="4994494C" w:rsidR="005E1468" w:rsidRDefault="005E1468" w:rsidP="005A7C57">
      <w:pPr>
        <w:pStyle w:val="berschrift4"/>
      </w:pPr>
      <w:r>
        <w:lastRenderedPageBreak/>
        <w:t>Bildunterschrift</w:t>
      </w:r>
    </w:p>
    <w:p w14:paraId="3CB56C74" w14:textId="77777777" w:rsidR="002A7F37" w:rsidRDefault="002A7F37" w:rsidP="002A7F37">
      <w:r>
        <w:t>Bildquelle: SIEGENIA</w:t>
      </w:r>
    </w:p>
    <w:p w14:paraId="170E6B8B" w14:textId="77777777" w:rsidR="002A7F37" w:rsidRPr="002A7F37" w:rsidRDefault="002A7F37" w:rsidP="002A7F37"/>
    <w:p w14:paraId="1F407F53" w14:textId="7A9847AD" w:rsidR="005E1468" w:rsidRPr="00D129AE" w:rsidRDefault="005E1468" w:rsidP="005E1468">
      <w:pPr>
        <w:rPr>
          <w:bCs/>
          <w:i/>
        </w:rPr>
      </w:pPr>
      <w:r w:rsidRPr="00D129AE">
        <w:rPr>
          <w:bCs/>
          <w:i/>
        </w:rPr>
        <w:t xml:space="preserve">Motiv: </w:t>
      </w:r>
      <w:proofErr w:type="spellStart"/>
      <w:r w:rsidRPr="00D129AE">
        <w:rPr>
          <w:bCs/>
          <w:i/>
        </w:rPr>
        <w:t>SI</w:t>
      </w:r>
      <w:r>
        <w:rPr>
          <w:bCs/>
          <w:i/>
        </w:rPr>
        <w:t>E</w:t>
      </w:r>
      <w:r w:rsidRPr="00D129AE">
        <w:rPr>
          <w:bCs/>
          <w:i/>
        </w:rPr>
        <w:t>_</w:t>
      </w:r>
      <w:r w:rsidR="009B5DF3">
        <w:rPr>
          <w:bCs/>
          <w:i/>
        </w:rPr>
        <w:t>Kooperation</w:t>
      </w:r>
      <w:proofErr w:type="spellEnd"/>
      <w:r w:rsidR="009B5DF3">
        <w:rPr>
          <w:bCs/>
          <w:i/>
        </w:rPr>
        <w:t xml:space="preserve"> Diakonie_Infoflyer_Ansicht</w:t>
      </w:r>
      <w:r w:rsidRPr="00D129AE">
        <w:rPr>
          <w:bCs/>
          <w:i/>
        </w:rPr>
        <w:t xml:space="preserve">.jpg </w:t>
      </w:r>
    </w:p>
    <w:p w14:paraId="4CC237D3" w14:textId="7F1F3A91" w:rsidR="009B5DF3" w:rsidRDefault="009B5DF3" w:rsidP="009B5DF3">
      <w:r>
        <w:t xml:space="preserve">Um </w:t>
      </w:r>
      <w:r w:rsidRPr="002903BD">
        <w:t>Mitarbeitenden in einer schwierigen Lebenssituation</w:t>
      </w:r>
      <w:r>
        <w:t xml:space="preserve"> zu helfen, hat SIEGENIA die Zusammenarbeit mit der Diakonie in Südwestfalen jetzt auf den Standort Hermeskeil sowie das Tochterunternehmen KFV in Velbert </w:t>
      </w:r>
      <w:r w:rsidRPr="002903BD">
        <w:t>ausgeweitet.</w:t>
      </w:r>
    </w:p>
    <w:p w14:paraId="6C037D85" w14:textId="000C7EB1" w:rsidR="009B5DF3" w:rsidRDefault="009B5DF3" w:rsidP="009B5DF3"/>
    <w:p w14:paraId="1A614DF0" w14:textId="48E3D339" w:rsidR="009B5DF3" w:rsidRPr="002903BD" w:rsidRDefault="009B5DF3" w:rsidP="009B5DF3"/>
    <w:p w14:paraId="0861661A" w14:textId="77777777" w:rsidR="005E1468" w:rsidRPr="00D129AE" w:rsidRDefault="005E1468" w:rsidP="005E1468"/>
    <w:p w14:paraId="1B96A9D9" w14:textId="77777777" w:rsidR="005E1468" w:rsidRDefault="005E1468" w:rsidP="005E1468"/>
    <w:p w14:paraId="37AB161E" w14:textId="77777777" w:rsidR="005E1468" w:rsidRDefault="005E1468" w:rsidP="005E1468"/>
    <w:p w14:paraId="397C58C3" w14:textId="77777777" w:rsidR="008D7633" w:rsidRPr="00ED6392" w:rsidRDefault="008D7633" w:rsidP="008D7633"/>
    <w:p w14:paraId="7265FED6" w14:textId="79F42A82" w:rsidR="008D7633" w:rsidRDefault="008D7633" w:rsidP="008D7633">
      <w:pPr>
        <w:rPr>
          <w:szCs w:val="20"/>
        </w:rPr>
      </w:pPr>
    </w:p>
    <w:p w14:paraId="270FAD65" w14:textId="5B9F3D3F" w:rsidR="002903BD" w:rsidRDefault="002903BD" w:rsidP="008D7633">
      <w:pPr>
        <w:rPr>
          <w:szCs w:val="20"/>
        </w:rPr>
      </w:pPr>
    </w:p>
    <w:p w14:paraId="06FD7ED2" w14:textId="7DF62C3D" w:rsidR="002903BD" w:rsidRDefault="002903BD" w:rsidP="008D7633">
      <w:pPr>
        <w:rPr>
          <w:szCs w:val="20"/>
        </w:rPr>
      </w:pPr>
    </w:p>
    <w:p w14:paraId="07C0A6B0" w14:textId="38F87E58" w:rsidR="002903BD" w:rsidRDefault="002903BD" w:rsidP="008D7633">
      <w:pPr>
        <w:rPr>
          <w:szCs w:val="20"/>
        </w:rPr>
      </w:pPr>
    </w:p>
    <w:p w14:paraId="3013CF0F" w14:textId="2289D46B" w:rsidR="002903BD" w:rsidRDefault="002903BD" w:rsidP="008D7633">
      <w:pPr>
        <w:rPr>
          <w:szCs w:val="20"/>
        </w:rPr>
      </w:pPr>
    </w:p>
    <w:p w14:paraId="1CA6C37F" w14:textId="41DE7BDB" w:rsidR="00A70250" w:rsidRDefault="00A70250" w:rsidP="008D7633">
      <w:pPr>
        <w:rPr>
          <w:szCs w:val="20"/>
        </w:rPr>
      </w:pPr>
    </w:p>
    <w:p w14:paraId="0F425D8C" w14:textId="6E02891B" w:rsidR="00A70250" w:rsidRDefault="00A70250" w:rsidP="008D7633">
      <w:pPr>
        <w:rPr>
          <w:szCs w:val="20"/>
        </w:rPr>
      </w:pPr>
    </w:p>
    <w:p w14:paraId="7252AFF7" w14:textId="5CA832E4" w:rsidR="00A70250" w:rsidRDefault="00A70250" w:rsidP="008D7633">
      <w:pPr>
        <w:rPr>
          <w:szCs w:val="20"/>
        </w:rPr>
      </w:pPr>
    </w:p>
    <w:p w14:paraId="54B1FC78" w14:textId="77777777" w:rsidR="00A70250" w:rsidRDefault="00A70250" w:rsidP="008D7633">
      <w:pPr>
        <w:rPr>
          <w:szCs w:val="20"/>
        </w:rPr>
      </w:pPr>
    </w:p>
    <w:p w14:paraId="6034ED15" w14:textId="0064D79D" w:rsidR="002903BD" w:rsidRDefault="002903BD" w:rsidP="008D7633">
      <w:pPr>
        <w:rPr>
          <w:szCs w:val="20"/>
        </w:rPr>
      </w:pPr>
    </w:p>
    <w:p w14:paraId="37B04148" w14:textId="77777777" w:rsidR="002903BD" w:rsidRDefault="002903BD" w:rsidP="008D7633">
      <w:pPr>
        <w:rPr>
          <w:szCs w:val="20"/>
        </w:rPr>
      </w:pPr>
    </w:p>
    <w:p w14:paraId="4DEE5B51" w14:textId="77777777" w:rsidR="008D7633" w:rsidRPr="00E14DD8" w:rsidRDefault="008D7633" w:rsidP="008D7633">
      <w:pPr>
        <w:rPr>
          <w:szCs w:val="20"/>
        </w:rPr>
      </w:pPr>
    </w:p>
    <w:p w14:paraId="4C320AC4" w14:textId="77777777" w:rsidR="008D7633" w:rsidRPr="00E14DD8" w:rsidRDefault="008D7633" w:rsidP="008D7633">
      <w:pPr>
        <w:rPr>
          <w:szCs w:val="20"/>
        </w:rPr>
      </w:pPr>
    </w:p>
    <w:p w14:paraId="36D3E0F6" w14:textId="77777777" w:rsidR="008D7633" w:rsidRPr="00E14DD8" w:rsidRDefault="008D7633" w:rsidP="008D7633">
      <w:pPr>
        <w:rPr>
          <w:szCs w:val="20"/>
        </w:rPr>
      </w:pPr>
    </w:p>
    <w:p w14:paraId="796A1C73" w14:textId="77777777" w:rsidR="008D7633" w:rsidRPr="00E14DD8" w:rsidRDefault="008D7633" w:rsidP="008D7633">
      <w:pPr>
        <w:rPr>
          <w:szCs w:val="20"/>
        </w:rPr>
      </w:pPr>
    </w:p>
    <w:p w14:paraId="76D254D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CC053A0" w14:textId="77777777" w:rsidTr="0044187A">
        <w:tc>
          <w:tcPr>
            <w:tcW w:w="3348" w:type="dxa"/>
            <w:tcBorders>
              <w:top w:val="nil"/>
              <w:left w:val="nil"/>
              <w:bottom w:val="nil"/>
              <w:right w:val="nil"/>
            </w:tcBorders>
          </w:tcPr>
          <w:p w14:paraId="7E0EDAD4" w14:textId="77777777" w:rsidR="008D7633" w:rsidRPr="0044187A" w:rsidRDefault="008D7633" w:rsidP="007A5EB4">
            <w:pPr>
              <w:pStyle w:val="Formatvorlage2"/>
              <w:rPr>
                <w:u w:val="single"/>
              </w:rPr>
            </w:pPr>
            <w:r w:rsidRPr="0044187A">
              <w:rPr>
                <w:u w:val="single"/>
              </w:rPr>
              <w:t>Herausgeber</w:t>
            </w:r>
          </w:p>
          <w:p w14:paraId="1AEE05E8" w14:textId="77777777" w:rsidR="008D7633" w:rsidRDefault="008D7633" w:rsidP="007A5EB4">
            <w:pPr>
              <w:pStyle w:val="Formatvorlage2"/>
            </w:pPr>
            <w:r>
              <w:t xml:space="preserve">SIEGENIA </w:t>
            </w:r>
            <w:r w:rsidR="00486878">
              <w:t>GRUPPE</w:t>
            </w:r>
          </w:p>
          <w:p w14:paraId="386557BE" w14:textId="77777777" w:rsidR="008D7633" w:rsidRDefault="008D7633" w:rsidP="007A5EB4">
            <w:pPr>
              <w:pStyle w:val="Formatvorlage2"/>
            </w:pPr>
            <w:r>
              <w:t>Marketing-Kommunikation</w:t>
            </w:r>
          </w:p>
          <w:p w14:paraId="22E3F249" w14:textId="77777777" w:rsidR="008D7633" w:rsidRDefault="008D7633" w:rsidP="007A5EB4">
            <w:pPr>
              <w:pStyle w:val="Formatvorlage2"/>
            </w:pPr>
            <w:r>
              <w:t>Industriestraße 1</w:t>
            </w:r>
            <w:r w:rsidR="000D0C02">
              <w:t>-</w:t>
            </w:r>
            <w:r>
              <w:t>3</w:t>
            </w:r>
          </w:p>
          <w:p w14:paraId="1DD2A154" w14:textId="77777777" w:rsidR="008D7633" w:rsidRDefault="008D7633" w:rsidP="007A5EB4">
            <w:pPr>
              <w:pStyle w:val="Formatvorlage2"/>
            </w:pPr>
            <w:r>
              <w:t>D - 57234 Wilnsdorf</w:t>
            </w:r>
          </w:p>
          <w:p w14:paraId="3483DFF2" w14:textId="77777777" w:rsidR="008D7633" w:rsidRDefault="00FD182E" w:rsidP="007A5EB4">
            <w:pPr>
              <w:pStyle w:val="Formatvorlage2"/>
            </w:pPr>
            <w:r>
              <w:t xml:space="preserve">Tel.: </w:t>
            </w:r>
            <w:r w:rsidR="008D7633">
              <w:t>+49 271</w:t>
            </w:r>
            <w:r w:rsidR="0088698F">
              <w:t xml:space="preserve"> </w:t>
            </w:r>
            <w:r>
              <w:t>39</w:t>
            </w:r>
            <w:r w:rsidR="008D7633">
              <w:t>31-412</w:t>
            </w:r>
          </w:p>
          <w:p w14:paraId="423304E1" w14:textId="77777777" w:rsidR="008D7633" w:rsidRDefault="008D7633" w:rsidP="007A5EB4">
            <w:pPr>
              <w:pStyle w:val="Formatvorlage2"/>
            </w:pPr>
            <w:r>
              <w:t>Fax: +49 271</w:t>
            </w:r>
            <w:r w:rsidR="0088698F">
              <w:t xml:space="preserve"> </w:t>
            </w:r>
            <w:r>
              <w:t>3931-77412</w:t>
            </w:r>
          </w:p>
          <w:p w14:paraId="3A4F0DE5"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5D4E216" w14:textId="77777777" w:rsidR="002E59D6" w:rsidRDefault="00510191" w:rsidP="007A5EB4">
            <w:pPr>
              <w:pStyle w:val="Formatvorlage2"/>
            </w:pPr>
            <w:r>
              <w:t>www.siegenia</w:t>
            </w:r>
            <w:r w:rsidR="008D7633">
              <w:t>.</w:t>
            </w:r>
            <w:r>
              <w:t>com</w:t>
            </w:r>
          </w:p>
          <w:p w14:paraId="52F21BF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D26BE00" w14:textId="77777777" w:rsidR="008D7633" w:rsidRPr="0044187A" w:rsidRDefault="008D7633" w:rsidP="007A5EB4">
            <w:pPr>
              <w:pStyle w:val="Formatvorlage2"/>
              <w:rPr>
                <w:u w:val="single"/>
              </w:rPr>
            </w:pPr>
            <w:r w:rsidRPr="0044187A">
              <w:rPr>
                <w:u w:val="single"/>
              </w:rPr>
              <w:t>Redaktion / Ansprechpartner</w:t>
            </w:r>
          </w:p>
          <w:p w14:paraId="4253CA7C" w14:textId="77777777" w:rsidR="008D7633" w:rsidRDefault="008D7633" w:rsidP="007A5EB4">
            <w:pPr>
              <w:pStyle w:val="Formatvorlage2"/>
            </w:pPr>
            <w:r>
              <w:t>Kemper Kommunikation</w:t>
            </w:r>
          </w:p>
          <w:p w14:paraId="238BD1A3" w14:textId="77777777" w:rsidR="00122FEC" w:rsidRPr="00C33A1F" w:rsidRDefault="00122FEC" w:rsidP="00122FEC">
            <w:pPr>
              <w:pStyle w:val="Formatvorlage2"/>
            </w:pPr>
            <w:r>
              <w:t xml:space="preserve">Kirsten </w:t>
            </w:r>
            <w:r w:rsidRPr="00C33A1F">
              <w:t xml:space="preserve">Kemper </w:t>
            </w:r>
          </w:p>
          <w:p w14:paraId="45F624D8" w14:textId="77777777" w:rsidR="00122FEC" w:rsidRPr="00C33A1F" w:rsidRDefault="00122FEC" w:rsidP="00122FEC">
            <w:pPr>
              <w:pStyle w:val="Formatvorlage2"/>
            </w:pPr>
            <w:r>
              <w:t>Am Milchbornbach 10</w:t>
            </w:r>
          </w:p>
          <w:p w14:paraId="0EF04904"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332DCA10"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EAD96B5" w14:textId="77777777" w:rsidR="008D7633" w:rsidRDefault="00716BDB" w:rsidP="007A5EB4">
            <w:pPr>
              <w:pStyle w:val="Formatvorlage2"/>
            </w:pPr>
            <w:r w:rsidRPr="004333E8">
              <w:t>www.kemper-kommunikation.de</w:t>
            </w:r>
          </w:p>
          <w:p w14:paraId="647BA838" w14:textId="77777777" w:rsidR="00716BDB" w:rsidRPr="003F183E" w:rsidRDefault="00716BDB" w:rsidP="007A5EB4">
            <w:pPr>
              <w:pStyle w:val="Formatvorlage2"/>
            </w:pPr>
          </w:p>
        </w:tc>
        <w:tc>
          <w:tcPr>
            <w:tcW w:w="1800" w:type="dxa"/>
            <w:tcBorders>
              <w:top w:val="nil"/>
              <w:left w:val="nil"/>
              <w:bottom w:val="nil"/>
              <w:right w:val="nil"/>
            </w:tcBorders>
          </w:tcPr>
          <w:p w14:paraId="76F15FF4" w14:textId="77777777" w:rsidR="008D7633" w:rsidRPr="0044187A" w:rsidRDefault="008D7633" w:rsidP="007A5EB4">
            <w:pPr>
              <w:pStyle w:val="Formatvorlage2"/>
              <w:rPr>
                <w:u w:val="single"/>
              </w:rPr>
            </w:pPr>
            <w:r w:rsidRPr="0044187A">
              <w:rPr>
                <w:u w:val="single"/>
              </w:rPr>
              <w:t>Text - Info</w:t>
            </w:r>
          </w:p>
          <w:p w14:paraId="24FB1E43" w14:textId="7DFA9325" w:rsidR="008D7633" w:rsidRPr="00C33A1F" w:rsidRDefault="008D7633" w:rsidP="007A5EB4">
            <w:pPr>
              <w:pStyle w:val="Formatvorlage2"/>
            </w:pPr>
            <w:r w:rsidRPr="00C33A1F">
              <w:t xml:space="preserve">Seite: </w:t>
            </w:r>
            <w:r w:rsidR="00A70250">
              <w:t>1</w:t>
            </w:r>
          </w:p>
          <w:p w14:paraId="50C4A550" w14:textId="137C7536" w:rsidR="008D7633" w:rsidRPr="00C33A1F" w:rsidRDefault="008D7633" w:rsidP="007A5EB4">
            <w:pPr>
              <w:pStyle w:val="Formatvorlage2"/>
            </w:pPr>
            <w:r>
              <w:t xml:space="preserve">Wörter: </w:t>
            </w:r>
            <w:r w:rsidR="00A70250">
              <w:t>270</w:t>
            </w:r>
          </w:p>
          <w:p w14:paraId="2306D803" w14:textId="35CA5513" w:rsidR="008D7633" w:rsidRPr="00C33A1F" w:rsidRDefault="008D7633" w:rsidP="007A5EB4">
            <w:pPr>
              <w:pStyle w:val="Formatvorlage2"/>
            </w:pPr>
            <w:r w:rsidRPr="00C33A1F">
              <w:t xml:space="preserve">Zeichen: </w:t>
            </w:r>
            <w:r w:rsidR="00A70250">
              <w:t>2 098</w:t>
            </w:r>
            <w:r w:rsidRPr="00C33A1F">
              <w:br/>
              <w:t>(mit Leerzeichen)</w:t>
            </w:r>
          </w:p>
          <w:p w14:paraId="5899BEC9" w14:textId="77777777" w:rsidR="008D7633" w:rsidRDefault="008D7633" w:rsidP="007A5EB4">
            <w:pPr>
              <w:pStyle w:val="Formatvorlage2"/>
            </w:pPr>
          </w:p>
          <w:p w14:paraId="1D38FABD" w14:textId="6B5660E4" w:rsidR="008D7633" w:rsidRPr="00C33A1F" w:rsidRDefault="008D7633" w:rsidP="007A5EB4">
            <w:pPr>
              <w:pStyle w:val="Formatvorlage2"/>
            </w:pPr>
            <w:r>
              <w:t xml:space="preserve">erstellt am: </w:t>
            </w:r>
            <w:r w:rsidR="00A70250">
              <w:t>1</w:t>
            </w:r>
            <w:r w:rsidR="00B55070">
              <w:t>1</w:t>
            </w:r>
            <w:r>
              <w:t>.</w:t>
            </w:r>
            <w:r w:rsidR="00486878">
              <w:t>0</w:t>
            </w:r>
            <w:r w:rsidR="00A70250">
              <w:t>5</w:t>
            </w:r>
            <w:r>
              <w:t>.20</w:t>
            </w:r>
            <w:r w:rsidR="00122FEC">
              <w:t>2</w:t>
            </w:r>
            <w:r w:rsidR="0005553E">
              <w:t>1</w:t>
            </w:r>
          </w:p>
          <w:p w14:paraId="2DF7F6B5" w14:textId="77777777" w:rsidR="008D7633" w:rsidRPr="0044187A" w:rsidRDefault="008D7633" w:rsidP="007A5EB4">
            <w:pPr>
              <w:pStyle w:val="Formatvorlage2"/>
              <w:rPr>
                <w:szCs w:val="20"/>
              </w:rPr>
            </w:pPr>
          </w:p>
        </w:tc>
      </w:tr>
      <w:tr w:rsidR="008D7633" w:rsidRPr="0044187A" w14:paraId="67589F03" w14:textId="77777777" w:rsidTr="0044187A">
        <w:tc>
          <w:tcPr>
            <w:tcW w:w="8208" w:type="dxa"/>
            <w:gridSpan w:val="3"/>
            <w:tcBorders>
              <w:top w:val="nil"/>
              <w:left w:val="nil"/>
              <w:bottom w:val="nil"/>
              <w:right w:val="nil"/>
            </w:tcBorders>
          </w:tcPr>
          <w:p w14:paraId="1954DABF" w14:textId="77777777" w:rsidR="008D7633" w:rsidRPr="003F183E" w:rsidRDefault="008D7633" w:rsidP="007A5EB4">
            <w:pPr>
              <w:pStyle w:val="Formatvorlage2"/>
            </w:pPr>
            <w:r w:rsidRPr="003F183E">
              <w:t>Bei Veröffentlichung von Bild- oder Textmaterial bitten wir um Zusendung eines Belegexemplars.</w:t>
            </w:r>
          </w:p>
        </w:tc>
      </w:tr>
    </w:tbl>
    <w:p w14:paraId="4DD916D2"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7C8BF0" w14:textId="77777777" w:rsidR="007037CA" w:rsidRDefault="007037CA">
      <w:r>
        <w:separator/>
      </w:r>
    </w:p>
  </w:endnote>
  <w:endnote w:type="continuationSeparator" w:id="0">
    <w:p w14:paraId="26A5ABD5" w14:textId="77777777" w:rsidR="007037CA" w:rsidRDefault="00703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623F1" w14:textId="77777777" w:rsidR="00C858D1" w:rsidRDefault="00C858D1"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ACBC3" w14:textId="77777777" w:rsidR="007037CA" w:rsidRDefault="007037CA">
      <w:r>
        <w:separator/>
      </w:r>
    </w:p>
  </w:footnote>
  <w:footnote w:type="continuationSeparator" w:id="0">
    <w:p w14:paraId="28636A63" w14:textId="77777777" w:rsidR="007037CA" w:rsidRDefault="00703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7E7A1" w14:textId="77777777" w:rsidR="00C858D1" w:rsidRDefault="00C858D1">
    <w:pPr>
      <w:pStyle w:val="Kopfzeile"/>
    </w:pPr>
    <w:r>
      <w:rPr>
        <w:noProof/>
      </w:rPr>
      <w:drawing>
        <wp:anchor distT="0" distB="0" distL="114300" distR="114300" simplePos="0" relativeHeight="251657728" behindDoc="1" locked="0" layoutInCell="1" allowOverlap="1" wp14:anchorId="0E3D894C" wp14:editId="69C8E04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870C6"/>
    <w:multiLevelType w:val="hybridMultilevel"/>
    <w:tmpl w:val="08AE34E2"/>
    <w:lvl w:ilvl="0" w:tplc="0B703AB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7C0DD6"/>
    <w:multiLevelType w:val="hybridMultilevel"/>
    <w:tmpl w:val="FAF8C2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0B7D5A"/>
    <w:multiLevelType w:val="hybridMultilevel"/>
    <w:tmpl w:val="7CAEB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3CB"/>
    <w:rsid w:val="000024D9"/>
    <w:rsid w:val="00003256"/>
    <w:rsid w:val="0001449A"/>
    <w:rsid w:val="0001520C"/>
    <w:rsid w:val="00026907"/>
    <w:rsid w:val="00040EBF"/>
    <w:rsid w:val="0005553E"/>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14F63"/>
    <w:rsid w:val="00122F20"/>
    <w:rsid w:val="00122FEC"/>
    <w:rsid w:val="00137BD1"/>
    <w:rsid w:val="00145B48"/>
    <w:rsid w:val="001529E6"/>
    <w:rsid w:val="00156B0C"/>
    <w:rsid w:val="00166476"/>
    <w:rsid w:val="00166FB7"/>
    <w:rsid w:val="00171C51"/>
    <w:rsid w:val="001B7003"/>
    <w:rsid w:val="001C39FF"/>
    <w:rsid w:val="001D26E4"/>
    <w:rsid w:val="001E0780"/>
    <w:rsid w:val="001E14E1"/>
    <w:rsid w:val="001E1DA6"/>
    <w:rsid w:val="001E4E03"/>
    <w:rsid w:val="001F3432"/>
    <w:rsid w:val="002046D3"/>
    <w:rsid w:val="00242F62"/>
    <w:rsid w:val="00253494"/>
    <w:rsid w:val="00254A9B"/>
    <w:rsid w:val="00255FE8"/>
    <w:rsid w:val="00272508"/>
    <w:rsid w:val="002769DE"/>
    <w:rsid w:val="002819C3"/>
    <w:rsid w:val="002903BD"/>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4E6B2E"/>
    <w:rsid w:val="00502BD0"/>
    <w:rsid w:val="00510191"/>
    <w:rsid w:val="005254BE"/>
    <w:rsid w:val="00552DC0"/>
    <w:rsid w:val="0055550C"/>
    <w:rsid w:val="00563E60"/>
    <w:rsid w:val="00592833"/>
    <w:rsid w:val="005A214B"/>
    <w:rsid w:val="005A3974"/>
    <w:rsid w:val="005A5DC6"/>
    <w:rsid w:val="005A6A38"/>
    <w:rsid w:val="005A7C57"/>
    <w:rsid w:val="005C5A6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4CC5"/>
    <w:rsid w:val="006C6D45"/>
    <w:rsid w:val="006E5CC8"/>
    <w:rsid w:val="00701954"/>
    <w:rsid w:val="007037CA"/>
    <w:rsid w:val="00703943"/>
    <w:rsid w:val="007046C4"/>
    <w:rsid w:val="007148FF"/>
    <w:rsid w:val="00716BDB"/>
    <w:rsid w:val="00717456"/>
    <w:rsid w:val="00730E66"/>
    <w:rsid w:val="00737DE1"/>
    <w:rsid w:val="00741F6E"/>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6FFF"/>
    <w:rsid w:val="008D7633"/>
    <w:rsid w:val="00910883"/>
    <w:rsid w:val="0092580A"/>
    <w:rsid w:val="00932FAF"/>
    <w:rsid w:val="0093490C"/>
    <w:rsid w:val="0093664F"/>
    <w:rsid w:val="00943EB0"/>
    <w:rsid w:val="00945CA5"/>
    <w:rsid w:val="009553BC"/>
    <w:rsid w:val="009557EA"/>
    <w:rsid w:val="00963959"/>
    <w:rsid w:val="00963D60"/>
    <w:rsid w:val="0096600A"/>
    <w:rsid w:val="00986238"/>
    <w:rsid w:val="009905E3"/>
    <w:rsid w:val="009B067B"/>
    <w:rsid w:val="009B4822"/>
    <w:rsid w:val="009B5300"/>
    <w:rsid w:val="009B5DE9"/>
    <w:rsid w:val="009B5DF3"/>
    <w:rsid w:val="009D0CC8"/>
    <w:rsid w:val="009D6C04"/>
    <w:rsid w:val="009E28F9"/>
    <w:rsid w:val="009E7597"/>
    <w:rsid w:val="009F7B9C"/>
    <w:rsid w:val="00A12A8B"/>
    <w:rsid w:val="00A14556"/>
    <w:rsid w:val="00A17D84"/>
    <w:rsid w:val="00A22DF2"/>
    <w:rsid w:val="00A23065"/>
    <w:rsid w:val="00A2339E"/>
    <w:rsid w:val="00A24651"/>
    <w:rsid w:val="00A25EB9"/>
    <w:rsid w:val="00A27258"/>
    <w:rsid w:val="00A32395"/>
    <w:rsid w:val="00A40AB4"/>
    <w:rsid w:val="00A64B65"/>
    <w:rsid w:val="00A6502B"/>
    <w:rsid w:val="00A661F8"/>
    <w:rsid w:val="00A6672B"/>
    <w:rsid w:val="00A70250"/>
    <w:rsid w:val="00A82224"/>
    <w:rsid w:val="00A87496"/>
    <w:rsid w:val="00A927D0"/>
    <w:rsid w:val="00A9705C"/>
    <w:rsid w:val="00A97B0A"/>
    <w:rsid w:val="00AA1754"/>
    <w:rsid w:val="00AA224C"/>
    <w:rsid w:val="00AA6262"/>
    <w:rsid w:val="00AB1EC7"/>
    <w:rsid w:val="00AC5C21"/>
    <w:rsid w:val="00AD4128"/>
    <w:rsid w:val="00AD7705"/>
    <w:rsid w:val="00AD7B27"/>
    <w:rsid w:val="00AE06DB"/>
    <w:rsid w:val="00AE53B7"/>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21C"/>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33CB"/>
    <w:rsid w:val="00C77106"/>
    <w:rsid w:val="00C858D1"/>
    <w:rsid w:val="00C87836"/>
    <w:rsid w:val="00C90B14"/>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3ABF"/>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840B6"/>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D6C206"/>
  <w15:docId w15:val="{8A1E9D9C-8169-4ED1-AB23-EEC315878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0526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394</Words>
  <Characters>2769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3157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Müller, Heino</cp:lastModifiedBy>
  <cp:revision>7</cp:revision>
  <cp:lastPrinted>2007-09-03T14:44:00Z</cp:lastPrinted>
  <dcterms:created xsi:type="dcterms:W3CDTF">2021-04-12T10:51:00Z</dcterms:created>
  <dcterms:modified xsi:type="dcterms:W3CDTF">2021-05-12T11:36:00Z</dcterms:modified>
</cp:coreProperties>
</file>