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CBA37" w14:textId="7C701ED3" w:rsidR="005E1468" w:rsidRDefault="00B3790D" w:rsidP="005E1468">
      <w:pPr>
        <w:pStyle w:val="berschrift2"/>
      </w:pPr>
      <w:r>
        <w:t>P</w:t>
      </w:r>
      <w:r w:rsidRPr="00FC6AD5">
        <w:t xml:space="preserve">raktische Hilfe für die Opfer der Flutkatastrophe </w:t>
      </w:r>
    </w:p>
    <w:p w14:paraId="0AB0CE3D" w14:textId="0A335B49" w:rsidR="00A82224" w:rsidRPr="00FC6AD5" w:rsidRDefault="00B3790D" w:rsidP="00A82224">
      <w:pPr>
        <w:pStyle w:val="berschrift1"/>
      </w:pPr>
      <w:r>
        <w:t>SIEGENIA bot kostenfreie Fenster- und Türenreparatur</w:t>
      </w:r>
    </w:p>
    <w:p w14:paraId="3BE4B02F" w14:textId="77777777" w:rsidR="005E1468" w:rsidRPr="00FC6AD5" w:rsidRDefault="005E1468" w:rsidP="005E1468"/>
    <w:p w14:paraId="693928A4" w14:textId="4443639C" w:rsidR="00B07806" w:rsidRDefault="00707F06" w:rsidP="0015376E">
      <w:r>
        <w:t>Unmittelbar n</w:t>
      </w:r>
      <w:r w:rsidR="0045270C" w:rsidRPr="00FC6AD5">
        <w:t xml:space="preserve">ach </w:t>
      </w:r>
      <w:r w:rsidR="00556253" w:rsidRPr="00FC6AD5">
        <w:t xml:space="preserve">der Flutkatastrophe in Nordrhein-Westfalen und Rheinland-Pfalz </w:t>
      </w:r>
      <w:r w:rsidR="0045270C" w:rsidRPr="00FC6AD5">
        <w:t>hatten</w:t>
      </w:r>
      <w:r w:rsidR="00556253" w:rsidRPr="00FC6AD5">
        <w:t xml:space="preserve"> die Mitarbeitenden von </w:t>
      </w:r>
      <w:r w:rsidR="0045270C" w:rsidRPr="00FC6AD5">
        <w:t xml:space="preserve">SIEGENIA </w:t>
      </w:r>
      <w:r>
        <w:t xml:space="preserve">insgesamt 3.600 Euro </w:t>
      </w:r>
      <w:r w:rsidR="00556253" w:rsidRPr="00FC6AD5">
        <w:t xml:space="preserve">für Hilfsbedürftige </w:t>
      </w:r>
      <w:r w:rsidR="0045270C" w:rsidRPr="00FC6AD5">
        <w:t>gespendet</w:t>
      </w:r>
      <w:r>
        <w:t>. Der von der</w:t>
      </w:r>
      <w:r w:rsidR="00556253" w:rsidRPr="00FC6AD5">
        <w:t xml:space="preserve"> Geschäftsleitung großzügig auf</w:t>
      </w:r>
      <w:r>
        <w:t>ge</w:t>
      </w:r>
      <w:r w:rsidR="00CF14DE" w:rsidRPr="00FC6AD5">
        <w:t>stockt</w:t>
      </w:r>
      <w:r w:rsidR="00E4233D">
        <w:t>e Betrag</w:t>
      </w:r>
      <w:r>
        <w:t xml:space="preserve"> kam</w:t>
      </w:r>
      <w:r w:rsidR="0045270C" w:rsidRPr="00FC6AD5">
        <w:t xml:space="preserve"> </w:t>
      </w:r>
      <w:r w:rsidR="00D7165F" w:rsidRPr="00FC6AD5">
        <w:rPr>
          <w:rFonts w:cs="Arial"/>
          <w:szCs w:val="20"/>
        </w:rPr>
        <w:t>schließl</w:t>
      </w:r>
      <w:r w:rsidR="0078193D" w:rsidRPr="00FC6AD5">
        <w:rPr>
          <w:rFonts w:cs="Arial"/>
          <w:szCs w:val="20"/>
        </w:rPr>
        <w:t xml:space="preserve">ich zwei Mitarbeitenden </w:t>
      </w:r>
      <w:r w:rsidR="007E2F70" w:rsidRPr="00FC6AD5">
        <w:rPr>
          <w:rFonts w:cs="Arial"/>
          <w:szCs w:val="20"/>
        </w:rPr>
        <w:t xml:space="preserve">von SIEGENIA </w:t>
      </w:r>
      <w:r w:rsidR="0078193D" w:rsidRPr="00FC6AD5">
        <w:rPr>
          <w:rFonts w:cs="Arial"/>
          <w:szCs w:val="20"/>
        </w:rPr>
        <w:t xml:space="preserve">zugute, </w:t>
      </w:r>
      <w:r w:rsidR="00DC03D7" w:rsidRPr="00FC6AD5">
        <w:rPr>
          <w:rFonts w:cs="Arial"/>
          <w:szCs w:val="20"/>
        </w:rPr>
        <w:t>deren Häuser</w:t>
      </w:r>
      <w:r w:rsidR="0078193D" w:rsidRPr="00FC6AD5">
        <w:rPr>
          <w:rFonts w:cs="Arial"/>
          <w:szCs w:val="20"/>
        </w:rPr>
        <w:t xml:space="preserve"> </w:t>
      </w:r>
      <w:r w:rsidR="00DC03D7" w:rsidRPr="00FC6AD5">
        <w:rPr>
          <w:rFonts w:cs="Arial"/>
          <w:szCs w:val="20"/>
        </w:rPr>
        <w:t>stark vom Hochwasser in Mitleidenschaft gezogen w</w:t>
      </w:r>
      <w:r w:rsidR="00B3790D">
        <w:rPr>
          <w:rFonts w:cs="Arial"/>
          <w:szCs w:val="20"/>
        </w:rPr>
        <w:t>u</w:t>
      </w:r>
      <w:r w:rsidR="00DC03D7" w:rsidRPr="00FC6AD5">
        <w:rPr>
          <w:rFonts w:cs="Arial"/>
          <w:szCs w:val="20"/>
        </w:rPr>
        <w:t>rden</w:t>
      </w:r>
      <w:r w:rsidR="00B07806">
        <w:rPr>
          <w:rFonts w:cs="Arial"/>
          <w:szCs w:val="20"/>
        </w:rPr>
        <w:t xml:space="preserve">. </w:t>
      </w:r>
      <w:r w:rsidR="00E254FA">
        <w:rPr>
          <w:rFonts w:cs="Arial"/>
          <w:szCs w:val="20"/>
        </w:rPr>
        <w:t>Über Monate hinweg war</w:t>
      </w:r>
      <w:r w:rsidR="00352F53" w:rsidRPr="00FC6AD5">
        <w:rPr>
          <w:rFonts w:cs="Arial"/>
          <w:szCs w:val="20"/>
        </w:rPr>
        <w:t xml:space="preserve"> d</w:t>
      </w:r>
      <w:r w:rsidR="00112002" w:rsidRPr="00FC6AD5">
        <w:rPr>
          <w:rFonts w:cs="Arial"/>
          <w:szCs w:val="20"/>
        </w:rPr>
        <w:t>as Engagement im Unternehmen ungebrochen.</w:t>
      </w:r>
      <w:r w:rsidR="00D7165F" w:rsidRPr="00FC6AD5">
        <w:rPr>
          <w:rFonts w:cs="Arial"/>
          <w:szCs w:val="20"/>
        </w:rPr>
        <w:t xml:space="preserve"> „</w:t>
      </w:r>
      <w:r w:rsidR="0045270C" w:rsidRPr="00FC6AD5">
        <w:rPr>
          <w:rFonts w:cs="Arial"/>
          <w:szCs w:val="20"/>
        </w:rPr>
        <w:t>Die</w:t>
      </w:r>
      <w:r w:rsidR="007D7097" w:rsidRPr="00FC6AD5">
        <w:t xml:space="preserve"> Menschen vor Ort </w:t>
      </w:r>
      <w:r w:rsidR="0045270C" w:rsidRPr="00FC6AD5">
        <w:t xml:space="preserve">benötigen </w:t>
      </w:r>
      <w:r>
        <w:t>weiterhin</w:t>
      </w:r>
      <w:r w:rsidR="007D7097" w:rsidRPr="00FC6AD5">
        <w:t xml:space="preserve"> dringend </w:t>
      </w:r>
      <w:r>
        <w:t>Unterstützung</w:t>
      </w:r>
      <w:r w:rsidR="007D7097" w:rsidRPr="00FC6AD5">
        <w:t>. </w:t>
      </w:r>
      <w:r w:rsidR="0045270C" w:rsidRPr="00FC6AD5">
        <w:t>Daher</w:t>
      </w:r>
      <w:r w:rsidR="0045270C" w:rsidRPr="00FC6AD5">
        <w:rPr>
          <w:rFonts w:cs="Arial"/>
          <w:szCs w:val="20"/>
        </w:rPr>
        <w:t xml:space="preserve"> haben wir Überlegungen angestellt, wie eine </w:t>
      </w:r>
      <w:r w:rsidR="007F15ED" w:rsidRPr="00FC6AD5">
        <w:t>Hilfsaktion</w:t>
      </w:r>
      <w:r w:rsidR="00FC6AD5" w:rsidRPr="00FC6AD5">
        <w:t xml:space="preserve"> aussehen kann</w:t>
      </w:r>
      <w:r w:rsidR="001750AC" w:rsidRPr="00FC6AD5">
        <w:t xml:space="preserve">“, erläutert Roland Schöler, Leiter Services bei SIEGENIA. </w:t>
      </w:r>
      <w:r w:rsidR="005D5E9C" w:rsidRPr="00FC6AD5">
        <w:rPr>
          <w:rFonts w:cs="Arial"/>
          <w:szCs w:val="20"/>
        </w:rPr>
        <w:t>„</w:t>
      </w:r>
      <w:r w:rsidR="00B07806">
        <w:rPr>
          <w:rFonts w:cs="Arial"/>
          <w:szCs w:val="20"/>
        </w:rPr>
        <w:t>G</w:t>
      </w:r>
      <w:r w:rsidR="005D5E9C" w:rsidRPr="00FC6AD5">
        <w:rPr>
          <w:rFonts w:cs="Arial"/>
          <w:szCs w:val="20"/>
        </w:rPr>
        <w:t>erade bei der Wartung und Reparatur von Fenster</w:t>
      </w:r>
      <w:r w:rsidR="002B4B65" w:rsidRPr="00FC6AD5">
        <w:rPr>
          <w:rFonts w:cs="Arial"/>
          <w:szCs w:val="20"/>
        </w:rPr>
        <w:t>- und Tür</w:t>
      </w:r>
      <w:r w:rsidR="005D5E9C" w:rsidRPr="00FC6AD5">
        <w:rPr>
          <w:rFonts w:cs="Arial"/>
          <w:szCs w:val="20"/>
        </w:rPr>
        <w:t xml:space="preserve">beschlägen </w:t>
      </w:r>
      <w:r w:rsidR="00B43A73">
        <w:rPr>
          <w:rFonts w:cs="Arial"/>
          <w:szCs w:val="20"/>
        </w:rPr>
        <w:t xml:space="preserve">kann SIEGENIA </w:t>
      </w:r>
      <w:r w:rsidR="005D5E9C" w:rsidRPr="00FC6AD5">
        <w:rPr>
          <w:rFonts w:cs="Arial"/>
          <w:szCs w:val="20"/>
        </w:rPr>
        <w:t xml:space="preserve">kompetenten Einsatz leisten. Zahlreiche Fenster und Türen haben die Flut zwar überstanden, lassen </w:t>
      </w:r>
      <w:r w:rsidR="007D7097" w:rsidRPr="00FC6AD5">
        <w:t>sich aber nicht mehr richtig öffnen und schließen</w:t>
      </w:r>
      <w:r w:rsidR="0015376E">
        <w:t>.</w:t>
      </w:r>
      <w:r w:rsidR="005D5E9C" w:rsidRPr="00FC6AD5">
        <w:t>“</w:t>
      </w:r>
      <w:r w:rsidR="0015376E">
        <w:t xml:space="preserve"> </w:t>
      </w:r>
    </w:p>
    <w:p w14:paraId="302F42A5" w14:textId="77777777" w:rsidR="00B07806" w:rsidRDefault="00B07806" w:rsidP="0015376E"/>
    <w:p w14:paraId="0E186000" w14:textId="0E3CDEA7" w:rsidR="00845051" w:rsidRPr="00FC6AD5" w:rsidRDefault="003E174C" w:rsidP="00B07806">
      <w:pPr>
        <w:rPr>
          <w:rFonts w:cs="Arial"/>
        </w:rPr>
      </w:pPr>
      <w:r w:rsidRPr="00FC6AD5">
        <w:rPr>
          <w:rFonts w:cs="Arial"/>
        </w:rPr>
        <w:t>N</w:t>
      </w:r>
      <w:r w:rsidR="007D7097" w:rsidRPr="00FC6AD5">
        <w:rPr>
          <w:rFonts w:cs="Arial"/>
        </w:rPr>
        <w:t xml:space="preserve">eben Mitarbeitenden aus dem Bereich Service </w:t>
      </w:r>
      <w:r w:rsidRPr="00FC6AD5">
        <w:rPr>
          <w:rFonts w:cs="Arial"/>
        </w:rPr>
        <w:t>konnte</w:t>
      </w:r>
      <w:r w:rsidR="0015376E">
        <w:rPr>
          <w:rFonts w:cs="Arial"/>
        </w:rPr>
        <w:t xml:space="preserve"> das Unternehmen</w:t>
      </w:r>
      <w:r w:rsidRPr="00FC6AD5">
        <w:rPr>
          <w:rFonts w:cs="Arial"/>
        </w:rPr>
        <w:t xml:space="preserve"> hierfür </w:t>
      </w:r>
      <w:r w:rsidR="00352F53" w:rsidRPr="00FC6AD5">
        <w:rPr>
          <w:rFonts w:cs="Arial"/>
        </w:rPr>
        <w:t>diverse</w:t>
      </w:r>
      <w:r w:rsidR="007D7097" w:rsidRPr="00FC6AD5">
        <w:rPr>
          <w:rFonts w:cs="Arial"/>
        </w:rPr>
        <w:t xml:space="preserve"> erfahrene SIEGENIA-</w:t>
      </w:r>
      <w:r w:rsidR="00352F53" w:rsidRPr="00FC6AD5">
        <w:rPr>
          <w:rFonts w:cs="Arial"/>
        </w:rPr>
        <w:t>Profis</w:t>
      </w:r>
      <w:r w:rsidR="007D7097" w:rsidRPr="00FC6AD5">
        <w:rPr>
          <w:rFonts w:cs="Arial"/>
        </w:rPr>
        <w:t xml:space="preserve"> und viele Azubis gewinnen</w:t>
      </w:r>
      <w:r w:rsidR="00352F53" w:rsidRPr="00FC6AD5">
        <w:rPr>
          <w:rFonts w:cs="Arial"/>
        </w:rPr>
        <w:t>.</w:t>
      </w:r>
      <w:r w:rsidR="00352F53" w:rsidRPr="00FC6AD5">
        <w:t xml:space="preserve"> </w:t>
      </w:r>
      <w:r w:rsidR="0015376E">
        <w:t>„</w:t>
      </w:r>
      <w:r w:rsidR="00352F53" w:rsidRPr="00FC6AD5">
        <w:t xml:space="preserve">Der ungewöhnliche Einsatz außerhalb von Betrieb und Schule und die Zusammenarbeit mit erfahrenen </w:t>
      </w:r>
      <w:r w:rsidR="0029122B" w:rsidRPr="00FC6AD5">
        <w:t>Kräften</w:t>
      </w:r>
      <w:r w:rsidR="00352F53" w:rsidRPr="00FC6AD5">
        <w:t xml:space="preserve"> war für sie eine bereichernde Lernerfahrung</w:t>
      </w:r>
      <w:r w:rsidR="00112002" w:rsidRPr="00FC6AD5">
        <w:rPr>
          <w:rFonts w:cs="Arial"/>
        </w:rPr>
        <w:t xml:space="preserve">“, </w:t>
      </w:r>
      <w:r w:rsidRPr="00FC6AD5">
        <w:rPr>
          <w:rFonts w:cs="Arial"/>
        </w:rPr>
        <w:t>schildert Roland Schöler</w:t>
      </w:r>
      <w:r w:rsidR="007D7097" w:rsidRPr="00FC6AD5">
        <w:rPr>
          <w:rFonts w:cs="Arial"/>
        </w:rPr>
        <w:t>.</w:t>
      </w:r>
      <w:r w:rsidR="00B1140E" w:rsidRPr="00FC6AD5">
        <w:rPr>
          <w:rFonts w:cs="Arial"/>
        </w:rPr>
        <w:t xml:space="preserve"> </w:t>
      </w:r>
      <w:r w:rsidR="00B07806">
        <w:rPr>
          <w:rFonts w:cs="Arial"/>
        </w:rPr>
        <w:t>Von</w:t>
      </w:r>
      <w:r w:rsidR="00112002" w:rsidRPr="00FC6AD5">
        <w:rPr>
          <w:rFonts w:cs="Arial"/>
        </w:rPr>
        <w:t xml:space="preserve"> September </w:t>
      </w:r>
      <w:r w:rsidR="00B07806">
        <w:rPr>
          <w:rFonts w:cs="Arial"/>
        </w:rPr>
        <w:t>bis Dezember waren</w:t>
      </w:r>
      <w:r w:rsidR="007D7097" w:rsidRPr="00FC6AD5">
        <w:rPr>
          <w:rFonts w:cs="Arial"/>
        </w:rPr>
        <w:t xml:space="preserve"> die Serviceteams </w:t>
      </w:r>
      <w:r w:rsidR="007F15ED" w:rsidRPr="00FC6AD5">
        <w:rPr>
          <w:rFonts w:cs="Arial"/>
        </w:rPr>
        <w:t xml:space="preserve">in den Hochwasserregionen </w:t>
      </w:r>
      <w:r w:rsidR="00112002" w:rsidRPr="00FC6AD5">
        <w:rPr>
          <w:rFonts w:cs="Arial"/>
        </w:rPr>
        <w:t>im Einsatz</w:t>
      </w:r>
      <w:r w:rsidR="007D7097" w:rsidRPr="00FC6AD5">
        <w:rPr>
          <w:rFonts w:cs="Arial"/>
        </w:rPr>
        <w:t xml:space="preserve">. </w:t>
      </w:r>
      <w:r w:rsidR="007A2B0D" w:rsidRPr="00FC6AD5">
        <w:rPr>
          <w:rFonts w:cs="Arial"/>
        </w:rPr>
        <w:t xml:space="preserve">Dort </w:t>
      </w:r>
      <w:r w:rsidR="007F15ED" w:rsidRPr="00FC6AD5">
        <w:rPr>
          <w:rFonts w:cs="Arial"/>
        </w:rPr>
        <w:t>stellten</w:t>
      </w:r>
      <w:r w:rsidR="002B4B65" w:rsidRPr="00FC6AD5">
        <w:rPr>
          <w:rFonts w:cs="Arial"/>
        </w:rPr>
        <w:t xml:space="preserve"> sie</w:t>
      </w:r>
      <w:r w:rsidR="007F15ED" w:rsidRPr="00FC6AD5">
        <w:rPr>
          <w:rFonts w:cs="Arial"/>
        </w:rPr>
        <w:t xml:space="preserve"> </w:t>
      </w:r>
      <w:r w:rsidR="007A2B0D" w:rsidRPr="00FC6AD5">
        <w:rPr>
          <w:rFonts w:cs="Arial"/>
        </w:rPr>
        <w:t xml:space="preserve">u. a. </w:t>
      </w:r>
      <w:r w:rsidR="007D7097" w:rsidRPr="00FC6AD5">
        <w:rPr>
          <w:rFonts w:cs="Arial"/>
        </w:rPr>
        <w:t xml:space="preserve">die Funktionalität </w:t>
      </w:r>
      <w:r w:rsidR="00816CDF" w:rsidRPr="00FC6AD5">
        <w:rPr>
          <w:rFonts w:cs="Arial"/>
        </w:rPr>
        <w:t xml:space="preserve">der Elemente </w:t>
      </w:r>
      <w:r w:rsidR="007D7097" w:rsidRPr="00FC6AD5">
        <w:rPr>
          <w:rFonts w:cs="Arial"/>
        </w:rPr>
        <w:t xml:space="preserve">wieder her, indem sie </w:t>
      </w:r>
      <w:r w:rsidR="00F01F3A" w:rsidRPr="00FC6AD5">
        <w:rPr>
          <w:rFonts w:cs="Arial"/>
        </w:rPr>
        <w:t xml:space="preserve">im Bedarfsfall </w:t>
      </w:r>
      <w:r w:rsidR="007D7097" w:rsidRPr="00FC6AD5">
        <w:rPr>
          <w:rFonts w:cs="Arial"/>
        </w:rPr>
        <w:t>die Rahmen entwässer</w:t>
      </w:r>
      <w:r w:rsidR="00816CDF" w:rsidRPr="00FC6AD5">
        <w:rPr>
          <w:rFonts w:cs="Arial"/>
        </w:rPr>
        <w:t>te</w:t>
      </w:r>
      <w:r w:rsidR="007D7097" w:rsidRPr="00FC6AD5">
        <w:rPr>
          <w:rFonts w:cs="Arial"/>
        </w:rPr>
        <w:t>n</w:t>
      </w:r>
      <w:r w:rsidR="00816CDF" w:rsidRPr="00FC6AD5">
        <w:rPr>
          <w:rFonts w:cs="Arial"/>
        </w:rPr>
        <w:t xml:space="preserve"> </w:t>
      </w:r>
      <w:r w:rsidR="00BE0E8D" w:rsidRPr="00FC6AD5">
        <w:rPr>
          <w:rFonts w:cs="Arial"/>
        </w:rPr>
        <w:t>und</w:t>
      </w:r>
      <w:r w:rsidR="007D7097" w:rsidRPr="00FC6AD5">
        <w:rPr>
          <w:rFonts w:cs="Arial"/>
        </w:rPr>
        <w:t xml:space="preserve"> </w:t>
      </w:r>
      <w:r w:rsidR="00816CDF" w:rsidRPr="00FC6AD5">
        <w:rPr>
          <w:rFonts w:cs="Arial"/>
        </w:rPr>
        <w:t xml:space="preserve">die </w:t>
      </w:r>
      <w:r w:rsidR="007D7097" w:rsidRPr="00FC6AD5">
        <w:rPr>
          <w:rFonts w:cs="Arial"/>
        </w:rPr>
        <w:t xml:space="preserve">Beschläge </w:t>
      </w:r>
      <w:r w:rsidR="00496A4B" w:rsidRPr="00FC6AD5">
        <w:rPr>
          <w:rFonts w:cs="Arial"/>
        </w:rPr>
        <w:t>r</w:t>
      </w:r>
      <w:r w:rsidR="007D7097" w:rsidRPr="00FC6AD5">
        <w:rPr>
          <w:rFonts w:cs="Arial"/>
        </w:rPr>
        <w:t>einig</w:t>
      </w:r>
      <w:r w:rsidR="00816CDF" w:rsidRPr="00FC6AD5">
        <w:rPr>
          <w:rFonts w:cs="Arial"/>
        </w:rPr>
        <w:t>t</w:t>
      </w:r>
      <w:r w:rsidR="007D7097" w:rsidRPr="00FC6AD5">
        <w:rPr>
          <w:rFonts w:cs="Arial"/>
        </w:rPr>
        <w:t>en, fette</w:t>
      </w:r>
      <w:r w:rsidR="00816CDF" w:rsidRPr="00FC6AD5">
        <w:rPr>
          <w:rFonts w:cs="Arial"/>
        </w:rPr>
        <w:t>te</w:t>
      </w:r>
      <w:r w:rsidR="007D7097" w:rsidRPr="00FC6AD5">
        <w:rPr>
          <w:rFonts w:cs="Arial"/>
        </w:rPr>
        <w:t>n und einstell</w:t>
      </w:r>
      <w:r w:rsidR="00816CDF" w:rsidRPr="00FC6AD5">
        <w:rPr>
          <w:rFonts w:cs="Arial"/>
        </w:rPr>
        <w:t>t</w:t>
      </w:r>
      <w:r w:rsidR="007D7097" w:rsidRPr="00FC6AD5">
        <w:rPr>
          <w:rFonts w:cs="Arial"/>
        </w:rPr>
        <w:t>en</w:t>
      </w:r>
      <w:r w:rsidR="00816CDF" w:rsidRPr="00FC6AD5">
        <w:rPr>
          <w:rFonts w:cs="Arial"/>
        </w:rPr>
        <w:t xml:space="preserve">. Defekte </w:t>
      </w:r>
      <w:r w:rsidR="007D7097" w:rsidRPr="00FC6AD5">
        <w:rPr>
          <w:rFonts w:cs="Arial"/>
        </w:rPr>
        <w:t xml:space="preserve">Beschläge </w:t>
      </w:r>
      <w:r w:rsidR="00816CDF" w:rsidRPr="00FC6AD5">
        <w:rPr>
          <w:rFonts w:cs="Arial"/>
        </w:rPr>
        <w:t xml:space="preserve">wurden </w:t>
      </w:r>
      <w:r w:rsidR="00BE0E8D" w:rsidRPr="00FC6AD5">
        <w:rPr>
          <w:rFonts w:cs="Arial"/>
        </w:rPr>
        <w:t xml:space="preserve">kostenfrei </w:t>
      </w:r>
      <w:r w:rsidR="007D7097" w:rsidRPr="00FC6AD5">
        <w:rPr>
          <w:rFonts w:cs="Arial"/>
        </w:rPr>
        <w:t>aus</w:t>
      </w:r>
      <w:r w:rsidR="00816CDF" w:rsidRPr="00FC6AD5">
        <w:rPr>
          <w:rFonts w:cs="Arial"/>
        </w:rPr>
        <w:t>ge</w:t>
      </w:r>
      <w:r w:rsidR="007D7097" w:rsidRPr="00FC6AD5">
        <w:rPr>
          <w:rFonts w:cs="Arial"/>
        </w:rPr>
        <w:t>tausch</w:t>
      </w:r>
      <w:r w:rsidR="00816CDF" w:rsidRPr="00FC6AD5">
        <w:rPr>
          <w:rFonts w:cs="Arial"/>
        </w:rPr>
        <w:t>t – auch das war Teil des SIEGENIA-Hilfspakets</w:t>
      </w:r>
      <w:r w:rsidR="007D7097" w:rsidRPr="00FC6AD5">
        <w:rPr>
          <w:rFonts w:cs="Arial"/>
        </w:rPr>
        <w:t>. </w:t>
      </w:r>
    </w:p>
    <w:p w14:paraId="2501C33C" w14:textId="5496D8DD" w:rsidR="00112002" w:rsidRPr="00FC6AD5" w:rsidRDefault="0015376E" w:rsidP="00112002">
      <w:pPr>
        <w:pStyle w:val="berschrift4"/>
      </w:pPr>
      <w:r>
        <w:t>Große Dankbarkeit bei den Betroffenen</w:t>
      </w:r>
    </w:p>
    <w:p w14:paraId="0978EE50" w14:textId="31E39FA7" w:rsidR="007D7097" w:rsidRPr="00701D9A" w:rsidRDefault="0015376E" w:rsidP="00845051">
      <w:pPr>
        <w:rPr>
          <w:rFonts w:cs="Arial"/>
          <w:szCs w:val="20"/>
        </w:rPr>
      </w:pPr>
      <w:r w:rsidRPr="00FC6AD5">
        <w:rPr>
          <w:rFonts w:cs="Arial"/>
          <w:szCs w:val="20"/>
        </w:rPr>
        <w:t xml:space="preserve">Für </w:t>
      </w:r>
      <w:r>
        <w:rPr>
          <w:rFonts w:cs="Arial"/>
          <w:szCs w:val="20"/>
        </w:rPr>
        <w:t>die</w:t>
      </w:r>
      <w:r w:rsidRPr="00FC6AD5">
        <w:rPr>
          <w:rFonts w:cs="Arial"/>
          <w:szCs w:val="20"/>
        </w:rPr>
        <w:t xml:space="preserve"> Einsatzkräfte </w:t>
      </w:r>
      <w:r>
        <w:rPr>
          <w:rFonts w:cs="Arial"/>
          <w:szCs w:val="20"/>
        </w:rPr>
        <w:t xml:space="preserve">von SIEGENIA </w:t>
      </w:r>
      <w:r w:rsidRPr="00FC6AD5">
        <w:rPr>
          <w:rFonts w:cs="Arial"/>
          <w:szCs w:val="20"/>
        </w:rPr>
        <w:t xml:space="preserve">war es eine sehr eindrückliche Erfahrung, den teils schwer traumatisierten Menschen zu begegnen. </w:t>
      </w:r>
      <w:r w:rsidR="00BE0E8D" w:rsidRPr="00FC6AD5">
        <w:rPr>
          <w:rFonts w:cs="Arial"/>
          <w:szCs w:val="20"/>
        </w:rPr>
        <w:t>Michael Zimmermann</w:t>
      </w:r>
      <w:r w:rsidR="00B421CA">
        <w:rPr>
          <w:rFonts w:cs="Arial"/>
          <w:szCs w:val="20"/>
        </w:rPr>
        <w:t>, der sich vor Ort engagierte,</w:t>
      </w:r>
      <w:r w:rsidR="00B07806" w:rsidRPr="00B07806">
        <w:rPr>
          <w:rFonts w:cs="Arial"/>
          <w:szCs w:val="20"/>
        </w:rPr>
        <w:t xml:space="preserve"> b</w:t>
      </w:r>
      <w:r w:rsidR="00BE0E8D" w:rsidRPr="00FC6AD5">
        <w:rPr>
          <w:rFonts w:cs="Arial"/>
          <w:szCs w:val="20"/>
        </w:rPr>
        <w:t xml:space="preserve">erichtet: </w:t>
      </w:r>
      <w:r w:rsidR="00816CDF" w:rsidRPr="00FC6AD5">
        <w:rPr>
          <w:rFonts w:cs="Arial"/>
          <w:szCs w:val="20"/>
        </w:rPr>
        <w:t>„</w:t>
      </w:r>
      <w:r w:rsidR="007D7097" w:rsidRPr="00FC6AD5">
        <w:rPr>
          <w:rFonts w:cs="Arial"/>
          <w:szCs w:val="20"/>
        </w:rPr>
        <w:t xml:space="preserve">Durch den Verlust </w:t>
      </w:r>
      <w:r w:rsidR="00496A4B" w:rsidRPr="00FC6AD5">
        <w:rPr>
          <w:rFonts w:cs="Arial"/>
          <w:szCs w:val="20"/>
        </w:rPr>
        <w:t xml:space="preserve">von Hab </w:t>
      </w:r>
      <w:r w:rsidR="007D7097" w:rsidRPr="00FC6AD5">
        <w:rPr>
          <w:rFonts w:cs="Arial"/>
          <w:szCs w:val="20"/>
        </w:rPr>
        <w:t xml:space="preserve">und </w:t>
      </w:r>
      <w:r w:rsidR="00496A4B" w:rsidRPr="00FC6AD5">
        <w:rPr>
          <w:rFonts w:cs="Arial"/>
          <w:szCs w:val="20"/>
        </w:rPr>
        <w:t xml:space="preserve">Gut </w:t>
      </w:r>
      <w:r w:rsidR="00816CDF" w:rsidRPr="00FC6AD5">
        <w:rPr>
          <w:rFonts w:cs="Arial"/>
          <w:szCs w:val="20"/>
        </w:rPr>
        <w:t>empfinden</w:t>
      </w:r>
      <w:r w:rsidR="007D7097" w:rsidRPr="00FC6AD5">
        <w:rPr>
          <w:rFonts w:cs="Arial"/>
          <w:szCs w:val="20"/>
        </w:rPr>
        <w:t xml:space="preserve"> viele </w:t>
      </w:r>
      <w:r w:rsidR="007F15ED" w:rsidRPr="00FC6AD5">
        <w:rPr>
          <w:rFonts w:cs="Arial"/>
          <w:szCs w:val="20"/>
        </w:rPr>
        <w:t xml:space="preserve">von ihnen </w:t>
      </w:r>
      <w:r w:rsidR="007D7097" w:rsidRPr="00FC6AD5">
        <w:rPr>
          <w:rFonts w:cs="Arial"/>
          <w:szCs w:val="20"/>
        </w:rPr>
        <w:t xml:space="preserve">ein Gefühl </w:t>
      </w:r>
      <w:r w:rsidR="00816CDF" w:rsidRPr="00FC6AD5">
        <w:rPr>
          <w:rFonts w:cs="Arial"/>
          <w:szCs w:val="20"/>
        </w:rPr>
        <w:t>von</w:t>
      </w:r>
      <w:r w:rsidR="007D7097" w:rsidRPr="00FC6AD5">
        <w:rPr>
          <w:rFonts w:cs="Arial"/>
          <w:szCs w:val="20"/>
        </w:rPr>
        <w:t xml:space="preserve"> Ohnmacht</w:t>
      </w:r>
      <w:r w:rsidR="00816CDF" w:rsidRPr="00FC6AD5">
        <w:rPr>
          <w:rFonts w:cs="Arial"/>
          <w:szCs w:val="20"/>
        </w:rPr>
        <w:t xml:space="preserve">. </w:t>
      </w:r>
      <w:r w:rsidR="007D7097" w:rsidRPr="00FC6AD5">
        <w:rPr>
          <w:rFonts w:cs="Arial"/>
          <w:szCs w:val="20"/>
        </w:rPr>
        <w:t xml:space="preserve">Mit unserem Hilfsangebot </w:t>
      </w:r>
      <w:r w:rsidR="00816CDF" w:rsidRPr="00FC6AD5">
        <w:rPr>
          <w:rFonts w:cs="Arial"/>
          <w:szCs w:val="20"/>
        </w:rPr>
        <w:t>lösen</w:t>
      </w:r>
      <w:r w:rsidR="007D7097" w:rsidRPr="00FC6AD5">
        <w:rPr>
          <w:rFonts w:cs="Arial"/>
          <w:szCs w:val="20"/>
        </w:rPr>
        <w:t xml:space="preserve"> wir lediglich ein Problem </w:t>
      </w:r>
      <w:r w:rsidR="00816CDF" w:rsidRPr="00FC6AD5">
        <w:rPr>
          <w:rFonts w:cs="Arial"/>
          <w:szCs w:val="20"/>
        </w:rPr>
        <w:t xml:space="preserve">in einer erdrückend langen </w:t>
      </w:r>
      <w:r w:rsidR="007D7097" w:rsidRPr="00FC6AD5">
        <w:rPr>
          <w:rFonts w:cs="Arial"/>
          <w:szCs w:val="20"/>
        </w:rPr>
        <w:t>Reihe</w:t>
      </w:r>
      <w:r w:rsidR="00BE0E8D" w:rsidRPr="00FC6AD5">
        <w:rPr>
          <w:rFonts w:cs="Arial"/>
          <w:szCs w:val="20"/>
        </w:rPr>
        <w:t>.</w:t>
      </w:r>
      <w:r w:rsidR="007D7097" w:rsidRPr="00FC6AD5">
        <w:rPr>
          <w:rFonts w:cs="Arial"/>
          <w:szCs w:val="20"/>
        </w:rPr>
        <w:t>“</w:t>
      </w:r>
      <w:r w:rsidR="00816CDF" w:rsidRPr="00FC6AD5">
        <w:rPr>
          <w:rFonts w:cs="Arial"/>
          <w:szCs w:val="20"/>
        </w:rPr>
        <w:t xml:space="preserve"> Die Dankbarkeit der </w:t>
      </w:r>
      <w:r w:rsidR="007D7097" w:rsidRPr="00FC6AD5">
        <w:rPr>
          <w:rFonts w:cs="Arial"/>
          <w:szCs w:val="20"/>
        </w:rPr>
        <w:t xml:space="preserve">Betroffenen </w:t>
      </w:r>
      <w:r w:rsidR="00816CDF" w:rsidRPr="00FC6AD5">
        <w:rPr>
          <w:rFonts w:cs="Arial"/>
          <w:szCs w:val="20"/>
        </w:rPr>
        <w:t xml:space="preserve">und ihre Freude über die professionelle Hilfestellung </w:t>
      </w:r>
      <w:r w:rsidR="00485280" w:rsidRPr="00FC6AD5">
        <w:rPr>
          <w:rFonts w:cs="Arial"/>
          <w:szCs w:val="20"/>
        </w:rPr>
        <w:t xml:space="preserve">waren </w:t>
      </w:r>
      <w:r>
        <w:rPr>
          <w:rFonts w:cs="Arial"/>
          <w:szCs w:val="20"/>
        </w:rPr>
        <w:t>folglich</w:t>
      </w:r>
      <w:r w:rsidR="00485280" w:rsidRPr="00FC6AD5">
        <w:rPr>
          <w:rFonts w:cs="Arial"/>
          <w:szCs w:val="20"/>
        </w:rPr>
        <w:t xml:space="preserve"> deutlich erkennbar – für </w:t>
      </w:r>
      <w:r w:rsidR="002B4B65" w:rsidRPr="00FC6AD5">
        <w:rPr>
          <w:rFonts w:cs="Arial"/>
          <w:szCs w:val="20"/>
        </w:rPr>
        <w:t>die</w:t>
      </w:r>
      <w:r w:rsidR="00485280" w:rsidRPr="00FC6AD5">
        <w:rPr>
          <w:rFonts w:cs="Arial"/>
          <w:szCs w:val="20"/>
        </w:rPr>
        <w:t xml:space="preserve"> Einsatzkräfte die schönste Rückmeldung</w:t>
      </w:r>
      <w:r w:rsidR="007F3522" w:rsidRPr="00FC6AD5">
        <w:rPr>
          <w:rFonts w:cs="Arial"/>
          <w:szCs w:val="20"/>
        </w:rPr>
        <w:t>.</w:t>
      </w:r>
      <w:r w:rsidR="007D7097" w:rsidRPr="00701D9A">
        <w:rPr>
          <w:rFonts w:cs="Arial"/>
          <w:szCs w:val="20"/>
        </w:rPr>
        <w:t xml:space="preserve"> </w:t>
      </w:r>
    </w:p>
    <w:p w14:paraId="2D298A4A" w14:textId="77777777" w:rsidR="00112002" w:rsidRDefault="00112002" w:rsidP="00845051">
      <w:pPr>
        <w:rPr>
          <w:rFonts w:cs="Arial"/>
          <w:szCs w:val="20"/>
        </w:rPr>
      </w:pPr>
    </w:p>
    <w:p w14:paraId="28E26A50" w14:textId="3C184520" w:rsidR="007D7097" w:rsidRPr="00701D9A" w:rsidRDefault="007D7097" w:rsidP="00845051">
      <w:pPr>
        <w:rPr>
          <w:rFonts w:cs="Arial"/>
          <w:szCs w:val="20"/>
        </w:rPr>
      </w:pPr>
    </w:p>
    <w:p w14:paraId="7F82E1BE" w14:textId="667A2949" w:rsidR="00A16C4A" w:rsidRDefault="00A16C4A" w:rsidP="00845051">
      <w:pPr>
        <w:rPr>
          <w:rFonts w:cs="Arial"/>
          <w:szCs w:val="20"/>
        </w:rPr>
      </w:pPr>
    </w:p>
    <w:p w14:paraId="778EB739" w14:textId="77777777" w:rsidR="00A16C4A" w:rsidRPr="00845051" w:rsidRDefault="00A16C4A" w:rsidP="00845051">
      <w:pPr>
        <w:rPr>
          <w:rFonts w:cs="Arial"/>
          <w:szCs w:val="20"/>
        </w:rPr>
      </w:pPr>
    </w:p>
    <w:p w14:paraId="44F34BBA" w14:textId="77777777" w:rsidR="005F3D5F" w:rsidRPr="00845051" w:rsidRDefault="005F3D5F" w:rsidP="00845051">
      <w:pPr>
        <w:rPr>
          <w:rFonts w:cs="Arial"/>
          <w:szCs w:val="20"/>
        </w:rPr>
      </w:pPr>
    </w:p>
    <w:p w14:paraId="44ACF26A" w14:textId="77777777" w:rsidR="005E1468" w:rsidRDefault="005E1468" w:rsidP="005A7C57">
      <w:pPr>
        <w:pStyle w:val="berschrift4"/>
      </w:pPr>
      <w:r>
        <w:lastRenderedPageBreak/>
        <w:t>Bildunterschriften</w:t>
      </w:r>
    </w:p>
    <w:p w14:paraId="39DCB02A" w14:textId="77777777" w:rsidR="002A7F37" w:rsidRDefault="002A7F37" w:rsidP="002A7F37">
      <w:r>
        <w:t>Bildquelle: SIEGENIA</w:t>
      </w:r>
    </w:p>
    <w:p w14:paraId="625F050F" w14:textId="77777777" w:rsidR="002A7F37" w:rsidRPr="002A7F37" w:rsidRDefault="002A7F37" w:rsidP="002A7F37"/>
    <w:p w14:paraId="72520D6D" w14:textId="07EBE6A4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4B2D44">
        <w:rPr>
          <w:bCs/>
          <w:i/>
        </w:rPr>
        <w:t>Flutopferhilfe 1</w:t>
      </w:r>
      <w:r w:rsidRPr="00D129AE">
        <w:rPr>
          <w:bCs/>
          <w:i/>
        </w:rPr>
        <w:t xml:space="preserve">.jpg </w:t>
      </w:r>
    </w:p>
    <w:p w14:paraId="50DA0DE6" w14:textId="25C16DC7" w:rsidR="005E1468" w:rsidRPr="00D129AE" w:rsidRDefault="004B2D44" w:rsidP="005E1468">
      <w:r>
        <w:rPr>
          <w:rFonts w:cs="Arial"/>
          <w:szCs w:val="20"/>
        </w:rPr>
        <w:t>Zahlreiche Fenster und Türen hatten die Flut zwar überstanden, l</w:t>
      </w:r>
      <w:r w:rsidR="00E23738">
        <w:rPr>
          <w:rFonts w:cs="Arial"/>
          <w:szCs w:val="20"/>
        </w:rPr>
        <w:t>ieße</w:t>
      </w:r>
      <w:r>
        <w:rPr>
          <w:rFonts w:cs="Arial"/>
          <w:szCs w:val="20"/>
        </w:rPr>
        <w:t xml:space="preserve">n </w:t>
      </w:r>
      <w:r w:rsidRPr="00701D9A">
        <w:t>sich aber nicht mehr richtig öffnen und schließen</w:t>
      </w:r>
      <w:r>
        <w:t xml:space="preserve">. </w:t>
      </w:r>
      <w:r w:rsidR="00E23738">
        <w:t xml:space="preserve">Im ersten Schritt </w:t>
      </w:r>
      <w:r w:rsidRPr="00701D9A">
        <w:rPr>
          <w:rFonts w:cs="Arial"/>
          <w:szCs w:val="20"/>
        </w:rPr>
        <w:t>überprüf</w:t>
      </w:r>
      <w:r>
        <w:rPr>
          <w:rFonts w:cs="Arial"/>
          <w:szCs w:val="20"/>
        </w:rPr>
        <w:t>t</w:t>
      </w:r>
      <w:r w:rsidRPr="00701D9A">
        <w:rPr>
          <w:rFonts w:cs="Arial"/>
          <w:szCs w:val="20"/>
        </w:rPr>
        <w:t xml:space="preserve">en </w:t>
      </w:r>
      <w:r w:rsidR="00E23738">
        <w:rPr>
          <w:rFonts w:cs="Arial"/>
          <w:szCs w:val="20"/>
        </w:rPr>
        <w:t xml:space="preserve">die Einsatzteams von SIEGENIA deshalb, </w:t>
      </w:r>
      <w:r w:rsidRPr="00701D9A">
        <w:rPr>
          <w:rFonts w:cs="Arial"/>
          <w:szCs w:val="20"/>
        </w:rPr>
        <w:t>ob die</w:t>
      </w:r>
      <w:r w:rsidR="00E23738">
        <w:rPr>
          <w:rFonts w:cs="Arial"/>
          <w:szCs w:val="20"/>
        </w:rPr>
        <w:t xml:space="preserve"> Elemente wiederherzustellen</w:t>
      </w:r>
      <w:r w:rsidRPr="00701D9A">
        <w:rPr>
          <w:rFonts w:cs="Arial"/>
          <w:szCs w:val="20"/>
        </w:rPr>
        <w:t xml:space="preserve"> sind.</w:t>
      </w:r>
      <w:r>
        <w:rPr>
          <w:rFonts w:cs="Arial"/>
          <w:szCs w:val="20"/>
        </w:rPr>
        <w:t xml:space="preserve"> </w:t>
      </w:r>
    </w:p>
    <w:p w14:paraId="585421C5" w14:textId="77777777" w:rsidR="005E1468" w:rsidRDefault="005E1468" w:rsidP="005E1468"/>
    <w:p w14:paraId="2EA06E04" w14:textId="73B9EAC4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4B2D44" w:rsidRPr="004B2D44">
        <w:rPr>
          <w:bCs/>
          <w:i/>
        </w:rPr>
        <w:t xml:space="preserve"> </w:t>
      </w:r>
      <w:r w:rsidR="004B2D44">
        <w:rPr>
          <w:bCs/>
          <w:i/>
        </w:rPr>
        <w:t>Flutopferhilfe 2</w:t>
      </w:r>
      <w:r w:rsidRPr="00D129AE">
        <w:rPr>
          <w:bCs/>
          <w:i/>
        </w:rPr>
        <w:t xml:space="preserve">.jpg </w:t>
      </w:r>
    </w:p>
    <w:p w14:paraId="5BA9550F" w14:textId="56B60EBF" w:rsidR="005E1468" w:rsidRDefault="00E23738" w:rsidP="005E1468">
      <w:r>
        <w:rPr>
          <w:rFonts w:cs="Arial"/>
          <w:szCs w:val="20"/>
        </w:rPr>
        <w:t>Anschließend</w:t>
      </w:r>
      <w:r w:rsidRPr="00701D9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entwässerten sie</w:t>
      </w:r>
      <w:r w:rsidRPr="00701D9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im Bedarfsfall </w:t>
      </w:r>
      <w:r w:rsidRPr="00701D9A">
        <w:rPr>
          <w:rFonts w:cs="Arial"/>
          <w:szCs w:val="20"/>
        </w:rPr>
        <w:t>die Rahmen</w:t>
      </w:r>
      <w:r>
        <w:rPr>
          <w:rFonts w:cs="Arial"/>
          <w:szCs w:val="20"/>
        </w:rPr>
        <w:t xml:space="preserve"> und setzten die Beschläge instand. Defekte </w:t>
      </w:r>
      <w:r w:rsidRPr="00701D9A">
        <w:rPr>
          <w:rFonts w:cs="Arial"/>
          <w:szCs w:val="20"/>
        </w:rPr>
        <w:t xml:space="preserve">Beschläge </w:t>
      </w:r>
      <w:r w:rsidR="00A16C4A">
        <w:rPr>
          <w:rFonts w:cs="Arial"/>
          <w:szCs w:val="20"/>
        </w:rPr>
        <w:t>tauschten sie gleich vor Ort</w:t>
      </w:r>
      <w:r>
        <w:rPr>
          <w:rFonts w:cs="Arial"/>
          <w:szCs w:val="20"/>
        </w:rPr>
        <w:t xml:space="preserve"> kostenfrei </w:t>
      </w:r>
      <w:r w:rsidRPr="00701D9A">
        <w:rPr>
          <w:rFonts w:cs="Arial"/>
          <w:szCs w:val="20"/>
        </w:rPr>
        <w:t>aus</w:t>
      </w:r>
      <w:r>
        <w:rPr>
          <w:rFonts w:cs="Arial"/>
          <w:szCs w:val="20"/>
        </w:rPr>
        <w:t xml:space="preserve">. </w:t>
      </w:r>
    </w:p>
    <w:p w14:paraId="2D4B50C5" w14:textId="5A700C6D" w:rsidR="004B2D44" w:rsidRDefault="004B2D44" w:rsidP="005E1468"/>
    <w:p w14:paraId="606FC367" w14:textId="5E069454" w:rsidR="004B2D44" w:rsidRPr="00D129AE" w:rsidRDefault="004B2D44" w:rsidP="004B2D44">
      <w:pPr>
        <w:rPr>
          <w:bCs/>
          <w:i/>
        </w:rPr>
      </w:pPr>
      <w:r w:rsidRPr="00D129AE">
        <w:rPr>
          <w:bCs/>
          <w:i/>
        </w:rPr>
        <w:t>Motiv I</w:t>
      </w:r>
      <w:r>
        <w:rPr>
          <w:bCs/>
          <w:i/>
        </w:rPr>
        <w:t>I</w:t>
      </w:r>
      <w:r w:rsidRPr="00D129AE">
        <w:rPr>
          <w:bCs/>
          <w:i/>
        </w:rPr>
        <w:t>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4B2D44">
        <w:rPr>
          <w:bCs/>
          <w:i/>
        </w:rPr>
        <w:t xml:space="preserve"> </w:t>
      </w:r>
      <w:r>
        <w:rPr>
          <w:bCs/>
          <w:i/>
        </w:rPr>
        <w:t>Flutopferhilfe 3</w:t>
      </w:r>
      <w:r w:rsidRPr="00D129AE">
        <w:rPr>
          <w:bCs/>
          <w:i/>
        </w:rPr>
        <w:t xml:space="preserve">.jpg </w:t>
      </w:r>
    </w:p>
    <w:p w14:paraId="179996C1" w14:textId="1503DD3C" w:rsidR="004B2D44" w:rsidRPr="00D129AE" w:rsidRDefault="004B2D44" w:rsidP="005E1468">
      <w:r>
        <w:rPr>
          <w:rFonts w:cs="Arial"/>
          <w:szCs w:val="20"/>
        </w:rPr>
        <w:t xml:space="preserve">Mit viel Engagement kümmerten sich die Einsatzkräfte von SIEGENIA auch um die </w:t>
      </w:r>
      <w:r w:rsidRPr="00701D9A">
        <w:rPr>
          <w:rFonts w:cs="Arial"/>
          <w:szCs w:val="20"/>
        </w:rPr>
        <w:t xml:space="preserve">Wartung und Reparatur von </w:t>
      </w:r>
      <w:r>
        <w:rPr>
          <w:rFonts w:cs="Arial"/>
          <w:szCs w:val="20"/>
        </w:rPr>
        <w:t>defekten Tür</w:t>
      </w:r>
      <w:r w:rsidRPr="00701D9A">
        <w:rPr>
          <w:rFonts w:cs="Arial"/>
          <w:szCs w:val="20"/>
        </w:rPr>
        <w:t>beschlägen</w:t>
      </w:r>
      <w:r>
        <w:rPr>
          <w:rFonts w:cs="Arial"/>
          <w:szCs w:val="20"/>
        </w:rPr>
        <w:t>.</w:t>
      </w:r>
    </w:p>
    <w:p w14:paraId="0A3116D7" w14:textId="77777777" w:rsidR="005E1468" w:rsidRDefault="005E1468" w:rsidP="005E1468"/>
    <w:p w14:paraId="1845E949" w14:textId="3A497433" w:rsidR="008D7633" w:rsidRDefault="008D7633" w:rsidP="008D7633"/>
    <w:p w14:paraId="2EFBAA03" w14:textId="63D2CC1E" w:rsidR="00B07806" w:rsidRDefault="00B07806" w:rsidP="008D7633"/>
    <w:p w14:paraId="28ED7F14" w14:textId="00EE6747" w:rsidR="00B07806" w:rsidRDefault="00B07806" w:rsidP="008D7633"/>
    <w:p w14:paraId="54FCC0EB" w14:textId="353D9F7C" w:rsidR="00B07806" w:rsidRDefault="00B07806" w:rsidP="008D7633"/>
    <w:p w14:paraId="181C1784" w14:textId="1B57B598" w:rsidR="00B07806" w:rsidRDefault="00B07806" w:rsidP="008D7633"/>
    <w:p w14:paraId="0EDE45AA" w14:textId="0183210D" w:rsidR="00B07806" w:rsidRDefault="00B07806" w:rsidP="008D7633"/>
    <w:p w14:paraId="1E979B7C" w14:textId="7BB13AD2" w:rsidR="00B07806" w:rsidRDefault="00B07806" w:rsidP="008D7633"/>
    <w:p w14:paraId="592A779C" w14:textId="0D35D6DC" w:rsidR="00B07806" w:rsidRDefault="00B07806" w:rsidP="008D7633"/>
    <w:p w14:paraId="658060DB" w14:textId="77777777" w:rsidR="00B07806" w:rsidRPr="00ED6392" w:rsidRDefault="00B07806" w:rsidP="008D7633"/>
    <w:p w14:paraId="4D134B51" w14:textId="51131F70" w:rsidR="008D7633" w:rsidRDefault="008D7633" w:rsidP="008D7633">
      <w:pPr>
        <w:rPr>
          <w:szCs w:val="20"/>
        </w:rPr>
      </w:pPr>
    </w:p>
    <w:p w14:paraId="65A9F303" w14:textId="61BD93BC" w:rsidR="00A16C4A" w:rsidRDefault="00A16C4A" w:rsidP="008D7633">
      <w:pPr>
        <w:rPr>
          <w:szCs w:val="20"/>
        </w:rPr>
      </w:pPr>
    </w:p>
    <w:p w14:paraId="0285E755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E7063B6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6085DA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69FE9FB9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8425FEF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55674AF6" w14:textId="7AD4DA56" w:rsidR="008D7633" w:rsidRDefault="008D7633" w:rsidP="007A5EB4">
            <w:pPr>
              <w:pStyle w:val="Formatvorlage2"/>
            </w:pPr>
            <w:r>
              <w:t>Industriestraße 1</w:t>
            </w:r>
            <w:r w:rsidR="004B2D44">
              <w:t xml:space="preserve"> </w:t>
            </w:r>
            <w:r w:rsidR="000D0C02">
              <w:t>-</w:t>
            </w:r>
            <w:r w:rsidR="004B2D44">
              <w:t xml:space="preserve"> </w:t>
            </w:r>
            <w:r>
              <w:t>3</w:t>
            </w:r>
          </w:p>
          <w:p w14:paraId="76B391DC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61EFA499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418A6F34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76D8EDC3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B2643CD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06041A52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6725F3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4CBC310D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6AB298A9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60977C89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2E917840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1DBEF8FB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26284D5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588EBC70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6E0057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0B3E1B25" w14:textId="30AEBB05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B07806">
              <w:t>1</w:t>
            </w:r>
          </w:p>
          <w:p w14:paraId="68A41269" w14:textId="0A8C9339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B421CA">
              <w:t>2</w:t>
            </w:r>
            <w:r w:rsidR="00C81A60">
              <w:t>77</w:t>
            </w:r>
          </w:p>
          <w:p w14:paraId="79633A48" w14:textId="5B04036A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B421CA">
              <w:t>2</w:t>
            </w:r>
            <w:r w:rsidR="00F61FA9">
              <w:t xml:space="preserve"> </w:t>
            </w:r>
            <w:r>
              <w:t>1</w:t>
            </w:r>
            <w:r w:rsidR="00C81A60">
              <w:t>02</w:t>
            </w:r>
            <w:r w:rsidRPr="00C33A1F">
              <w:br/>
              <w:t>(mit Leerzeichen)</w:t>
            </w:r>
          </w:p>
          <w:p w14:paraId="6EBFCAD3" w14:textId="77777777" w:rsidR="008D7633" w:rsidRDefault="008D7633" w:rsidP="007A5EB4">
            <w:pPr>
              <w:pStyle w:val="Formatvorlage2"/>
            </w:pPr>
          </w:p>
          <w:p w14:paraId="4ED4E56E" w14:textId="08F0AEE9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040116">
              <w:t>2</w:t>
            </w:r>
            <w:r w:rsidR="00B07806">
              <w:t>1</w:t>
            </w:r>
            <w:r>
              <w:t>.</w:t>
            </w:r>
            <w:r w:rsidR="004B2D44">
              <w:t>1</w:t>
            </w:r>
            <w:r w:rsidR="00040116">
              <w:t>2</w:t>
            </w:r>
            <w:r>
              <w:t>.20</w:t>
            </w:r>
            <w:r w:rsidR="00122FEC">
              <w:t>2</w:t>
            </w:r>
            <w:r w:rsidR="00040116">
              <w:t>1</w:t>
            </w:r>
          </w:p>
          <w:p w14:paraId="587292A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9CA85A4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AE178D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975C382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9C372" w14:textId="77777777" w:rsidR="00A77128" w:rsidRDefault="00A77128">
      <w:r>
        <w:separator/>
      </w:r>
    </w:p>
  </w:endnote>
  <w:endnote w:type="continuationSeparator" w:id="0">
    <w:p w14:paraId="5CC332BC" w14:textId="77777777" w:rsidR="00A77128" w:rsidRDefault="00A77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9363B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EFB2E" w14:textId="77777777" w:rsidR="00A77128" w:rsidRDefault="00A77128">
      <w:r>
        <w:separator/>
      </w:r>
    </w:p>
  </w:footnote>
  <w:footnote w:type="continuationSeparator" w:id="0">
    <w:p w14:paraId="6C56E59D" w14:textId="77777777" w:rsidR="00A77128" w:rsidRDefault="00A77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6812C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95A1394" wp14:editId="5FADBCD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B4D3F"/>
    <w:multiLevelType w:val="hybridMultilevel"/>
    <w:tmpl w:val="7DE4F6F4"/>
    <w:lvl w:ilvl="0" w:tplc="15B2C84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097"/>
    <w:rsid w:val="000024D9"/>
    <w:rsid w:val="00003256"/>
    <w:rsid w:val="0001449A"/>
    <w:rsid w:val="0001520C"/>
    <w:rsid w:val="00026907"/>
    <w:rsid w:val="000315F9"/>
    <w:rsid w:val="00040116"/>
    <w:rsid w:val="00040EBF"/>
    <w:rsid w:val="00064165"/>
    <w:rsid w:val="000675C7"/>
    <w:rsid w:val="00067C81"/>
    <w:rsid w:val="000877A3"/>
    <w:rsid w:val="00090045"/>
    <w:rsid w:val="00095303"/>
    <w:rsid w:val="00095DB9"/>
    <w:rsid w:val="000A1DF0"/>
    <w:rsid w:val="000A5CA3"/>
    <w:rsid w:val="000B78A1"/>
    <w:rsid w:val="000D0C02"/>
    <w:rsid w:val="000D2A27"/>
    <w:rsid w:val="000D4874"/>
    <w:rsid w:val="000E424C"/>
    <w:rsid w:val="000F2936"/>
    <w:rsid w:val="000F565C"/>
    <w:rsid w:val="000F67C4"/>
    <w:rsid w:val="001025BB"/>
    <w:rsid w:val="0010591E"/>
    <w:rsid w:val="0010792E"/>
    <w:rsid w:val="00112002"/>
    <w:rsid w:val="001128F1"/>
    <w:rsid w:val="00122F20"/>
    <w:rsid w:val="00122FEC"/>
    <w:rsid w:val="00137BD1"/>
    <w:rsid w:val="001438B8"/>
    <w:rsid w:val="00145B48"/>
    <w:rsid w:val="001529E6"/>
    <w:rsid w:val="0015376E"/>
    <w:rsid w:val="00156B0C"/>
    <w:rsid w:val="00166476"/>
    <w:rsid w:val="00166FB7"/>
    <w:rsid w:val="00171C51"/>
    <w:rsid w:val="001750AC"/>
    <w:rsid w:val="0018412E"/>
    <w:rsid w:val="001B7003"/>
    <w:rsid w:val="001C39FF"/>
    <w:rsid w:val="001D26E4"/>
    <w:rsid w:val="001E0780"/>
    <w:rsid w:val="001E1DA6"/>
    <w:rsid w:val="001E7056"/>
    <w:rsid w:val="001F3432"/>
    <w:rsid w:val="002046D3"/>
    <w:rsid w:val="00213A9B"/>
    <w:rsid w:val="00215516"/>
    <w:rsid w:val="002240A7"/>
    <w:rsid w:val="00224E06"/>
    <w:rsid w:val="00233E1E"/>
    <w:rsid w:val="00253494"/>
    <w:rsid w:val="00254A9B"/>
    <w:rsid w:val="00255FE8"/>
    <w:rsid w:val="00272508"/>
    <w:rsid w:val="002769DE"/>
    <w:rsid w:val="002819C3"/>
    <w:rsid w:val="00281AB0"/>
    <w:rsid w:val="0029122B"/>
    <w:rsid w:val="002A202C"/>
    <w:rsid w:val="002A36CF"/>
    <w:rsid w:val="002A7F37"/>
    <w:rsid w:val="002B4B65"/>
    <w:rsid w:val="002B5453"/>
    <w:rsid w:val="002B55C4"/>
    <w:rsid w:val="002B5952"/>
    <w:rsid w:val="002C00E2"/>
    <w:rsid w:val="002C36FE"/>
    <w:rsid w:val="002C5A66"/>
    <w:rsid w:val="002C60D5"/>
    <w:rsid w:val="002C6D41"/>
    <w:rsid w:val="002E48B5"/>
    <w:rsid w:val="002E59D6"/>
    <w:rsid w:val="002F18BB"/>
    <w:rsid w:val="002F466F"/>
    <w:rsid w:val="0031150D"/>
    <w:rsid w:val="00311E7A"/>
    <w:rsid w:val="003136F5"/>
    <w:rsid w:val="00324F84"/>
    <w:rsid w:val="00326F7E"/>
    <w:rsid w:val="00337D0A"/>
    <w:rsid w:val="00350ACA"/>
    <w:rsid w:val="003514C3"/>
    <w:rsid w:val="00352F53"/>
    <w:rsid w:val="00357C43"/>
    <w:rsid w:val="00364DEF"/>
    <w:rsid w:val="00375A48"/>
    <w:rsid w:val="0038244F"/>
    <w:rsid w:val="0038276B"/>
    <w:rsid w:val="0038499F"/>
    <w:rsid w:val="003914C5"/>
    <w:rsid w:val="00392D5F"/>
    <w:rsid w:val="003952EB"/>
    <w:rsid w:val="003A1BA5"/>
    <w:rsid w:val="003D61A2"/>
    <w:rsid w:val="003E0D26"/>
    <w:rsid w:val="003E174C"/>
    <w:rsid w:val="003E378F"/>
    <w:rsid w:val="004176D4"/>
    <w:rsid w:val="00420F79"/>
    <w:rsid w:val="004333E8"/>
    <w:rsid w:val="0044187A"/>
    <w:rsid w:val="00446899"/>
    <w:rsid w:val="00447689"/>
    <w:rsid w:val="0045270C"/>
    <w:rsid w:val="0046188F"/>
    <w:rsid w:val="0046235C"/>
    <w:rsid w:val="004629AD"/>
    <w:rsid w:val="004806AF"/>
    <w:rsid w:val="00485280"/>
    <w:rsid w:val="00486878"/>
    <w:rsid w:val="00496A4B"/>
    <w:rsid w:val="004B2D44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56253"/>
    <w:rsid w:val="00563E60"/>
    <w:rsid w:val="00592833"/>
    <w:rsid w:val="005A214B"/>
    <w:rsid w:val="005A3974"/>
    <w:rsid w:val="005A5DC6"/>
    <w:rsid w:val="005A6A38"/>
    <w:rsid w:val="005A7C57"/>
    <w:rsid w:val="005D5E9C"/>
    <w:rsid w:val="005E06F2"/>
    <w:rsid w:val="005E1468"/>
    <w:rsid w:val="005E286B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6BCF"/>
    <w:rsid w:val="006A7184"/>
    <w:rsid w:val="006B6CD1"/>
    <w:rsid w:val="006B7979"/>
    <w:rsid w:val="006C044C"/>
    <w:rsid w:val="006C6D45"/>
    <w:rsid w:val="006E5CC8"/>
    <w:rsid w:val="00701954"/>
    <w:rsid w:val="00701D9A"/>
    <w:rsid w:val="00703943"/>
    <w:rsid w:val="007046C4"/>
    <w:rsid w:val="00707F06"/>
    <w:rsid w:val="00712493"/>
    <w:rsid w:val="007148FF"/>
    <w:rsid w:val="00716BDB"/>
    <w:rsid w:val="00717456"/>
    <w:rsid w:val="00730E66"/>
    <w:rsid w:val="00737DE1"/>
    <w:rsid w:val="00751517"/>
    <w:rsid w:val="00757DDE"/>
    <w:rsid w:val="00764AAC"/>
    <w:rsid w:val="00774F65"/>
    <w:rsid w:val="0078193D"/>
    <w:rsid w:val="007871C1"/>
    <w:rsid w:val="0079193B"/>
    <w:rsid w:val="00794A4F"/>
    <w:rsid w:val="007A2B0D"/>
    <w:rsid w:val="007A5EB4"/>
    <w:rsid w:val="007A6E1C"/>
    <w:rsid w:val="007C50D1"/>
    <w:rsid w:val="007C5C24"/>
    <w:rsid w:val="007D7097"/>
    <w:rsid w:val="007E2B7F"/>
    <w:rsid w:val="007E2F70"/>
    <w:rsid w:val="007F15ED"/>
    <w:rsid w:val="007F3522"/>
    <w:rsid w:val="007F3F54"/>
    <w:rsid w:val="007F43E0"/>
    <w:rsid w:val="00801D78"/>
    <w:rsid w:val="00805C5B"/>
    <w:rsid w:val="008066AB"/>
    <w:rsid w:val="008078CF"/>
    <w:rsid w:val="00816CDF"/>
    <w:rsid w:val="008171AF"/>
    <w:rsid w:val="0083465B"/>
    <w:rsid w:val="00835351"/>
    <w:rsid w:val="008366E0"/>
    <w:rsid w:val="008429DC"/>
    <w:rsid w:val="00845051"/>
    <w:rsid w:val="0085079E"/>
    <w:rsid w:val="00852D9D"/>
    <w:rsid w:val="00853823"/>
    <w:rsid w:val="00857800"/>
    <w:rsid w:val="0086386E"/>
    <w:rsid w:val="00871847"/>
    <w:rsid w:val="0088698F"/>
    <w:rsid w:val="008902D8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000D8"/>
    <w:rsid w:val="00A12A8B"/>
    <w:rsid w:val="00A14556"/>
    <w:rsid w:val="00A16C4A"/>
    <w:rsid w:val="00A17D84"/>
    <w:rsid w:val="00A22DF2"/>
    <w:rsid w:val="00A23065"/>
    <w:rsid w:val="00A2339E"/>
    <w:rsid w:val="00A24651"/>
    <w:rsid w:val="00A24831"/>
    <w:rsid w:val="00A25EB9"/>
    <w:rsid w:val="00A27FC3"/>
    <w:rsid w:val="00A3233C"/>
    <w:rsid w:val="00A32395"/>
    <w:rsid w:val="00A36C26"/>
    <w:rsid w:val="00A40AB4"/>
    <w:rsid w:val="00A64B65"/>
    <w:rsid w:val="00A6502B"/>
    <w:rsid w:val="00A661F8"/>
    <w:rsid w:val="00A6672B"/>
    <w:rsid w:val="00A77128"/>
    <w:rsid w:val="00A82224"/>
    <w:rsid w:val="00A84612"/>
    <w:rsid w:val="00A8493F"/>
    <w:rsid w:val="00A87496"/>
    <w:rsid w:val="00A927D0"/>
    <w:rsid w:val="00A92B95"/>
    <w:rsid w:val="00A9705C"/>
    <w:rsid w:val="00A97B0A"/>
    <w:rsid w:val="00AA224C"/>
    <w:rsid w:val="00AA59DA"/>
    <w:rsid w:val="00AA6262"/>
    <w:rsid w:val="00AB1EC7"/>
    <w:rsid w:val="00AB23C3"/>
    <w:rsid w:val="00AD4128"/>
    <w:rsid w:val="00AD7705"/>
    <w:rsid w:val="00AD7B27"/>
    <w:rsid w:val="00AE06DB"/>
    <w:rsid w:val="00AE6FCF"/>
    <w:rsid w:val="00B057B0"/>
    <w:rsid w:val="00B07806"/>
    <w:rsid w:val="00B1140E"/>
    <w:rsid w:val="00B11AB7"/>
    <w:rsid w:val="00B239B4"/>
    <w:rsid w:val="00B3687B"/>
    <w:rsid w:val="00B3790D"/>
    <w:rsid w:val="00B41B50"/>
    <w:rsid w:val="00B421CA"/>
    <w:rsid w:val="00B425D7"/>
    <w:rsid w:val="00B43A73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866"/>
    <w:rsid w:val="00B93961"/>
    <w:rsid w:val="00BA5B2A"/>
    <w:rsid w:val="00BB2FAA"/>
    <w:rsid w:val="00BC03F8"/>
    <w:rsid w:val="00BD76B1"/>
    <w:rsid w:val="00BE0E8D"/>
    <w:rsid w:val="00BE0FCB"/>
    <w:rsid w:val="00BE62B4"/>
    <w:rsid w:val="00BE69F6"/>
    <w:rsid w:val="00BF6132"/>
    <w:rsid w:val="00C02C5D"/>
    <w:rsid w:val="00C14A00"/>
    <w:rsid w:val="00C24B77"/>
    <w:rsid w:val="00C2717C"/>
    <w:rsid w:val="00C3214C"/>
    <w:rsid w:val="00C33A1F"/>
    <w:rsid w:val="00C372DB"/>
    <w:rsid w:val="00C52D3B"/>
    <w:rsid w:val="00C53FE3"/>
    <w:rsid w:val="00C55524"/>
    <w:rsid w:val="00C615A2"/>
    <w:rsid w:val="00C65852"/>
    <w:rsid w:val="00C72B49"/>
    <w:rsid w:val="00C77106"/>
    <w:rsid w:val="00C81A60"/>
    <w:rsid w:val="00C87836"/>
    <w:rsid w:val="00C92A2E"/>
    <w:rsid w:val="00C966B5"/>
    <w:rsid w:val="00CA66F5"/>
    <w:rsid w:val="00CA6BD1"/>
    <w:rsid w:val="00CE16F1"/>
    <w:rsid w:val="00CE5038"/>
    <w:rsid w:val="00CE5448"/>
    <w:rsid w:val="00CE5488"/>
    <w:rsid w:val="00CE63E0"/>
    <w:rsid w:val="00CF14DE"/>
    <w:rsid w:val="00CF338E"/>
    <w:rsid w:val="00CF6534"/>
    <w:rsid w:val="00CF72EF"/>
    <w:rsid w:val="00CF7462"/>
    <w:rsid w:val="00D04FE4"/>
    <w:rsid w:val="00D05B91"/>
    <w:rsid w:val="00D30F31"/>
    <w:rsid w:val="00D313A4"/>
    <w:rsid w:val="00D32108"/>
    <w:rsid w:val="00D45693"/>
    <w:rsid w:val="00D47D4E"/>
    <w:rsid w:val="00D55DC3"/>
    <w:rsid w:val="00D57457"/>
    <w:rsid w:val="00D64F60"/>
    <w:rsid w:val="00D7165F"/>
    <w:rsid w:val="00D76522"/>
    <w:rsid w:val="00DA2153"/>
    <w:rsid w:val="00DA2662"/>
    <w:rsid w:val="00DB44DA"/>
    <w:rsid w:val="00DB4ACB"/>
    <w:rsid w:val="00DC032C"/>
    <w:rsid w:val="00DC03D7"/>
    <w:rsid w:val="00DC1F2A"/>
    <w:rsid w:val="00DD6EBC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23738"/>
    <w:rsid w:val="00E254FA"/>
    <w:rsid w:val="00E34020"/>
    <w:rsid w:val="00E34593"/>
    <w:rsid w:val="00E3479A"/>
    <w:rsid w:val="00E4233D"/>
    <w:rsid w:val="00E5471F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D5F79"/>
    <w:rsid w:val="00EE123F"/>
    <w:rsid w:val="00EF15B4"/>
    <w:rsid w:val="00EF2F06"/>
    <w:rsid w:val="00F0149D"/>
    <w:rsid w:val="00F01F3A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7C76"/>
    <w:rsid w:val="00F6067C"/>
    <w:rsid w:val="00F61445"/>
    <w:rsid w:val="00F61FA9"/>
    <w:rsid w:val="00F71E39"/>
    <w:rsid w:val="00F73478"/>
    <w:rsid w:val="00F7697C"/>
    <w:rsid w:val="00F82E34"/>
    <w:rsid w:val="00F84C8D"/>
    <w:rsid w:val="00FA07A1"/>
    <w:rsid w:val="00FA39E3"/>
    <w:rsid w:val="00FA3E25"/>
    <w:rsid w:val="00FB5A18"/>
    <w:rsid w:val="00FC6AD5"/>
    <w:rsid w:val="00FD07B9"/>
    <w:rsid w:val="00FD182E"/>
    <w:rsid w:val="00FE1822"/>
    <w:rsid w:val="00FE1C52"/>
    <w:rsid w:val="00FE226B"/>
    <w:rsid w:val="00FE3AB9"/>
    <w:rsid w:val="00FF051D"/>
    <w:rsid w:val="00FF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8FAC2C"/>
  <w15:docId w15:val="{10C0A886-FF0C-447B-A403-30FBEAFB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berarbeitung">
    <w:name w:val="Revision"/>
    <w:hidden/>
    <w:uiPriority w:val="99"/>
    <w:semiHidden/>
    <w:rsid w:val="00B43A73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3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475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3468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5</cp:revision>
  <cp:lastPrinted>2007-09-03T14:44:00Z</cp:lastPrinted>
  <dcterms:created xsi:type="dcterms:W3CDTF">2021-11-29T14:36:00Z</dcterms:created>
  <dcterms:modified xsi:type="dcterms:W3CDTF">2021-12-21T09:13:00Z</dcterms:modified>
</cp:coreProperties>
</file>