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C2624" w14:textId="513DB278" w:rsidR="003732AA" w:rsidRPr="003732AA" w:rsidRDefault="003732AA" w:rsidP="003732AA">
      <w:pPr>
        <w:pStyle w:val="berschrift2"/>
      </w:pPr>
      <w:r>
        <w:t xml:space="preserve">Digitaler Schnuppertag bei SIEGENIA </w:t>
      </w:r>
    </w:p>
    <w:p w14:paraId="526FDA4A" w14:textId="6593A6BA" w:rsidR="00A82224" w:rsidRDefault="003732AA" w:rsidP="00A82224">
      <w:pPr>
        <w:pStyle w:val="berschrift1"/>
      </w:pPr>
      <w:r>
        <w:t>Virtuelle Berufsfelderkundung gibt Schülern Orientierung</w:t>
      </w:r>
    </w:p>
    <w:p w14:paraId="281625F2" w14:textId="77777777" w:rsidR="005E1468" w:rsidRPr="00954745" w:rsidRDefault="005E1468" w:rsidP="005E1468"/>
    <w:p w14:paraId="74BA7F51" w14:textId="30F942CA" w:rsidR="00A82224" w:rsidRDefault="00673A7A" w:rsidP="005E1468">
      <w:r>
        <w:t>Der Schulabschluss ist (fast) geschafft, doch welcher Ausbildungsberuf ist der richtige? In einer virtuellen Berufsfelderkundung gab SIEGENIA den Schülerinnen und Schülern der Freien Christlichen Schule in Kaan-Marienborn die Möglichkeit, die Ausbildung in der SIEGENIA GRUPPE kennenzulernen. „</w:t>
      </w:r>
      <w:r w:rsidR="000762AD">
        <w:t>D</w:t>
      </w:r>
      <w:r>
        <w:t xml:space="preserve">ie praktische Berufsorientierung </w:t>
      </w:r>
      <w:r w:rsidR="000762AD">
        <w:t>ist ein wichtiger</w:t>
      </w:r>
      <w:r>
        <w:t xml:space="preserve"> Bestandteil der Vorbereitung </w:t>
      </w:r>
      <w:r w:rsidR="000762AD">
        <w:t xml:space="preserve">junger Menschen </w:t>
      </w:r>
      <w:r>
        <w:t>auf das Arbeitsleben</w:t>
      </w:r>
      <w:r w:rsidR="000762AD">
        <w:t>.</w:t>
      </w:r>
      <w:r>
        <w:t xml:space="preserve"> </w:t>
      </w:r>
      <w:r w:rsidR="000762AD">
        <w:t xml:space="preserve">Dass </w:t>
      </w:r>
      <w:r w:rsidR="00B30CA9">
        <w:t xml:space="preserve">Ausbildungsmessen, Kurzpraktika, Betriebsbesichtigungen etc. </w:t>
      </w:r>
      <w:r w:rsidR="000762AD">
        <w:t xml:space="preserve">derzeit nicht stattfinden </w:t>
      </w:r>
      <w:r w:rsidR="00B30CA9">
        <w:t>können</w:t>
      </w:r>
      <w:r w:rsidR="000762AD">
        <w:t>, ist für angehende Schulabgänger schwierig.</w:t>
      </w:r>
      <w:r w:rsidR="00B30CA9">
        <w:t xml:space="preserve"> Mit der virtuellen Berufsfelderkundung bieten wir ihnen eine </w:t>
      </w:r>
      <w:r w:rsidR="00C50B09">
        <w:t xml:space="preserve">auch aktuell </w:t>
      </w:r>
      <w:r w:rsidR="00917C9A">
        <w:t>umsetzbare</w:t>
      </w:r>
      <w:r w:rsidR="00B30CA9">
        <w:t xml:space="preserve"> Alternative</w:t>
      </w:r>
      <w:r w:rsidR="00917C9A">
        <w:t>, unser Unternehmen kennenzulernen</w:t>
      </w:r>
      <w:r w:rsidR="00B30CA9">
        <w:t xml:space="preserve">“, schildert Nina Herter, Leiterin der Ausbildung </w:t>
      </w:r>
      <w:r w:rsidR="008C28B1">
        <w:t>der</w:t>
      </w:r>
      <w:r w:rsidR="00B30CA9">
        <w:t xml:space="preserve"> SIEGENIA </w:t>
      </w:r>
      <w:r w:rsidR="008C28B1">
        <w:t>GRUPPE</w:t>
      </w:r>
      <w:r w:rsidR="00B30CA9">
        <w:t xml:space="preserve">. </w:t>
      </w:r>
    </w:p>
    <w:p w14:paraId="31344124" w14:textId="7E5933B8" w:rsidR="00917C9A" w:rsidRDefault="00917C9A" w:rsidP="005E1468"/>
    <w:p w14:paraId="3F222117" w14:textId="238C91B0" w:rsidR="00917C9A" w:rsidRDefault="00917C9A" w:rsidP="005E1468">
      <w:r>
        <w:t xml:space="preserve">An der Vorbereitung und Durchführung der Pilotveranstaltung wirkten die Azubis von SIEGENIA </w:t>
      </w:r>
      <w:r w:rsidR="00E02177">
        <w:t>mit viel Engagement</w:t>
      </w:r>
      <w:r>
        <w:t xml:space="preserve"> mit. Im Anschluss an die Unternehmensvorstellung stellten sie die diversen kaufmännischen und technischen Ausbildungsberufe im Kurzüberblick vor und beantworteten die Fragen der Schüler in interaktiven Live-Interviews. </w:t>
      </w:r>
      <w:r w:rsidR="00E02177">
        <w:t xml:space="preserve">Highlight der virtuellen Berufsfelderkundung waren die selbst gedrehten Videos, in denen </w:t>
      </w:r>
      <w:r w:rsidR="00C50B09">
        <w:t>d</w:t>
      </w:r>
      <w:r w:rsidR="00E02177">
        <w:t xml:space="preserve">ie </w:t>
      </w:r>
      <w:r w:rsidR="00C50B09">
        <w:t xml:space="preserve">Azubis </w:t>
      </w:r>
      <w:r w:rsidR="00E02177">
        <w:t xml:space="preserve">einen lebendigen, praxisnahen Einblick in ihre </w:t>
      </w:r>
      <w:r w:rsidR="006C7019">
        <w:t>Tätigkeiten</w:t>
      </w:r>
      <w:r w:rsidR="00E02177">
        <w:t xml:space="preserve"> boten. </w:t>
      </w:r>
    </w:p>
    <w:p w14:paraId="3922D6B9" w14:textId="14AB9F47" w:rsidR="006C7019" w:rsidRDefault="006C7019" w:rsidP="005E1468"/>
    <w:p w14:paraId="2E05C3F2" w14:textId="7D004ADD" w:rsidR="00491027" w:rsidRDefault="006C7019" w:rsidP="005E1468">
      <w:r>
        <w:t xml:space="preserve">Die Resonanz der Schülerinnen und Schüler fiel begeistert aus. </w:t>
      </w:r>
      <w:r w:rsidR="00C50B09">
        <w:t xml:space="preserve">Auch </w:t>
      </w:r>
      <w:r>
        <w:t xml:space="preserve">Nina Herter zieht ein positives Fazit: „Die virtuelle Berufsfelderkundung hat sich als </w:t>
      </w:r>
      <w:r w:rsidR="00491027">
        <w:t>hervorragende</w:t>
      </w:r>
      <w:r>
        <w:t xml:space="preserve"> </w:t>
      </w:r>
      <w:r w:rsidR="00AE1DCD">
        <w:t>Methode</w:t>
      </w:r>
      <w:r>
        <w:t xml:space="preserve"> bewährt, angehenden Schulabgängern die Ausbildung bei SIEGENIA auf digitalem Wege vorzustellen. </w:t>
      </w:r>
      <w:r w:rsidR="00491027">
        <w:t xml:space="preserve">Mit ihrer Kreativität und Umsetzungsbereitschaft </w:t>
      </w:r>
      <w:r>
        <w:t>haben unsere Azubis</w:t>
      </w:r>
      <w:r w:rsidR="00491027">
        <w:t xml:space="preserve"> sehr zum Erfolg der Veranstaltung beigetragen, indem sie ihnen diverse Ausbildungsberufe </w:t>
      </w:r>
      <w:r w:rsidR="00C50B09">
        <w:t xml:space="preserve">in Wort und Bild </w:t>
      </w:r>
      <w:r w:rsidR="00491027">
        <w:t>nahegebracht haben</w:t>
      </w:r>
      <w:r>
        <w:t xml:space="preserve">. </w:t>
      </w:r>
      <w:r w:rsidR="00491027">
        <w:t xml:space="preserve">Wir sind bereits im Kontakt mit weiteren Schulen, </w:t>
      </w:r>
      <w:r w:rsidR="00AE1DCD">
        <w:t xml:space="preserve">denen wir ebenfalls </w:t>
      </w:r>
      <w:r w:rsidR="00C50B09">
        <w:t>die</w:t>
      </w:r>
      <w:r w:rsidR="00AE1DCD">
        <w:t xml:space="preserve"> Möglichkeit bieten möchten, in unser Unternehmen hineinzuschnuppern.</w:t>
      </w:r>
      <w:r w:rsidR="001536CF">
        <w:t>“</w:t>
      </w:r>
    </w:p>
    <w:p w14:paraId="3C491001" w14:textId="15136576" w:rsidR="00673A7A" w:rsidRDefault="001536CF" w:rsidP="001536CF">
      <w:pPr>
        <w:pStyle w:val="berschrift4"/>
      </w:pPr>
      <w:r>
        <w:t>Offen für interessierte Schulen</w:t>
      </w:r>
    </w:p>
    <w:p w14:paraId="5D363B7A" w14:textId="017F0E68" w:rsidR="00C50B09" w:rsidRDefault="00C50B09" w:rsidP="001536CF">
      <w:r>
        <w:t>Zwecks Terminvereinbarung für eine Berufsfelderkundung können sich</w:t>
      </w:r>
      <w:r w:rsidR="001536CF">
        <w:t xml:space="preserve"> interessierte Schulen </w:t>
      </w:r>
      <w:r>
        <w:t xml:space="preserve">mit </w:t>
      </w:r>
      <w:r w:rsidR="001536CF">
        <w:t xml:space="preserve">SIEGENIA </w:t>
      </w:r>
      <w:r>
        <w:t>in Verbindung setzen</w:t>
      </w:r>
      <w:r w:rsidR="001536CF">
        <w:t>. Ansprechpartnerin ist Nina Herter, Tel. 02</w:t>
      </w:r>
      <w:r>
        <w:t>7</w:t>
      </w:r>
      <w:r w:rsidR="001536CF">
        <w:t xml:space="preserve">1 3931565, </w:t>
      </w:r>
      <w:hyperlink r:id="rId8" w:history="1">
        <w:r w:rsidRPr="00AE2864">
          <w:rPr>
            <w:rStyle w:val="Hyperlink"/>
          </w:rPr>
          <w:t>nina.herter@siegenia.com</w:t>
        </w:r>
      </w:hyperlink>
      <w:r w:rsidR="009E3ADC">
        <w:t>.</w:t>
      </w:r>
    </w:p>
    <w:p w14:paraId="38526322" w14:textId="77777777" w:rsidR="00C50B09" w:rsidRDefault="00C50B09" w:rsidP="001536CF"/>
    <w:p w14:paraId="3F139D45" w14:textId="77777777" w:rsidR="001536CF" w:rsidRPr="001536CF" w:rsidRDefault="001536CF" w:rsidP="001536CF"/>
    <w:p w14:paraId="0EF9B21F" w14:textId="77777777" w:rsidR="008C28B1" w:rsidRDefault="008C28B1" w:rsidP="008C28B1"/>
    <w:p w14:paraId="1C32FAF3" w14:textId="6FBD6AF5" w:rsidR="008C28B1" w:rsidRDefault="008C28B1" w:rsidP="008C28B1">
      <w:pPr>
        <w:pStyle w:val="berschrift4"/>
      </w:pPr>
      <w:r>
        <w:lastRenderedPageBreak/>
        <w:t>Bildunterschrift</w:t>
      </w:r>
    </w:p>
    <w:p w14:paraId="6AD1EBC8" w14:textId="77777777" w:rsidR="008C28B1" w:rsidRDefault="008C28B1" w:rsidP="008C28B1">
      <w:r>
        <w:t>Bildquelle: SIEGENIA</w:t>
      </w:r>
    </w:p>
    <w:p w14:paraId="124F37A4" w14:textId="77777777" w:rsidR="008C28B1" w:rsidRPr="002A7F37" w:rsidRDefault="008C28B1" w:rsidP="008C28B1"/>
    <w:p w14:paraId="04165C48" w14:textId="74CD8123" w:rsidR="008C28B1" w:rsidRPr="00D129AE" w:rsidRDefault="008C28B1" w:rsidP="008C28B1">
      <w:pPr>
        <w:rPr>
          <w:bCs/>
          <w:i/>
        </w:rPr>
      </w:pPr>
      <w:bookmarkStart w:id="0" w:name="_Hlk70674244"/>
      <w:bookmarkStart w:id="1" w:name="_Hlk70674431"/>
      <w:r w:rsidRPr="00D129AE">
        <w:rPr>
          <w:bCs/>
          <w:i/>
        </w:rPr>
        <w:t xml:space="preserve">Motiv: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E3ADC">
        <w:rPr>
          <w:bCs/>
          <w:i/>
        </w:rPr>
        <w:t>virtuelle</w:t>
      </w:r>
      <w:proofErr w:type="spellEnd"/>
      <w:r w:rsidR="009E3ADC">
        <w:rPr>
          <w:bCs/>
          <w:i/>
        </w:rPr>
        <w:t xml:space="preserve"> Berufsfelderkundung_Presse</w:t>
      </w:r>
      <w:r w:rsidRPr="00D129AE">
        <w:rPr>
          <w:bCs/>
          <w:i/>
        </w:rPr>
        <w:t xml:space="preserve">.jpg </w:t>
      </w:r>
    </w:p>
    <w:p w14:paraId="68DEF77E" w14:textId="279717C0" w:rsidR="008C28B1" w:rsidRPr="00D129AE" w:rsidRDefault="009E3ADC" w:rsidP="008C28B1">
      <w:r>
        <w:t xml:space="preserve">In einer digitalen Berufsfelderkundung gab SIEGENIA Schülerinnen und Schülern </w:t>
      </w:r>
      <w:r>
        <w:t>der Freien Christlichen Schule in Kaan-Marienborn</w:t>
      </w:r>
      <w:r>
        <w:t xml:space="preserve"> die Möglichkeit, das Unternehmen und seine Ausbildungsberufe kennenzulernen.</w:t>
      </w:r>
    </w:p>
    <w:bookmarkEnd w:id="1"/>
    <w:p w14:paraId="4CC98599" w14:textId="77777777" w:rsidR="008C28B1" w:rsidRDefault="008C28B1" w:rsidP="008C28B1"/>
    <w:bookmarkEnd w:id="0"/>
    <w:p w14:paraId="13BA5147" w14:textId="77777777" w:rsidR="008C28B1" w:rsidRPr="00D129AE" w:rsidRDefault="008C28B1" w:rsidP="008C28B1"/>
    <w:p w14:paraId="6DCCDD38" w14:textId="77777777" w:rsidR="008C28B1" w:rsidRDefault="008C28B1" w:rsidP="008C28B1"/>
    <w:p w14:paraId="674F91AC" w14:textId="77777777" w:rsidR="008C28B1" w:rsidRPr="00ED6392" w:rsidRDefault="008C28B1" w:rsidP="008C28B1"/>
    <w:p w14:paraId="729455B6" w14:textId="77777777" w:rsidR="008C28B1" w:rsidRDefault="008C28B1" w:rsidP="008C28B1">
      <w:pPr>
        <w:rPr>
          <w:szCs w:val="20"/>
        </w:rPr>
      </w:pPr>
    </w:p>
    <w:p w14:paraId="3FA92C57" w14:textId="77777777" w:rsidR="008C28B1" w:rsidRPr="00E14DD8" w:rsidRDefault="008C28B1" w:rsidP="008C28B1">
      <w:pPr>
        <w:rPr>
          <w:szCs w:val="20"/>
        </w:rPr>
      </w:pPr>
    </w:p>
    <w:p w14:paraId="5816DDF2" w14:textId="77777777" w:rsidR="008C28B1" w:rsidRPr="00E14DD8" w:rsidRDefault="008C28B1" w:rsidP="008C28B1">
      <w:pPr>
        <w:rPr>
          <w:szCs w:val="20"/>
        </w:rPr>
      </w:pPr>
    </w:p>
    <w:p w14:paraId="004D6CAD" w14:textId="77777777" w:rsidR="008C28B1" w:rsidRPr="00E14DD8" w:rsidRDefault="008C28B1" w:rsidP="008C28B1">
      <w:pPr>
        <w:rPr>
          <w:szCs w:val="20"/>
        </w:rPr>
      </w:pPr>
    </w:p>
    <w:p w14:paraId="354EE192" w14:textId="1EE8809D" w:rsidR="008C28B1" w:rsidRDefault="008C28B1" w:rsidP="008C28B1">
      <w:pPr>
        <w:rPr>
          <w:szCs w:val="20"/>
        </w:rPr>
      </w:pPr>
    </w:p>
    <w:p w14:paraId="589AD1E3" w14:textId="3F91C29E" w:rsidR="00151236" w:rsidRDefault="00151236" w:rsidP="008C28B1">
      <w:pPr>
        <w:rPr>
          <w:szCs w:val="20"/>
        </w:rPr>
      </w:pPr>
    </w:p>
    <w:p w14:paraId="55E3F76C" w14:textId="55D2DF3A" w:rsidR="00151236" w:rsidRDefault="00151236" w:rsidP="008C28B1">
      <w:pPr>
        <w:rPr>
          <w:szCs w:val="20"/>
        </w:rPr>
      </w:pPr>
    </w:p>
    <w:p w14:paraId="15CAA72A" w14:textId="3C809D7C" w:rsidR="00151236" w:rsidRDefault="00151236" w:rsidP="008C28B1">
      <w:pPr>
        <w:rPr>
          <w:szCs w:val="20"/>
        </w:rPr>
      </w:pPr>
    </w:p>
    <w:p w14:paraId="2D266C46" w14:textId="4C46280D" w:rsidR="00151236" w:rsidRDefault="00151236" w:rsidP="008C28B1">
      <w:pPr>
        <w:rPr>
          <w:szCs w:val="20"/>
        </w:rPr>
      </w:pPr>
    </w:p>
    <w:p w14:paraId="3A7B5B9B" w14:textId="336323A9" w:rsidR="00151236" w:rsidRDefault="00151236" w:rsidP="008C28B1">
      <w:pPr>
        <w:rPr>
          <w:szCs w:val="20"/>
        </w:rPr>
      </w:pPr>
    </w:p>
    <w:p w14:paraId="7D5BD578" w14:textId="330F8F99" w:rsidR="00151236" w:rsidRDefault="00151236" w:rsidP="008C28B1">
      <w:pPr>
        <w:rPr>
          <w:szCs w:val="20"/>
        </w:rPr>
      </w:pPr>
    </w:p>
    <w:p w14:paraId="7704B8B2" w14:textId="4614EAEB" w:rsidR="00151236" w:rsidRDefault="00151236" w:rsidP="008C28B1">
      <w:pPr>
        <w:rPr>
          <w:szCs w:val="20"/>
        </w:rPr>
      </w:pPr>
    </w:p>
    <w:p w14:paraId="2B850546" w14:textId="1ED885F1" w:rsidR="00151236" w:rsidRDefault="00151236" w:rsidP="008C28B1">
      <w:pPr>
        <w:rPr>
          <w:szCs w:val="20"/>
        </w:rPr>
      </w:pPr>
    </w:p>
    <w:p w14:paraId="73973D26" w14:textId="21682BCB" w:rsidR="00151236" w:rsidRDefault="00151236" w:rsidP="008C28B1">
      <w:pPr>
        <w:rPr>
          <w:szCs w:val="20"/>
        </w:rPr>
      </w:pPr>
    </w:p>
    <w:p w14:paraId="3464C724" w14:textId="25A0359E" w:rsidR="00151236" w:rsidRDefault="00151236" w:rsidP="008C28B1">
      <w:pPr>
        <w:rPr>
          <w:szCs w:val="20"/>
        </w:rPr>
      </w:pPr>
    </w:p>
    <w:p w14:paraId="1A7A3E32" w14:textId="77777777" w:rsidR="00151236" w:rsidRPr="00E14DD8" w:rsidRDefault="00151236" w:rsidP="008C28B1">
      <w:pPr>
        <w:rPr>
          <w:szCs w:val="20"/>
        </w:rPr>
      </w:pPr>
    </w:p>
    <w:p w14:paraId="2E3064C6" w14:textId="77777777" w:rsidR="008C28B1" w:rsidRPr="00E14DD8" w:rsidRDefault="008C28B1" w:rsidP="008C28B1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C28B1" w:rsidRPr="0044187A" w14:paraId="31A6356A" w14:textId="77777777" w:rsidTr="00725D59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196D3C7" w14:textId="77777777" w:rsidR="008C28B1" w:rsidRPr="0044187A" w:rsidRDefault="008C28B1" w:rsidP="00725D59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62473695" w14:textId="77777777" w:rsidR="008C28B1" w:rsidRDefault="008C28B1" w:rsidP="00725D59">
            <w:pPr>
              <w:pStyle w:val="Formatvorlage2"/>
            </w:pPr>
            <w:r>
              <w:t>SIEGENIA GRUPPE</w:t>
            </w:r>
          </w:p>
          <w:p w14:paraId="6105E24B" w14:textId="77777777" w:rsidR="008C28B1" w:rsidRDefault="008C28B1" w:rsidP="00725D59">
            <w:pPr>
              <w:pStyle w:val="Formatvorlage2"/>
            </w:pPr>
            <w:r>
              <w:t>Marketing-Kommunikation</w:t>
            </w:r>
          </w:p>
          <w:p w14:paraId="39C7543A" w14:textId="77777777" w:rsidR="008C28B1" w:rsidRDefault="008C28B1" w:rsidP="00725D59">
            <w:pPr>
              <w:pStyle w:val="Formatvorlage2"/>
            </w:pPr>
            <w:r>
              <w:t>Industriestraße 1-3</w:t>
            </w:r>
          </w:p>
          <w:p w14:paraId="2EF70E03" w14:textId="77777777" w:rsidR="008C28B1" w:rsidRDefault="008C28B1" w:rsidP="00725D59">
            <w:pPr>
              <w:pStyle w:val="Formatvorlage2"/>
            </w:pPr>
            <w:r>
              <w:t>D - 57234 Wilnsdorf</w:t>
            </w:r>
          </w:p>
          <w:p w14:paraId="56E153DE" w14:textId="77777777" w:rsidR="008C28B1" w:rsidRDefault="008C28B1" w:rsidP="00725D59">
            <w:pPr>
              <w:pStyle w:val="Formatvorlage2"/>
            </w:pPr>
            <w:r>
              <w:t>Tel.: +49 271 3931-412</w:t>
            </w:r>
          </w:p>
          <w:p w14:paraId="1D5B5021" w14:textId="77777777" w:rsidR="008C28B1" w:rsidRDefault="008C28B1" w:rsidP="00725D59">
            <w:pPr>
              <w:pStyle w:val="Formatvorlage2"/>
            </w:pPr>
            <w:r>
              <w:t>Fax: +49 271 3931-77412</w:t>
            </w:r>
          </w:p>
          <w:p w14:paraId="531DCBB8" w14:textId="77777777" w:rsidR="008C28B1" w:rsidRPr="00392D5F" w:rsidRDefault="008C28B1" w:rsidP="00725D59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391D217E" w14:textId="77777777" w:rsidR="008C28B1" w:rsidRDefault="008C28B1" w:rsidP="00725D59">
            <w:pPr>
              <w:pStyle w:val="Formatvorlage2"/>
            </w:pPr>
            <w:r>
              <w:t>www.siegenia.com</w:t>
            </w:r>
          </w:p>
          <w:p w14:paraId="2D9ABBD6" w14:textId="77777777" w:rsidR="008C28B1" w:rsidRPr="0044187A" w:rsidRDefault="008C28B1" w:rsidP="00725D59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424CB26" w14:textId="77777777" w:rsidR="008C28B1" w:rsidRPr="0044187A" w:rsidRDefault="008C28B1" w:rsidP="00725D59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2923271" w14:textId="77777777" w:rsidR="008C28B1" w:rsidRDefault="008C28B1" w:rsidP="00725D59">
            <w:pPr>
              <w:pStyle w:val="Formatvorlage2"/>
            </w:pPr>
            <w:r>
              <w:t>Kemper Kommunikation</w:t>
            </w:r>
          </w:p>
          <w:p w14:paraId="2DA5F763" w14:textId="77777777" w:rsidR="008C28B1" w:rsidRPr="00C33A1F" w:rsidRDefault="008C28B1" w:rsidP="00725D59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3105EBD" w14:textId="77777777" w:rsidR="008C28B1" w:rsidRPr="00C33A1F" w:rsidRDefault="008C28B1" w:rsidP="00725D59">
            <w:pPr>
              <w:pStyle w:val="Formatvorlage2"/>
            </w:pPr>
            <w:r>
              <w:t>Am Milchbornbach 10</w:t>
            </w:r>
          </w:p>
          <w:p w14:paraId="360F6755" w14:textId="77777777" w:rsidR="008C28B1" w:rsidRPr="00C33A1F" w:rsidRDefault="008C28B1" w:rsidP="00725D59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7FBE639" w14:textId="77777777" w:rsidR="008C28B1" w:rsidRPr="00C55524" w:rsidRDefault="008C28B1" w:rsidP="00725D59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E-Mail: info@kemper-kommunikation.de</w:t>
            </w:r>
          </w:p>
          <w:p w14:paraId="65BBD0FA" w14:textId="77777777" w:rsidR="008C28B1" w:rsidRDefault="008C28B1" w:rsidP="00725D59">
            <w:pPr>
              <w:pStyle w:val="Formatvorlage2"/>
            </w:pPr>
            <w:r w:rsidRPr="004333E8">
              <w:t>www.kemper-kommunikation.de</w:t>
            </w:r>
          </w:p>
          <w:p w14:paraId="714CF077" w14:textId="77777777" w:rsidR="008C28B1" w:rsidRPr="003F183E" w:rsidRDefault="008C28B1" w:rsidP="00725D59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2FB209C8" w14:textId="77777777" w:rsidR="008C28B1" w:rsidRPr="0044187A" w:rsidRDefault="008C28B1" w:rsidP="00725D59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C2DFD92" w14:textId="5C3CC1ED" w:rsidR="008C28B1" w:rsidRPr="00C33A1F" w:rsidRDefault="008C28B1" w:rsidP="00725D59">
            <w:pPr>
              <w:pStyle w:val="Formatvorlage2"/>
            </w:pPr>
            <w:r w:rsidRPr="00C33A1F">
              <w:t xml:space="preserve">Seite: </w:t>
            </w:r>
            <w:r w:rsidR="009E3ADC">
              <w:t>1</w:t>
            </w:r>
          </w:p>
          <w:p w14:paraId="6B65A18E" w14:textId="1DD8C3AC" w:rsidR="008C28B1" w:rsidRPr="00C33A1F" w:rsidRDefault="008C28B1" w:rsidP="00725D59">
            <w:pPr>
              <w:pStyle w:val="Formatvorlage2"/>
            </w:pPr>
            <w:r>
              <w:t>Wörter: 2</w:t>
            </w:r>
            <w:r w:rsidR="009E3ADC">
              <w:t>55</w:t>
            </w:r>
          </w:p>
          <w:p w14:paraId="34F3A46C" w14:textId="761D4714" w:rsidR="008C28B1" w:rsidRPr="00C33A1F" w:rsidRDefault="008C28B1" w:rsidP="00725D59">
            <w:pPr>
              <w:pStyle w:val="Formatvorlage2"/>
            </w:pPr>
            <w:r w:rsidRPr="00C33A1F">
              <w:t xml:space="preserve">Zeichen: </w:t>
            </w:r>
            <w:r>
              <w:t>2</w:t>
            </w:r>
            <w:r w:rsidR="009E3ADC">
              <w:t xml:space="preserve"> 099</w:t>
            </w:r>
            <w:r w:rsidRPr="00C33A1F">
              <w:br/>
              <w:t>(mit Leerzeichen)</w:t>
            </w:r>
          </w:p>
          <w:p w14:paraId="01F78301" w14:textId="77777777" w:rsidR="008C28B1" w:rsidRDefault="008C28B1" w:rsidP="00725D59">
            <w:pPr>
              <w:pStyle w:val="Formatvorlage2"/>
            </w:pPr>
          </w:p>
          <w:p w14:paraId="0F696095" w14:textId="7322F39B" w:rsidR="008C28B1" w:rsidRPr="00C33A1F" w:rsidRDefault="008C28B1" w:rsidP="00725D59">
            <w:pPr>
              <w:pStyle w:val="Formatvorlage2"/>
            </w:pPr>
            <w:r>
              <w:t xml:space="preserve">erstellt am: </w:t>
            </w:r>
            <w:r w:rsidR="00151236">
              <w:t>04</w:t>
            </w:r>
            <w:r>
              <w:t>.0</w:t>
            </w:r>
            <w:r w:rsidR="00151236">
              <w:t>5</w:t>
            </w:r>
            <w:r>
              <w:t>.2021</w:t>
            </w:r>
          </w:p>
          <w:p w14:paraId="58AAF5D8" w14:textId="77777777" w:rsidR="008C28B1" w:rsidRPr="0044187A" w:rsidRDefault="008C28B1" w:rsidP="00725D59">
            <w:pPr>
              <w:pStyle w:val="Formatvorlage2"/>
              <w:rPr>
                <w:szCs w:val="20"/>
              </w:rPr>
            </w:pPr>
          </w:p>
        </w:tc>
      </w:tr>
      <w:tr w:rsidR="008C28B1" w:rsidRPr="0044187A" w14:paraId="704A5C96" w14:textId="77777777" w:rsidTr="00725D59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5BE418" w14:textId="77777777" w:rsidR="008C28B1" w:rsidRPr="003F183E" w:rsidRDefault="008C28B1" w:rsidP="00725D59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FCEC799" w14:textId="77777777" w:rsidR="008C28B1" w:rsidRPr="0038499F" w:rsidRDefault="008C28B1" w:rsidP="008C28B1">
      <w:pPr>
        <w:rPr>
          <w:szCs w:val="20"/>
        </w:rPr>
      </w:pPr>
    </w:p>
    <w:p w14:paraId="64119291" w14:textId="77777777" w:rsidR="00C50B09" w:rsidRDefault="00C50B09" w:rsidP="00F6067C">
      <w:pPr>
        <w:rPr>
          <w:szCs w:val="20"/>
        </w:rPr>
      </w:pPr>
    </w:p>
    <w:sectPr w:rsidR="00C50B09" w:rsidSect="00963959">
      <w:headerReference w:type="default" r:id="rId9"/>
      <w:footerReference w:type="default" r:id="rId10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98AC4" w14:textId="77777777" w:rsidR="00B21723" w:rsidRDefault="00B21723">
      <w:r>
        <w:separator/>
      </w:r>
    </w:p>
  </w:endnote>
  <w:endnote w:type="continuationSeparator" w:id="0">
    <w:p w14:paraId="6E25F5AB" w14:textId="77777777" w:rsidR="00B21723" w:rsidRDefault="00B21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99B7" w14:textId="77777777" w:rsidR="001536CF" w:rsidRDefault="001536CF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46AB4" w14:textId="77777777" w:rsidR="00B21723" w:rsidRDefault="00B21723">
      <w:r>
        <w:separator/>
      </w:r>
    </w:p>
  </w:footnote>
  <w:footnote w:type="continuationSeparator" w:id="0">
    <w:p w14:paraId="4486AD65" w14:textId="77777777" w:rsidR="00B21723" w:rsidRDefault="00B21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15B7F" w14:textId="77777777" w:rsidR="001536CF" w:rsidRDefault="001536CF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264DA9E" wp14:editId="2223D843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E63CDB"/>
    <w:multiLevelType w:val="hybridMultilevel"/>
    <w:tmpl w:val="DF9631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45"/>
    <w:rsid w:val="000024D9"/>
    <w:rsid w:val="00003256"/>
    <w:rsid w:val="0001449A"/>
    <w:rsid w:val="0001520C"/>
    <w:rsid w:val="00026907"/>
    <w:rsid w:val="00040EBF"/>
    <w:rsid w:val="00064165"/>
    <w:rsid w:val="000675C7"/>
    <w:rsid w:val="000762AD"/>
    <w:rsid w:val="00090045"/>
    <w:rsid w:val="0009461A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22FEC"/>
    <w:rsid w:val="00137BD1"/>
    <w:rsid w:val="00145B48"/>
    <w:rsid w:val="00151236"/>
    <w:rsid w:val="001529E6"/>
    <w:rsid w:val="001536CF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F3432"/>
    <w:rsid w:val="002046D3"/>
    <w:rsid w:val="00207155"/>
    <w:rsid w:val="00231A4A"/>
    <w:rsid w:val="00253494"/>
    <w:rsid w:val="00254A9B"/>
    <w:rsid w:val="00255FE8"/>
    <w:rsid w:val="00260E68"/>
    <w:rsid w:val="00272508"/>
    <w:rsid w:val="002769DE"/>
    <w:rsid w:val="002819C3"/>
    <w:rsid w:val="0028223B"/>
    <w:rsid w:val="00283003"/>
    <w:rsid w:val="002A202C"/>
    <w:rsid w:val="002A7F37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4DEF"/>
    <w:rsid w:val="003732AA"/>
    <w:rsid w:val="00375A48"/>
    <w:rsid w:val="003803A5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4176D4"/>
    <w:rsid w:val="00420F79"/>
    <w:rsid w:val="004333E8"/>
    <w:rsid w:val="0044187A"/>
    <w:rsid w:val="00446899"/>
    <w:rsid w:val="00447689"/>
    <w:rsid w:val="0046235C"/>
    <w:rsid w:val="004629AD"/>
    <w:rsid w:val="00480509"/>
    <w:rsid w:val="004806AF"/>
    <w:rsid w:val="00486878"/>
    <w:rsid w:val="00491027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77A7B"/>
    <w:rsid w:val="00592833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73A7A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C7019"/>
    <w:rsid w:val="006E5CC8"/>
    <w:rsid w:val="00701954"/>
    <w:rsid w:val="00703943"/>
    <w:rsid w:val="007046C4"/>
    <w:rsid w:val="00704C72"/>
    <w:rsid w:val="007148FF"/>
    <w:rsid w:val="00716BDB"/>
    <w:rsid w:val="00717456"/>
    <w:rsid w:val="00730E66"/>
    <w:rsid w:val="00737DE1"/>
    <w:rsid w:val="00751517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4ADF"/>
    <w:rsid w:val="008A6F1F"/>
    <w:rsid w:val="008C28B1"/>
    <w:rsid w:val="008C3491"/>
    <w:rsid w:val="008C5079"/>
    <w:rsid w:val="008D2B30"/>
    <w:rsid w:val="008D3232"/>
    <w:rsid w:val="008D7633"/>
    <w:rsid w:val="008E322B"/>
    <w:rsid w:val="00910883"/>
    <w:rsid w:val="00917C9A"/>
    <w:rsid w:val="0092580A"/>
    <w:rsid w:val="0093490C"/>
    <w:rsid w:val="0093664F"/>
    <w:rsid w:val="00943EB0"/>
    <w:rsid w:val="00945CA5"/>
    <w:rsid w:val="0095474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3ADC"/>
    <w:rsid w:val="009E7597"/>
    <w:rsid w:val="00A05916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82224"/>
    <w:rsid w:val="00A85475"/>
    <w:rsid w:val="00A87496"/>
    <w:rsid w:val="00A927D0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1DCD"/>
    <w:rsid w:val="00B057B0"/>
    <w:rsid w:val="00B11AB7"/>
    <w:rsid w:val="00B21723"/>
    <w:rsid w:val="00B239B4"/>
    <w:rsid w:val="00B30CA9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0B09"/>
    <w:rsid w:val="00C52D3B"/>
    <w:rsid w:val="00C53FE3"/>
    <w:rsid w:val="00C55524"/>
    <w:rsid w:val="00C615A2"/>
    <w:rsid w:val="00C65852"/>
    <w:rsid w:val="00C72B49"/>
    <w:rsid w:val="00C77106"/>
    <w:rsid w:val="00C87836"/>
    <w:rsid w:val="00C92A2E"/>
    <w:rsid w:val="00CA4F5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CF7D27"/>
    <w:rsid w:val="00D04FE4"/>
    <w:rsid w:val="00D313A4"/>
    <w:rsid w:val="00D32108"/>
    <w:rsid w:val="00D45693"/>
    <w:rsid w:val="00D47D4E"/>
    <w:rsid w:val="00D55DC3"/>
    <w:rsid w:val="00D57457"/>
    <w:rsid w:val="00D61B7B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DF7C1B"/>
    <w:rsid w:val="00E02177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313B"/>
    <w:rsid w:val="00E66783"/>
    <w:rsid w:val="00E76C0B"/>
    <w:rsid w:val="00E76D9B"/>
    <w:rsid w:val="00E77789"/>
    <w:rsid w:val="00E80515"/>
    <w:rsid w:val="00E954AC"/>
    <w:rsid w:val="00EA2954"/>
    <w:rsid w:val="00EB003F"/>
    <w:rsid w:val="00EB511E"/>
    <w:rsid w:val="00EB632F"/>
    <w:rsid w:val="00EC1396"/>
    <w:rsid w:val="00ED404E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F082560"/>
  <w15:docId w15:val="{376C2D4D-124C-4286-BED5-BCC1C4220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Default">
    <w:name w:val="Default"/>
    <w:rsid w:val="009547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0B09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rsid w:val="008C28B1"/>
    <w:rPr>
      <w:rFonts w:ascii="Arial" w:hAnsi="Arial"/>
      <w:b/>
      <w:bCs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75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ina.herter@siegenia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97676-BFBE-4630-BC2D-E06D1D211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430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3138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2021-04-30T09:20:00Z</dcterms:created>
  <dcterms:modified xsi:type="dcterms:W3CDTF">2021-04-30T09:27:00Z</dcterms:modified>
</cp:coreProperties>
</file>