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35446" w14:textId="50D306E0" w:rsidR="00E61777" w:rsidRPr="00E61777" w:rsidRDefault="004C7CC0" w:rsidP="00E61777">
      <w:pPr>
        <w:rPr>
          <w:rStyle w:val="Pogrubienie"/>
          <w:bCs w:val="0"/>
          <w:sz w:val="36"/>
          <w:szCs w:val="36"/>
          <w:lang w:val="pl-PL"/>
        </w:rPr>
      </w:pPr>
      <w:r>
        <w:rPr>
          <w:rFonts w:cs="Arial"/>
          <w:b/>
          <w:iCs/>
          <w:sz w:val="36"/>
          <w:szCs w:val="36"/>
          <w:lang w:val="pl-PL"/>
        </w:rPr>
        <w:t>Każda radość, którą niesiemy innym zawsze do nas powróci</w:t>
      </w:r>
      <w:r w:rsidR="00E61777" w:rsidRPr="00E61777">
        <w:rPr>
          <w:rFonts w:cs="Arial"/>
          <w:b/>
          <w:iCs/>
          <w:sz w:val="36"/>
          <w:szCs w:val="36"/>
          <w:lang w:val="pl-PL"/>
        </w:rPr>
        <w:t>!</w:t>
      </w:r>
      <w:r w:rsidR="00E61777" w:rsidRPr="00E61777">
        <w:rPr>
          <w:rStyle w:val="Pogrubienie"/>
          <w:sz w:val="36"/>
          <w:szCs w:val="36"/>
          <w:lang w:val="pl-PL"/>
        </w:rPr>
        <w:t xml:space="preserve"> </w:t>
      </w:r>
    </w:p>
    <w:p w14:paraId="0484F100" w14:textId="77777777" w:rsidR="001F2E28" w:rsidRPr="00B00625" w:rsidRDefault="001F2E28" w:rsidP="001F2E28">
      <w:pPr>
        <w:rPr>
          <w:lang w:val="pl-PL"/>
        </w:rPr>
      </w:pPr>
    </w:p>
    <w:p w14:paraId="6257FDEB" w14:textId="204A1392" w:rsidR="004C7CC0" w:rsidRDefault="00C43F50" w:rsidP="00E61777">
      <w:pPr>
        <w:rPr>
          <w:rFonts w:cs="Arial"/>
          <w:b/>
          <w:sz w:val="24"/>
          <w:szCs w:val="24"/>
          <w:lang w:val="pl-PL"/>
        </w:rPr>
      </w:pPr>
      <w:r w:rsidRPr="00C43F50">
        <w:rPr>
          <w:bCs/>
          <w:lang w:val="pl-PL"/>
        </w:rPr>
        <w:t xml:space="preserve">Grudzień to miesiąc wypełniony oczekiwaniem. Na Mikołajki, na śnieg, na wolny czas, pierwszą gwiazdkę, na Wigilię, na Sylwester… </w:t>
      </w:r>
      <w:r w:rsidRPr="004C7CC0">
        <w:rPr>
          <w:bCs/>
          <w:lang w:val="pl-PL"/>
        </w:rPr>
        <w:t>W okresie przedświątecznym przykładamy większą uwagę to tego, co dzieje się wokół nas</w:t>
      </w:r>
      <w:r w:rsidR="00B426EE">
        <w:rPr>
          <w:bCs/>
          <w:lang w:val="pl-PL"/>
        </w:rPr>
        <w:t xml:space="preserve">, </w:t>
      </w:r>
      <w:r w:rsidR="00B426EE" w:rsidRPr="00B426EE">
        <w:rPr>
          <w:bCs/>
          <w:lang w:val="pl-PL"/>
        </w:rPr>
        <w:t xml:space="preserve">świat trochę zwalnia i wszyscy szukamy pokoju, miłości </w:t>
      </w:r>
      <w:r w:rsidR="00B426EE">
        <w:rPr>
          <w:bCs/>
          <w:lang w:val="pl-PL"/>
        </w:rPr>
        <w:br/>
      </w:r>
      <w:r w:rsidR="00B426EE" w:rsidRPr="00B426EE">
        <w:rPr>
          <w:bCs/>
          <w:lang w:val="pl-PL"/>
        </w:rPr>
        <w:t>i odprężenia. W tym czasie czujemy się bardziej odpowiedzialni za siebie nawzajem.</w:t>
      </w:r>
      <w:r>
        <w:rPr>
          <w:bCs/>
          <w:lang w:val="pl-PL"/>
        </w:rPr>
        <w:br/>
      </w:r>
      <w:r w:rsidR="004C7CC0" w:rsidRPr="004C7CC0">
        <w:rPr>
          <w:bCs/>
          <w:lang w:val="pl-PL"/>
        </w:rPr>
        <w:t xml:space="preserve">Może </w:t>
      </w:r>
      <w:r w:rsidR="00B426EE">
        <w:rPr>
          <w:bCs/>
          <w:lang w:val="pl-PL"/>
        </w:rPr>
        <w:t xml:space="preserve">to </w:t>
      </w:r>
      <w:r w:rsidR="004C7CC0" w:rsidRPr="004C7CC0">
        <w:rPr>
          <w:bCs/>
          <w:lang w:val="pl-PL"/>
        </w:rPr>
        <w:t>klimat nadchodzących świąt i ta cała magia</w:t>
      </w:r>
      <w:r w:rsidR="003A567B">
        <w:rPr>
          <w:bCs/>
          <w:lang w:val="pl-PL"/>
        </w:rPr>
        <w:t>,</w:t>
      </w:r>
      <w:r w:rsidR="004C7CC0" w:rsidRPr="004C7CC0">
        <w:rPr>
          <w:bCs/>
          <w:lang w:val="pl-PL"/>
        </w:rPr>
        <w:t xml:space="preserve"> o której mówią </w:t>
      </w:r>
      <w:r w:rsidR="004C7CC0">
        <w:rPr>
          <w:bCs/>
          <w:lang w:val="pl-PL"/>
        </w:rPr>
        <w:t>wszyscy dookoła</w:t>
      </w:r>
      <w:r w:rsidR="004C7CC0" w:rsidRPr="004C7CC0">
        <w:rPr>
          <w:bCs/>
          <w:lang w:val="pl-PL"/>
        </w:rPr>
        <w:t xml:space="preserve">, </w:t>
      </w:r>
      <w:r>
        <w:rPr>
          <w:bCs/>
          <w:lang w:val="pl-PL"/>
        </w:rPr>
        <w:br/>
      </w:r>
      <w:r w:rsidR="004C7CC0" w:rsidRPr="004C7CC0">
        <w:rPr>
          <w:bCs/>
          <w:lang w:val="pl-PL"/>
        </w:rPr>
        <w:t xml:space="preserve">a może rzeczywiście otwieramy swoje serca na innych. </w:t>
      </w:r>
    </w:p>
    <w:p w14:paraId="6305DE4E" w14:textId="77777777" w:rsidR="004C7CC0" w:rsidRDefault="004C7CC0" w:rsidP="00E61777">
      <w:pPr>
        <w:rPr>
          <w:rFonts w:cs="Arial"/>
          <w:b/>
          <w:sz w:val="24"/>
          <w:szCs w:val="24"/>
          <w:lang w:val="pl-PL"/>
        </w:rPr>
      </w:pPr>
    </w:p>
    <w:p w14:paraId="4DA45E3E" w14:textId="2053644B" w:rsidR="00E61777" w:rsidRPr="00C223C0" w:rsidRDefault="00B426EE" w:rsidP="00E61777">
      <w:pPr>
        <w:rPr>
          <w:rFonts w:cs="Arial"/>
          <w:szCs w:val="20"/>
          <w:lang w:val="pl-PL"/>
        </w:rPr>
      </w:pPr>
      <w:r w:rsidRPr="00B426EE">
        <w:rPr>
          <w:rFonts w:cs="Arial"/>
          <w:b/>
          <w:sz w:val="24"/>
          <w:szCs w:val="24"/>
          <w:lang w:val="pl-PL"/>
        </w:rPr>
        <w:t>Pomoc chorym dzieciom – każdy może to zrobić!</w:t>
      </w:r>
      <w:r w:rsidR="00E61777">
        <w:rPr>
          <w:rFonts w:cs="Arial"/>
          <w:szCs w:val="20"/>
          <w:lang w:val="pl-PL"/>
        </w:rPr>
        <w:br/>
      </w:r>
      <w:r w:rsidR="001426D0" w:rsidRPr="003A567B">
        <w:rPr>
          <w:rFonts w:cs="Arial"/>
          <w:szCs w:val="20"/>
          <w:lang w:val="pl-PL"/>
        </w:rPr>
        <w:t>Pomaganie innym wcale nie musi być ciężkie, choć tak się czasami wydaje.</w:t>
      </w:r>
      <w:r w:rsidR="001426D0" w:rsidRPr="001426D0">
        <w:rPr>
          <w:rFonts w:cs="Arial"/>
          <w:szCs w:val="20"/>
          <w:lang w:val="pl-PL"/>
        </w:rPr>
        <w:t xml:space="preserve"> Najważniejsze jest jednak to, że pomagać może dosłownie każdy – bez wyjątku!</w:t>
      </w:r>
      <w:r w:rsidR="001426D0">
        <w:rPr>
          <w:rFonts w:cs="Arial"/>
          <w:szCs w:val="20"/>
          <w:lang w:val="pl-PL"/>
        </w:rPr>
        <w:br/>
      </w:r>
      <w:r w:rsidR="007278D0">
        <w:rPr>
          <w:rFonts w:cs="Arial"/>
          <w:szCs w:val="20"/>
          <w:lang w:val="pl-PL"/>
        </w:rPr>
        <w:t>W tym roku p</w:t>
      </w:r>
      <w:r w:rsidR="00E61777" w:rsidRPr="00C223C0">
        <w:rPr>
          <w:rFonts w:cs="Arial"/>
          <w:szCs w:val="20"/>
          <w:lang w:val="pl-PL"/>
        </w:rPr>
        <w:t>ostanowiliśmy wesprzeć tych, którym ciężka choroba odebrała taką możliwość.</w:t>
      </w:r>
      <w:r w:rsidR="00E61777">
        <w:rPr>
          <w:rFonts w:cs="Arial"/>
          <w:szCs w:val="20"/>
          <w:lang w:val="pl-PL"/>
        </w:rPr>
        <w:t xml:space="preserve"> I </w:t>
      </w:r>
      <w:r w:rsidR="00E61777" w:rsidRPr="00C223C0">
        <w:rPr>
          <w:rFonts w:cs="Arial"/>
          <w:szCs w:val="20"/>
          <w:lang w:val="pl-PL"/>
        </w:rPr>
        <w:t>jednocześnie podziękować Wszystkim, dzięki którym taki gest okazał się możliwy.</w:t>
      </w:r>
    </w:p>
    <w:p w14:paraId="35C0421F" w14:textId="70EB0318" w:rsidR="00E61777" w:rsidRPr="00C223C0" w:rsidRDefault="00E61777" w:rsidP="00E61777">
      <w:pPr>
        <w:rPr>
          <w:rFonts w:cs="Arial"/>
          <w:szCs w:val="20"/>
          <w:lang w:val="pl-PL"/>
        </w:rPr>
      </w:pPr>
      <w:r w:rsidRPr="00C223C0">
        <w:rPr>
          <w:rFonts w:cs="Arial"/>
          <w:szCs w:val="20"/>
          <w:lang w:val="pl-PL"/>
        </w:rPr>
        <w:t xml:space="preserve">W imieniu naszych Klientów przekazaliśmy w tym roku darowiznę na rzecz </w:t>
      </w:r>
      <w:r w:rsidR="007278D0">
        <w:rPr>
          <w:rFonts w:cs="Arial"/>
          <w:szCs w:val="20"/>
          <w:lang w:val="pl-PL"/>
        </w:rPr>
        <w:t xml:space="preserve">fundacji DOM </w:t>
      </w:r>
      <w:r w:rsidR="007278D0" w:rsidRPr="00E2460D">
        <w:rPr>
          <w:rFonts w:cs="Arial"/>
          <w:szCs w:val="20"/>
          <w:lang w:val="pl-PL"/>
        </w:rPr>
        <w:t>Rodzinnej Rehabilitacji Dzieci z Porażeniem Mózgowym</w:t>
      </w:r>
      <w:r w:rsidR="007278D0" w:rsidRPr="00C223C0">
        <w:rPr>
          <w:rFonts w:cs="Arial"/>
          <w:szCs w:val="20"/>
          <w:lang w:val="pl-PL"/>
        </w:rPr>
        <w:t xml:space="preserve"> </w:t>
      </w:r>
      <w:r w:rsidRPr="00E61777">
        <w:rPr>
          <w:rStyle w:val="Pogrubienie"/>
          <w:b w:val="0"/>
          <w:lang w:val="pl-PL"/>
        </w:rPr>
        <w:t>w Opolu.</w:t>
      </w:r>
      <w:r w:rsidR="007278D0">
        <w:rPr>
          <w:rFonts w:cs="Arial"/>
          <w:szCs w:val="20"/>
          <w:lang w:val="pl-PL"/>
        </w:rPr>
        <w:t xml:space="preserve"> </w:t>
      </w:r>
      <w:r w:rsidR="007278D0">
        <w:rPr>
          <w:rFonts w:cs="Arial"/>
          <w:szCs w:val="20"/>
          <w:lang w:val="pl-PL"/>
        </w:rPr>
        <w:br/>
      </w:r>
      <w:r w:rsidRPr="00E61777">
        <w:rPr>
          <w:rStyle w:val="Pogrubienie"/>
          <w:b w:val="0"/>
          <w:lang w:val="pl-PL"/>
        </w:rPr>
        <w:t xml:space="preserve">Cieszymy się i bardzo dziękujemy za to, że wspólnie z Państwem mogliśmy wesprzeć lokalną organizację, która niesie pomoc </w:t>
      </w:r>
      <w:r w:rsidR="007278D0">
        <w:rPr>
          <w:rStyle w:val="Pogrubienie"/>
          <w:b w:val="0"/>
          <w:lang w:val="pl-PL"/>
        </w:rPr>
        <w:t xml:space="preserve">tym </w:t>
      </w:r>
      <w:r w:rsidR="007278D0" w:rsidRPr="003A567B">
        <w:rPr>
          <w:rStyle w:val="Pogrubienie"/>
          <w:b w:val="0"/>
          <w:lang w:val="pl-PL"/>
        </w:rPr>
        <w:t>najsłabszym.</w:t>
      </w:r>
    </w:p>
    <w:p w14:paraId="2BB571AF" w14:textId="77777777" w:rsidR="00CD2D76" w:rsidRPr="00E61777" w:rsidRDefault="00CD2D76" w:rsidP="00CD2D76">
      <w:pPr>
        <w:rPr>
          <w:lang w:val="pl-PL"/>
        </w:rPr>
      </w:pPr>
    </w:p>
    <w:p w14:paraId="6AD718EB" w14:textId="018908E5" w:rsidR="00E61777" w:rsidRPr="00EB77D0" w:rsidRDefault="00E61777" w:rsidP="00E61777">
      <w:pPr>
        <w:pStyle w:val="Nagwek4"/>
        <w:rPr>
          <w:rFonts w:cs="Arial"/>
          <w:iCs/>
          <w:lang w:val="pl-PL"/>
        </w:rPr>
      </w:pPr>
      <w:r>
        <w:rPr>
          <w:rFonts w:cs="Arial"/>
          <w:iCs/>
          <w:lang w:val="pl-PL"/>
        </w:rPr>
        <w:t>Kilka słów na temat Fundacji</w:t>
      </w:r>
      <w:r w:rsidRPr="00EB77D0">
        <w:rPr>
          <w:rFonts w:cs="Arial"/>
          <w:iCs/>
          <w:lang w:val="pl-PL"/>
        </w:rPr>
        <w:t xml:space="preserve"> </w:t>
      </w:r>
      <w:r w:rsidR="00B426EE">
        <w:rPr>
          <w:rFonts w:cs="Arial"/>
          <w:iCs/>
          <w:lang w:val="pl-PL"/>
        </w:rPr>
        <w:t>DOM</w:t>
      </w:r>
      <w:r>
        <w:rPr>
          <w:rFonts w:cs="Arial"/>
          <w:iCs/>
          <w:lang w:val="pl-PL"/>
        </w:rPr>
        <w:t xml:space="preserve"> </w:t>
      </w:r>
    </w:p>
    <w:p w14:paraId="0D503603" w14:textId="2BB6BEB0" w:rsidR="00E2460D" w:rsidRPr="00E2460D" w:rsidRDefault="00E61777" w:rsidP="00E2460D">
      <w:pPr>
        <w:rPr>
          <w:rFonts w:cs="Arial"/>
          <w:szCs w:val="20"/>
          <w:lang w:val="pl-PL"/>
        </w:rPr>
      </w:pPr>
      <w:r>
        <w:rPr>
          <w:rFonts w:cs="Arial"/>
          <w:szCs w:val="20"/>
          <w:lang w:val="pl-PL"/>
        </w:rPr>
        <w:br/>
      </w:r>
      <w:r w:rsidR="00E2460D" w:rsidRPr="00E2460D">
        <w:rPr>
          <w:rFonts w:cs="Arial"/>
          <w:szCs w:val="20"/>
          <w:lang w:val="pl-PL"/>
        </w:rPr>
        <w:t>Formalnie Fundacja Dom Rodzinnej Rehabilitacji Dzieci z Porażeniem Mózgowym rozpoczęła działalność w 1991 roku</w:t>
      </w:r>
      <w:r w:rsidR="003A567B">
        <w:rPr>
          <w:rFonts w:cs="Arial"/>
          <w:szCs w:val="20"/>
          <w:lang w:val="pl-PL"/>
        </w:rPr>
        <w:t>,</w:t>
      </w:r>
      <w:r w:rsidR="00E2460D" w:rsidRPr="00E2460D">
        <w:rPr>
          <w:rFonts w:cs="Arial"/>
          <w:szCs w:val="20"/>
          <w:lang w:val="pl-PL"/>
        </w:rPr>
        <w:t xml:space="preserve"> od tego czasu organizuje kompleksową pomoc osobom niepełnosprawnym: dzieciom, młodzieży</w:t>
      </w:r>
      <w:r w:rsidR="003A567B">
        <w:rPr>
          <w:rFonts w:cs="Arial"/>
          <w:szCs w:val="20"/>
          <w:lang w:val="pl-PL"/>
        </w:rPr>
        <w:t xml:space="preserve"> i</w:t>
      </w:r>
      <w:r w:rsidR="00E2460D" w:rsidRPr="00E2460D">
        <w:rPr>
          <w:rFonts w:cs="Arial"/>
          <w:szCs w:val="20"/>
          <w:lang w:val="pl-PL"/>
        </w:rPr>
        <w:t xml:space="preserve"> dorosłym w zakresie diagnozy, leczenia i rehabilitacji.</w:t>
      </w:r>
      <w:r w:rsidR="00E2460D">
        <w:rPr>
          <w:rFonts w:cs="Arial"/>
          <w:szCs w:val="20"/>
          <w:lang w:val="pl-PL"/>
        </w:rPr>
        <w:t xml:space="preserve"> </w:t>
      </w:r>
      <w:r w:rsidR="00E2460D" w:rsidRPr="00E2460D">
        <w:rPr>
          <w:rFonts w:cs="Arial"/>
          <w:szCs w:val="20"/>
          <w:lang w:val="pl-PL"/>
        </w:rPr>
        <w:t>Działając wielotorowo</w:t>
      </w:r>
      <w:r w:rsidR="00E2460D">
        <w:rPr>
          <w:rFonts w:cs="Arial"/>
          <w:szCs w:val="20"/>
          <w:lang w:val="pl-PL"/>
        </w:rPr>
        <w:t xml:space="preserve"> fundacja jest</w:t>
      </w:r>
      <w:r w:rsidR="00E2460D" w:rsidRPr="00E2460D">
        <w:rPr>
          <w:rFonts w:cs="Arial"/>
          <w:szCs w:val="20"/>
          <w:lang w:val="pl-PL"/>
        </w:rPr>
        <w:t xml:space="preserve"> w stanie w najlepszy z możliwych sposobów wspierać ich na każdym etapie życia i przeprowadzać przez kolejne trudności w drodze do samodzielności.</w:t>
      </w:r>
    </w:p>
    <w:p w14:paraId="5934B91A" w14:textId="77777777" w:rsidR="00E2460D" w:rsidRPr="00E2460D" w:rsidRDefault="00E2460D" w:rsidP="00E2460D">
      <w:pPr>
        <w:rPr>
          <w:rFonts w:cs="Arial"/>
          <w:szCs w:val="20"/>
          <w:lang w:val="pl-PL"/>
        </w:rPr>
      </w:pPr>
    </w:p>
    <w:p w14:paraId="58E3E11C" w14:textId="10819ECA" w:rsidR="007168E2" w:rsidRDefault="00E2460D" w:rsidP="00E2460D">
      <w:pPr>
        <w:rPr>
          <w:rFonts w:cs="Arial"/>
          <w:szCs w:val="20"/>
          <w:lang w:val="pl-PL"/>
        </w:rPr>
      </w:pPr>
      <w:r w:rsidRPr="00E2460D">
        <w:rPr>
          <w:rFonts w:cs="Arial"/>
          <w:szCs w:val="20"/>
          <w:lang w:val="pl-PL"/>
        </w:rPr>
        <w:t xml:space="preserve">Powstają kolejne jednostki Fundacji DOM. Każda z nich proponuje inną formę rehabilitacji, kierowana jest do osób z innymi potrzebami rozwojowymi… a tak zwyczajnie, po ludzku to kawałeczek szczęścia dla podopiecznych. Regularnie biorąc udział rehabilitacji leczniczej usprawniają swoje ciało, </w:t>
      </w:r>
      <w:r>
        <w:rPr>
          <w:rFonts w:cs="Arial"/>
          <w:szCs w:val="20"/>
          <w:lang w:val="pl-PL"/>
        </w:rPr>
        <w:t xml:space="preserve">przy </w:t>
      </w:r>
      <w:r w:rsidRPr="00E2460D">
        <w:rPr>
          <w:rFonts w:cs="Arial"/>
          <w:szCs w:val="20"/>
          <w:lang w:val="pl-PL"/>
        </w:rPr>
        <w:t>wsparciu terapeutów i instruktorów zdobywają kolejne umiejętności</w:t>
      </w:r>
      <w:r w:rsidR="003A567B">
        <w:rPr>
          <w:rFonts w:cs="Arial"/>
          <w:szCs w:val="20"/>
          <w:lang w:val="pl-PL"/>
        </w:rPr>
        <w:t xml:space="preserve"> i</w:t>
      </w:r>
      <w:r w:rsidRPr="00E2460D">
        <w:rPr>
          <w:rFonts w:cs="Arial"/>
          <w:szCs w:val="20"/>
          <w:lang w:val="pl-PL"/>
        </w:rPr>
        <w:t xml:space="preserve"> poszerzają obszary swojej samodzielności</w:t>
      </w:r>
      <w:r w:rsidR="003A567B">
        <w:rPr>
          <w:rFonts w:cs="Arial"/>
          <w:szCs w:val="20"/>
          <w:lang w:val="pl-PL"/>
        </w:rPr>
        <w:t>,</w:t>
      </w:r>
      <w:r w:rsidRPr="00E2460D">
        <w:rPr>
          <w:rFonts w:cs="Arial"/>
          <w:szCs w:val="20"/>
          <w:lang w:val="pl-PL"/>
        </w:rPr>
        <w:t xml:space="preserve"> uczęszczając na zajęcia </w:t>
      </w:r>
      <w:r w:rsidRPr="00E2460D">
        <w:rPr>
          <w:rFonts w:cs="Arial"/>
          <w:szCs w:val="20"/>
          <w:lang w:val="pl-PL"/>
        </w:rPr>
        <w:lastRenderedPageBreak/>
        <w:t xml:space="preserve">terapeutyczne lepiej funkcjonują emocjonalnie i społecznie, a pracując w Zakładzie Aktywności Zawodowej zdobywają niezależność finansową i rozwój zawodowy.. </w:t>
      </w:r>
    </w:p>
    <w:p w14:paraId="7FF3282A" w14:textId="77777777" w:rsidR="00E2460D" w:rsidRPr="00B00625" w:rsidRDefault="00E2460D" w:rsidP="00E2460D">
      <w:pPr>
        <w:rPr>
          <w:szCs w:val="20"/>
          <w:lang w:val="pl-PL"/>
        </w:rPr>
      </w:pPr>
    </w:p>
    <w:p w14:paraId="393FE52F" w14:textId="38A9D0E4" w:rsidR="00E61777" w:rsidRPr="00C223C0" w:rsidRDefault="00E61777" w:rsidP="00E61777">
      <w:pPr>
        <w:rPr>
          <w:lang w:val="pl-PL"/>
        </w:rPr>
      </w:pPr>
      <w:r w:rsidRPr="00C223C0">
        <w:rPr>
          <w:rFonts w:cs="Arial"/>
          <w:szCs w:val="20"/>
          <w:lang w:val="pl-PL"/>
        </w:rPr>
        <w:t xml:space="preserve">Jeśli i Wy chcielibyście pomóc podopiecznym </w:t>
      </w:r>
      <w:r w:rsidR="00E2460D">
        <w:rPr>
          <w:rFonts w:cs="Arial"/>
          <w:szCs w:val="20"/>
          <w:lang w:val="pl-PL"/>
        </w:rPr>
        <w:t>fundacji DOM</w:t>
      </w:r>
      <w:r w:rsidR="00213381">
        <w:rPr>
          <w:rFonts w:cs="Arial"/>
          <w:szCs w:val="20"/>
          <w:lang w:val="pl-PL"/>
        </w:rPr>
        <w:t xml:space="preserve"> </w:t>
      </w:r>
      <w:r w:rsidR="00213381" w:rsidRPr="00E2460D">
        <w:rPr>
          <w:rFonts w:cs="Arial"/>
          <w:szCs w:val="20"/>
          <w:lang w:val="pl-PL"/>
        </w:rPr>
        <w:t xml:space="preserve">Rodzinnej Rehabilitacji Dzieci </w:t>
      </w:r>
      <w:r w:rsidR="00213381">
        <w:rPr>
          <w:rFonts w:cs="Arial"/>
          <w:szCs w:val="20"/>
          <w:lang w:val="pl-PL"/>
        </w:rPr>
        <w:br/>
      </w:r>
      <w:r w:rsidR="00213381" w:rsidRPr="00E2460D">
        <w:rPr>
          <w:rFonts w:cs="Arial"/>
          <w:szCs w:val="20"/>
          <w:lang w:val="pl-PL"/>
        </w:rPr>
        <w:t>z Porażeniem Mózgowym</w:t>
      </w:r>
      <w:r w:rsidRPr="00C223C0">
        <w:rPr>
          <w:rFonts w:cs="Arial"/>
          <w:szCs w:val="20"/>
          <w:lang w:val="pl-PL"/>
        </w:rPr>
        <w:t xml:space="preserve"> – nic prostszego!</w:t>
      </w:r>
      <w:r w:rsidRPr="00C223C0">
        <w:rPr>
          <w:lang w:val="pl-PL"/>
        </w:rPr>
        <w:br/>
      </w:r>
      <w:hyperlink r:id="rId8" w:history="1">
        <w:r w:rsidR="00B426EE">
          <w:rPr>
            <w:rStyle w:val="Hipercze"/>
            <w:lang w:val="pl-PL"/>
          </w:rPr>
          <w:t>https://fundacja-dom.opole.pl/</w:t>
        </w:r>
      </w:hyperlink>
    </w:p>
    <w:p w14:paraId="63481922" w14:textId="77777777" w:rsidR="007168E2" w:rsidRPr="00B00625" w:rsidRDefault="007168E2" w:rsidP="00F6067C">
      <w:pPr>
        <w:rPr>
          <w:szCs w:val="20"/>
          <w:lang w:val="pl-PL"/>
        </w:rPr>
      </w:pPr>
    </w:p>
    <w:p w14:paraId="5FF91E1E" w14:textId="77777777" w:rsidR="00EC41E0" w:rsidRPr="00B00625" w:rsidRDefault="00EC41E0" w:rsidP="00F6067C">
      <w:pPr>
        <w:rPr>
          <w:szCs w:val="20"/>
          <w:lang w:val="pl-PL"/>
        </w:rPr>
      </w:pPr>
    </w:p>
    <w:p w14:paraId="73054CE5" w14:textId="77777777" w:rsidR="005E1468" w:rsidRPr="00B00625" w:rsidRDefault="00B00625" w:rsidP="005A7C57">
      <w:pPr>
        <w:pStyle w:val="Nagwek4"/>
        <w:rPr>
          <w:lang w:val="pl-PL"/>
        </w:rPr>
      </w:pPr>
      <w:r>
        <w:rPr>
          <w:lang w:val="pl-PL"/>
        </w:rPr>
        <w:t>Podpisy ilustracji</w:t>
      </w:r>
    </w:p>
    <w:p w14:paraId="2D63F1E4" w14:textId="77777777" w:rsidR="00C627C7" w:rsidRPr="00546AF2" w:rsidRDefault="00B00625" w:rsidP="00C627C7">
      <w:pPr>
        <w:rPr>
          <w:lang w:val="pl-PL"/>
        </w:rPr>
      </w:pPr>
      <w:r>
        <w:rPr>
          <w:lang w:val="pl-PL"/>
        </w:rPr>
        <w:t>źródło</w:t>
      </w:r>
      <w:r w:rsidR="002A7F37" w:rsidRPr="00B00625">
        <w:rPr>
          <w:lang w:val="pl-PL"/>
        </w:rPr>
        <w:t xml:space="preserve">: </w:t>
      </w:r>
      <w:r w:rsidR="00E61777">
        <w:rPr>
          <w:lang w:val="pl-PL"/>
        </w:rPr>
        <w:t>SIEGENIA</w:t>
      </w:r>
      <w:r w:rsidR="00E61777">
        <w:rPr>
          <w:lang w:val="pl-PL"/>
        </w:rPr>
        <w:br/>
      </w:r>
      <w:r w:rsidR="00C627C7" w:rsidRPr="00546AF2">
        <w:rPr>
          <w:i/>
          <w:iCs/>
          <w:lang w:val="pl-PL"/>
        </w:rPr>
        <w:t xml:space="preserve">Motyw I: </w:t>
      </w:r>
      <w:r w:rsidR="00E61777">
        <w:rPr>
          <w:i/>
          <w:iCs/>
          <w:lang w:val="pl-PL"/>
        </w:rPr>
        <w:t>Prezent z misją</w:t>
      </w:r>
      <w:r w:rsidR="00C627C7" w:rsidRPr="00546AF2">
        <w:rPr>
          <w:lang w:val="pl-PL"/>
        </w:rPr>
        <w:t xml:space="preserve"> </w:t>
      </w:r>
    </w:p>
    <w:p w14:paraId="6E4385AD" w14:textId="77777777" w:rsidR="00E61777" w:rsidRDefault="00E61777" w:rsidP="00C627C7">
      <w:pPr>
        <w:rPr>
          <w:i/>
          <w:iCs/>
          <w:lang w:val="pl-PL"/>
        </w:rPr>
      </w:pPr>
    </w:p>
    <w:p w14:paraId="2F6C337D" w14:textId="34400A0E" w:rsidR="00E61777" w:rsidRDefault="00E61777" w:rsidP="00C627C7">
      <w:pPr>
        <w:rPr>
          <w:i/>
          <w:iCs/>
          <w:lang w:val="pl-PL"/>
        </w:rPr>
      </w:pPr>
      <w:r>
        <w:rPr>
          <w:lang w:val="pl-PL"/>
        </w:rPr>
        <w:t xml:space="preserve">źródło: </w:t>
      </w:r>
      <w:r w:rsidR="00213381">
        <w:rPr>
          <w:rFonts w:cs="Arial"/>
          <w:szCs w:val="20"/>
          <w:lang w:val="pl-PL"/>
        </w:rPr>
        <w:t xml:space="preserve">fundacja DOM </w:t>
      </w:r>
      <w:r w:rsidR="00213381" w:rsidRPr="00E2460D">
        <w:rPr>
          <w:rFonts w:cs="Arial"/>
          <w:szCs w:val="20"/>
          <w:lang w:val="pl-PL"/>
        </w:rPr>
        <w:t xml:space="preserve">Rodzinnej Rehabilitacji Dzieci </w:t>
      </w:r>
      <w:r w:rsidR="00213381">
        <w:rPr>
          <w:rFonts w:cs="Arial"/>
          <w:szCs w:val="20"/>
          <w:lang w:val="pl-PL"/>
        </w:rPr>
        <w:br/>
      </w:r>
      <w:r w:rsidR="00213381" w:rsidRPr="00E2460D">
        <w:rPr>
          <w:rFonts w:cs="Arial"/>
          <w:szCs w:val="20"/>
          <w:lang w:val="pl-PL"/>
        </w:rPr>
        <w:t>z Porażeniem Mózgowym</w:t>
      </w:r>
      <w:r w:rsidR="00213381">
        <w:rPr>
          <w:rFonts w:cs="Arial"/>
          <w:szCs w:val="20"/>
          <w:lang w:val="pl-PL"/>
        </w:rPr>
        <w:t xml:space="preserve"> w Opolu</w:t>
      </w:r>
    </w:p>
    <w:p w14:paraId="64FFFCC7" w14:textId="6F8184E4" w:rsidR="006C23A8" w:rsidRDefault="00C627C7" w:rsidP="006C23A8">
      <w:pPr>
        <w:rPr>
          <w:i/>
          <w:iCs/>
          <w:lang w:val="pl-PL"/>
        </w:rPr>
      </w:pPr>
      <w:r w:rsidRPr="00546AF2">
        <w:rPr>
          <w:i/>
          <w:iCs/>
          <w:lang w:val="pl-PL"/>
        </w:rPr>
        <w:t xml:space="preserve">Motyw </w:t>
      </w:r>
      <w:r w:rsidR="00E61777">
        <w:rPr>
          <w:i/>
          <w:iCs/>
          <w:lang w:val="pl-PL"/>
        </w:rPr>
        <w:t xml:space="preserve">II: Logo </w:t>
      </w:r>
      <w:r w:rsidR="00213381">
        <w:rPr>
          <w:i/>
          <w:iCs/>
          <w:lang w:val="pl-PL"/>
        </w:rPr>
        <w:t>DOM</w:t>
      </w:r>
    </w:p>
    <w:p w14:paraId="6C98D3CF" w14:textId="21A764FB" w:rsidR="00213381" w:rsidRPr="00213381" w:rsidRDefault="00E61777" w:rsidP="00213381">
      <w:pPr>
        <w:rPr>
          <w:i/>
          <w:iCs/>
          <w:lang w:val="pl-PL"/>
        </w:rPr>
      </w:pPr>
      <w:r>
        <w:rPr>
          <w:i/>
          <w:iCs/>
          <w:lang w:val="pl-PL"/>
        </w:rPr>
        <w:t xml:space="preserve">Motyw III: </w:t>
      </w:r>
      <w:r w:rsidR="00213381" w:rsidRPr="00213381">
        <w:rPr>
          <w:i/>
          <w:iCs/>
          <w:lang w:val="pl-PL"/>
        </w:rPr>
        <w:t>Rysunek wykonany przez Marcina i Julię.</w:t>
      </w:r>
    </w:p>
    <w:p w14:paraId="4B914B3D" w14:textId="3E029639" w:rsidR="00E61777" w:rsidRPr="00C627C7" w:rsidRDefault="00213381" w:rsidP="00213381">
      <w:pPr>
        <w:rPr>
          <w:bCs/>
          <w:i/>
          <w:lang w:val="pl-PL"/>
        </w:rPr>
      </w:pPr>
      <w:r w:rsidRPr="00213381">
        <w:rPr>
          <w:i/>
          <w:iCs/>
          <w:lang w:val="pl-PL"/>
        </w:rPr>
        <w:t>Uczestnicy Warsztatu Terapii Zajęciowej Fundacji Dom</w:t>
      </w:r>
    </w:p>
    <w:p w14:paraId="2000410C" w14:textId="77777777" w:rsidR="006C23A8" w:rsidRPr="003A567B" w:rsidRDefault="006C23A8" w:rsidP="006C23A8">
      <w:pPr>
        <w:rPr>
          <w:bCs/>
          <w:i/>
          <w:lang w:val="pl-PL"/>
        </w:rPr>
      </w:pPr>
    </w:p>
    <w:p w14:paraId="44CC33B0" w14:textId="77777777" w:rsidR="006C23A8" w:rsidRDefault="006C23A8" w:rsidP="006C23A8">
      <w:pPr>
        <w:rPr>
          <w:szCs w:val="20"/>
          <w:lang w:val="pl-PL"/>
        </w:rPr>
      </w:pPr>
    </w:p>
    <w:p w14:paraId="68E7C7F8" w14:textId="77777777" w:rsidR="004F6349" w:rsidRDefault="004F6349" w:rsidP="005325A3">
      <w:pPr>
        <w:rPr>
          <w:szCs w:val="20"/>
          <w:lang w:val="pl-P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4F6349" w:rsidRPr="004F6349" w14:paraId="4A19EB4B" w14:textId="77777777" w:rsidTr="00675E48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EEF578D" w14:textId="77777777" w:rsidR="004F6349" w:rsidRPr="00904EEC" w:rsidRDefault="004F6349" w:rsidP="00675E48">
            <w:pPr>
              <w:pStyle w:val="Formatvorlage2"/>
              <w:rPr>
                <w:u w:val="single"/>
              </w:rPr>
            </w:pPr>
            <w:r w:rsidRPr="00904EEC">
              <w:rPr>
                <w:u w:val="single"/>
              </w:rPr>
              <w:t>Herausgeber</w:t>
            </w:r>
          </w:p>
          <w:p w14:paraId="5EFE899F" w14:textId="77777777" w:rsidR="004F6349" w:rsidRPr="00904EEC" w:rsidRDefault="004F6349" w:rsidP="00675E48">
            <w:pPr>
              <w:pStyle w:val="Formatvorlage2"/>
            </w:pPr>
            <w:r w:rsidRPr="00904EEC">
              <w:t>SIEGENIA GRUPPE</w:t>
            </w:r>
          </w:p>
          <w:p w14:paraId="65F28AF3" w14:textId="77777777" w:rsidR="004F6349" w:rsidRPr="00904EEC" w:rsidRDefault="004F6349" w:rsidP="00675E48">
            <w:pPr>
              <w:pStyle w:val="Formatvorlage2"/>
            </w:pPr>
            <w:r w:rsidRPr="00904EEC">
              <w:t>Marketing-Kommunikation</w:t>
            </w:r>
          </w:p>
          <w:p w14:paraId="24C98597" w14:textId="77777777" w:rsidR="004F6349" w:rsidRPr="00904EEC" w:rsidRDefault="004F6349" w:rsidP="00675E48">
            <w:pPr>
              <w:pStyle w:val="Formatvorlage2"/>
            </w:pPr>
            <w:r w:rsidRPr="00904EEC">
              <w:t>Industriestraße 1-3</w:t>
            </w:r>
          </w:p>
          <w:p w14:paraId="6216A840" w14:textId="77777777" w:rsidR="004F6349" w:rsidRPr="00904EEC" w:rsidRDefault="004F6349" w:rsidP="00675E48">
            <w:pPr>
              <w:pStyle w:val="Formatvorlage2"/>
            </w:pPr>
            <w:r w:rsidRPr="00904EEC">
              <w:t>D - 57234 Wilnsdorf</w:t>
            </w:r>
          </w:p>
          <w:p w14:paraId="1A419A82" w14:textId="77777777" w:rsidR="004F6349" w:rsidRPr="00904EEC" w:rsidRDefault="004F6349" w:rsidP="00675E48">
            <w:pPr>
              <w:pStyle w:val="Formatvorlage2"/>
            </w:pPr>
            <w:r w:rsidRPr="00904EEC">
              <w:t>Tel.: +49 271 3931-412</w:t>
            </w:r>
          </w:p>
          <w:p w14:paraId="61D13F59" w14:textId="77777777" w:rsidR="004F6349" w:rsidRPr="00904EEC" w:rsidRDefault="004F6349" w:rsidP="00675E48">
            <w:pPr>
              <w:pStyle w:val="Formatvorlage2"/>
            </w:pPr>
            <w:r w:rsidRPr="00904EEC">
              <w:t>Fax: +49 271 3931-77412</w:t>
            </w:r>
          </w:p>
          <w:p w14:paraId="3378162B" w14:textId="77777777" w:rsidR="004F6349" w:rsidRPr="00904EEC" w:rsidRDefault="004F6349" w:rsidP="00675E48">
            <w:pPr>
              <w:pStyle w:val="Formatvorlage2"/>
            </w:pPr>
            <w:r w:rsidRPr="00904EEC">
              <w:t>E-Mail: pr@siegenia.com</w:t>
            </w:r>
          </w:p>
          <w:p w14:paraId="20F74B7C" w14:textId="77777777" w:rsidR="004F6349" w:rsidRPr="00F57577" w:rsidRDefault="004F6349" w:rsidP="00675E48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>www.siegenia.com</w:t>
            </w:r>
          </w:p>
          <w:p w14:paraId="4A17A20C" w14:textId="77777777" w:rsidR="004F6349" w:rsidRPr="00F57577" w:rsidRDefault="004F6349" w:rsidP="00675E48">
            <w:pPr>
              <w:pStyle w:val="Formatvorlage2"/>
              <w:rPr>
                <w:szCs w:val="20"/>
                <w:lang w:val="pl-P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7B08393" w14:textId="77777777" w:rsidR="004F6349" w:rsidRPr="00904EEC" w:rsidRDefault="004F6349" w:rsidP="00675E48">
            <w:pPr>
              <w:pStyle w:val="Formatvorlage2"/>
              <w:rPr>
                <w:u w:val="single"/>
              </w:rPr>
            </w:pPr>
            <w:r w:rsidRPr="00904EEC">
              <w:rPr>
                <w:u w:val="single"/>
              </w:rPr>
              <w:t>Redaktion / Ansprechpartner</w:t>
            </w:r>
          </w:p>
          <w:p w14:paraId="19B45062" w14:textId="77777777" w:rsidR="004F6349" w:rsidRPr="00904EEC" w:rsidRDefault="004F6349" w:rsidP="00675E48">
            <w:pPr>
              <w:pStyle w:val="Formatvorlage2"/>
            </w:pPr>
            <w:r w:rsidRPr="00904EEC">
              <w:t>Kemper Kommunikation</w:t>
            </w:r>
          </w:p>
          <w:p w14:paraId="357C78FF" w14:textId="77777777" w:rsidR="004F6349" w:rsidRPr="00904EEC" w:rsidRDefault="004F6349" w:rsidP="00675E48">
            <w:pPr>
              <w:pStyle w:val="Formatvorlage2"/>
            </w:pPr>
            <w:r w:rsidRPr="00904EEC">
              <w:t xml:space="preserve">Kirsten Kemper </w:t>
            </w:r>
          </w:p>
          <w:p w14:paraId="033AADBA" w14:textId="77777777" w:rsidR="004F6349" w:rsidRPr="00904EEC" w:rsidRDefault="004F6349" w:rsidP="00675E48">
            <w:pPr>
              <w:pStyle w:val="Formatvorlage2"/>
            </w:pPr>
            <w:r w:rsidRPr="00904EEC">
              <w:t>Feuerwehrstraße 42</w:t>
            </w:r>
          </w:p>
          <w:p w14:paraId="7D2758F0" w14:textId="77777777" w:rsidR="004F6349" w:rsidRPr="00904EEC" w:rsidRDefault="004F6349" w:rsidP="00675E48">
            <w:pPr>
              <w:pStyle w:val="Formatvorlage2"/>
            </w:pPr>
            <w:r w:rsidRPr="00904EEC">
              <w:t xml:space="preserve">D - 51588 </w:t>
            </w:r>
            <w:proofErr w:type="spellStart"/>
            <w:r w:rsidRPr="00904EEC">
              <w:t>Nümbrecht</w:t>
            </w:r>
            <w:proofErr w:type="spellEnd"/>
            <w:r w:rsidRPr="00904EEC">
              <w:t xml:space="preserve"> </w:t>
            </w:r>
            <w:r w:rsidRPr="00904EEC">
              <w:br/>
              <w:t>Tel.: +49 2293 909890</w:t>
            </w:r>
          </w:p>
          <w:p w14:paraId="698BDB02" w14:textId="77777777" w:rsidR="004F6349" w:rsidRPr="00904EEC" w:rsidRDefault="004F6349" w:rsidP="00675E48">
            <w:pPr>
              <w:pStyle w:val="Formatvorlage2"/>
            </w:pPr>
            <w:r w:rsidRPr="00904EEC">
              <w:t>Fax: +49 2293 909891</w:t>
            </w:r>
          </w:p>
          <w:p w14:paraId="355DDB2E" w14:textId="77777777" w:rsidR="004F6349" w:rsidRPr="003A567B" w:rsidRDefault="004F6349" w:rsidP="00675E48">
            <w:pPr>
              <w:pStyle w:val="Formatvorlage2"/>
              <w:rPr>
                <w:lang w:val="it-IT"/>
              </w:rPr>
            </w:pPr>
            <w:r w:rsidRPr="003A567B">
              <w:rPr>
                <w:lang w:val="it-IT"/>
              </w:rPr>
              <w:t>E-Mail: info@kemper-kommunikation.de</w:t>
            </w:r>
          </w:p>
          <w:p w14:paraId="6CAE4C6C" w14:textId="77777777" w:rsidR="004F6349" w:rsidRPr="00F57577" w:rsidRDefault="004F6349" w:rsidP="00675E48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>www.kemper-kommunikation.de</w:t>
            </w:r>
          </w:p>
          <w:p w14:paraId="75B6CDD5" w14:textId="77777777" w:rsidR="004F6349" w:rsidRPr="00F57577" w:rsidRDefault="004F6349" w:rsidP="00675E48">
            <w:pPr>
              <w:pStyle w:val="Formatvorlage2"/>
              <w:rPr>
                <w:lang w:val="pl-P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103554D" w14:textId="77777777" w:rsidR="004F6349" w:rsidRPr="00F57577" w:rsidRDefault="004F6349" w:rsidP="00675E48">
            <w:pPr>
              <w:pStyle w:val="Formatvorlage2"/>
              <w:rPr>
                <w:u w:val="single"/>
                <w:lang w:val="pl-PL"/>
              </w:rPr>
            </w:pPr>
            <w:r w:rsidRPr="00F57577">
              <w:rPr>
                <w:u w:val="single"/>
                <w:lang w:val="pl-PL"/>
              </w:rPr>
              <w:t>Tekst - Info</w:t>
            </w:r>
          </w:p>
          <w:p w14:paraId="77EC1441" w14:textId="77777777" w:rsidR="004F6349" w:rsidRPr="00F57577" w:rsidRDefault="004F6349" w:rsidP="00675E48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>Strony: 2</w:t>
            </w:r>
          </w:p>
          <w:p w14:paraId="36D2050A" w14:textId="77777777" w:rsidR="004F6349" w:rsidRPr="00F57577" w:rsidRDefault="004F6349" w:rsidP="00675E48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 xml:space="preserve">Wyrazy: </w:t>
            </w:r>
            <w:r>
              <w:rPr>
                <w:lang w:val="pl-PL"/>
              </w:rPr>
              <w:t>377</w:t>
            </w:r>
          </w:p>
          <w:p w14:paraId="32182694" w14:textId="77777777" w:rsidR="004F6349" w:rsidRPr="00F57577" w:rsidRDefault="004F6349" w:rsidP="00675E48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 xml:space="preserve">Znaki: 2 </w:t>
            </w:r>
            <w:r>
              <w:rPr>
                <w:lang w:val="pl-PL"/>
              </w:rPr>
              <w:t>751</w:t>
            </w:r>
            <w:r w:rsidRPr="00F57577">
              <w:rPr>
                <w:lang w:val="pl-PL"/>
              </w:rPr>
              <w:br/>
              <w:t>(wraz ze spacjami)</w:t>
            </w:r>
          </w:p>
          <w:p w14:paraId="638CBC5A" w14:textId="77777777" w:rsidR="004F6349" w:rsidRPr="00F57577" w:rsidRDefault="004F6349" w:rsidP="00675E48">
            <w:pPr>
              <w:pStyle w:val="Formatvorlage2"/>
              <w:rPr>
                <w:lang w:val="pl-PL"/>
              </w:rPr>
            </w:pPr>
          </w:p>
          <w:p w14:paraId="2922B891" w14:textId="77777777" w:rsidR="004F6349" w:rsidRPr="00F57577" w:rsidRDefault="004F6349" w:rsidP="00675E48">
            <w:pPr>
              <w:pStyle w:val="Formatvorlage2"/>
              <w:rPr>
                <w:lang w:val="pl-PL"/>
              </w:rPr>
            </w:pPr>
            <w:r w:rsidRPr="00F57577">
              <w:rPr>
                <w:lang w:val="pl-PL"/>
              </w:rPr>
              <w:t xml:space="preserve">Data udostępnienia: </w:t>
            </w:r>
            <w:r>
              <w:rPr>
                <w:lang w:val="pl-PL"/>
              </w:rPr>
              <w:t>24.04.2019</w:t>
            </w:r>
          </w:p>
          <w:p w14:paraId="340F4D6C" w14:textId="77777777" w:rsidR="004F6349" w:rsidRPr="00F57577" w:rsidRDefault="004F6349" w:rsidP="00675E48">
            <w:pPr>
              <w:pStyle w:val="Formatvorlage2"/>
              <w:rPr>
                <w:szCs w:val="20"/>
                <w:lang w:val="pl-PL"/>
              </w:rPr>
            </w:pPr>
          </w:p>
        </w:tc>
      </w:tr>
      <w:tr w:rsidR="004F6349" w:rsidRPr="003A567B" w14:paraId="2F577608" w14:textId="77777777" w:rsidTr="00675E48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48BE3" w14:textId="77777777" w:rsidR="004F6349" w:rsidRPr="00F57577" w:rsidRDefault="004F6349" w:rsidP="00675E48">
            <w:pPr>
              <w:pStyle w:val="Formatvorlage2"/>
              <w:rPr>
                <w:lang w:val="pl-PL"/>
              </w:rPr>
            </w:pPr>
            <w:r w:rsidRPr="00F57577">
              <w:rPr>
                <w:rFonts w:cs="Arial"/>
                <w:lang w:val="pl-PL"/>
              </w:rPr>
              <w:t>Prosimy o przesłanie do nas każdej publikacji, w której wykorzystany został powyższy teks lub materiały zdjęciowe</w:t>
            </w:r>
            <w:r w:rsidRPr="00F57577">
              <w:rPr>
                <w:lang w:val="pl-PL"/>
              </w:rPr>
              <w:t>.</w:t>
            </w:r>
          </w:p>
        </w:tc>
      </w:tr>
    </w:tbl>
    <w:p w14:paraId="4957E054" w14:textId="77777777" w:rsidR="004F6349" w:rsidRPr="00B00625" w:rsidRDefault="004F6349" w:rsidP="005325A3">
      <w:pPr>
        <w:rPr>
          <w:szCs w:val="20"/>
          <w:lang w:val="pl-PL"/>
        </w:rPr>
      </w:pPr>
    </w:p>
    <w:p w14:paraId="4B45E509" w14:textId="77777777" w:rsidR="00AD7B27" w:rsidRPr="00B00625" w:rsidRDefault="00AD7B27" w:rsidP="008D7633">
      <w:pPr>
        <w:rPr>
          <w:szCs w:val="20"/>
          <w:lang w:val="pl-PL"/>
        </w:rPr>
      </w:pPr>
    </w:p>
    <w:sectPr w:rsidR="00AD7B27" w:rsidRPr="00B00625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9DB4C" w14:textId="77777777" w:rsidR="00094833" w:rsidRDefault="00094833">
      <w:r>
        <w:separator/>
      </w:r>
    </w:p>
  </w:endnote>
  <w:endnote w:type="continuationSeparator" w:id="0">
    <w:p w14:paraId="236BD8A4" w14:textId="77777777" w:rsidR="00094833" w:rsidRDefault="0009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panose1 w:val="02000503000000020004"/>
    <w:charset w:val="00"/>
    <w:family w:val="modern"/>
    <w:notTrueType/>
    <w:pitch w:val="variable"/>
    <w:sig w:usb0="E00002FF" w:usb1="5001E4F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9AD11" w14:textId="77777777" w:rsidR="000833C6" w:rsidRDefault="000833C6" w:rsidP="002819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6DCBD" w14:textId="77777777" w:rsidR="00094833" w:rsidRDefault="00094833">
      <w:r>
        <w:separator/>
      </w:r>
    </w:p>
  </w:footnote>
  <w:footnote w:type="continuationSeparator" w:id="0">
    <w:p w14:paraId="16DA1DAE" w14:textId="77777777" w:rsidR="00094833" w:rsidRDefault="00094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8C54" w14:textId="77777777" w:rsidR="000833C6" w:rsidRDefault="000833C6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7728" behindDoc="1" locked="0" layoutInCell="1" allowOverlap="1" wp14:anchorId="26057467" wp14:editId="3A4F47F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7FA3"/>
    <w:multiLevelType w:val="hybridMultilevel"/>
    <w:tmpl w:val="9DF67C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478D4"/>
    <w:multiLevelType w:val="hybridMultilevel"/>
    <w:tmpl w:val="39CE02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47F6F"/>
    <w:multiLevelType w:val="hybridMultilevel"/>
    <w:tmpl w:val="0EC039E4"/>
    <w:lvl w:ilvl="0" w:tplc="461CFC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D1592"/>
    <w:multiLevelType w:val="hybridMultilevel"/>
    <w:tmpl w:val="208CE99C"/>
    <w:lvl w:ilvl="0" w:tplc="0E1CBAF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80329"/>
    <w:multiLevelType w:val="hybridMultilevel"/>
    <w:tmpl w:val="EA60E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95BE8"/>
    <w:multiLevelType w:val="hybridMultilevel"/>
    <w:tmpl w:val="663EED1E"/>
    <w:lvl w:ilvl="0" w:tplc="BD02868E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03E7E"/>
    <w:multiLevelType w:val="hybridMultilevel"/>
    <w:tmpl w:val="29C01826"/>
    <w:lvl w:ilvl="0" w:tplc="233AE5CA">
      <w:start w:val="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A33"/>
    <w:rsid w:val="000024D9"/>
    <w:rsid w:val="00003256"/>
    <w:rsid w:val="00011722"/>
    <w:rsid w:val="0001449A"/>
    <w:rsid w:val="0001520C"/>
    <w:rsid w:val="00026907"/>
    <w:rsid w:val="00037677"/>
    <w:rsid w:val="00040EBF"/>
    <w:rsid w:val="00047123"/>
    <w:rsid w:val="00064165"/>
    <w:rsid w:val="000675C7"/>
    <w:rsid w:val="000833C6"/>
    <w:rsid w:val="00087547"/>
    <w:rsid w:val="00090045"/>
    <w:rsid w:val="00094833"/>
    <w:rsid w:val="00095303"/>
    <w:rsid w:val="000A1DF0"/>
    <w:rsid w:val="000A5CA3"/>
    <w:rsid w:val="000D06A9"/>
    <w:rsid w:val="000D0C02"/>
    <w:rsid w:val="000D2A27"/>
    <w:rsid w:val="000D4874"/>
    <w:rsid w:val="000D7D2B"/>
    <w:rsid w:val="000E424C"/>
    <w:rsid w:val="000F2936"/>
    <w:rsid w:val="000F565C"/>
    <w:rsid w:val="000F67C4"/>
    <w:rsid w:val="001025BB"/>
    <w:rsid w:val="0010792E"/>
    <w:rsid w:val="001128F1"/>
    <w:rsid w:val="00122F20"/>
    <w:rsid w:val="00131BEA"/>
    <w:rsid w:val="00137BD1"/>
    <w:rsid w:val="001426D0"/>
    <w:rsid w:val="00145B48"/>
    <w:rsid w:val="00150884"/>
    <w:rsid w:val="001529E6"/>
    <w:rsid w:val="00156B0C"/>
    <w:rsid w:val="00161231"/>
    <w:rsid w:val="00166476"/>
    <w:rsid w:val="00166FB7"/>
    <w:rsid w:val="00171C51"/>
    <w:rsid w:val="001B7003"/>
    <w:rsid w:val="001C39FF"/>
    <w:rsid w:val="001D26E4"/>
    <w:rsid w:val="001E0780"/>
    <w:rsid w:val="001E1DA6"/>
    <w:rsid w:val="001E2A36"/>
    <w:rsid w:val="001E2D16"/>
    <w:rsid w:val="001E4B8B"/>
    <w:rsid w:val="001F2E28"/>
    <w:rsid w:val="001F3432"/>
    <w:rsid w:val="002046D3"/>
    <w:rsid w:val="00213381"/>
    <w:rsid w:val="00216FAC"/>
    <w:rsid w:val="0025005A"/>
    <w:rsid w:val="00253486"/>
    <w:rsid w:val="00253494"/>
    <w:rsid w:val="002540F4"/>
    <w:rsid w:val="00254A9B"/>
    <w:rsid w:val="00255FE8"/>
    <w:rsid w:val="002629DB"/>
    <w:rsid w:val="00272508"/>
    <w:rsid w:val="002750C0"/>
    <w:rsid w:val="002769DE"/>
    <w:rsid w:val="002819C3"/>
    <w:rsid w:val="00286A6D"/>
    <w:rsid w:val="002A202C"/>
    <w:rsid w:val="002A4BFD"/>
    <w:rsid w:val="002A7F37"/>
    <w:rsid w:val="002C00E2"/>
    <w:rsid w:val="002C36FE"/>
    <w:rsid w:val="002C5A66"/>
    <w:rsid w:val="002C6D41"/>
    <w:rsid w:val="002E48B5"/>
    <w:rsid w:val="002E58DC"/>
    <w:rsid w:val="002E59D6"/>
    <w:rsid w:val="002F18BB"/>
    <w:rsid w:val="002F466F"/>
    <w:rsid w:val="00306848"/>
    <w:rsid w:val="0031150D"/>
    <w:rsid w:val="00312674"/>
    <w:rsid w:val="003136F5"/>
    <w:rsid w:val="003230AF"/>
    <w:rsid w:val="00324F84"/>
    <w:rsid w:val="00326F7E"/>
    <w:rsid w:val="003414D4"/>
    <w:rsid w:val="00350ACA"/>
    <w:rsid w:val="003514C3"/>
    <w:rsid w:val="00357C43"/>
    <w:rsid w:val="00364DEF"/>
    <w:rsid w:val="00375A48"/>
    <w:rsid w:val="00375DB1"/>
    <w:rsid w:val="0037790C"/>
    <w:rsid w:val="0038244F"/>
    <w:rsid w:val="0038276B"/>
    <w:rsid w:val="0038499F"/>
    <w:rsid w:val="003914C5"/>
    <w:rsid w:val="00392D5F"/>
    <w:rsid w:val="00393AD9"/>
    <w:rsid w:val="003A1BA5"/>
    <w:rsid w:val="003A567B"/>
    <w:rsid w:val="003B7E5D"/>
    <w:rsid w:val="003C402E"/>
    <w:rsid w:val="003C6CEB"/>
    <w:rsid w:val="003D61A2"/>
    <w:rsid w:val="003E0D26"/>
    <w:rsid w:val="003E378F"/>
    <w:rsid w:val="00413153"/>
    <w:rsid w:val="004176D4"/>
    <w:rsid w:val="00420F79"/>
    <w:rsid w:val="004333E8"/>
    <w:rsid w:val="004412D0"/>
    <w:rsid w:val="0044187A"/>
    <w:rsid w:val="00446899"/>
    <w:rsid w:val="00447689"/>
    <w:rsid w:val="0046235C"/>
    <w:rsid w:val="004629AD"/>
    <w:rsid w:val="0046487D"/>
    <w:rsid w:val="004806AF"/>
    <w:rsid w:val="00486878"/>
    <w:rsid w:val="004B62AB"/>
    <w:rsid w:val="004C4FDA"/>
    <w:rsid w:val="004C503A"/>
    <w:rsid w:val="004C7CC0"/>
    <w:rsid w:val="004E057A"/>
    <w:rsid w:val="004E1D97"/>
    <w:rsid w:val="004E2322"/>
    <w:rsid w:val="004E2BD7"/>
    <w:rsid w:val="004E3AF9"/>
    <w:rsid w:val="004E554F"/>
    <w:rsid w:val="004F6349"/>
    <w:rsid w:val="00510191"/>
    <w:rsid w:val="00512D36"/>
    <w:rsid w:val="005247C2"/>
    <w:rsid w:val="005254BE"/>
    <w:rsid w:val="005325A3"/>
    <w:rsid w:val="00535614"/>
    <w:rsid w:val="00542DB7"/>
    <w:rsid w:val="00545379"/>
    <w:rsid w:val="00552DC0"/>
    <w:rsid w:val="0055550C"/>
    <w:rsid w:val="00563E60"/>
    <w:rsid w:val="00566E94"/>
    <w:rsid w:val="00580238"/>
    <w:rsid w:val="0058071A"/>
    <w:rsid w:val="00586D41"/>
    <w:rsid w:val="00592833"/>
    <w:rsid w:val="0059415F"/>
    <w:rsid w:val="005A2078"/>
    <w:rsid w:val="005A214B"/>
    <w:rsid w:val="005A3974"/>
    <w:rsid w:val="005A3F9D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7F1"/>
    <w:rsid w:val="006279BD"/>
    <w:rsid w:val="00630405"/>
    <w:rsid w:val="00632443"/>
    <w:rsid w:val="00634A59"/>
    <w:rsid w:val="006371C7"/>
    <w:rsid w:val="006446D6"/>
    <w:rsid w:val="00654113"/>
    <w:rsid w:val="00656A7F"/>
    <w:rsid w:val="00656FEE"/>
    <w:rsid w:val="00665163"/>
    <w:rsid w:val="00667448"/>
    <w:rsid w:val="006866DF"/>
    <w:rsid w:val="00692205"/>
    <w:rsid w:val="006944D9"/>
    <w:rsid w:val="006A2FD7"/>
    <w:rsid w:val="006A66DF"/>
    <w:rsid w:val="006A7184"/>
    <w:rsid w:val="006B6CD1"/>
    <w:rsid w:val="006B7979"/>
    <w:rsid w:val="006C044C"/>
    <w:rsid w:val="006C23A8"/>
    <w:rsid w:val="006C6774"/>
    <w:rsid w:val="006C6D45"/>
    <w:rsid w:val="006C7436"/>
    <w:rsid w:val="006E5CC8"/>
    <w:rsid w:val="00701954"/>
    <w:rsid w:val="00703943"/>
    <w:rsid w:val="007046C4"/>
    <w:rsid w:val="00710CA2"/>
    <w:rsid w:val="007148FF"/>
    <w:rsid w:val="007168E2"/>
    <w:rsid w:val="00716BDB"/>
    <w:rsid w:val="00717456"/>
    <w:rsid w:val="007278D0"/>
    <w:rsid w:val="007307CF"/>
    <w:rsid w:val="00730E66"/>
    <w:rsid w:val="0073433B"/>
    <w:rsid w:val="00737DE1"/>
    <w:rsid w:val="00751517"/>
    <w:rsid w:val="00752AC4"/>
    <w:rsid w:val="00753C44"/>
    <w:rsid w:val="00757DDE"/>
    <w:rsid w:val="00764AAC"/>
    <w:rsid w:val="007871C1"/>
    <w:rsid w:val="00787D38"/>
    <w:rsid w:val="0079193B"/>
    <w:rsid w:val="00794A4F"/>
    <w:rsid w:val="007A5EB4"/>
    <w:rsid w:val="007A6E1C"/>
    <w:rsid w:val="007B4741"/>
    <w:rsid w:val="007C0FF1"/>
    <w:rsid w:val="007C2DBE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5C0C"/>
    <w:rsid w:val="008366E0"/>
    <w:rsid w:val="008429DC"/>
    <w:rsid w:val="0085079E"/>
    <w:rsid w:val="00853823"/>
    <w:rsid w:val="00857800"/>
    <w:rsid w:val="0086386E"/>
    <w:rsid w:val="0086617F"/>
    <w:rsid w:val="008668D2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0D47"/>
    <w:rsid w:val="00910883"/>
    <w:rsid w:val="0092580A"/>
    <w:rsid w:val="009300ED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676C2"/>
    <w:rsid w:val="00993B51"/>
    <w:rsid w:val="009A5A1A"/>
    <w:rsid w:val="009B067B"/>
    <w:rsid w:val="009B2FFD"/>
    <w:rsid w:val="009B4822"/>
    <w:rsid w:val="009B5300"/>
    <w:rsid w:val="009B5DE9"/>
    <w:rsid w:val="009B5FBB"/>
    <w:rsid w:val="009D0CC8"/>
    <w:rsid w:val="009D6C04"/>
    <w:rsid w:val="009E28F9"/>
    <w:rsid w:val="009E6FA4"/>
    <w:rsid w:val="009E7597"/>
    <w:rsid w:val="009F795D"/>
    <w:rsid w:val="00A05A56"/>
    <w:rsid w:val="00A10D51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6E36"/>
    <w:rsid w:val="00A87496"/>
    <w:rsid w:val="00A927D0"/>
    <w:rsid w:val="00A9705C"/>
    <w:rsid w:val="00A97B0A"/>
    <w:rsid w:val="00AA224C"/>
    <w:rsid w:val="00AA6262"/>
    <w:rsid w:val="00AA63F8"/>
    <w:rsid w:val="00AB1EC7"/>
    <w:rsid w:val="00AC3925"/>
    <w:rsid w:val="00AD4128"/>
    <w:rsid w:val="00AD7705"/>
    <w:rsid w:val="00AD7B27"/>
    <w:rsid w:val="00AE06DB"/>
    <w:rsid w:val="00AE1ED1"/>
    <w:rsid w:val="00AE405C"/>
    <w:rsid w:val="00B00625"/>
    <w:rsid w:val="00B057B0"/>
    <w:rsid w:val="00B11AB7"/>
    <w:rsid w:val="00B239B4"/>
    <w:rsid w:val="00B3687B"/>
    <w:rsid w:val="00B41B50"/>
    <w:rsid w:val="00B426EE"/>
    <w:rsid w:val="00B47777"/>
    <w:rsid w:val="00B47ADF"/>
    <w:rsid w:val="00B55070"/>
    <w:rsid w:val="00B61EE3"/>
    <w:rsid w:val="00B6296E"/>
    <w:rsid w:val="00B62ECB"/>
    <w:rsid w:val="00B63C95"/>
    <w:rsid w:val="00B63E35"/>
    <w:rsid w:val="00B84511"/>
    <w:rsid w:val="00B84773"/>
    <w:rsid w:val="00B908A8"/>
    <w:rsid w:val="00B92EF0"/>
    <w:rsid w:val="00B936AC"/>
    <w:rsid w:val="00B93961"/>
    <w:rsid w:val="00BA2F2F"/>
    <w:rsid w:val="00BA5B2A"/>
    <w:rsid w:val="00BB1A6A"/>
    <w:rsid w:val="00BC3A38"/>
    <w:rsid w:val="00BD54EC"/>
    <w:rsid w:val="00BD76B1"/>
    <w:rsid w:val="00BE594D"/>
    <w:rsid w:val="00BE62B4"/>
    <w:rsid w:val="00BE648B"/>
    <w:rsid w:val="00BE69F6"/>
    <w:rsid w:val="00BF6132"/>
    <w:rsid w:val="00C02C5D"/>
    <w:rsid w:val="00C12CC1"/>
    <w:rsid w:val="00C14A00"/>
    <w:rsid w:val="00C24B77"/>
    <w:rsid w:val="00C25509"/>
    <w:rsid w:val="00C2717C"/>
    <w:rsid w:val="00C33A1F"/>
    <w:rsid w:val="00C43F50"/>
    <w:rsid w:val="00C52D3B"/>
    <w:rsid w:val="00C53FE3"/>
    <w:rsid w:val="00C615A2"/>
    <w:rsid w:val="00C627C7"/>
    <w:rsid w:val="00C65852"/>
    <w:rsid w:val="00C72B49"/>
    <w:rsid w:val="00C77106"/>
    <w:rsid w:val="00C87836"/>
    <w:rsid w:val="00C92A2E"/>
    <w:rsid w:val="00CA66F5"/>
    <w:rsid w:val="00CA6BD1"/>
    <w:rsid w:val="00CD2D76"/>
    <w:rsid w:val="00CD5B72"/>
    <w:rsid w:val="00CE16F1"/>
    <w:rsid w:val="00CE2F29"/>
    <w:rsid w:val="00CE3151"/>
    <w:rsid w:val="00CE5038"/>
    <w:rsid w:val="00CE5448"/>
    <w:rsid w:val="00CE5488"/>
    <w:rsid w:val="00CE63E0"/>
    <w:rsid w:val="00CF6534"/>
    <w:rsid w:val="00CF72EF"/>
    <w:rsid w:val="00CF7462"/>
    <w:rsid w:val="00D04FE4"/>
    <w:rsid w:val="00D07B75"/>
    <w:rsid w:val="00D1232A"/>
    <w:rsid w:val="00D163B4"/>
    <w:rsid w:val="00D267BD"/>
    <w:rsid w:val="00D313A4"/>
    <w:rsid w:val="00D32108"/>
    <w:rsid w:val="00D45693"/>
    <w:rsid w:val="00D47D4E"/>
    <w:rsid w:val="00D55DC3"/>
    <w:rsid w:val="00D57457"/>
    <w:rsid w:val="00D64F60"/>
    <w:rsid w:val="00D75835"/>
    <w:rsid w:val="00DA2153"/>
    <w:rsid w:val="00DA2662"/>
    <w:rsid w:val="00DB44DA"/>
    <w:rsid w:val="00DB4ACB"/>
    <w:rsid w:val="00DC032C"/>
    <w:rsid w:val="00DC07C9"/>
    <w:rsid w:val="00DC1F2A"/>
    <w:rsid w:val="00DE3025"/>
    <w:rsid w:val="00DF10F2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2460D"/>
    <w:rsid w:val="00E34020"/>
    <w:rsid w:val="00E3479A"/>
    <w:rsid w:val="00E42F3A"/>
    <w:rsid w:val="00E61777"/>
    <w:rsid w:val="00E6313B"/>
    <w:rsid w:val="00E66783"/>
    <w:rsid w:val="00E76C0B"/>
    <w:rsid w:val="00E76D9B"/>
    <w:rsid w:val="00E77789"/>
    <w:rsid w:val="00E80515"/>
    <w:rsid w:val="00E954AC"/>
    <w:rsid w:val="00E9739F"/>
    <w:rsid w:val="00EA2954"/>
    <w:rsid w:val="00EA44D9"/>
    <w:rsid w:val="00EB511E"/>
    <w:rsid w:val="00EB632F"/>
    <w:rsid w:val="00EC1396"/>
    <w:rsid w:val="00EC41E0"/>
    <w:rsid w:val="00ED5E9B"/>
    <w:rsid w:val="00EE123F"/>
    <w:rsid w:val="00EF15B4"/>
    <w:rsid w:val="00EF2F06"/>
    <w:rsid w:val="00EF6C37"/>
    <w:rsid w:val="00F0149D"/>
    <w:rsid w:val="00F04C74"/>
    <w:rsid w:val="00F05D3F"/>
    <w:rsid w:val="00F10E71"/>
    <w:rsid w:val="00F142BE"/>
    <w:rsid w:val="00F220A9"/>
    <w:rsid w:val="00F222EB"/>
    <w:rsid w:val="00F25601"/>
    <w:rsid w:val="00F344B8"/>
    <w:rsid w:val="00F40E00"/>
    <w:rsid w:val="00F41966"/>
    <w:rsid w:val="00F445E5"/>
    <w:rsid w:val="00F45D74"/>
    <w:rsid w:val="00F516C4"/>
    <w:rsid w:val="00F52999"/>
    <w:rsid w:val="00F6067C"/>
    <w:rsid w:val="00F61423"/>
    <w:rsid w:val="00F61445"/>
    <w:rsid w:val="00F61DD1"/>
    <w:rsid w:val="00F61EE3"/>
    <w:rsid w:val="00F677B2"/>
    <w:rsid w:val="00F71E39"/>
    <w:rsid w:val="00F73478"/>
    <w:rsid w:val="00F82106"/>
    <w:rsid w:val="00F82E34"/>
    <w:rsid w:val="00F84C8D"/>
    <w:rsid w:val="00FA05DC"/>
    <w:rsid w:val="00FA07A1"/>
    <w:rsid w:val="00FA3E25"/>
    <w:rsid w:val="00FB0A33"/>
    <w:rsid w:val="00FB1648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1F1226"/>
  <w15:docId w15:val="{1DD8DC4C-1F94-4923-82F2-7B2543CD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Nagwek1">
    <w:name w:val="heading 1"/>
    <w:basedOn w:val="Normalny"/>
    <w:next w:val="Normalny"/>
    <w:link w:val="Nagwek1Znak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Nagwek3">
    <w:name w:val="heading 3"/>
    <w:aliases w:val="Subhead"/>
    <w:basedOn w:val="Normalny"/>
    <w:next w:val="Normalny"/>
    <w:link w:val="Nagwek3Znak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Nagwek4">
    <w:name w:val="heading 4"/>
    <w:basedOn w:val="Normalny"/>
    <w:next w:val="Normalny"/>
    <w:link w:val="Nagwek4Znak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kstpodstawowy">
    <w:name w:val="Body Text"/>
    <w:basedOn w:val="Normalny"/>
    <w:rsid w:val="00AD7B27"/>
    <w:pPr>
      <w:spacing w:line="240" w:lineRule="auto"/>
    </w:pPr>
    <w:rPr>
      <w:szCs w:val="20"/>
    </w:rPr>
  </w:style>
  <w:style w:type="character" w:styleId="Numerwiersz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adokumentu">
    <w:name w:val="Document Map"/>
    <w:basedOn w:val="Normalny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Nagwek">
    <w:name w:val="header"/>
    <w:basedOn w:val="Normalny"/>
    <w:rsid w:val="00FA3E2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ny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rdowy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A39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Nagwek3Znak">
    <w:name w:val="Nagłówek 3 Znak"/>
    <w:aliases w:val="Subhead Znak"/>
    <w:basedOn w:val="Domylnaczcionkaakapitu"/>
    <w:link w:val="Nagwek3"/>
    <w:rsid w:val="005E1468"/>
    <w:rPr>
      <w:rFonts w:ascii="Arial" w:hAnsi="Arial" w:cs="Arial"/>
      <w:bCs/>
      <w:i/>
      <w:szCs w:val="22"/>
    </w:rPr>
  </w:style>
  <w:style w:type="character" w:styleId="Odwoaniedokomentarza">
    <w:name w:val="annotation reference"/>
    <w:basedOn w:val="Domylnaczcionkaakapitu"/>
    <w:semiHidden/>
    <w:unhideWhenUsed/>
    <w:rsid w:val="005E146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E146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E1468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E1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E1468"/>
    <w:rPr>
      <w:rFonts w:ascii="Arial" w:hAnsi="Arial"/>
      <w:b/>
      <w:bCs/>
    </w:rPr>
  </w:style>
  <w:style w:type="paragraph" w:styleId="Akapitzlist">
    <w:name w:val="List Paragraph"/>
    <w:basedOn w:val="Normalny"/>
    <w:uiPriority w:val="34"/>
    <w:qFormat/>
    <w:rsid w:val="005A7C57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586D41"/>
    <w:rPr>
      <w:rFonts w:ascii="Arial" w:hAnsi="Arial"/>
      <w:b/>
      <w:bCs/>
      <w:sz w:val="24"/>
      <w:szCs w:val="28"/>
    </w:rPr>
  </w:style>
  <w:style w:type="character" w:customStyle="1" w:styleId="A1">
    <w:name w:val="A1"/>
    <w:uiPriority w:val="99"/>
    <w:rsid w:val="005A2078"/>
    <w:rPr>
      <w:rFonts w:ascii="Fedra Sans Alt Pro Book" w:hAnsi="Fedra Sans Alt Pro Book" w:cs="Fedra Sans Alt Pro Book"/>
      <w:color w:val="221E1F"/>
      <w:sz w:val="17"/>
      <w:szCs w:val="17"/>
    </w:rPr>
  </w:style>
  <w:style w:type="character" w:customStyle="1" w:styleId="Nagwek2Znak">
    <w:name w:val="Nagłówek 2 Znak"/>
    <w:basedOn w:val="Domylnaczcionkaakapitu"/>
    <w:link w:val="Nagwek2"/>
    <w:rsid w:val="00787D38"/>
    <w:rPr>
      <w:rFonts w:ascii="Arial" w:hAnsi="Arial" w:cs="Arial"/>
      <w:b/>
      <w:bCs/>
      <w:iCs/>
      <w:sz w:val="36"/>
      <w:szCs w:val="28"/>
    </w:rPr>
  </w:style>
  <w:style w:type="paragraph" w:customStyle="1" w:styleId="SI-AUStandard">
    <w:name w:val="SI-AU_Standard"/>
    <w:rsid w:val="00B84511"/>
    <w:pPr>
      <w:spacing w:after="240"/>
      <w:ind w:right="1134"/>
    </w:pPr>
    <w:rPr>
      <w:rFonts w:ascii="Arial" w:hAnsi="Arial"/>
      <w:szCs w:val="24"/>
    </w:rPr>
  </w:style>
  <w:style w:type="character" w:customStyle="1" w:styleId="tlid-translation">
    <w:name w:val="tlid-translation"/>
    <w:basedOn w:val="Domylnaczcionkaakapitu"/>
    <w:rsid w:val="00D267BD"/>
  </w:style>
  <w:style w:type="character" w:customStyle="1" w:styleId="hps">
    <w:name w:val="hps"/>
    <w:basedOn w:val="Domylnaczcionkaakapitu"/>
    <w:rsid w:val="00D267BD"/>
  </w:style>
  <w:style w:type="paragraph" w:styleId="NormalnyWeb">
    <w:name w:val="Normal (Web)"/>
    <w:basedOn w:val="Normalny"/>
    <w:uiPriority w:val="99"/>
    <w:semiHidden/>
    <w:unhideWhenUsed/>
    <w:qFormat/>
    <w:rsid w:val="00BD54EC"/>
    <w:pPr>
      <w:suppressAutoHyphens/>
      <w:spacing w:beforeAutospacing="1" w:after="160" w:afterAutospacing="1" w:line="240" w:lineRule="auto"/>
    </w:pPr>
    <w:rPr>
      <w:rFonts w:ascii="Times New Roman" w:eastAsiaTheme="minorHAnsi" w:hAnsi="Times New Roman"/>
      <w:sz w:val="24"/>
      <w:szCs w:val="24"/>
      <w:lang w:val="en-US" w:eastAsia="en-US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BD54EC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61777"/>
    <w:rPr>
      <w:b/>
      <w:bCs/>
    </w:rPr>
  </w:style>
  <w:style w:type="character" w:styleId="UyteHipercze">
    <w:name w:val="FollowedHyperlink"/>
    <w:basedOn w:val="Domylnaczcionkaakapitu"/>
    <w:semiHidden/>
    <w:unhideWhenUsed/>
    <w:rsid w:val="003A56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acja-dom.opol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29AC4-98D0-445E-B679-A653CF5E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1</TotalTime>
  <Pages>2</Pages>
  <Words>444</Words>
  <Characters>2924</Characters>
  <Application>Microsoft Office Word</Application>
  <DocSecurity>4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Innovativ in Technik und Marketing (Futura-Heavy 11 pt, kursiv)</vt:lpstr>
      <vt:lpstr>Innovativ in Technik und Marketing (Futura-Heavy 11 pt, kursiv)</vt:lpstr>
    </vt:vector>
  </TitlesOfParts>
  <Company>Kemper Kommunikation</Company>
  <LinksUpToDate>false</LinksUpToDate>
  <CharactersWithSpaces>3362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Glanowska, Marta</cp:lastModifiedBy>
  <cp:revision>2</cp:revision>
  <cp:lastPrinted>2007-09-03T14:44:00Z</cp:lastPrinted>
  <dcterms:created xsi:type="dcterms:W3CDTF">2021-11-19T11:54:00Z</dcterms:created>
  <dcterms:modified xsi:type="dcterms:W3CDTF">2021-11-19T11:54:00Z</dcterms:modified>
</cp:coreProperties>
</file>