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AD512" w14:textId="6F9CE7DE" w:rsidR="005E1468" w:rsidRDefault="000C6EEF" w:rsidP="005E1468">
      <w:pPr>
        <w:pStyle w:val="berschrift2"/>
      </w:pPr>
      <w:r>
        <w:t>Ein „Fliegender Markt“ für SIEGENIA</w:t>
      </w:r>
    </w:p>
    <w:p w14:paraId="609E7923" w14:textId="15D1082B" w:rsidR="005E1468" w:rsidRDefault="0047428D" w:rsidP="00162FBD">
      <w:pPr>
        <w:pStyle w:val="berschrift1"/>
      </w:pPr>
      <w:r>
        <w:t xml:space="preserve">Kunstwerk </w:t>
      </w:r>
      <w:r w:rsidR="00946447">
        <w:t xml:space="preserve">findet neuen Standort in der </w:t>
      </w:r>
      <w:r>
        <w:t>heimische</w:t>
      </w:r>
      <w:r w:rsidR="00946447">
        <w:t>n</w:t>
      </w:r>
      <w:r>
        <w:t xml:space="preserve"> Industrie</w:t>
      </w:r>
    </w:p>
    <w:p w14:paraId="1A8F6454" w14:textId="77777777" w:rsidR="00162FBD" w:rsidRDefault="00162FBD" w:rsidP="005E1468"/>
    <w:p w14:paraId="785000F5" w14:textId="1D06F2A4" w:rsidR="00367282" w:rsidRDefault="00D32FFA" w:rsidP="005E1468">
      <w:pPr>
        <w:rPr>
          <w:rFonts w:cs="Arial"/>
          <w:szCs w:val="20"/>
        </w:rPr>
      </w:pPr>
      <w:r>
        <w:t>Auf dem</w:t>
      </w:r>
      <w:r w:rsidR="001F4BBE">
        <w:t xml:space="preserve"> </w:t>
      </w:r>
      <w:r w:rsidR="001F4BBE" w:rsidRPr="005E09DF">
        <w:t xml:space="preserve">Platz des Unteren </w:t>
      </w:r>
      <w:r w:rsidRPr="005E09DF">
        <w:t>Schloss</w:t>
      </w:r>
      <w:r w:rsidR="001F4BBE" w:rsidRPr="005E09DF">
        <w:t>es</w:t>
      </w:r>
      <w:r>
        <w:t xml:space="preserve"> in Siegen hat sie bereits die Blicke auf sich gezogen. Jetzt findet sie eine neue Heimat bei SIEGENIA: Die Kunstinstallation „Fliegender Markt“ ist seit neuestem </w:t>
      </w:r>
      <w:r w:rsidR="00162FBD">
        <w:t xml:space="preserve">auf dem </w:t>
      </w:r>
      <w:r w:rsidR="00B1414E">
        <w:t>Betriebs</w:t>
      </w:r>
      <w:r w:rsidR="00162FBD">
        <w:t xml:space="preserve">gelände </w:t>
      </w:r>
      <w:r w:rsidR="00B1414E">
        <w:t xml:space="preserve">des Siegerländer Unternehmens </w:t>
      </w:r>
      <w:r>
        <w:t>in Wilnsdorf-Niederdielfen zu Hause. Das begehbare Kunstwerk</w:t>
      </w:r>
      <w:r w:rsidR="00C52372">
        <w:t xml:space="preserve">, das </w:t>
      </w:r>
      <w:r w:rsidR="004548C6">
        <w:rPr>
          <w:rFonts w:cs="Arial"/>
          <w:szCs w:val="20"/>
        </w:rPr>
        <w:t xml:space="preserve">als Außeninstallation des Siegener Museums für Gegenwartskunst </w:t>
      </w:r>
      <w:r w:rsidR="00DE541B">
        <w:rPr>
          <w:rFonts w:cs="Arial"/>
          <w:szCs w:val="20"/>
        </w:rPr>
        <w:t>(MG</w:t>
      </w:r>
      <w:r w:rsidR="00300487">
        <w:rPr>
          <w:rFonts w:cs="Arial"/>
          <w:szCs w:val="20"/>
        </w:rPr>
        <w:t>K-S</w:t>
      </w:r>
      <w:r w:rsidR="00DE541B">
        <w:rPr>
          <w:rFonts w:cs="Arial"/>
          <w:szCs w:val="20"/>
        </w:rPr>
        <w:t xml:space="preserve">iegen) </w:t>
      </w:r>
      <w:r w:rsidR="004548C6">
        <w:rPr>
          <w:rFonts w:cs="Arial"/>
          <w:szCs w:val="20"/>
        </w:rPr>
        <w:t>über mehrere Monate hinweg spannende Einblicke in die Aktivitäten des Museums</w:t>
      </w:r>
      <w:r w:rsidR="00C52372">
        <w:rPr>
          <w:rFonts w:cs="Arial"/>
          <w:szCs w:val="20"/>
        </w:rPr>
        <w:t xml:space="preserve"> bot, soll nun </w:t>
      </w:r>
      <w:r w:rsidR="00B1414E">
        <w:t xml:space="preserve">vor dem Ausstellungszentrum </w:t>
      </w:r>
      <w:r w:rsidR="00DE541B">
        <w:t xml:space="preserve">am Hauptstandort </w:t>
      </w:r>
      <w:r w:rsidR="00946447">
        <w:t xml:space="preserve">von SIEGENIA </w:t>
      </w:r>
      <w:r w:rsidR="00DE541B">
        <w:t>zu einer Begegnungsstätte werden</w:t>
      </w:r>
      <w:r w:rsidR="004548C6">
        <w:rPr>
          <w:rFonts w:cs="Arial"/>
          <w:szCs w:val="20"/>
        </w:rPr>
        <w:t xml:space="preserve">. </w:t>
      </w:r>
    </w:p>
    <w:p w14:paraId="003E9592" w14:textId="048F0A37" w:rsidR="004548C6" w:rsidRDefault="004548C6" w:rsidP="005E1468">
      <w:pPr>
        <w:rPr>
          <w:rFonts w:cs="Arial"/>
          <w:szCs w:val="20"/>
        </w:rPr>
      </w:pPr>
    </w:p>
    <w:p w14:paraId="3668D042" w14:textId="21B314D6" w:rsidR="004548C6" w:rsidRDefault="004548C6" w:rsidP="004548C6">
      <w:pPr>
        <w:rPr>
          <w:rFonts w:cs="Arial"/>
          <w:szCs w:val="20"/>
        </w:rPr>
      </w:pPr>
      <w:r>
        <w:rPr>
          <w:rFonts w:cs="Arial"/>
          <w:szCs w:val="20"/>
        </w:rPr>
        <w:t xml:space="preserve">Wieland Frank, Geschäftsführender Gesellschafter, </w:t>
      </w:r>
      <w:r w:rsidR="00DE541B">
        <w:rPr>
          <w:rFonts w:cs="Arial"/>
          <w:szCs w:val="20"/>
        </w:rPr>
        <w:t xml:space="preserve">äußert sich zum </w:t>
      </w:r>
      <w:r>
        <w:rPr>
          <w:rFonts w:cs="Arial"/>
          <w:szCs w:val="20"/>
        </w:rPr>
        <w:t>Erwerb des Kunstwerks: „Auf diese Weise bringt das Museum seine Kunst nach draußen, und diese sinnbildliche Brücke kann ich mir auch zu unserem Ausstellungszentrum gut vorstellen</w:t>
      </w:r>
      <w:r w:rsidR="00300487">
        <w:rPr>
          <w:rFonts w:cs="Arial"/>
          <w:szCs w:val="20"/>
        </w:rPr>
        <w:t>.</w:t>
      </w:r>
      <w:r>
        <w:rPr>
          <w:rFonts w:cs="Arial"/>
          <w:szCs w:val="20"/>
        </w:rPr>
        <w:t>“ Besonders am Herzen liegt ihm, den „Fliegenden Markt“ als Treffpunkt für Mitarbeitende zu etablieren.</w:t>
      </w:r>
      <w:r w:rsidR="00B1414E">
        <w:rPr>
          <w:rFonts w:cs="Arial"/>
          <w:szCs w:val="20"/>
        </w:rPr>
        <w:t xml:space="preserve"> Auch Gäste und </w:t>
      </w:r>
      <w:proofErr w:type="spellStart"/>
      <w:proofErr w:type="gramStart"/>
      <w:r w:rsidR="0053595B">
        <w:rPr>
          <w:rFonts w:cs="Arial"/>
          <w:szCs w:val="20"/>
        </w:rPr>
        <w:t>Besucher:innen</w:t>
      </w:r>
      <w:proofErr w:type="spellEnd"/>
      <w:proofErr w:type="gramEnd"/>
      <w:r w:rsidR="0053595B">
        <w:rPr>
          <w:rFonts w:cs="Arial"/>
          <w:szCs w:val="20"/>
        </w:rPr>
        <w:t xml:space="preserve"> </w:t>
      </w:r>
      <w:r w:rsidR="00946447">
        <w:rPr>
          <w:rFonts w:cs="Arial"/>
          <w:szCs w:val="20"/>
        </w:rPr>
        <w:t xml:space="preserve">sollen die Möglichkeit erhalten, dort mit ihren </w:t>
      </w:r>
      <w:proofErr w:type="spellStart"/>
      <w:r w:rsidR="00946447">
        <w:rPr>
          <w:rFonts w:cs="Arial"/>
          <w:szCs w:val="20"/>
        </w:rPr>
        <w:t>Ansprechpartn</w:t>
      </w:r>
      <w:r w:rsidR="001F4BBE">
        <w:rPr>
          <w:rFonts w:cs="Arial"/>
          <w:szCs w:val="20"/>
        </w:rPr>
        <w:t>er</w:t>
      </w:r>
      <w:r w:rsidR="001F4BBE" w:rsidRPr="00300487">
        <w:rPr>
          <w:rFonts w:cs="Arial"/>
          <w:szCs w:val="20"/>
        </w:rPr>
        <w:t>:innen</w:t>
      </w:r>
      <w:proofErr w:type="spellEnd"/>
      <w:r w:rsidR="00946447">
        <w:rPr>
          <w:rFonts w:cs="Arial"/>
          <w:szCs w:val="20"/>
        </w:rPr>
        <w:t xml:space="preserve"> bei SIEGENIA in den Dialog zu gehen.</w:t>
      </w:r>
      <w:r>
        <w:rPr>
          <w:rFonts w:cs="Arial"/>
          <w:szCs w:val="20"/>
        </w:rPr>
        <w:t xml:space="preserve"> „Damit möchten wir einen sozialen Raum schaffen für Kommunikation und Austausch.“ Der Ort solle einladen zum Verweilen, zum Pause machen, Picknicken. Er s</w:t>
      </w:r>
      <w:r w:rsidRPr="005E09DF">
        <w:rPr>
          <w:rFonts w:cs="Arial"/>
          <w:szCs w:val="20"/>
        </w:rPr>
        <w:t>oll</w:t>
      </w:r>
      <w:r>
        <w:rPr>
          <w:rFonts w:cs="Arial"/>
          <w:szCs w:val="20"/>
        </w:rPr>
        <w:t xml:space="preserve"> weiterhin als Kunstraum inspirieren und Kreativität fördern. </w:t>
      </w:r>
    </w:p>
    <w:p w14:paraId="37948B75" w14:textId="6783AA63" w:rsidR="004548C6" w:rsidRDefault="004548C6" w:rsidP="004548C6">
      <w:pPr>
        <w:rPr>
          <w:rFonts w:cs="Arial"/>
          <w:szCs w:val="20"/>
        </w:rPr>
      </w:pPr>
    </w:p>
    <w:p w14:paraId="54C16556" w14:textId="063B0FCD" w:rsidR="000C6EEF" w:rsidRPr="00436442" w:rsidRDefault="00DE541B" w:rsidP="00F6067C">
      <w:pPr>
        <w:rPr>
          <w:rFonts w:cs="Arial"/>
          <w:szCs w:val="20"/>
        </w:rPr>
      </w:pPr>
      <w:r>
        <w:rPr>
          <w:rFonts w:cs="Arial"/>
          <w:szCs w:val="20"/>
        </w:rPr>
        <w:t xml:space="preserve">Auch Thomas Thiel, </w:t>
      </w:r>
      <w:r w:rsidR="00D33923">
        <w:rPr>
          <w:rFonts w:cs="Arial"/>
          <w:szCs w:val="20"/>
        </w:rPr>
        <w:t xml:space="preserve">Direktor </w:t>
      </w:r>
      <w:r>
        <w:rPr>
          <w:rFonts w:cs="Arial"/>
          <w:szCs w:val="20"/>
        </w:rPr>
        <w:t xml:space="preserve">des </w:t>
      </w:r>
      <w:r w:rsidR="0090538E">
        <w:rPr>
          <w:rFonts w:cs="Arial"/>
          <w:szCs w:val="20"/>
        </w:rPr>
        <w:t xml:space="preserve">Museums für Gegenwartskunst, </w:t>
      </w:r>
      <w:r w:rsidR="00436442">
        <w:rPr>
          <w:rFonts w:cs="Arial"/>
          <w:szCs w:val="20"/>
        </w:rPr>
        <w:t>sieht den neuen Standort de</w:t>
      </w:r>
      <w:r w:rsidR="00096643">
        <w:rPr>
          <w:rFonts w:cs="Arial"/>
          <w:szCs w:val="20"/>
        </w:rPr>
        <w:t>r</w:t>
      </w:r>
      <w:r w:rsidR="00436442">
        <w:rPr>
          <w:rFonts w:cs="Arial"/>
          <w:szCs w:val="20"/>
        </w:rPr>
        <w:t xml:space="preserve"> </w:t>
      </w:r>
      <w:r w:rsidR="00096643">
        <w:rPr>
          <w:rFonts w:cs="Arial"/>
          <w:szCs w:val="20"/>
        </w:rPr>
        <w:t>Kunstinstallation</w:t>
      </w:r>
      <w:r w:rsidR="00436442">
        <w:rPr>
          <w:rFonts w:cs="Arial"/>
          <w:szCs w:val="20"/>
        </w:rPr>
        <w:t xml:space="preserve"> positiv: „</w:t>
      </w:r>
      <w:r w:rsidR="00D33923">
        <w:rPr>
          <w:rFonts w:cs="Arial"/>
          <w:szCs w:val="20"/>
        </w:rPr>
        <w:t xml:space="preserve">Es zeugt von einer großartigen Resonanz, dass die Kunstinstallation von Michael Beutler diesen Sommer </w:t>
      </w:r>
      <w:r w:rsidR="00FB3435">
        <w:rPr>
          <w:rFonts w:cs="Arial"/>
          <w:szCs w:val="20"/>
        </w:rPr>
        <w:t>die</w:t>
      </w:r>
      <w:r w:rsidR="00D33923">
        <w:rPr>
          <w:rFonts w:cs="Arial"/>
          <w:szCs w:val="20"/>
        </w:rPr>
        <w:t xml:space="preserve"> Siegener </w:t>
      </w:r>
      <w:r w:rsidR="00FB3435">
        <w:rPr>
          <w:rFonts w:cs="Arial"/>
          <w:szCs w:val="20"/>
        </w:rPr>
        <w:t xml:space="preserve">Öffentlichkeit begeistert </w:t>
      </w:r>
      <w:r w:rsidR="00D33923">
        <w:rPr>
          <w:rFonts w:cs="Arial"/>
          <w:szCs w:val="20"/>
        </w:rPr>
        <w:t xml:space="preserve">und </w:t>
      </w:r>
      <w:r w:rsidR="00FB3435">
        <w:rPr>
          <w:rFonts w:cs="Arial"/>
          <w:szCs w:val="20"/>
        </w:rPr>
        <w:t xml:space="preserve">zugleich das Interesse von </w:t>
      </w:r>
      <w:r w:rsidR="00D33923">
        <w:rPr>
          <w:rFonts w:cs="Arial"/>
          <w:szCs w:val="20"/>
        </w:rPr>
        <w:t xml:space="preserve">SIEGENIA </w:t>
      </w:r>
      <w:r w:rsidR="00FB3435">
        <w:rPr>
          <w:rFonts w:cs="Arial"/>
          <w:szCs w:val="20"/>
        </w:rPr>
        <w:t>geweckt</w:t>
      </w:r>
      <w:r w:rsidR="00D33923">
        <w:rPr>
          <w:rFonts w:cs="Arial"/>
          <w:szCs w:val="20"/>
        </w:rPr>
        <w:t xml:space="preserve"> hat. Ich freue mich mit dem Künstler, dass der </w:t>
      </w:r>
      <w:r w:rsidR="00300487">
        <w:rPr>
          <w:rFonts w:cs="Arial"/>
          <w:szCs w:val="20"/>
        </w:rPr>
        <w:t>‚</w:t>
      </w:r>
      <w:r w:rsidR="00D33923">
        <w:rPr>
          <w:rFonts w:cs="Arial"/>
          <w:szCs w:val="20"/>
        </w:rPr>
        <w:t>Fliegende Markt</w:t>
      </w:r>
      <w:r w:rsidR="00300487">
        <w:rPr>
          <w:rFonts w:cs="Arial"/>
          <w:szCs w:val="20"/>
        </w:rPr>
        <w:t>‘</w:t>
      </w:r>
      <w:r w:rsidR="00D33923">
        <w:rPr>
          <w:rFonts w:cs="Arial"/>
          <w:szCs w:val="20"/>
        </w:rPr>
        <w:t xml:space="preserve"> nicht</w:t>
      </w:r>
      <w:r w:rsidR="00FB3435">
        <w:rPr>
          <w:rFonts w:cs="Arial"/>
          <w:szCs w:val="20"/>
        </w:rPr>
        <w:t xml:space="preserve"> wie üblich</w:t>
      </w:r>
      <w:r w:rsidR="00D33923">
        <w:rPr>
          <w:rFonts w:cs="Arial"/>
          <w:szCs w:val="20"/>
        </w:rPr>
        <w:t xml:space="preserve"> weiterzieht, sondern dauerhaft in de</w:t>
      </w:r>
      <w:r w:rsidR="00300487">
        <w:rPr>
          <w:rFonts w:cs="Arial"/>
          <w:szCs w:val="20"/>
        </w:rPr>
        <w:t>r</w:t>
      </w:r>
      <w:r w:rsidR="00D33923">
        <w:rPr>
          <w:rFonts w:cs="Arial"/>
          <w:szCs w:val="20"/>
        </w:rPr>
        <w:t xml:space="preserve"> Region verbleibt</w:t>
      </w:r>
      <w:r w:rsidR="00FB3435">
        <w:rPr>
          <w:rFonts w:cs="Arial"/>
          <w:szCs w:val="20"/>
        </w:rPr>
        <w:t xml:space="preserve"> und an anderem Ort neu entdeckt werden kann</w:t>
      </w:r>
      <w:r w:rsidR="00D33923">
        <w:rPr>
          <w:rFonts w:cs="Arial"/>
          <w:szCs w:val="20"/>
        </w:rPr>
        <w:t>.</w:t>
      </w:r>
      <w:r w:rsidR="00FB3435">
        <w:rPr>
          <w:rFonts w:cs="Arial"/>
          <w:szCs w:val="20"/>
        </w:rPr>
        <w:t>“</w:t>
      </w:r>
      <w:r w:rsidR="00D33923">
        <w:rPr>
          <w:rFonts w:cs="Arial"/>
          <w:szCs w:val="20"/>
        </w:rPr>
        <w:t xml:space="preserve">  </w:t>
      </w:r>
    </w:p>
    <w:p w14:paraId="06D1E310" w14:textId="6BAC63B6" w:rsidR="00367282" w:rsidRPr="004F523D" w:rsidRDefault="00436442" w:rsidP="00436442">
      <w:pPr>
        <w:pStyle w:val="berschrift4"/>
      </w:pPr>
      <w:r>
        <w:t>Ein Kunstwerk zum Verweilen</w:t>
      </w:r>
    </w:p>
    <w:p w14:paraId="26B73153" w14:textId="72FB109B" w:rsidR="00367282" w:rsidRDefault="00096643" w:rsidP="00367282">
      <w:pPr>
        <w:rPr>
          <w:rFonts w:cs="Arial"/>
          <w:szCs w:val="20"/>
        </w:rPr>
      </w:pPr>
      <w:r>
        <w:rPr>
          <w:rFonts w:cs="Arial"/>
          <w:szCs w:val="20"/>
        </w:rPr>
        <w:t xml:space="preserve">Von Künstler Michael Beutler als </w:t>
      </w:r>
      <w:r>
        <w:t xml:space="preserve">eigenständige Skulptur und gesellschaftlicher Treffpunkt angelegt, versteht sich der „Fliegende Markt“ </w:t>
      </w:r>
      <w:r w:rsidR="00C60804">
        <w:rPr>
          <w:rFonts w:cs="Arial"/>
          <w:szCs w:val="20"/>
        </w:rPr>
        <w:t>als erfahrbarer Raum mit variablem Nutzungszweck</w:t>
      </w:r>
      <w:r w:rsidR="00DE541B">
        <w:rPr>
          <w:rFonts w:cs="Arial"/>
          <w:szCs w:val="20"/>
        </w:rPr>
        <w:t>.</w:t>
      </w:r>
      <w:r w:rsidR="00C60804">
        <w:rPr>
          <w:rFonts w:cs="Arial"/>
          <w:szCs w:val="20"/>
        </w:rPr>
        <w:t xml:space="preserve"> </w:t>
      </w:r>
      <w:r w:rsidR="00A963DB">
        <w:rPr>
          <w:rFonts w:cs="Arial"/>
          <w:szCs w:val="20"/>
        </w:rPr>
        <w:t xml:space="preserve">Mit </w:t>
      </w:r>
      <w:r w:rsidR="00903830">
        <w:rPr>
          <w:rFonts w:cs="Arial"/>
          <w:szCs w:val="20"/>
        </w:rPr>
        <w:t xml:space="preserve">den </w:t>
      </w:r>
      <w:r w:rsidR="00A963DB">
        <w:rPr>
          <w:rFonts w:cs="Arial"/>
          <w:szCs w:val="20"/>
        </w:rPr>
        <w:t>ineinander verschachtelten, auf mehreren Ebenen angeordneten Marktständen</w:t>
      </w:r>
      <w:r w:rsidR="00A963DB" w:rsidRPr="00C60804">
        <w:rPr>
          <w:rFonts w:cs="Arial"/>
          <w:szCs w:val="20"/>
        </w:rPr>
        <w:t xml:space="preserve"> </w:t>
      </w:r>
      <w:r w:rsidR="00903830">
        <w:rPr>
          <w:rFonts w:cs="Arial"/>
          <w:szCs w:val="20"/>
        </w:rPr>
        <w:t xml:space="preserve">und ihren farbigen Baldachinen </w:t>
      </w:r>
      <w:r w:rsidR="00A963DB">
        <w:rPr>
          <w:rFonts w:cs="Arial"/>
          <w:szCs w:val="20"/>
        </w:rPr>
        <w:t>erinnert d</w:t>
      </w:r>
      <w:r w:rsidR="00367282">
        <w:rPr>
          <w:rFonts w:cs="Arial"/>
          <w:szCs w:val="20"/>
        </w:rPr>
        <w:t xml:space="preserve">ie 12 mal 12 Meter große Installation </w:t>
      </w:r>
      <w:r w:rsidR="00C60804">
        <w:rPr>
          <w:rFonts w:cs="Arial"/>
          <w:szCs w:val="20"/>
        </w:rPr>
        <w:t>an einen bunten Wochenmarkt</w:t>
      </w:r>
      <w:r w:rsidR="00367282">
        <w:rPr>
          <w:rFonts w:cs="Arial"/>
          <w:szCs w:val="20"/>
        </w:rPr>
        <w:t>.</w:t>
      </w:r>
    </w:p>
    <w:p w14:paraId="6A11F664" w14:textId="4A41EB26" w:rsidR="00436442" w:rsidRDefault="00436442" w:rsidP="005E1468"/>
    <w:p w14:paraId="52A5DB02" w14:textId="77777777" w:rsidR="000C6EEF" w:rsidRDefault="000C6EEF" w:rsidP="005E1468"/>
    <w:p w14:paraId="663D6871" w14:textId="1FF2DEC0" w:rsidR="005E1468" w:rsidRDefault="005E1468" w:rsidP="005A7C57">
      <w:pPr>
        <w:pStyle w:val="berschrift4"/>
      </w:pPr>
      <w:r>
        <w:lastRenderedPageBreak/>
        <w:t>Bildunterschrift</w:t>
      </w:r>
    </w:p>
    <w:p w14:paraId="5CDCB694" w14:textId="77777777" w:rsidR="002A7F37" w:rsidRDefault="002A7F37" w:rsidP="002A7F37">
      <w:r>
        <w:t>Bildquelle: SIEGENIA</w:t>
      </w:r>
    </w:p>
    <w:p w14:paraId="1A552B74" w14:textId="77777777" w:rsidR="002A7F37" w:rsidRPr="002A7F37" w:rsidRDefault="002A7F37" w:rsidP="002A7F37"/>
    <w:p w14:paraId="5070B2E4" w14:textId="3745C8A6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9331A6">
        <w:rPr>
          <w:bCs/>
          <w:i/>
        </w:rPr>
        <w:t>Fliegender</w:t>
      </w:r>
      <w:proofErr w:type="spellEnd"/>
      <w:r w:rsidR="009331A6">
        <w:rPr>
          <w:bCs/>
          <w:i/>
        </w:rPr>
        <w:t xml:space="preserve"> Markt_2021</w:t>
      </w:r>
      <w:r w:rsidRPr="00D129AE">
        <w:rPr>
          <w:bCs/>
          <w:i/>
        </w:rPr>
        <w:t xml:space="preserve">.jpg </w:t>
      </w:r>
    </w:p>
    <w:p w14:paraId="0E8BC60C" w14:textId="7FA09A84" w:rsidR="005E1468" w:rsidRPr="00D129AE" w:rsidRDefault="00B45188" w:rsidP="005E1468">
      <w:r>
        <w:rPr>
          <w:rFonts w:cs="Arial"/>
          <w:szCs w:val="20"/>
        </w:rPr>
        <w:t>Thomas Thiel</w:t>
      </w:r>
      <w:r>
        <w:rPr>
          <w:rFonts w:cs="Arial"/>
          <w:szCs w:val="20"/>
        </w:rPr>
        <w:t xml:space="preserve"> (v.</w:t>
      </w:r>
      <w:r w:rsidR="00AC799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l.)</w:t>
      </w:r>
      <w:r>
        <w:rPr>
          <w:rFonts w:cs="Arial"/>
          <w:szCs w:val="20"/>
        </w:rPr>
        <w:t xml:space="preserve">, Direktor des </w:t>
      </w:r>
      <w:r>
        <w:rPr>
          <w:rFonts w:cs="Arial"/>
          <w:szCs w:val="20"/>
        </w:rPr>
        <w:t xml:space="preserve">Siegener </w:t>
      </w:r>
      <w:r>
        <w:rPr>
          <w:rFonts w:cs="Arial"/>
          <w:szCs w:val="20"/>
        </w:rPr>
        <w:t>Museums für Gegenwartskunst</w:t>
      </w:r>
      <w:r>
        <w:rPr>
          <w:rFonts w:cs="Arial"/>
          <w:szCs w:val="20"/>
        </w:rPr>
        <w:t xml:space="preserve">, Künstler Michael Beutler und </w:t>
      </w:r>
      <w:r>
        <w:rPr>
          <w:rFonts w:cs="Arial"/>
          <w:szCs w:val="20"/>
        </w:rPr>
        <w:t>Wieland Frank, Geschäftsführender Gesellschafter</w:t>
      </w:r>
      <w:r>
        <w:rPr>
          <w:rFonts w:cs="Arial"/>
          <w:szCs w:val="20"/>
        </w:rPr>
        <w:t xml:space="preserve"> von SIEGENIA, freuen sich darüber</w:t>
      </w:r>
      <w:r w:rsidR="0039321A">
        <w:rPr>
          <w:rFonts w:cs="Arial"/>
          <w:szCs w:val="20"/>
        </w:rPr>
        <w:t>, dass d</w:t>
      </w:r>
      <w:r w:rsidR="0039321A">
        <w:t xml:space="preserve">ie Kunstinstallation „Fliegender Markt“ </w:t>
      </w:r>
      <w:r w:rsidR="0039321A">
        <w:t>nun</w:t>
      </w:r>
      <w:r w:rsidR="0039321A">
        <w:t xml:space="preserve"> bei SIEGENIA zu Hause</w:t>
      </w:r>
      <w:r w:rsidR="0039321A">
        <w:t xml:space="preserve"> ist</w:t>
      </w:r>
      <w:r w:rsidR="0039321A">
        <w:t>.</w:t>
      </w:r>
    </w:p>
    <w:p w14:paraId="23397F72" w14:textId="77777777" w:rsidR="005E1468" w:rsidRDefault="005E1468" w:rsidP="005E1468"/>
    <w:p w14:paraId="1983374A" w14:textId="77777777" w:rsidR="008D7633" w:rsidRDefault="008D7633" w:rsidP="008D7633">
      <w:pPr>
        <w:rPr>
          <w:szCs w:val="20"/>
        </w:rPr>
      </w:pPr>
    </w:p>
    <w:p w14:paraId="59ECC62E" w14:textId="77777777" w:rsidR="008D7633" w:rsidRPr="00E14DD8" w:rsidRDefault="008D7633" w:rsidP="008D7633">
      <w:pPr>
        <w:rPr>
          <w:szCs w:val="20"/>
        </w:rPr>
      </w:pPr>
    </w:p>
    <w:p w14:paraId="6B7BCAAB" w14:textId="6641BA3B" w:rsidR="008D7633" w:rsidRDefault="008D7633" w:rsidP="008D7633">
      <w:pPr>
        <w:rPr>
          <w:szCs w:val="20"/>
        </w:rPr>
      </w:pPr>
    </w:p>
    <w:p w14:paraId="02926226" w14:textId="2E83A07D" w:rsidR="005A4FBB" w:rsidRDefault="005A4FBB" w:rsidP="008D7633">
      <w:pPr>
        <w:rPr>
          <w:szCs w:val="20"/>
        </w:rPr>
      </w:pPr>
    </w:p>
    <w:p w14:paraId="0AB09B54" w14:textId="07D65FB2" w:rsidR="009331A6" w:rsidRDefault="009331A6" w:rsidP="008D7633">
      <w:pPr>
        <w:rPr>
          <w:szCs w:val="20"/>
        </w:rPr>
      </w:pPr>
    </w:p>
    <w:p w14:paraId="4621F246" w14:textId="15CC2BA1" w:rsidR="009331A6" w:rsidRDefault="009331A6" w:rsidP="008D7633">
      <w:pPr>
        <w:rPr>
          <w:szCs w:val="20"/>
        </w:rPr>
      </w:pPr>
    </w:p>
    <w:p w14:paraId="54B2786F" w14:textId="02FD8D94" w:rsidR="009331A6" w:rsidRDefault="009331A6" w:rsidP="008D7633">
      <w:pPr>
        <w:rPr>
          <w:szCs w:val="20"/>
        </w:rPr>
      </w:pPr>
    </w:p>
    <w:p w14:paraId="542D2315" w14:textId="49489F09" w:rsidR="00B45188" w:rsidRDefault="00B45188" w:rsidP="008D7633">
      <w:pPr>
        <w:rPr>
          <w:szCs w:val="20"/>
        </w:rPr>
      </w:pPr>
    </w:p>
    <w:p w14:paraId="0209EF4B" w14:textId="25987EB3" w:rsidR="00B45188" w:rsidRDefault="00B45188" w:rsidP="008D7633">
      <w:pPr>
        <w:rPr>
          <w:szCs w:val="20"/>
        </w:rPr>
      </w:pPr>
    </w:p>
    <w:p w14:paraId="66416946" w14:textId="3B519894" w:rsidR="00B45188" w:rsidRDefault="00B45188" w:rsidP="008D7633">
      <w:pPr>
        <w:rPr>
          <w:szCs w:val="20"/>
        </w:rPr>
      </w:pPr>
    </w:p>
    <w:p w14:paraId="44574A65" w14:textId="097FBE61" w:rsidR="00B45188" w:rsidRDefault="00B45188" w:rsidP="008D7633">
      <w:pPr>
        <w:rPr>
          <w:szCs w:val="20"/>
        </w:rPr>
      </w:pPr>
    </w:p>
    <w:p w14:paraId="04B74E08" w14:textId="1CB8CFCB" w:rsidR="00B45188" w:rsidRDefault="00B45188" w:rsidP="008D7633">
      <w:pPr>
        <w:rPr>
          <w:szCs w:val="20"/>
        </w:rPr>
      </w:pPr>
    </w:p>
    <w:p w14:paraId="79086FD1" w14:textId="4B7DC12E" w:rsidR="00B45188" w:rsidRDefault="00B45188" w:rsidP="008D7633">
      <w:pPr>
        <w:rPr>
          <w:szCs w:val="20"/>
        </w:rPr>
      </w:pPr>
    </w:p>
    <w:p w14:paraId="2B711307" w14:textId="77777777" w:rsidR="0039321A" w:rsidRDefault="0039321A" w:rsidP="008D7633">
      <w:pPr>
        <w:rPr>
          <w:szCs w:val="20"/>
        </w:rPr>
      </w:pPr>
    </w:p>
    <w:p w14:paraId="7882F549" w14:textId="77777777" w:rsidR="009331A6" w:rsidRDefault="009331A6" w:rsidP="008D7633">
      <w:pPr>
        <w:rPr>
          <w:szCs w:val="20"/>
        </w:rPr>
      </w:pPr>
    </w:p>
    <w:p w14:paraId="5CDB792B" w14:textId="4BCEDEBF" w:rsidR="005A4FBB" w:rsidRDefault="005A4FBB" w:rsidP="008D7633">
      <w:pPr>
        <w:rPr>
          <w:szCs w:val="20"/>
        </w:rPr>
      </w:pPr>
    </w:p>
    <w:p w14:paraId="5A44346E" w14:textId="567BF278" w:rsidR="005A4FBB" w:rsidRDefault="005A4FBB" w:rsidP="008D7633">
      <w:pPr>
        <w:rPr>
          <w:szCs w:val="20"/>
        </w:rPr>
      </w:pPr>
    </w:p>
    <w:p w14:paraId="6C11D11D" w14:textId="77777777" w:rsidR="005A4FBB" w:rsidRPr="00E14DD8" w:rsidRDefault="005A4FBB" w:rsidP="008D7633">
      <w:pPr>
        <w:rPr>
          <w:szCs w:val="20"/>
        </w:rPr>
      </w:pPr>
    </w:p>
    <w:p w14:paraId="071AFAE9" w14:textId="77777777" w:rsidR="008D7633" w:rsidRPr="00E14DD8" w:rsidRDefault="008D7633" w:rsidP="008D7633">
      <w:pPr>
        <w:rPr>
          <w:szCs w:val="20"/>
        </w:rPr>
      </w:pPr>
    </w:p>
    <w:p w14:paraId="311868A1" w14:textId="77777777" w:rsidR="008D7633" w:rsidRPr="00E14DD8" w:rsidRDefault="008D7633" w:rsidP="008D7633">
      <w:pPr>
        <w:rPr>
          <w:szCs w:val="20"/>
        </w:rPr>
      </w:pPr>
    </w:p>
    <w:p w14:paraId="1072B3DF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A667EC0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B6B1B2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76FD4FED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EF0301B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F726323" w14:textId="20712622" w:rsidR="008D7633" w:rsidRDefault="008D7633" w:rsidP="007A5EB4">
            <w:pPr>
              <w:pStyle w:val="Formatvorlage2"/>
            </w:pPr>
            <w:r>
              <w:t xml:space="preserve">Industriestraße </w:t>
            </w:r>
            <w:r w:rsidRPr="00300487">
              <w:t>1</w:t>
            </w:r>
            <w:r w:rsidR="00423A8F" w:rsidRPr="00300487">
              <w:t xml:space="preserve"> </w:t>
            </w:r>
            <w:r w:rsidR="000D0C02" w:rsidRPr="00300487">
              <w:t>-</w:t>
            </w:r>
            <w:r w:rsidR="00423A8F" w:rsidRPr="00300487">
              <w:t xml:space="preserve"> </w:t>
            </w:r>
            <w:r w:rsidRPr="00300487">
              <w:t>3</w:t>
            </w:r>
          </w:p>
          <w:p w14:paraId="3251FBC6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0E34AE67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1613663C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0145C3D9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6C770A36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2DCFA42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1D9CFE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C089E70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21B31544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6E439ECD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33301B28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578E8A99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1267EAD9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37A9437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38D6A9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33F1E91" w14:textId="050AB744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5A4FBB">
              <w:t>1</w:t>
            </w:r>
          </w:p>
          <w:p w14:paraId="77844FF4" w14:textId="6281D466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300487">
              <w:t>294</w:t>
            </w:r>
          </w:p>
          <w:p w14:paraId="29FC3515" w14:textId="3EF8D521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300487">
              <w:t>2 176</w:t>
            </w:r>
            <w:r w:rsidRPr="00C33A1F">
              <w:t>(mit Leerzeichen)</w:t>
            </w:r>
          </w:p>
          <w:p w14:paraId="4B8D40C4" w14:textId="77777777" w:rsidR="008D7633" w:rsidRDefault="008D7633" w:rsidP="007A5EB4">
            <w:pPr>
              <w:pStyle w:val="Formatvorlage2"/>
            </w:pPr>
          </w:p>
          <w:p w14:paraId="04FA8CC1" w14:textId="23B5B91B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F746FF">
              <w:t>04</w:t>
            </w:r>
            <w:r>
              <w:t>.</w:t>
            </w:r>
            <w:r w:rsidR="00F746FF">
              <w:t>11</w:t>
            </w:r>
            <w:r>
              <w:t>.20</w:t>
            </w:r>
            <w:r w:rsidR="00122FEC">
              <w:t>2</w:t>
            </w:r>
            <w:r w:rsidR="00F746FF">
              <w:t>1</w:t>
            </w:r>
          </w:p>
          <w:p w14:paraId="1AF66AA8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5A1CFCC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199624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BADB474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C7CBB" w14:textId="77777777" w:rsidR="00436FFF" w:rsidRDefault="00436FFF">
      <w:r>
        <w:separator/>
      </w:r>
    </w:p>
  </w:endnote>
  <w:endnote w:type="continuationSeparator" w:id="0">
    <w:p w14:paraId="16210C4F" w14:textId="77777777" w:rsidR="00436FFF" w:rsidRDefault="00436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585B" w14:textId="77777777" w:rsidR="00D33923" w:rsidRDefault="00D3392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FC06C" w14:textId="77777777" w:rsidR="00436FFF" w:rsidRDefault="00436FFF">
      <w:r>
        <w:separator/>
      </w:r>
    </w:p>
  </w:footnote>
  <w:footnote w:type="continuationSeparator" w:id="0">
    <w:p w14:paraId="6552894B" w14:textId="77777777" w:rsidR="00436FFF" w:rsidRDefault="00436F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08459" w14:textId="77777777" w:rsidR="00D33923" w:rsidRDefault="00D33923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74408BF" wp14:editId="081078E8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282"/>
    <w:rsid w:val="000024D9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96643"/>
    <w:rsid w:val="000A1DF0"/>
    <w:rsid w:val="000A5CA3"/>
    <w:rsid w:val="000C6EEF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2FBD"/>
    <w:rsid w:val="00166476"/>
    <w:rsid w:val="00166FB7"/>
    <w:rsid w:val="00171C51"/>
    <w:rsid w:val="001A6132"/>
    <w:rsid w:val="001B7003"/>
    <w:rsid w:val="001C39FF"/>
    <w:rsid w:val="001D26E4"/>
    <w:rsid w:val="001E0780"/>
    <w:rsid w:val="001E1DA6"/>
    <w:rsid w:val="001F3432"/>
    <w:rsid w:val="001F4BBE"/>
    <w:rsid w:val="002046D3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D4B70"/>
    <w:rsid w:val="002E48B5"/>
    <w:rsid w:val="002E59D6"/>
    <w:rsid w:val="002F18BB"/>
    <w:rsid w:val="002F466F"/>
    <w:rsid w:val="00300487"/>
    <w:rsid w:val="0031150D"/>
    <w:rsid w:val="003136F5"/>
    <w:rsid w:val="00324F84"/>
    <w:rsid w:val="00326F7E"/>
    <w:rsid w:val="00350ACA"/>
    <w:rsid w:val="003514C3"/>
    <w:rsid w:val="00357C43"/>
    <w:rsid w:val="00364DEF"/>
    <w:rsid w:val="00367282"/>
    <w:rsid w:val="00375A48"/>
    <w:rsid w:val="0038244F"/>
    <w:rsid w:val="0038276B"/>
    <w:rsid w:val="0038499F"/>
    <w:rsid w:val="003914C5"/>
    <w:rsid w:val="00392D5F"/>
    <w:rsid w:val="0039321A"/>
    <w:rsid w:val="003A1BA5"/>
    <w:rsid w:val="003D61A2"/>
    <w:rsid w:val="003E0D26"/>
    <w:rsid w:val="003E378F"/>
    <w:rsid w:val="004176D4"/>
    <w:rsid w:val="00420F79"/>
    <w:rsid w:val="00423A8F"/>
    <w:rsid w:val="004333E8"/>
    <w:rsid w:val="00436442"/>
    <w:rsid w:val="00436FFF"/>
    <w:rsid w:val="0044187A"/>
    <w:rsid w:val="0044286E"/>
    <w:rsid w:val="0044634F"/>
    <w:rsid w:val="00446899"/>
    <w:rsid w:val="00447689"/>
    <w:rsid w:val="004548C6"/>
    <w:rsid w:val="0046235C"/>
    <w:rsid w:val="004629AD"/>
    <w:rsid w:val="0047428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3595B"/>
    <w:rsid w:val="00552DC0"/>
    <w:rsid w:val="0055550C"/>
    <w:rsid w:val="00563E60"/>
    <w:rsid w:val="00592833"/>
    <w:rsid w:val="005A214B"/>
    <w:rsid w:val="005A3974"/>
    <w:rsid w:val="005A4FBB"/>
    <w:rsid w:val="005A5DC6"/>
    <w:rsid w:val="005A6A38"/>
    <w:rsid w:val="005A7C57"/>
    <w:rsid w:val="005E06F2"/>
    <w:rsid w:val="005E09DF"/>
    <w:rsid w:val="005E1468"/>
    <w:rsid w:val="005E3E61"/>
    <w:rsid w:val="005F2A75"/>
    <w:rsid w:val="005F3D5F"/>
    <w:rsid w:val="005F7B2E"/>
    <w:rsid w:val="006016B0"/>
    <w:rsid w:val="0061051B"/>
    <w:rsid w:val="0061253D"/>
    <w:rsid w:val="0061454E"/>
    <w:rsid w:val="00617358"/>
    <w:rsid w:val="00617D76"/>
    <w:rsid w:val="006279BD"/>
    <w:rsid w:val="00630405"/>
    <w:rsid w:val="00634A59"/>
    <w:rsid w:val="006446D6"/>
    <w:rsid w:val="006460BB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16EB"/>
    <w:rsid w:val="007C50D1"/>
    <w:rsid w:val="007C5C24"/>
    <w:rsid w:val="007E1503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03830"/>
    <w:rsid w:val="0090538E"/>
    <w:rsid w:val="00910883"/>
    <w:rsid w:val="0092580A"/>
    <w:rsid w:val="009331A6"/>
    <w:rsid w:val="0093490C"/>
    <w:rsid w:val="0093664F"/>
    <w:rsid w:val="00943EB0"/>
    <w:rsid w:val="00944284"/>
    <w:rsid w:val="00945CA5"/>
    <w:rsid w:val="00946447"/>
    <w:rsid w:val="0094690C"/>
    <w:rsid w:val="009553BC"/>
    <w:rsid w:val="009557EA"/>
    <w:rsid w:val="00963959"/>
    <w:rsid w:val="00963D60"/>
    <w:rsid w:val="0096600A"/>
    <w:rsid w:val="0098194E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63DB"/>
    <w:rsid w:val="00A9705C"/>
    <w:rsid w:val="00A97B0A"/>
    <w:rsid w:val="00AA224C"/>
    <w:rsid w:val="00AA6262"/>
    <w:rsid w:val="00AB1EC7"/>
    <w:rsid w:val="00AC7994"/>
    <w:rsid w:val="00AD4128"/>
    <w:rsid w:val="00AD7705"/>
    <w:rsid w:val="00AD7B27"/>
    <w:rsid w:val="00AE06DB"/>
    <w:rsid w:val="00B057B0"/>
    <w:rsid w:val="00B11AB7"/>
    <w:rsid w:val="00B1414E"/>
    <w:rsid w:val="00B239B4"/>
    <w:rsid w:val="00B3687B"/>
    <w:rsid w:val="00B41B50"/>
    <w:rsid w:val="00B45188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2E90"/>
    <w:rsid w:val="00BE62B4"/>
    <w:rsid w:val="00BE69F6"/>
    <w:rsid w:val="00BF6132"/>
    <w:rsid w:val="00C02C5D"/>
    <w:rsid w:val="00C14A00"/>
    <w:rsid w:val="00C24B77"/>
    <w:rsid w:val="00C2717C"/>
    <w:rsid w:val="00C33A1F"/>
    <w:rsid w:val="00C52372"/>
    <w:rsid w:val="00C52D3B"/>
    <w:rsid w:val="00C53FE3"/>
    <w:rsid w:val="00C55524"/>
    <w:rsid w:val="00C60804"/>
    <w:rsid w:val="00C615A2"/>
    <w:rsid w:val="00C65852"/>
    <w:rsid w:val="00C72B49"/>
    <w:rsid w:val="00C77106"/>
    <w:rsid w:val="00C87836"/>
    <w:rsid w:val="00C913A0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32FFA"/>
    <w:rsid w:val="00D33923"/>
    <w:rsid w:val="00D42466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E541B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51A13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B71F3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746FF"/>
    <w:rsid w:val="00F82E34"/>
    <w:rsid w:val="00F84C8D"/>
    <w:rsid w:val="00FA07A1"/>
    <w:rsid w:val="00FA3E25"/>
    <w:rsid w:val="00FB2C65"/>
    <w:rsid w:val="00FB343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4ABD"/>
  <w15:docId w15:val="{9F1B758F-BB0A-49A2-B2E4-5D81E6956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3672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2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430</Words>
  <Characters>2788</Characters>
  <Application>Microsoft Office Word</Application>
  <DocSecurity>0</DocSecurity>
  <Lines>73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3190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5</cp:revision>
  <cp:lastPrinted>2007-09-03T14:44:00Z</cp:lastPrinted>
  <dcterms:created xsi:type="dcterms:W3CDTF">2021-11-03T15:26:00Z</dcterms:created>
  <dcterms:modified xsi:type="dcterms:W3CDTF">2021-11-04T15:28:00Z</dcterms:modified>
</cp:coreProperties>
</file>