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A5A13" w14:textId="14AF2726" w:rsidR="008C5CE3" w:rsidRDefault="00CF1DA7" w:rsidP="008C5CE3">
      <w:pPr>
        <w:pStyle w:val="berschrift2"/>
      </w:pPr>
      <w:r>
        <w:t xml:space="preserve">Architektonisches </w:t>
      </w:r>
      <w:r w:rsidR="00B47E16">
        <w:t>Wohne</w:t>
      </w:r>
      <w:r>
        <w:t>rlebnis</w:t>
      </w:r>
      <w:r w:rsidR="00B47E16">
        <w:t xml:space="preserve"> mit </w:t>
      </w:r>
      <w:r w:rsidR="00B77B97">
        <w:t xml:space="preserve">SIEGENIA: </w:t>
      </w:r>
      <w:r w:rsidR="00B77B97">
        <w:br/>
        <w:t xml:space="preserve">niveaugleich und </w:t>
      </w:r>
      <w:r w:rsidR="00217866">
        <w:t>mit Nullschwelle</w:t>
      </w:r>
      <w:r w:rsidR="00B77B97">
        <w:t xml:space="preserve"> </w:t>
      </w:r>
    </w:p>
    <w:p w14:paraId="56FE8556" w14:textId="33F73248" w:rsidR="008C5CE3" w:rsidRPr="0090503D" w:rsidRDefault="008C5CE3" w:rsidP="008C5CE3">
      <w:pPr>
        <w:pStyle w:val="berschrift1"/>
      </w:pPr>
      <w:r>
        <w:t>Die Bodenschwelle ECO PASS SKY axxent setzt bei WeberHaus Akzente</w:t>
      </w:r>
    </w:p>
    <w:p w14:paraId="45E485D5" w14:textId="31C920AC" w:rsidR="005E1468" w:rsidRDefault="005E1468" w:rsidP="005E1468"/>
    <w:p w14:paraId="5E1264A1" w14:textId="2381BAD0" w:rsidR="00962462" w:rsidRDefault="00962462" w:rsidP="00BC7221">
      <w:r w:rsidRPr="0081760D">
        <w:t xml:space="preserve">Als Premiumanbieter für Fertighäuser setzt WeberHaus auf hochwertige Lösungen. Die mit dem „Deutschen Traumhauspreis in Silber“ prämierte Luxusvilla im Ausstellungspark </w:t>
      </w:r>
      <w:r w:rsidR="003732C7" w:rsidRPr="0081760D">
        <w:t xml:space="preserve">„World of Living“ </w:t>
      </w:r>
      <w:r w:rsidRPr="0081760D">
        <w:t>in Rheinau</w:t>
      </w:r>
      <w:r w:rsidR="00BF3B0E" w:rsidRPr="0081760D">
        <w:t>-Linx</w:t>
      </w:r>
      <w:r w:rsidR="003732C7" w:rsidRPr="0081760D">
        <w:t xml:space="preserve"> </w:t>
      </w:r>
      <w:r w:rsidRPr="0081760D">
        <w:t>ze</w:t>
      </w:r>
      <w:r w:rsidR="008474D1">
        <w:t>u</w:t>
      </w:r>
      <w:r w:rsidRPr="0081760D">
        <w:t xml:space="preserve">gt </w:t>
      </w:r>
      <w:r w:rsidR="008474D1">
        <w:t>davon</w:t>
      </w:r>
      <w:r w:rsidR="00C66512">
        <w:t>:</w:t>
      </w:r>
      <w:r w:rsidRPr="0081760D">
        <w:t xml:space="preserve"> </w:t>
      </w:r>
      <w:r w:rsidR="00782F6C">
        <w:t>Ihre</w:t>
      </w:r>
      <w:r w:rsidRPr="0081760D">
        <w:t xml:space="preserve"> außergewöhnliche Gebäudearchitektur wird durch eine exklusive Ausstattung unterstrichen, </w:t>
      </w:r>
      <w:r w:rsidR="00C42060">
        <w:t>in der</w:t>
      </w:r>
      <w:r w:rsidRPr="0081760D">
        <w:t xml:space="preserve"> </w:t>
      </w:r>
      <w:r w:rsidR="00C42060">
        <w:t>a</w:t>
      </w:r>
      <w:r w:rsidRPr="0081760D">
        <w:t>llein elf Hebe-Schiebe-Elemente</w:t>
      </w:r>
      <w:r w:rsidR="00C66512">
        <w:t xml:space="preserve"> mit Beschlagtechnik von SIEGENIA </w:t>
      </w:r>
      <w:r w:rsidRPr="0081760D">
        <w:t xml:space="preserve">Licht und Weite in das Gebäude </w:t>
      </w:r>
      <w:r w:rsidR="00C42060" w:rsidRPr="0081760D">
        <w:t>bringen</w:t>
      </w:r>
      <w:r w:rsidRPr="0081760D">
        <w:t xml:space="preserve">. </w:t>
      </w:r>
      <w:r w:rsidR="003732C7" w:rsidRPr="0081760D">
        <w:t>Für Raumkomfort sorgen insbesondere die sechs Elemente i</w:t>
      </w:r>
      <w:r w:rsidRPr="0081760D">
        <w:t>m E</w:t>
      </w:r>
      <w:r w:rsidR="003732C7" w:rsidRPr="0081760D">
        <w:t xml:space="preserve">rdgeschoss </w:t>
      </w:r>
      <w:r w:rsidRPr="0081760D">
        <w:t>mit der niveaugleiche</w:t>
      </w:r>
      <w:r w:rsidR="003732C7" w:rsidRPr="0081760D">
        <w:t>n</w:t>
      </w:r>
      <w:r w:rsidRPr="0081760D">
        <w:t xml:space="preserve"> Bodenschwelle ECO PASS SKY axxent. </w:t>
      </w:r>
    </w:p>
    <w:p w14:paraId="02AB4D6F" w14:textId="737E44B1" w:rsidR="00962462" w:rsidRDefault="00782F6C" w:rsidP="00782F6C">
      <w:pPr>
        <w:pStyle w:val="berschrift4"/>
      </w:pPr>
      <w:r>
        <w:t>Täglicher Mehrwert für die Bewohner</w:t>
      </w:r>
    </w:p>
    <w:p w14:paraId="5409E679" w14:textId="77777777" w:rsidR="00782F6C" w:rsidRDefault="00962462" w:rsidP="00962462">
      <w:r>
        <w:t>„</w:t>
      </w:r>
      <w:r w:rsidR="00E219D4">
        <w:t xml:space="preserve">Das </w:t>
      </w:r>
      <w:r>
        <w:t xml:space="preserve">Interesse an Großflächenelementen </w:t>
      </w:r>
      <w:r w:rsidRPr="00E219D4">
        <w:t xml:space="preserve">mit möglichst </w:t>
      </w:r>
      <w:r w:rsidR="00E219D4" w:rsidRPr="00E219D4">
        <w:t>boden</w:t>
      </w:r>
      <w:r w:rsidRPr="00E219D4">
        <w:t xml:space="preserve">ebenem </w:t>
      </w:r>
      <w:r w:rsidR="00E219D4" w:rsidRPr="00E219D4">
        <w:t>Durch</w:t>
      </w:r>
      <w:r w:rsidRPr="00E219D4">
        <w:t>gang, komfortabler Bedienung und edle</w:t>
      </w:r>
      <w:r w:rsidR="00782F6C">
        <w:t>m</w:t>
      </w:r>
      <w:r w:rsidRPr="00E219D4">
        <w:t xml:space="preserve"> Design </w:t>
      </w:r>
      <w:r>
        <w:t xml:space="preserve">ist zunehmend auch bei jüngeren Bauherren ausgeprägt“, </w:t>
      </w:r>
      <w:r w:rsidR="00BC7221">
        <w:t>berichtet</w:t>
      </w:r>
      <w:r>
        <w:t xml:space="preserve"> Christoph Scheuring, Produktmanager PORTAL bei SIEGENIA. D</w:t>
      </w:r>
      <w:r w:rsidR="00BC7221">
        <w:t>ies</w:t>
      </w:r>
      <w:r>
        <w:t xml:space="preserve">en Erwartungen entspricht </w:t>
      </w:r>
      <w:r w:rsidR="008474D1">
        <w:t xml:space="preserve">WeberHaus </w:t>
      </w:r>
      <w:r w:rsidRPr="00E0101D">
        <w:t xml:space="preserve">seit neuestem </w:t>
      </w:r>
      <w:r w:rsidR="008474D1">
        <w:t xml:space="preserve">auch </w:t>
      </w:r>
      <w:r w:rsidRPr="00454463">
        <w:t>mit</w:t>
      </w:r>
      <w:r w:rsidR="008474D1">
        <w:t xml:space="preserve"> der</w:t>
      </w:r>
      <w:r w:rsidRPr="00E0101D">
        <w:t xml:space="preserve"> </w:t>
      </w:r>
      <w:r w:rsidR="00307826">
        <w:t>Premiuml</w:t>
      </w:r>
      <w:r w:rsidRPr="00E0101D">
        <w:t>ösung</w:t>
      </w:r>
      <w:r w:rsidR="008474D1">
        <w:t xml:space="preserve"> für den </w:t>
      </w:r>
      <w:r w:rsidRPr="00E0101D">
        <w:t xml:space="preserve">Durchgang von drinnen nach draußen: </w:t>
      </w:r>
      <w:r w:rsidR="008474D1">
        <w:t>D</w:t>
      </w:r>
      <w:r w:rsidRPr="00E0101D">
        <w:t>ie</w:t>
      </w:r>
      <w:r w:rsidR="00454463">
        <w:t xml:space="preserve"> niveaugleiche Bodenschwelle</w:t>
      </w:r>
      <w:r w:rsidRPr="00E0101D">
        <w:t xml:space="preserve"> ECO PASS SKY axxent </w:t>
      </w:r>
      <w:r w:rsidR="006516F7" w:rsidRPr="007201DE">
        <w:t xml:space="preserve">senkt die Höhe der Schwelle inklusive der Laufschiene ohne jede Schräge auf 0 mm ab. </w:t>
      </w:r>
    </w:p>
    <w:p w14:paraId="0B913806" w14:textId="77777777" w:rsidR="00782F6C" w:rsidRDefault="00782F6C" w:rsidP="00962462"/>
    <w:p w14:paraId="19AB65FB" w14:textId="38074FE8" w:rsidR="00962462" w:rsidRDefault="00962462" w:rsidP="00962462">
      <w:r>
        <w:t xml:space="preserve">Der Zusatznutzen einer solchen Lösung </w:t>
      </w:r>
      <w:r w:rsidR="008474D1">
        <w:t xml:space="preserve">für </w:t>
      </w:r>
      <w:r w:rsidR="00B77B97">
        <w:t xml:space="preserve">den Fertighaushersteller, der </w:t>
      </w:r>
      <w:r w:rsidR="00782F6C">
        <w:t>bei</w:t>
      </w:r>
      <w:r w:rsidR="00B77B97">
        <w:t xml:space="preserve"> Großflächenelemente</w:t>
      </w:r>
      <w:r w:rsidR="00782F6C">
        <w:t>n</w:t>
      </w:r>
      <w:r w:rsidR="00B77B97">
        <w:t xml:space="preserve"> bereits seit mehreren Jahren auf SIEGENIA setzt,</w:t>
      </w:r>
      <w:r w:rsidR="008474D1">
        <w:t xml:space="preserve"> </w:t>
      </w:r>
      <w:r>
        <w:t>liegt auf der Hand: „</w:t>
      </w:r>
      <w:r w:rsidRPr="00C06C0B">
        <w:t>D</w:t>
      </w:r>
      <w:r w:rsidR="008474D1">
        <w:t>er Nutzungskomfort durch di</w:t>
      </w:r>
      <w:r w:rsidRPr="00C06C0B">
        <w:t xml:space="preserve">e </w:t>
      </w:r>
      <w:r w:rsidR="008474D1">
        <w:t xml:space="preserve">Reduzierung des </w:t>
      </w:r>
      <w:r w:rsidRPr="00C06C0B">
        <w:t>Niveauunterschied</w:t>
      </w:r>
      <w:r w:rsidR="008474D1">
        <w:t>s</w:t>
      </w:r>
      <w:r w:rsidRPr="00C06C0B">
        <w:t xml:space="preserve"> </w:t>
      </w:r>
      <w:r>
        <w:t>zwischen</w:t>
      </w:r>
      <w:r w:rsidRPr="00C06C0B">
        <w:t xml:space="preserve"> Innen- </w:t>
      </w:r>
      <w:r w:rsidR="006B1F95">
        <w:t>und</w:t>
      </w:r>
      <w:r w:rsidRPr="00C06C0B">
        <w:t xml:space="preserve"> Außenbereich </w:t>
      </w:r>
      <w:r>
        <w:t xml:space="preserve">auf </w:t>
      </w:r>
      <w:r w:rsidR="00710A66">
        <w:t>n</w:t>
      </w:r>
      <w:r>
        <w:t xml:space="preserve">ull generiert </w:t>
      </w:r>
      <w:r w:rsidRPr="00C06C0B">
        <w:t xml:space="preserve">einen täglichen Mehrwert für </w:t>
      </w:r>
      <w:r w:rsidR="00307826">
        <w:t>die</w:t>
      </w:r>
      <w:r w:rsidRPr="00C06C0B">
        <w:t xml:space="preserve"> Bewohner</w:t>
      </w:r>
      <w:r w:rsidR="0081760D">
        <w:t>,</w:t>
      </w:r>
      <w:r>
        <w:t>“</w:t>
      </w:r>
      <w:r w:rsidR="0081760D" w:rsidRPr="0081760D">
        <w:t xml:space="preserve"> </w:t>
      </w:r>
      <w:r w:rsidR="0081760D">
        <w:t>erläutert Daniel Eckstein</w:t>
      </w:r>
      <w:r w:rsidR="008474D1">
        <w:t>, L</w:t>
      </w:r>
      <w:r w:rsidR="008474D1" w:rsidRPr="0081517E">
        <w:t xml:space="preserve">eiter Bauplanung bei </w:t>
      </w:r>
      <w:r w:rsidR="008474D1">
        <w:t>WeberHaus</w:t>
      </w:r>
      <w:r w:rsidR="0081760D">
        <w:t>.</w:t>
      </w:r>
    </w:p>
    <w:p w14:paraId="13A7BA98" w14:textId="3827B992" w:rsidR="008474D1" w:rsidRDefault="00782F6C" w:rsidP="00782F6C">
      <w:pPr>
        <w:pStyle w:val="berschrift4"/>
      </w:pPr>
      <w:r w:rsidRPr="00794BD5">
        <w:t>Red Dot-</w:t>
      </w:r>
      <w:r w:rsidR="00794BD5" w:rsidRPr="00794BD5">
        <w:t xml:space="preserve">prämierte </w:t>
      </w:r>
      <w:r w:rsidRPr="00794BD5">
        <w:t>Lösung mit edler Optik</w:t>
      </w:r>
    </w:p>
    <w:p w14:paraId="2D753172" w14:textId="2E4CBEB4" w:rsidR="00710A66" w:rsidRDefault="00782F6C" w:rsidP="00962462">
      <w:r>
        <w:t xml:space="preserve">Für Eigenheimbesitzer ein gutes Argument ist auch das elegante Design von </w:t>
      </w:r>
      <w:r w:rsidR="00962462" w:rsidRPr="007201DE">
        <w:t>ECO PASS SKY axxent</w:t>
      </w:r>
      <w:r w:rsidR="00962462">
        <w:t>. Das fängt bereits bei der optischen Anpassung der Schwelle an das Rahmenmaterial an</w:t>
      </w:r>
      <w:r w:rsidR="00962462">
        <w:rPr>
          <w:rFonts w:cs="Arial"/>
          <w:szCs w:val="20"/>
        </w:rPr>
        <w:t xml:space="preserve">. Optisch ansprechend </w:t>
      </w:r>
      <w:r w:rsidR="00962462" w:rsidRPr="008003F2">
        <w:rPr>
          <w:rFonts w:cs="Arial"/>
          <w:szCs w:val="20"/>
        </w:rPr>
        <w:t xml:space="preserve">ist </w:t>
      </w:r>
      <w:r>
        <w:rPr>
          <w:rFonts w:cs="Arial"/>
          <w:szCs w:val="20"/>
        </w:rPr>
        <w:t>zudem</w:t>
      </w:r>
      <w:r w:rsidR="00962462" w:rsidRPr="008003F2">
        <w:rPr>
          <w:rFonts w:cs="Arial"/>
          <w:szCs w:val="20"/>
        </w:rPr>
        <w:t xml:space="preserve"> die Gestaltung des Festflügels: Durch die Einsparung der </w:t>
      </w:r>
      <w:r>
        <w:rPr>
          <w:rFonts w:cs="Arial"/>
          <w:szCs w:val="20"/>
        </w:rPr>
        <w:t>P</w:t>
      </w:r>
      <w:r w:rsidR="00962462" w:rsidRPr="008003F2">
        <w:rPr>
          <w:rFonts w:cs="Arial"/>
          <w:szCs w:val="20"/>
        </w:rPr>
        <w:t>rofile w</w:t>
      </w:r>
      <w:r w:rsidR="00962462">
        <w:rPr>
          <w:rFonts w:cs="Arial"/>
          <w:szCs w:val="20"/>
        </w:rPr>
        <w:t>ird</w:t>
      </w:r>
      <w:r w:rsidR="00962462" w:rsidRPr="008003F2">
        <w:rPr>
          <w:rFonts w:cs="Arial"/>
          <w:szCs w:val="20"/>
        </w:rPr>
        <w:t xml:space="preserve"> der Glasanteil so weit maximiert, dass das Glas mit der Bodenfläche abschließt.</w:t>
      </w:r>
      <w:r w:rsidR="00962462" w:rsidRPr="00C03711">
        <w:t xml:space="preserve"> </w:t>
      </w:r>
      <w:r w:rsidR="00962462" w:rsidRPr="00816AA2">
        <w:rPr>
          <w:rFonts w:cs="Arial"/>
          <w:szCs w:val="20"/>
        </w:rPr>
        <w:t xml:space="preserve">Harmonisch ist </w:t>
      </w:r>
      <w:r>
        <w:rPr>
          <w:rFonts w:cs="Arial"/>
          <w:szCs w:val="20"/>
        </w:rPr>
        <w:t>nicht zuletzt</w:t>
      </w:r>
      <w:r w:rsidR="00962462" w:rsidRPr="00816AA2">
        <w:rPr>
          <w:rFonts w:cs="Arial"/>
          <w:szCs w:val="20"/>
        </w:rPr>
        <w:t xml:space="preserve"> die Optik im Außenbereich.</w:t>
      </w:r>
      <w:r w:rsidR="00962462">
        <w:rPr>
          <w:rFonts w:cs="Arial"/>
          <w:szCs w:val="20"/>
        </w:rPr>
        <w:t xml:space="preserve"> Dort setzt sich d</w:t>
      </w:r>
      <w:r w:rsidR="00962462" w:rsidRPr="008003F2">
        <w:rPr>
          <w:rFonts w:cs="Arial"/>
          <w:szCs w:val="20"/>
        </w:rPr>
        <w:t>as edle Design des Gitterrosts</w:t>
      </w:r>
      <w:r w:rsidR="00962462">
        <w:rPr>
          <w:rFonts w:cs="Arial"/>
          <w:szCs w:val="20"/>
        </w:rPr>
        <w:t xml:space="preserve"> </w:t>
      </w:r>
      <w:r w:rsidR="00962462" w:rsidRPr="008003F2">
        <w:rPr>
          <w:rFonts w:cs="Arial"/>
          <w:szCs w:val="20"/>
        </w:rPr>
        <w:t xml:space="preserve">für die </w:t>
      </w:r>
      <w:r w:rsidR="00962462">
        <w:rPr>
          <w:rFonts w:cs="Arial"/>
          <w:szCs w:val="20"/>
        </w:rPr>
        <w:t>Schwellene</w:t>
      </w:r>
      <w:r w:rsidR="00962462" w:rsidRPr="008003F2">
        <w:rPr>
          <w:rFonts w:cs="Arial"/>
          <w:szCs w:val="20"/>
        </w:rPr>
        <w:t>ntwässerung</w:t>
      </w:r>
      <w:r w:rsidR="00962462">
        <w:rPr>
          <w:rFonts w:cs="Arial"/>
          <w:szCs w:val="20"/>
        </w:rPr>
        <w:t xml:space="preserve"> nahtlos </w:t>
      </w:r>
      <w:r w:rsidR="00962462" w:rsidRPr="008003F2">
        <w:rPr>
          <w:rFonts w:cs="Arial"/>
          <w:szCs w:val="20"/>
        </w:rPr>
        <w:t xml:space="preserve">bis </w:t>
      </w:r>
      <w:r w:rsidR="00962462">
        <w:rPr>
          <w:rFonts w:cs="Arial"/>
          <w:szCs w:val="20"/>
        </w:rPr>
        <w:t xml:space="preserve">in die </w:t>
      </w:r>
      <w:r w:rsidR="00962462" w:rsidRPr="008003F2">
        <w:rPr>
          <w:rFonts w:cs="Arial"/>
          <w:szCs w:val="20"/>
        </w:rPr>
        <w:t>Entwässerungsrinne fort</w:t>
      </w:r>
      <w:r w:rsidR="00962462">
        <w:t xml:space="preserve">. </w:t>
      </w:r>
      <w:r w:rsidR="00962462" w:rsidRPr="00C92F90">
        <w:rPr>
          <w:rFonts w:cs="Arial"/>
          <w:szCs w:val="20"/>
        </w:rPr>
        <w:t>Für ih</w:t>
      </w:r>
      <w:r w:rsidR="00962462">
        <w:rPr>
          <w:rFonts w:cs="Arial"/>
          <w:szCs w:val="20"/>
        </w:rPr>
        <w:t xml:space="preserve">re wegweisende Gestaltung wurde die Bodenschwelle deshalb </w:t>
      </w:r>
      <w:r w:rsidR="00962462" w:rsidRPr="00EF2E48">
        <w:rPr>
          <w:rFonts w:cs="Arial"/>
          <w:szCs w:val="20"/>
        </w:rPr>
        <w:t>mit dem</w:t>
      </w:r>
      <w:r w:rsidR="00BF3B0E">
        <w:rPr>
          <w:rFonts w:cs="Arial"/>
          <w:szCs w:val="20"/>
        </w:rPr>
        <w:t xml:space="preserve"> renommierten Design-</w:t>
      </w:r>
      <w:r w:rsidR="00BF3B0E">
        <w:rPr>
          <w:rFonts w:cs="Arial"/>
          <w:szCs w:val="20"/>
        </w:rPr>
        <w:lastRenderedPageBreak/>
        <w:t>Award</w:t>
      </w:r>
      <w:r w:rsidR="00962462" w:rsidRPr="00EF2E48">
        <w:rPr>
          <w:rFonts w:cs="Arial"/>
          <w:szCs w:val="20"/>
        </w:rPr>
        <w:t xml:space="preserve"> „Red Dot: Best of the Best 2020“ prämiert</w:t>
      </w:r>
      <w:r w:rsidR="00962462">
        <w:rPr>
          <w:rFonts w:cs="Arial"/>
          <w:szCs w:val="20"/>
        </w:rPr>
        <w:t>.</w:t>
      </w:r>
      <w:r w:rsidR="00426D04" w:rsidRPr="00426D04">
        <w:t xml:space="preserve"> </w:t>
      </w:r>
      <w:r w:rsidR="00426D04">
        <w:t>Auch beim Thema Sicherheit kann ECO PASS SKY axxent mit einer Einbruchhemmung bis RC3 überzeugen.</w:t>
      </w:r>
    </w:p>
    <w:p w14:paraId="513CC346" w14:textId="77777777" w:rsidR="00A84B3A" w:rsidRPr="00E63242" w:rsidRDefault="00A84B3A" w:rsidP="00962462"/>
    <w:p w14:paraId="5612F262" w14:textId="03B5D580" w:rsidR="00307826" w:rsidRDefault="00962462" w:rsidP="00962462">
      <w:r>
        <w:t xml:space="preserve">Technisch ausgereift, zeigt ECO PASS SKY axxent </w:t>
      </w:r>
      <w:r w:rsidR="00782F6C">
        <w:t>darüber hinaus</w:t>
      </w:r>
      <w:r>
        <w:t xml:space="preserve"> beim Thema Bauanschluss Stärken. Zur Gewährleistung einer fachlich hochwertigen Lösung sowie zur Designgleichheit von Bodenschwelle und Entwässerungsrinne kooperiert SIEGENIA mit dem Entwässerungsspezialisten Gutjahr. Aus Sicht von Daniel Eckstein ist das ein Vorteil: „Neben der gefälligen, einheitlichen Optik ermöglichte uns das eine optimale Abstimmung des Entwässerungs- und Anschlusssystems auf die Gestaltung der Außenanlage.“ </w:t>
      </w:r>
    </w:p>
    <w:p w14:paraId="0E90B3F2" w14:textId="33A96D16" w:rsidR="00962462" w:rsidRPr="004C17DD" w:rsidRDefault="00962462" w:rsidP="00962462">
      <w:pPr>
        <w:pStyle w:val="berschrift4"/>
      </w:pPr>
      <w:r w:rsidRPr="004C17DD">
        <w:t xml:space="preserve">Motorische Bedienung </w:t>
      </w:r>
      <w:r w:rsidR="00782F6C">
        <w:t>für Bedienkomfort</w:t>
      </w:r>
      <w:r w:rsidRPr="004C17DD">
        <w:t xml:space="preserve">  </w:t>
      </w:r>
    </w:p>
    <w:p w14:paraId="2B72A7FB" w14:textId="7280BE38" w:rsidR="0048409E" w:rsidRPr="00E637AF" w:rsidRDefault="00782F6C" w:rsidP="0005446F">
      <w:pPr>
        <w:rPr>
          <w:strike/>
          <w:szCs w:val="20"/>
        </w:rPr>
      </w:pPr>
      <w:r>
        <w:t>D</w:t>
      </w:r>
      <w:r w:rsidR="00962462">
        <w:t>ie Motorisierung von Großflächenelementen und ihre Einbindung in Smart Home-Systeme wird nach Einschätzung des WeberHaus-Experten in Zukunft eine immer größere Rolle spielen. „</w:t>
      </w:r>
      <w:r w:rsidR="00962462" w:rsidRPr="001C3B38">
        <w:t>Der motorische Antrieb von Hebe</w:t>
      </w:r>
      <w:r w:rsidR="00962462">
        <w:t>-S</w:t>
      </w:r>
      <w:r w:rsidR="00962462" w:rsidRPr="001C3B38">
        <w:t>chiebe</w:t>
      </w:r>
      <w:r w:rsidR="00962462">
        <w:t>-T</w:t>
      </w:r>
      <w:r w:rsidR="00962462" w:rsidRPr="001C3B38">
        <w:t xml:space="preserve">üren ist aus Sicht </w:t>
      </w:r>
      <w:r w:rsidR="00962462">
        <w:t>von</w:t>
      </w:r>
      <w:r w:rsidR="00962462" w:rsidRPr="001C3B38">
        <w:t xml:space="preserve"> Bauherren ein wesentliches Feature: </w:t>
      </w:r>
      <w:r w:rsidR="00962462">
        <w:t>G</w:t>
      </w:r>
      <w:r w:rsidR="00962462" w:rsidRPr="001C3B38">
        <w:t xml:space="preserve">roße Fensterelemente </w:t>
      </w:r>
      <w:r w:rsidR="00962462">
        <w:t xml:space="preserve">sind </w:t>
      </w:r>
      <w:r w:rsidR="00962462" w:rsidRPr="001C3B38">
        <w:t xml:space="preserve">schwer und folglich nur mit einem gewissen Kraftaufwand in Bewegung zu setzen. </w:t>
      </w:r>
      <w:r w:rsidR="00962462">
        <w:t>W</w:t>
      </w:r>
      <w:r w:rsidR="00962462" w:rsidRPr="001C3B38">
        <w:t xml:space="preserve">ährend des Gleitvorgangs </w:t>
      </w:r>
      <w:r w:rsidR="00962462">
        <w:t xml:space="preserve">hingegen können sie </w:t>
      </w:r>
      <w:r w:rsidR="00962462" w:rsidRPr="001C3B38">
        <w:t>recht schwer zu bremsen sein</w:t>
      </w:r>
      <w:r w:rsidR="00962462">
        <w:t>“, erläutert Daniel Eckstein</w:t>
      </w:r>
      <w:r>
        <w:t>. Eines der</w:t>
      </w:r>
      <w:r w:rsidR="00962462" w:rsidRPr="00426D04">
        <w:t xml:space="preserve"> besonders </w:t>
      </w:r>
      <w:r w:rsidR="00307826">
        <w:t>großen</w:t>
      </w:r>
      <w:r w:rsidR="00962462" w:rsidRPr="00426D04">
        <w:t xml:space="preserve"> Element</w:t>
      </w:r>
      <w:r w:rsidR="00426D04" w:rsidRPr="00426D04">
        <w:t>e</w:t>
      </w:r>
      <w:r w:rsidR="00962462" w:rsidRPr="00426D04">
        <w:t xml:space="preserve"> </w:t>
      </w:r>
      <w:r w:rsidR="00962462">
        <w:t xml:space="preserve">der Villa </w:t>
      </w:r>
      <w:r>
        <w:t xml:space="preserve">ließ er deshalb </w:t>
      </w:r>
      <w:r w:rsidR="00962462">
        <w:t xml:space="preserve">mit </w:t>
      </w:r>
      <w:r>
        <w:t>dem</w:t>
      </w:r>
      <w:r w:rsidR="00962462">
        <w:t xml:space="preserve"> motorischen Antrieb</w:t>
      </w:r>
      <w:r w:rsidR="0005446F" w:rsidRPr="0005446F">
        <w:t xml:space="preserve"> DRIVE axxent HSA smart</w:t>
      </w:r>
      <w:r w:rsidR="00F446CD">
        <w:t xml:space="preserve"> von </w:t>
      </w:r>
      <w:r w:rsidR="00110BA3">
        <w:t>SIEGENIA</w:t>
      </w:r>
      <w:r>
        <w:t xml:space="preserve"> ausstatten</w:t>
      </w:r>
      <w:r w:rsidR="00110BA3">
        <w:t>.</w:t>
      </w:r>
      <w:r w:rsidR="0005446F">
        <w:t xml:space="preserve"> Das </w:t>
      </w:r>
      <w:r w:rsidR="00426D04" w:rsidRPr="00426D04">
        <w:t>vollautomatische, teilverdeckte Antriebssystem</w:t>
      </w:r>
      <w:r w:rsidR="0005446F">
        <w:t xml:space="preserve"> ist </w:t>
      </w:r>
      <w:r w:rsidR="0048409E">
        <w:t>optisch elegant</w:t>
      </w:r>
      <w:r w:rsidR="00307826">
        <w:t xml:space="preserve"> und</w:t>
      </w:r>
      <w:r w:rsidR="0048409E">
        <w:t xml:space="preserve"> </w:t>
      </w:r>
      <w:r w:rsidR="0048409E">
        <w:rPr>
          <w:szCs w:val="20"/>
        </w:rPr>
        <w:t xml:space="preserve">überzeugt durch </w:t>
      </w:r>
      <w:r w:rsidR="00307826">
        <w:rPr>
          <w:szCs w:val="20"/>
        </w:rPr>
        <w:t>seinen</w:t>
      </w:r>
      <w:r w:rsidR="0048409E">
        <w:rPr>
          <w:szCs w:val="20"/>
        </w:rPr>
        <w:t xml:space="preserve"> verdeckt liegenden Hebeantrieb </w:t>
      </w:r>
      <w:r w:rsidR="00307826">
        <w:rPr>
          <w:szCs w:val="20"/>
        </w:rPr>
        <w:t xml:space="preserve">sowie </w:t>
      </w:r>
      <w:r w:rsidR="0048409E">
        <w:rPr>
          <w:szCs w:val="20"/>
        </w:rPr>
        <w:t xml:space="preserve">einen dezenten, flachen Bedienknopf. </w:t>
      </w:r>
      <w:r w:rsidR="00110BA3">
        <w:rPr>
          <w:szCs w:val="20"/>
        </w:rPr>
        <w:t xml:space="preserve">Das </w:t>
      </w:r>
      <w:r w:rsidR="006B1F95">
        <w:rPr>
          <w:szCs w:val="20"/>
        </w:rPr>
        <w:t>Handling</w:t>
      </w:r>
      <w:r w:rsidR="0048409E">
        <w:rPr>
          <w:szCs w:val="20"/>
        </w:rPr>
        <w:t xml:space="preserve"> ist </w:t>
      </w:r>
      <w:r w:rsidR="00110BA3">
        <w:rPr>
          <w:szCs w:val="20"/>
        </w:rPr>
        <w:t>komfortabel</w:t>
      </w:r>
      <w:r>
        <w:rPr>
          <w:szCs w:val="20"/>
        </w:rPr>
        <w:t xml:space="preserve">: Das </w:t>
      </w:r>
      <w:r w:rsidR="0048409E">
        <w:rPr>
          <w:szCs w:val="20"/>
        </w:rPr>
        <w:t>Öffnen und Schließen des Flügels erfolgt wahlweise über den Bedienknopf, per Funkfernbedienung oder über die SIEGENIA Comfort App.</w:t>
      </w:r>
      <w:r w:rsidR="0048409E" w:rsidRPr="0048409E">
        <w:rPr>
          <w:szCs w:val="20"/>
        </w:rPr>
        <w:t xml:space="preserve"> </w:t>
      </w:r>
    </w:p>
    <w:p w14:paraId="68A30D1E" w14:textId="44F28013" w:rsidR="0048409E" w:rsidRDefault="0048409E" w:rsidP="0048409E"/>
    <w:p w14:paraId="2628348B" w14:textId="60EEB0B5" w:rsidR="00110BA3" w:rsidRDefault="00110BA3" w:rsidP="0048409E"/>
    <w:p w14:paraId="3FFE0684" w14:textId="1A79B89D" w:rsidR="00110BA3" w:rsidRDefault="00110BA3" w:rsidP="0048409E"/>
    <w:p w14:paraId="4AAC13B6" w14:textId="77777777" w:rsidR="00110BA3" w:rsidRDefault="00110BA3" w:rsidP="0048409E"/>
    <w:p w14:paraId="76057AC9" w14:textId="25704550" w:rsidR="00BB505C" w:rsidRDefault="00BB505C" w:rsidP="0048409E"/>
    <w:p w14:paraId="1B370617" w14:textId="77777777" w:rsidR="00794BD5" w:rsidRDefault="00794BD5" w:rsidP="0048409E"/>
    <w:p w14:paraId="555B3F83" w14:textId="1137FC5B" w:rsidR="008C5CE3" w:rsidRDefault="008C5CE3" w:rsidP="008C5CE3">
      <w:pPr>
        <w:pStyle w:val="berschrift4"/>
      </w:pPr>
      <w:r>
        <w:t xml:space="preserve">Bildunterschriften </w:t>
      </w:r>
    </w:p>
    <w:p w14:paraId="28A07A9B" w14:textId="77777777" w:rsidR="008C5CE3" w:rsidRDefault="008C5CE3" w:rsidP="008C5CE3">
      <w:r>
        <w:t>Bildquelle: SIEGENIA</w:t>
      </w:r>
    </w:p>
    <w:p w14:paraId="2F8C4302" w14:textId="77777777" w:rsidR="008C5CE3" w:rsidRPr="002A7F37" w:rsidRDefault="008C5CE3" w:rsidP="008C5CE3"/>
    <w:p w14:paraId="30BB0586" w14:textId="77777777" w:rsidR="00201AE5" w:rsidRPr="00D129AE" w:rsidRDefault="00201AE5" w:rsidP="00201AE5">
      <w:pPr>
        <w:rPr>
          <w:bCs/>
          <w:i/>
        </w:rPr>
      </w:pPr>
      <w:r w:rsidRPr="00D129AE">
        <w:rPr>
          <w:bCs/>
          <w:i/>
        </w:rPr>
        <w:t xml:space="preserve">Motiv I: </w:t>
      </w:r>
      <w:r>
        <w:rPr>
          <w:bCs/>
          <w:i/>
        </w:rPr>
        <w:t>siegenia_weberhaus_04-2021_13_front</w:t>
      </w:r>
      <w:r w:rsidRPr="00D129AE">
        <w:rPr>
          <w:bCs/>
          <w:i/>
        </w:rPr>
        <w:t xml:space="preserve">.jpg </w:t>
      </w:r>
    </w:p>
    <w:p w14:paraId="11CFB209" w14:textId="77777777" w:rsidR="00201AE5" w:rsidRPr="00D129AE" w:rsidRDefault="00201AE5" w:rsidP="00201AE5">
      <w:r>
        <w:t xml:space="preserve">Die repräsentative </w:t>
      </w:r>
      <w:r w:rsidRPr="00C425CB">
        <w:t>Luxusvilla</w:t>
      </w:r>
      <w:r>
        <w:t xml:space="preserve"> </w:t>
      </w:r>
      <w:r w:rsidRPr="00C425CB">
        <w:t xml:space="preserve">im </w:t>
      </w:r>
      <w:r>
        <w:t>WeberHaus-</w:t>
      </w:r>
      <w:r w:rsidRPr="00C425CB">
        <w:t xml:space="preserve">Ausstellungspark </w:t>
      </w:r>
      <w:r w:rsidRPr="003732C7">
        <w:t>„World of Living“</w:t>
      </w:r>
      <w:r>
        <w:t xml:space="preserve"> besticht durch ihre</w:t>
      </w:r>
      <w:r w:rsidRPr="00C425CB">
        <w:t xml:space="preserve"> außergewöhnliche Gebäudearchitektur </w:t>
      </w:r>
      <w:r>
        <w:t xml:space="preserve">und </w:t>
      </w:r>
      <w:r w:rsidRPr="00C425CB">
        <w:t>eine exklusive Ausstattung</w:t>
      </w:r>
      <w:r>
        <w:t xml:space="preserve">. </w:t>
      </w:r>
      <w:r w:rsidRPr="00C425CB">
        <w:t xml:space="preserve">Allein elf Hebe-Schiebe-Elemente </w:t>
      </w:r>
      <w:r>
        <w:t xml:space="preserve">sorgen dort für </w:t>
      </w:r>
      <w:r w:rsidRPr="00C425CB">
        <w:t>Licht und Weite.</w:t>
      </w:r>
    </w:p>
    <w:p w14:paraId="623BFB3E" w14:textId="77777777" w:rsidR="008C5CE3" w:rsidRDefault="008C5CE3" w:rsidP="008C5CE3"/>
    <w:p w14:paraId="39427B97" w14:textId="049CBC93" w:rsidR="008C5CE3" w:rsidRPr="00D129AE" w:rsidRDefault="008C5CE3" w:rsidP="008C5CE3">
      <w:pPr>
        <w:rPr>
          <w:bCs/>
          <w:i/>
        </w:rPr>
      </w:pPr>
      <w:r w:rsidRPr="005579F8">
        <w:rPr>
          <w:bCs/>
          <w:i/>
        </w:rPr>
        <w:t>Motiv I</w:t>
      </w:r>
      <w:r w:rsidR="003E03DB">
        <w:rPr>
          <w:bCs/>
          <w:i/>
        </w:rPr>
        <w:t>I</w:t>
      </w:r>
      <w:r w:rsidRPr="005579F8">
        <w:rPr>
          <w:bCs/>
          <w:i/>
        </w:rPr>
        <w:t xml:space="preserve">: </w:t>
      </w:r>
      <w:bookmarkStart w:id="0" w:name="_Hlk74144638"/>
      <w:r w:rsidRPr="005579F8">
        <w:rPr>
          <w:bCs/>
          <w:i/>
        </w:rPr>
        <w:t xml:space="preserve"> siegenia_weberhaus_04-2021_18.jpg  </w:t>
      </w:r>
      <w:bookmarkEnd w:id="0"/>
    </w:p>
    <w:p w14:paraId="468C1324" w14:textId="77777777" w:rsidR="008C5CE3" w:rsidRDefault="008C5CE3" w:rsidP="008C5CE3">
      <w:r>
        <w:t xml:space="preserve">Bodenebene </w:t>
      </w:r>
      <w:r>
        <w:rPr>
          <w:rFonts w:cs="Arial"/>
          <w:szCs w:val="20"/>
        </w:rPr>
        <w:t>Hebe-</w:t>
      </w:r>
      <w:r w:rsidRPr="005267D0">
        <w:rPr>
          <w:rFonts w:cs="Arial"/>
          <w:szCs w:val="20"/>
        </w:rPr>
        <w:t>Schiebe</w:t>
      </w:r>
      <w:r>
        <w:rPr>
          <w:rFonts w:cs="Arial"/>
          <w:szCs w:val="20"/>
        </w:rPr>
        <w:t>-Elemente</w:t>
      </w:r>
      <w:r w:rsidRPr="005267D0">
        <w:rPr>
          <w:rFonts w:cs="Arial"/>
          <w:szCs w:val="20"/>
        </w:rPr>
        <w:t xml:space="preserve"> </w:t>
      </w:r>
      <w:r>
        <w:t>schaffen im gesamten Erdgeschoss eine gelungene Verbindung zwischen drinnen und draußen und sorgen mit ihrem edlen Design für ein hohes Maß an Raumkomfort.</w:t>
      </w:r>
    </w:p>
    <w:p w14:paraId="06C72A44" w14:textId="77777777" w:rsidR="008C5CE3" w:rsidRDefault="008C5CE3" w:rsidP="008C5CE3"/>
    <w:p w14:paraId="21AD328B" w14:textId="2624E69E" w:rsidR="008C5CE3" w:rsidRPr="00D129AE" w:rsidRDefault="008C5CE3" w:rsidP="008C5CE3">
      <w:pPr>
        <w:rPr>
          <w:bCs/>
          <w:i/>
        </w:rPr>
      </w:pPr>
      <w:r w:rsidRPr="00D129AE">
        <w:rPr>
          <w:bCs/>
          <w:i/>
        </w:rPr>
        <w:t>Motiv I</w:t>
      </w:r>
      <w:r w:rsidR="003E03DB">
        <w:rPr>
          <w:bCs/>
          <w:i/>
        </w:rPr>
        <w:t>II</w:t>
      </w:r>
      <w:r w:rsidRPr="00D129AE">
        <w:rPr>
          <w:bCs/>
          <w:i/>
        </w:rPr>
        <w:t xml:space="preserve">: </w:t>
      </w:r>
      <w:r>
        <w:rPr>
          <w:bCs/>
          <w:i/>
        </w:rPr>
        <w:t>siegenia_weberhaus_04-2021_31</w:t>
      </w:r>
      <w:r w:rsidRPr="00D129AE">
        <w:rPr>
          <w:bCs/>
          <w:i/>
        </w:rPr>
        <w:t>.jpg</w:t>
      </w:r>
    </w:p>
    <w:p w14:paraId="0C78CF0C" w14:textId="3D638E19" w:rsidR="008C5CE3" w:rsidRDefault="008C5CE3" w:rsidP="008C5CE3">
      <w:r>
        <w:rPr>
          <w:rFonts w:cs="Arial"/>
          <w:szCs w:val="20"/>
        </w:rPr>
        <w:t xml:space="preserve">Im </w:t>
      </w:r>
      <w:r w:rsidRPr="005267D0">
        <w:rPr>
          <w:rFonts w:cs="Arial"/>
          <w:szCs w:val="20"/>
        </w:rPr>
        <w:t>Innenhof</w:t>
      </w:r>
      <w:r>
        <w:rPr>
          <w:rFonts w:cs="Arial"/>
          <w:szCs w:val="20"/>
        </w:rPr>
        <w:t xml:space="preserve"> </w:t>
      </w:r>
      <w:r w:rsidR="003E03DB">
        <w:rPr>
          <w:rFonts w:cs="Arial"/>
          <w:szCs w:val="20"/>
        </w:rPr>
        <w:t>sorgt</w:t>
      </w:r>
      <w:r>
        <w:rPr>
          <w:rFonts w:cs="Arial"/>
          <w:szCs w:val="20"/>
        </w:rPr>
        <w:t xml:space="preserve"> ein </w:t>
      </w:r>
      <w:r w:rsidRPr="005267D0">
        <w:rPr>
          <w:rFonts w:cs="Arial"/>
          <w:szCs w:val="20"/>
        </w:rPr>
        <w:t xml:space="preserve">imposanter Olivenbaum </w:t>
      </w:r>
      <w:r w:rsidR="003E03DB">
        <w:rPr>
          <w:rFonts w:cs="Arial"/>
          <w:szCs w:val="20"/>
        </w:rPr>
        <w:t xml:space="preserve">für </w:t>
      </w:r>
      <w:r>
        <w:rPr>
          <w:rFonts w:cs="Arial"/>
          <w:szCs w:val="20"/>
        </w:rPr>
        <w:t>mediterranes Flair</w:t>
      </w:r>
      <w:r w:rsidRPr="005267D0">
        <w:rPr>
          <w:rFonts w:cs="Arial"/>
          <w:szCs w:val="20"/>
        </w:rPr>
        <w:t xml:space="preserve">. </w:t>
      </w:r>
      <w:r>
        <w:rPr>
          <w:rFonts w:cs="Arial"/>
          <w:szCs w:val="20"/>
        </w:rPr>
        <w:t>S</w:t>
      </w:r>
      <w:r w:rsidRPr="005267D0">
        <w:rPr>
          <w:rFonts w:cs="Arial"/>
          <w:szCs w:val="20"/>
        </w:rPr>
        <w:t xml:space="preserve">chwellenlose </w:t>
      </w:r>
      <w:r>
        <w:t xml:space="preserve">Großflächenelemente </w:t>
      </w:r>
      <w:r w:rsidRPr="005267D0">
        <w:rPr>
          <w:rFonts w:cs="Arial"/>
          <w:szCs w:val="20"/>
        </w:rPr>
        <w:t xml:space="preserve">ziehen </w:t>
      </w:r>
      <w:r>
        <w:rPr>
          <w:rFonts w:cs="Arial"/>
          <w:szCs w:val="20"/>
        </w:rPr>
        <w:t xml:space="preserve">den attraktiven Blickfang wie auch das Tageslicht des </w:t>
      </w:r>
      <w:r w:rsidRPr="005267D0">
        <w:rPr>
          <w:rFonts w:cs="Arial"/>
          <w:szCs w:val="20"/>
        </w:rPr>
        <w:t>Garten</w:t>
      </w:r>
      <w:r>
        <w:rPr>
          <w:rFonts w:cs="Arial"/>
          <w:szCs w:val="20"/>
        </w:rPr>
        <w:t>s</w:t>
      </w:r>
      <w:r w:rsidRPr="005267D0">
        <w:rPr>
          <w:rFonts w:cs="Arial"/>
          <w:szCs w:val="20"/>
        </w:rPr>
        <w:t xml:space="preserve"> in das Haus</w:t>
      </w:r>
      <w:r>
        <w:rPr>
          <w:rFonts w:cs="Arial"/>
          <w:szCs w:val="20"/>
        </w:rPr>
        <w:t xml:space="preserve"> hinein</w:t>
      </w:r>
      <w:r w:rsidRPr="005267D0">
        <w:rPr>
          <w:rFonts w:cs="Arial"/>
          <w:szCs w:val="20"/>
        </w:rPr>
        <w:t>.</w:t>
      </w:r>
    </w:p>
    <w:p w14:paraId="11ABBCF4" w14:textId="77777777" w:rsidR="008C5CE3" w:rsidRPr="00D129AE" w:rsidRDefault="008C5CE3" w:rsidP="008C5CE3"/>
    <w:p w14:paraId="69EE3FFD" w14:textId="553DE089" w:rsidR="00C378CD" w:rsidRPr="00D129AE" w:rsidRDefault="00C378CD" w:rsidP="00C378CD">
      <w:pPr>
        <w:rPr>
          <w:bCs/>
          <w:i/>
        </w:rPr>
      </w:pPr>
      <w:r w:rsidRPr="00D129AE">
        <w:rPr>
          <w:bCs/>
          <w:i/>
        </w:rPr>
        <w:t xml:space="preserve">Motiv </w:t>
      </w:r>
      <w:r w:rsidR="005579F8">
        <w:rPr>
          <w:bCs/>
          <w:i/>
        </w:rPr>
        <w:t>V</w:t>
      </w:r>
      <w:r w:rsidRPr="00D129AE">
        <w:rPr>
          <w:bCs/>
          <w:i/>
        </w:rPr>
        <w:t xml:space="preserve">: </w:t>
      </w:r>
      <w:r>
        <w:rPr>
          <w:bCs/>
          <w:i/>
        </w:rPr>
        <w:t>siegenia_weberhaus_04-2021_</w:t>
      </w:r>
      <w:r w:rsidR="00381446">
        <w:rPr>
          <w:bCs/>
          <w:i/>
        </w:rPr>
        <w:t>21</w:t>
      </w:r>
      <w:r w:rsidRPr="00D129AE">
        <w:rPr>
          <w:bCs/>
          <w:i/>
        </w:rPr>
        <w:t xml:space="preserve">.jpg </w:t>
      </w:r>
    </w:p>
    <w:p w14:paraId="4E347A83" w14:textId="77777777" w:rsidR="003E03DB" w:rsidRDefault="003E03DB" w:rsidP="003E03DB">
      <w:r>
        <w:t>Premiuml</w:t>
      </w:r>
      <w:r w:rsidRPr="00E0101D">
        <w:t>ösung</w:t>
      </w:r>
      <w:r>
        <w:t xml:space="preserve"> für den </w:t>
      </w:r>
      <w:r w:rsidRPr="00E0101D">
        <w:t>Durchgang von drinnen nach draußen</w:t>
      </w:r>
      <w:r>
        <w:t>: D</w:t>
      </w:r>
      <w:r w:rsidRPr="00E0101D">
        <w:t>ie</w:t>
      </w:r>
      <w:r>
        <w:t xml:space="preserve"> niveaugleiche Bodenschwelle</w:t>
      </w:r>
      <w:r w:rsidRPr="00E0101D">
        <w:t xml:space="preserve"> ECO PASS SKY axxent</w:t>
      </w:r>
      <w:r w:rsidRPr="007201DE">
        <w:t xml:space="preserve"> senkt die Höhe der Schwelle ohne jede Schräge auf 0 mm ab</w:t>
      </w:r>
      <w:r>
        <w:t xml:space="preserve"> und ergänzt mit ihrem </w:t>
      </w:r>
      <w:r w:rsidRPr="00C06C0B">
        <w:t>hochwertige</w:t>
      </w:r>
      <w:r>
        <w:t>n</w:t>
      </w:r>
      <w:r w:rsidRPr="00C06C0B">
        <w:t xml:space="preserve"> Design </w:t>
      </w:r>
      <w:r>
        <w:t>das edle</w:t>
      </w:r>
      <w:r w:rsidRPr="00C06C0B">
        <w:t xml:space="preserve"> Gesamtbild.</w:t>
      </w:r>
    </w:p>
    <w:p w14:paraId="47C54A62" w14:textId="77777777" w:rsidR="008D7633" w:rsidRPr="00E14DD8" w:rsidRDefault="008D7633" w:rsidP="008D7633">
      <w:pPr>
        <w:rPr>
          <w:szCs w:val="20"/>
        </w:rPr>
      </w:pPr>
    </w:p>
    <w:p w14:paraId="76C35BED" w14:textId="77777777" w:rsidR="008D7633" w:rsidRPr="00E14DD8" w:rsidRDefault="008D7633" w:rsidP="008D7633">
      <w:pPr>
        <w:rPr>
          <w:szCs w:val="20"/>
        </w:rPr>
      </w:pPr>
    </w:p>
    <w:p w14:paraId="3FAA9A7E" w14:textId="43B5CB3A" w:rsidR="008D7633" w:rsidRDefault="008D7633" w:rsidP="008D7633">
      <w:pPr>
        <w:rPr>
          <w:szCs w:val="20"/>
        </w:rPr>
      </w:pPr>
    </w:p>
    <w:p w14:paraId="30423A8D" w14:textId="44257B95" w:rsidR="00BB505C" w:rsidRDefault="00BB505C" w:rsidP="008D7633">
      <w:pPr>
        <w:rPr>
          <w:szCs w:val="20"/>
        </w:rPr>
      </w:pPr>
    </w:p>
    <w:p w14:paraId="6D02EE46" w14:textId="6E248B27" w:rsidR="00BB505C" w:rsidRDefault="00BB505C" w:rsidP="008D7633">
      <w:pPr>
        <w:rPr>
          <w:szCs w:val="20"/>
        </w:rPr>
      </w:pPr>
    </w:p>
    <w:p w14:paraId="0AFB3D4C" w14:textId="27D93763" w:rsidR="00BB505C" w:rsidRDefault="00BB505C" w:rsidP="008D7633">
      <w:pPr>
        <w:rPr>
          <w:szCs w:val="20"/>
        </w:rPr>
      </w:pPr>
    </w:p>
    <w:p w14:paraId="532E8BC8" w14:textId="39657FE2" w:rsidR="00BB505C" w:rsidRDefault="00BB505C" w:rsidP="008D7633">
      <w:pPr>
        <w:rPr>
          <w:szCs w:val="20"/>
        </w:rPr>
      </w:pPr>
    </w:p>
    <w:p w14:paraId="0FA0566C" w14:textId="417DC855" w:rsidR="00BB505C" w:rsidRDefault="00BB505C" w:rsidP="008D7633">
      <w:pPr>
        <w:rPr>
          <w:szCs w:val="20"/>
        </w:rPr>
      </w:pPr>
    </w:p>
    <w:p w14:paraId="117B42FE" w14:textId="043B10C1" w:rsidR="00BB505C" w:rsidRDefault="00BB505C" w:rsidP="008D7633">
      <w:pPr>
        <w:rPr>
          <w:szCs w:val="20"/>
        </w:rPr>
      </w:pPr>
    </w:p>
    <w:p w14:paraId="68FE7F06" w14:textId="0F4EDAEA" w:rsidR="00BB505C" w:rsidRDefault="00BB505C" w:rsidP="008D7633">
      <w:pPr>
        <w:rPr>
          <w:szCs w:val="20"/>
        </w:rPr>
      </w:pPr>
    </w:p>
    <w:p w14:paraId="5F30EB51" w14:textId="5CC7FE86" w:rsidR="00BB505C" w:rsidRDefault="00BB505C" w:rsidP="008D7633">
      <w:pPr>
        <w:rPr>
          <w:szCs w:val="20"/>
        </w:rPr>
      </w:pPr>
    </w:p>
    <w:p w14:paraId="7B3DC314" w14:textId="77777777" w:rsidR="00BB505C" w:rsidRPr="00E14DD8" w:rsidRDefault="00BB505C" w:rsidP="008D7633">
      <w:pPr>
        <w:rPr>
          <w:szCs w:val="20"/>
        </w:rPr>
      </w:pPr>
    </w:p>
    <w:p w14:paraId="0EF5B64F" w14:textId="77777777" w:rsidR="008D7633" w:rsidRPr="00E14DD8" w:rsidRDefault="008D7633" w:rsidP="008D7633">
      <w:pPr>
        <w:rPr>
          <w:szCs w:val="20"/>
        </w:rPr>
      </w:pPr>
    </w:p>
    <w:p w14:paraId="035FA2B6"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A13FDE4" w14:textId="77777777" w:rsidTr="0044187A">
        <w:tc>
          <w:tcPr>
            <w:tcW w:w="3348" w:type="dxa"/>
            <w:tcBorders>
              <w:top w:val="nil"/>
              <w:left w:val="nil"/>
              <w:bottom w:val="nil"/>
              <w:right w:val="nil"/>
            </w:tcBorders>
          </w:tcPr>
          <w:p w14:paraId="06F1C177" w14:textId="77777777" w:rsidR="008D7633" w:rsidRPr="0044187A" w:rsidRDefault="008D7633" w:rsidP="007A5EB4">
            <w:pPr>
              <w:pStyle w:val="Formatvorlage2"/>
              <w:rPr>
                <w:u w:val="single"/>
              </w:rPr>
            </w:pPr>
            <w:r w:rsidRPr="0044187A">
              <w:rPr>
                <w:u w:val="single"/>
              </w:rPr>
              <w:t>Herausgeber</w:t>
            </w:r>
          </w:p>
          <w:p w14:paraId="03979F31" w14:textId="77777777" w:rsidR="008D7633" w:rsidRDefault="008D7633" w:rsidP="007A5EB4">
            <w:pPr>
              <w:pStyle w:val="Formatvorlage2"/>
            </w:pPr>
            <w:r>
              <w:t xml:space="preserve">SIEGENIA </w:t>
            </w:r>
            <w:r w:rsidR="00486878">
              <w:t>GRUPPE</w:t>
            </w:r>
          </w:p>
          <w:p w14:paraId="6AC2CDAD" w14:textId="77777777" w:rsidR="008D7633" w:rsidRDefault="008D7633" w:rsidP="007A5EB4">
            <w:pPr>
              <w:pStyle w:val="Formatvorlage2"/>
            </w:pPr>
            <w:r>
              <w:t>Marketing-Kommunikation</w:t>
            </w:r>
          </w:p>
          <w:p w14:paraId="4E594C80" w14:textId="77777777" w:rsidR="008D7633" w:rsidRDefault="008D7633" w:rsidP="007A5EB4">
            <w:pPr>
              <w:pStyle w:val="Formatvorlage2"/>
            </w:pPr>
            <w:r>
              <w:t>Industriestraße 1</w:t>
            </w:r>
            <w:r w:rsidR="000D0C02">
              <w:t>-</w:t>
            </w:r>
            <w:r>
              <w:t>3</w:t>
            </w:r>
          </w:p>
          <w:p w14:paraId="52D89E7E" w14:textId="77777777" w:rsidR="008D7633" w:rsidRDefault="008D7633" w:rsidP="007A5EB4">
            <w:pPr>
              <w:pStyle w:val="Formatvorlage2"/>
            </w:pPr>
            <w:r>
              <w:t>D - 57234 Wilnsdorf</w:t>
            </w:r>
          </w:p>
          <w:p w14:paraId="5B45395D" w14:textId="77777777" w:rsidR="008D7633" w:rsidRDefault="00FD182E" w:rsidP="007A5EB4">
            <w:pPr>
              <w:pStyle w:val="Formatvorlage2"/>
            </w:pPr>
            <w:r>
              <w:t xml:space="preserve">Tel.: </w:t>
            </w:r>
            <w:r w:rsidR="008D7633">
              <w:t>+49 271</w:t>
            </w:r>
            <w:r w:rsidR="0088698F">
              <w:t xml:space="preserve"> </w:t>
            </w:r>
            <w:r>
              <w:t>39</w:t>
            </w:r>
            <w:r w:rsidR="008D7633">
              <w:t>31-412</w:t>
            </w:r>
          </w:p>
          <w:p w14:paraId="09B68CB7" w14:textId="77777777" w:rsidR="008D7633" w:rsidRDefault="008D7633" w:rsidP="007A5EB4">
            <w:pPr>
              <w:pStyle w:val="Formatvorlage2"/>
            </w:pPr>
            <w:r>
              <w:t>Fax: +49 271</w:t>
            </w:r>
            <w:r w:rsidR="0088698F">
              <w:t xml:space="preserve"> </w:t>
            </w:r>
            <w:r>
              <w:t>3931-77412</w:t>
            </w:r>
          </w:p>
          <w:p w14:paraId="3B40F97C"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6AFDBF2" w14:textId="77777777" w:rsidR="002E59D6" w:rsidRDefault="00510191" w:rsidP="007A5EB4">
            <w:pPr>
              <w:pStyle w:val="Formatvorlage2"/>
            </w:pPr>
            <w:r>
              <w:t>www.siegenia</w:t>
            </w:r>
            <w:r w:rsidR="008D7633">
              <w:t>.</w:t>
            </w:r>
            <w:r>
              <w:t>com</w:t>
            </w:r>
          </w:p>
          <w:p w14:paraId="63959AD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D6238B1" w14:textId="77777777" w:rsidR="008D7633" w:rsidRPr="0044187A" w:rsidRDefault="008D7633" w:rsidP="007A5EB4">
            <w:pPr>
              <w:pStyle w:val="Formatvorlage2"/>
              <w:rPr>
                <w:u w:val="single"/>
              </w:rPr>
            </w:pPr>
            <w:r w:rsidRPr="0044187A">
              <w:rPr>
                <w:u w:val="single"/>
              </w:rPr>
              <w:t>Redaktion / Ansprechpartner</w:t>
            </w:r>
          </w:p>
          <w:p w14:paraId="3C25D18B" w14:textId="77777777" w:rsidR="008D7633" w:rsidRDefault="008D7633" w:rsidP="007A5EB4">
            <w:pPr>
              <w:pStyle w:val="Formatvorlage2"/>
            </w:pPr>
            <w:r>
              <w:t>Kemper Kommunikation</w:t>
            </w:r>
          </w:p>
          <w:p w14:paraId="11E48310" w14:textId="77777777" w:rsidR="00122FEC" w:rsidRPr="00C33A1F" w:rsidRDefault="00122FEC" w:rsidP="00122FEC">
            <w:pPr>
              <w:pStyle w:val="Formatvorlage2"/>
            </w:pPr>
            <w:r>
              <w:t xml:space="preserve">Kirsten </w:t>
            </w:r>
            <w:r w:rsidRPr="00C33A1F">
              <w:t xml:space="preserve">Kemper </w:t>
            </w:r>
          </w:p>
          <w:p w14:paraId="0684ADD2" w14:textId="77777777" w:rsidR="00122FEC" w:rsidRPr="00C33A1F" w:rsidRDefault="00122FEC" w:rsidP="00122FEC">
            <w:pPr>
              <w:pStyle w:val="Formatvorlage2"/>
            </w:pPr>
            <w:r>
              <w:t>Am Milchbornbach 10</w:t>
            </w:r>
          </w:p>
          <w:p w14:paraId="2B0CFCD3"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2C4BF296"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8A6265A" w14:textId="77777777" w:rsidR="008D7633" w:rsidRDefault="00716BDB" w:rsidP="007A5EB4">
            <w:pPr>
              <w:pStyle w:val="Formatvorlage2"/>
            </w:pPr>
            <w:r w:rsidRPr="004333E8">
              <w:t>www.kemper-kommunikation.de</w:t>
            </w:r>
          </w:p>
          <w:p w14:paraId="191A3DF0" w14:textId="77777777" w:rsidR="00716BDB" w:rsidRPr="003F183E" w:rsidRDefault="00716BDB" w:rsidP="007A5EB4">
            <w:pPr>
              <w:pStyle w:val="Formatvorlage2"/>
            </w:pPr>
          </w:p>
        </w:tc>
        <w:tc>
          <w:tcPr>
            <w:tcW w:w="1800" w:type="dxa"/>
            <w:tcBorders>
              <w:top w:val="nil"/>
              <w:left w:val="nil"/>
              <w:bottom w:val="nil"/>
              <w:right w:val="nil"/>
            </w:tcBorders>
          </w:tcPr>
          <w:p w14:paraId="1EC6E1C1" w14:textId="77777777" w:rsidR="008D7633" w:rsidRPr="0044187A" w:rsidRDefault="008D7633" w:rsidP="007A5EB4">
            <w:pPr>
              <w:pStyle w:val="Formatvorlage2"/>
              <w:rPr>
                <w:u w:val="single"/>
              </w:rPr>
            </w:pPr>
            <w:r w:rsidRPr="0044187A">
              <w:rPr>
                <w:u w:val="single"/>
              </w:rPr>
              <w:t>Text - Info</w:t>
            </w:r>
          </w:p>
          <w:p w14:paraId="4ECF5A1E" w14:textId="5D0C82AF" w:rsidR="008D7633" w:rsidRPr="00C33A1F" w:rsidRDefault="008D7633" w:rsidP="007A5EB4">
            <w:pPr>
              <w:pStyle w:val="Formatvorlage2"/>
            </w:pPr>
            <w:r w:rsidRPr="00C33A1F">
              <w:t xml:space="preserve">Seiten: </w:t>
            </w:r>
            <w:r w:rsidR="00A84B3A">
              <w:t>2</w:t>
            </w:r>
          </w:p>
          <w:p w14:paraId="03C102CD" w14:textId="79F86E4D" w:rsidR="008D7633" w:rsidRPr="00C33A1F" w:rsidRDefault="008D7633" w:rsidP="007A5EB4">
            <w:pPr>
              <w:pStyle w:val="Formatvorlage2"/>
            </w:pPr>
            <w:r>
              <w:t xml:space="preserve">Wörter: </w:t>
            </w:r>
            <w:r w:rsidR="00A84B3A">
              <w:t>501</w:t>
            </w:r>
          </w:p>
          <w:p w14:paraId="1E95140B" w14:textId="1827E775" w:rsidR="008D7633" w:rsidRPr="00C33A1F" w:rsidRDefault="008D7633" w:rsidP="007A5EB4">
            <w:pPr>
              <w:pStyle w:val="Formatvorlage2"/>
            </w:pPr>
            <w:r w:rsidRPr="00C33A1F">
              <w:t xml:space="preserve">Zeichen: </w:t>
            </w:r>
            <w:r w:rsidR="00A84B3A">
              <w:t xml:space="preserve">3 </w:t>
            </w:r>
            <w:r w:rsidR="00BB505C">
              <w:t>7</w:t>
            </w:r>
            <w:r w:rsidR="00A84B3A">
              <w:t>87</w:t>
            </w:r>
            <w:r w:rsidRPr="00C33A1F">
              <w:br/>
              <w:t>(mit Leerzeichen)</w:t>
            </w:r>
          </w:p>
          <w:p w14:paraId="582EABDB" w14:textId="77777777" w:rsidR="008D7633" w:rsidRDefault="008D7633" w:rsidP="007A5EB4">
            <w:pPr>
              <w:pStyle w:val="Formatvorlage2"/>
            </w:pPr>
          </w:p>
          <w:p w14:paraId="1183E3CD" w14:textId="717CA573" w:rsidR="008D7633" w:rsidRPr="00C33A1F" w:rsidRDefault="008D7633" w:rsidP="007A5EB4">
            <w:pPr>
              <w:pStyle w:val="Formatvorlage2"/>
            </w:pPr>
            <w:r>
              <w:t xml:space="preserve">erstellt am: </w:t>
            </w:r>
            <w:r w:rsidR="00A84B3A">
              <w:t>27</w:t>
            </w:r>
            <w:r>
              <w:t>.</w:t>
            </w:r>
            <w:r w:rsidR="00486878">
              <w:t>0</w:t>
            </w:r>
            <w:r w:rsidR="008C5CE3">
              <w:t>7</w:t>
            </w:r>
            <w:r>
              <w:t>.20</w:t>
            </w:r>
            <w:r w:rsidR="00122FEC">
              <w:t>2</w:t>
            </w:r>
            <w:r w:rsidR="00193059">
              <w:t>1</w:t>
            </w:r>
          </w:p>
          <w:p w14:paraId="0BC6F0E3" w14:textId="77777777" w:rsidR="008D7633" w:rsidRPr="0044187A" w:rsidRDefault="008D7633" w:rsidP="007A5EB4">
            <w:pPr>
              <w:pStyle w:val="Formatvorlage2"/>
              <w:rPr>
                <w:szCs w:val="20"/>
              </w:rPr>
            </w:pPr>
          </w:p>
        </w:tc>
      </w:tr>
      <w:tr w:rsidR="008D7633" w:rsidRPr="0044187A" w14:paraId="4A18C80F" w14:textId="77777777" w:rsidTr="0044187A">
        <w:tc>
          <w:tcPr>
            <w:tcW w:w="8208" w:type="dxa"/>
            <w:gridSpan w:val="3"/>
            <w:tcBorders>
              <w:top w:val="nil"/>
              <w:left w:val="nil"/>
              <w:bottom w:val="nil"/>
              <w:right w:val="nil"/>
            </w:tcBorders>
          </w:tcPr>
          <w:p w14:paraId="1C001455" w14:textId="77777777" w:rsidR="008D7633" w:rsidRPr="003F183E" w:rsidRDefault="008D7633" w:rsidP="007A5EB4">
            <w:pPr>
              <w:pStyle w:val="Formatvorlage2"/>
            </w:pPr>
            <w:r w:rsidRPr="003F183E">
              <w:t>Bei Veröffentlichung von Bild- oder Textmaterial bitten wir um Zusendung eines Belegexemplars.</w:t>
            </w:r>
          </w:p>
        </w:tc>
      </w:tr>
    </w:tbl>
    <w:p w14:paraId="33BFD6B8"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8D41" w14:textId="77777777" w:rsidR="00C57920" w:rsidRDefault="00C57920">
      <w:r>
        <w:separator/>
      </w:r>
    </w:p>
  </w:endnote>
  <w:endnote w:type="continuationSeparator" w:id="0">
    <w:p w14:paraId="45564EAD" w14:textId="77777777" w:rsidR="00C57920" w:rsidRDefault="00C57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A9A30" w14:textId="77777777" w:rsidR="00800B7F" w:rsidRDefault="00800B7F"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B0EB3" w14:textId="77777777" w:rsidR="00C57920" w:rsidRDefault="00C57920">
      <w:r>
        <w:separator/>
      </w:r>
    </w:p>
  </w:footnote>
  <w:footnote w:type="continuationSeparator" w:id="0">
    <w:p w14:paraId="252ED5A4" w14:textId="77777777" w:rsidR="00C57920" w:rsidRDefault="00C57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D585" w14:textId="77777777" w:rsidR="00800B7F" w:rsidRDefault="00800B7F">
    <w:pPr>
      <w:pStyle w:val="Kopfzeile"/>
    </w:pPr>
    <w:r>
      <w:rPr>
        <w:noProof/>
      </w:rPr>
      <w:drawing>
        <wp:anchor distT="0" distB="0" distL="114300" distR="114300" simplePos="0" relativeHeight="251657728" behindDoc="1" locked="0" layoutInCell="1" allowOverlap="1" wp14:anchorId="198164F9" wp14:editId="140B6F8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3D766C"/>
    <w:multiLevelType w:val="hybridMultilevel"/>
    <w:tmpl w:val="A31CF4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A6010C"/>
    <w:multiLevelType w:val="hybridMultilevel"/>
    <w:tmpl w:val="1E644920"/>
    <w:lvl w:ilvl="0" w:tplc="967EFB1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F16BB8"/>
    <w:multiLevelType w:val="hybridMultilevel"/>
    <w:tmpl w:val="BDC256AE"/>
    <w:lvl w:ilvl="0" w:tplc="08D05B4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2468BB"/>
    <w:multiLevelType w:val="hybridMultilevel"/>
    <w:tmpl w:val="D5E432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73D358C"/>
    <w:multiLevelType w:val="hybridMultilevel"/>
    <w:tmpl w:val="EEA03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5"/>
  </w:num>
  <w:num w:numId="5">
    <w:abstractNumId w:val="8"/>
  </w:num>
  <w:num w:numId="6">
    <w:abstractNumId w:val="1"/>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059"/>
    <w:rsid w:val="000024D9"/>
    <w:rsid w:val="00003256"/>
    <w:rsid w:val="000079A3"/>
    <w:rsid w:val="00011D5C"/>
    <w:rsid w:val="00011E7E"/>
    <w:rsid w:val="0001449A"/>
    <w:rsid w:val="0001520C"/>
    <w:rsid w:val="00025D49"/>
    <w:rsid w:val="00026907"/>
    <w:rsid w:val="000330A1"/>
    <w:rsid w:val="00040EBF"/>
    <w:rsid w:val="0005446F"/>
    <w:rsid w:val="00064165"/>
    <w:rsid w:val="00065D4A"/>
    <w:rsid w:val="0006749D"/>
    <w:rsid w:val="000675C7"/>
    <w:rsid w:val="00071EF6"/>
    <w:rsid w:val="00090045"/>
    <w:rsid w:val="00095303"/>
    <w:rsid w:val="000A1DF0"/>
    <w:rsid w:val="000A5CA3"/>
    <w:rsid w:val="000C1C2A"/>
    <w:rsid w:val="000D0C02"/>
    <w:rsid w:val="000D1C35"/>
    <w:rsid w:val="000D2A27"/>
    <w:rsid w:val="000D4874"/>
    <w:rsid w:val="000E19FF"/>
    <w:rsid w:val="000E424C"/>
    <w:rsid w:val="000E4F3D"/>
    <w:rsid w:val="000F2936"/>
    <w:rsid w:val="000F3722"/>
    <w:rsid w:val="000F565C"/>
    <w:rsid w:val="000F67C4"/>
    <w:rsid w:val="001025BB"/>
    <w:rsid w:val="00102BFA"/>
    <w:rsid w:val="0010792E"/>
    <w:rsid w:val="00110BA3"/>
    <w:rsid w:val="001128F1"/>
    <w:rsid w:val="00122F20"/>
    <w:rsid w:val="00122FEC"/>
    <w:rsid w:val="001362C1"/>
    <w:rsid w:val="00137BD1"/>
    <w:rsid w:val="00145B48"/>
    <w:rsid w:val="0015253C"/>
    <w:rsid w:val="001528A1"/>
    <w:rsid w:val="001529E6"/>
    <w:rsid w:val="0015584A"/>
    <w:rsid w:val="00156B0C"/>
    <w:rsid w:val="00166476"/>
    <w:rsid w:val="00166FB7"/>
    <w:rsid w:val="00171C51"/>
    <w:rsid w:val="0017287B"/>
    <w:rsid w:val="00193059"/>
    <w:rsid w:val="001B32EE"/>
    <w:rsid w:val="001B616A"/>
    <w:rsid w:val="001B7003"/>
    <w:rsid w:val="001C39FF"/>
    <w:rsid w:val="001C3B38"/>
    <w:rsid w:val="001C6DE6"/>
    <w:rsid w:val="001D0D1E"/>
    <w:rsid w:val="001D26E4"/>
    <w:rsid w:val="001D2C50"/>
    <w:rsid w:val="001E0780"/>
    <w:rsid w:val="001E1DA6"/>
    <w:rsid w:val="001E4E39"/>
    <w:rsid w:val="001E7049"/>
    <w:rsid w:val="001F3432"/>
    <w:rsid w:val="00201AE5"/>
    <w:rsid w:val="00203AB7"/>
    <w:rsid w:val="002043FE"/>
    <w:rsid w:val="002046D3"/>
    <w:rsid w:val="002125D7"/>
    <w:rsid w:val="002150D7"/>
    <w:rsid w:val="00217866"/>
    <w:rsid w:val="00235E74"/>
    <w:rsid w:val="00236E7E"/>
    <w:rsid w:val="00246605"/>
    <w:rsid w:val="00253494"/>
    <w:rsid w:val="00254A9B"/>
    <w:rsid w:val="00255FE8"/>
    <w:rsid w:val="00272508"/>
    <w:rsid w:val="002769DE"/>
    <w:rsid w:val="00280FFC"/>
    <w:rsid w:val="002819C3"/>
    <w:rsid w:val="0028314E"/>
    <w:rsid w:val="00287ADD"/>
    <w:rsid w:val="002A202C"/>
    <w:rsid w:val="002A64A7"/>
    <w:rsid w:val="002A66AA"/>
    <w:rsid w:val="002A7D28"/>
    <w:rsid w:val="002A7F37"/>
    <w:rsid w:val="002B2FBC"/>
    <w:rsid w:val="002B55C4"/>
    <w:rsid w:val="002C00E2"/>
    <w:rsid w:val="002C36FE"/>
    <w:rsid w:val="002C5A66"/>
    <w:rsid w:val="002C6D41"/>
    <w:rsid w:val="002D7D94"/>
    <w:rsid w:val="002E1C17"/>
    <w:rsid w:val="002E2E5E"/>
    <w:rsid w:val="002E48B5"/>
    <w:rsid w:val="002E59D6"/>
    <w:rsid w:val="002F18BB"/>
    <w:rsid w:val="002F466F"/>
    <w:rsid w:val="002F51CE"/>
    <w:rsid w:val="003014DD"/>
    <w:rsid w:val="00306882"/>
    <w:rsid w:val="00307080"/>
    <w:rsid w:val="00307826"/>
    <w:rsid w:val="0031150D"/>
    <w:rsid w:val="003136F5"/>
    <w:rsid w:val="00324F84"/>
    <w:rsid w:val="00326F7E"/>
    <w:rsid w:val="003347DE"/>
    <w:rsid w:val="003356C2"/>
    <w:rsid w:val="00344B6F"/>
    <w:rsid w:val="003450D2"/>
    <w:rsid w:val="00350ACA"/>
    <w:rsid w:val="003514C3"/>
    <w:rsid w:val="00354075"/>
    <w:rsid w:val="00357C43"/>
    <w:rsid w:val="00364939"/>
    <w:rsid w:val="00364DEF"/>
    <w:rsid w:val="0036517D"/>
    <w:rsid w:val="003732C7"/>
    <w:rsid w:val="00374007"/>
    <w:rsid w:val="00375A48"/>
    <w:rsid w:val="0038107A"/>
    <w:rsid w:val="00381446"/>
    <w:rsid w:val="0038244F"/>
    <w:rsid w:val="0038276B"/>
    <w:rsid w:val="00383BC9"/>
    <w:rsid w:val="0038499F"/>
    <w:rsid w:val="00390131"/>
    <w:rsid w:val="003914C5"/>
    <w:rsid w:val="00392D5F"/>
    <w:rsid w:val="003967A2"/>
    <w:rsid w:val="003A0655"/>
    <w:rsid w:val="003A1BA5"/>
    <w:rsid w:val="003B4646"/>
    <w:rsid w:val="003C2756"/>
    <w:rsid w:val="003D61A2"/>
    <w:rsid w:val="003D69F0"/>
    <w:rsid w:val="003E03DB"/>
    <w:rsid w:val="003E0D26"/>
    <w:rsid w:val="003E378F"/>
    <w:rsid w:val="003E4C38"/>
    <w:rsid w:val="003F1B13"/>
    <w:rsid w:val="00404D54"/>
    <w:rsid w:val="00406E03"/>
    <w:rsid w:val="00412778"/>
    <w:rsid w:val="00417355"/>
    <w:rsid w:val="004176D4"/>
    <w:rsid w:val="00420F79"/>
    <w:rsid w:val="00421226"/>
    <w:rsid w:val="004215E2"/>
    <w:rsid w:val="00421903"/>
    <w:rsid w:val="00426D04"/>
    <w:rsid w:val="004333E8"/>
    <w:rsid w:val="004415F4"/>
    <w:rsid w:val="0044187A"/>
    <w:rsid w:val="00446899"/>
    <w:rsid w:val="00447689"/>
    <w:rsid w:val="004530F8"/>
    <w:rsid w:val="00454463"/>
    <w:rsid w:val="0046235C"/>
    <w:rsid w:val="004629AD"/>
    <w:rsid w:val="004636AF"/>
    <w:rsid w:val="00464DCF"/>
    <w:rsid w:val="00474BF4"/>
    <w:rsid w:val="00476EBF"/>
    <w:rsid w:val="004806AF"/>
    <w:rsid w:val="0048409E"/>
    <w:rsid w:val="00486878"/>
    <w:rsid w:val="004876A6"/>
    <w:rsid w:val="00487E56"/>
    <w:rsid w:val="004A704E"/>
    <w:rsid w:val="004A73C7"/>
    <w:rsid w:val="004B62AB"/>
    <w:rsid w:val="004C011D"/>
    <w:rsid w:val="004C4FDA"/>
    <w:rsid w:val="004C503A"/>
    <w:rsid w:val="004D0E57"/>
    <w:rsid w:val="004D228D"/>
    <w:rsid w:val="004D2886"/>
    <w:rsid w:val="004E057A"/>
    <w:rsid w:val="004E2322"/>
    <w:rsid w:val="004E2BD7"/>
    <w:rsid w:val="004E3AF9"/>
    <w:rsid w:val="004E3C1E"/>
    <w:rsid w:val="004F0598"/>
    <w:rsid w:val="00510191"/>
    <w:rsid w:val="005122DF"/>
    <w:rsid w:val="00514404"/>
    <w:rsid w:val="005254BE"/>
    <w:rsid w:val="005267D0"/>
    <w:rsid w:val="00545953"/>
    <w:rsid w:val="00550585"/>
    <w:rsid w:val="00552DC0"/>
    <w:rsid w:val="0055550C"/>
    <w:rsid w:val="005579F8"/>
    <w:rsid w:val="00563E60"/>
    <w:rsid w:val="00592833"/>
    <w:rsid w:val="005A214B"/>
    <w:rsid w:val="005A2C12"/>
    <w:rsid w:val="005A3512"/>
    <w:rsid w:val="005A3974"/>
    <w:rsid w:val="005A5DC6"/>
    <w:rsid w:val="005A6A38"/>
    <w:rsid w:val="005A7C57"/>
    <w:rsid w:val="005C476F"/>
    <w:rsid w:val="005D1296"/>
    <w:rsid w:val="005D31BC"/>
    <w:rsid w:val="005E06F2"/>
    <w:rsid w:val="005E1468"/>
    <w:rsid w:val="005E3E61"/>
    <w:rsid w:val="005F2A75"/>
    <w:rsid w:val="005F3D5F"/>
    <w:rsid w:val="005F7B2E"/>
    <w:rsid w:val="0060009D"/>
    <w:rsid w:val="006016B0"/>
    <w:rsid w:val="00601FDB"/>
    <w:rsid w:val="00604069"/>
    <w:rsid w:val="0060758A"/>
    <w:rsid w:val="00607DE7"/>
    <w:rsid w:val="0061051B"/>
    <w:rsid w:val="006123D4"/>
    <w:rsid w:val="0061253D"/>
    <w:rsid w:val="006127D5"/>
    <w:rsid w:val="00615C25"/>
    <w:rsid w:val="00615D08"/>
    <w:rsid w:val="00617358"/>
    <w:rsid w:val="00617D76"/>
    <w:rsid w:val="00624D35"/>
    <w:rsid w:val="00625553"/>
    <w:rsid w:val="006279BD"/>
    <w:rsid w:val="0063031B"/>
    <w:rsid w:val="00630405"/>
    <w:rsid w:val="00634A59"/>
    <w:rsid w:val="006446D6"/>
    <w:rsid w:val="006516F7"/>
    <w:rsid w:val="00656A7F"/>
    <w:rsid w:val="00656FEE"/>
    <w:rsid w:val="00666602"/>
    <w:rsid w:val="00667448"/>
    <w:rsid w:val="0068381A"/>
    <w:rsid w:val="00684324"/>
    <w:rsid w:val="006866DF"/>
    <w:rsid w:val="00692205"/>
    <w:rsid w:val="0069350B"/>
    <w:rsid w:val="006944D9"/>
    <w:rsid w:val="006A2FD7"/>
    <w:rsid w:val="006A32A3"/>
    <w:rsid w:val="006A6045"/>
    <w:rsid w:val="006A7184"/>
    <w:rsid w:val="006B0B5D"/>
    <w:rsid w:val="006B1F95"/>
    <w:rsid w:val="006B6CD1"/>
    <w:rsid w:val="006B7979"/>
    <w:rsid w:val="006C044C"/>
    <w:rsid w:val="006C31B8"/>
    <w:rsid w:val="006C3711"/>
    <w:rsid w:val="006C4B4E"/>
    <w:rsid w:val="006C6D45"/>
    <w:rsid w:val="006E1BE9"/>
    <w:rsid w:val="006E5CC8"/>
    <w:rsid w:val="006F3F86"/>
    <w:rsid w:val="006F41DF"/>
    <w:rsid w:val="006F439E"/>
    <w:rsid w:val="00701954"/>
    <w:rsid w:val="00703943"/>
    <w:rsid w:val="007046C4"/>
    <w:rsid w:val="00710A66"/>
    <w:rsid w:val="007148FF"/>
    <w:rsid w:val="00716BDB"/>
    <w:rsid w:val="00717456"/>
    <w:rsid w:val="007201DE"/>
    <w:rsid w:val="00724168"/>
    <w:rsid w:val="00725112"/>
    <w:rsid w:val="00730E66"/>
    <w:rsid w:val="00734A46"/>
    <w:rsid w:val="00737DE1"/>
    <w:rsid w:val="00751517"/>
    <w:rsid w:val="00757DDE"/>
    <w:rsid w:val="00764AAC"/>
    <w:rsid w:val="007667DE"/>
    <w:rsid w:val="0077579F"/>
    <w:rsid w:val="00782F6C"/>
    <w:rsid w:val="007871C1"/>
    <w:rsid w:val="00790516"/>
    <w:rsid w:val="0079193B"/>
    <w:rsid w:val="00792808"/>
    <w:rsid w:val="00794A4F"/>
    <w:rsid w:val="00794BD5"/>
    <w:rsid w:val="007A5EB4"/>
    <w:rsid w:val="007A6E1C"/>
    <w:rsid w:val="007B5EEC"/>
    <w:rsid w:val="007C50D1"/>
    <w:rsid w:val="007C5C24"/>
    <w:rsid w:val="007D1CC6"/>
    <w:rsid w:val="007E2B7F"/>
    <w:rsid w:val="007E72A3"/>
    <w:rsid w:val="007F01EF"/>
    <w:rsid w:val="007F2AA4"/>
    <w:rsid w:val="007F3F54"/>
    <w:rsid w:val="007F43E0"/>
    <w:rsid w:val="00800B7F"/>
    <w:rsid w:val="00801D78"/>
    <w:rsid w:val="00805FFE"/>
    <w:rsid w:val="008078CF"/>
    <w:rsid w:val="008100A5"/>
    <w:rsid w:val="0081517E"/>
    <w:rsid w:val="008171AF"/>
    <w:rsid w:val="0081760D"/>
    <w:rsid w:val="0083465B"/>
    <w:rsid w:val="00835351"/>
    <w:rsid w:val="008366E0"/>
    <w:rsid w:val="00840F1C"/>
    <w:rsid w:val="008429DC"/>
    <w:rsid w:val="008439BA"/>
    <w:rsid w:val="008449A6"/>
    <w:rsid w:val="008474D1"/>
    <w:rsid w:val="0085079E"/>
    <w:rsid w:val="00852D9D"/>
    <w:rsid w:val="00853823"/>
    <w:rsid w:val="00855B60"/>
    <w:rsid w:val="00855EA9"/>
    <w:rsid w:val="00857800"/>
    <w:rsid w:val="008621DC"/>
    <w:rsid w:val="0086386E"/>
    <w:rsid w:val="00871847"/>
    <w:rsid w:val="008767D3"/>
    <w:rsid w:val="0088698F"/>
    <w:rsid w:val="00894ADF"/>
    <w:rsid w:val="008A6F1F"/>
    <w:rsid w:val="008B068D"/>
    <w:rsid w:val="008B0763"/>
    <w:rsid w:val="008C0E74"/>
    <w:rsid w:val="008C2D34"/>
    <w:rsid w:val="008C3491"/>
    <w:rsid w:val="008C5079"/>
    <w:rsid w:val="008C5CE3"/>
    <w:rsid w:val="008D2B30"/>
    <w:rsid w:val="008D3232"/>
    <w:rsid w:val="008D6128"/>
    <w:rsid w:val="008D66BA"/>
    <w:rsid w:val="008D7633"/>
    <w:rsid w:val="008E3D3F"/>
    <w:rsid w:val="009008E5"/>
    <w:rsid w:val="0090503D"/>
    <w:rsid w:val="00910883"/>
    <w:rsid w:val="0092580A"/>
    <w:rsid w:val="00932B16"/>
    <w:rsid w:val="0093490C"/>
    <w:rsid w:val="0093607D"/>
    <w:rsid w:val="0093664F"/>
    <w:rsid w:val="00943EB0"/>
    <w:rsid w:val="00945CA5"/>
    <w:rsid w:val="009553BC"/>
    <w:rsid w:val="009557EA"/>
    <w:rsid w:val="009562FE"/>
    <w:rsid w:val="009564FC"/>
    <w:rsid w:val="009613C1"/>
    <w:rsid w:val="009617D4"/>
    <w:rsid w:val="00962462"/>
    <w:rsid w:val="00963959"/>
    <w:rsid w:val="00963D60"/>
    <w:rsid w:val="0096600A"/>
    <w:rsid w:val="00985430"/>
    <w:rsid w:val="0098631A"/>
    <w:rsid w:val="00991B4A"/>
    <w:rsid w:val="00996C2A"/>
    <w:rsid w:val="009A0898"/>
    <w:rsid w:val="009B067B"/>
    <w:rsid w:val="009B4822"/>
    <w:rsid w:val="009B5300"/>
    <w:rsid w:val="009B5B85"/>
    <w:rsid w:val="009B5C94"/>
    <w:rsid w:val="009B5DE9"/>
    <w:rsid w:val="009B703C"/>
    <w:rsid w:val="009D04E5"/>
    <w:rsid w:val="009D0CC8"/>
    <w:rsid w:val="009D2E0A"/>
    <w:rsid w:val="009D6C04"/>
    <w:rsid w:val="009E28F9"/>
    <w:rsid w:val="009E4A13"/>
    <w:rsid w:val="009E7597"/>
    <w:rsid w:val="00A12A8B"/>
    <w:rsid w:val="00A14556"/>
    <w:rsid w:val="00A17D84"/>
    <w:rsid w:val="00A22DF2"/>
    <w:rsid w:val="00A23065"/>
    <w:rsid w:val="00A2339E"/>
    <w:rsid w:val="00A24651"/>
    <w:rsid w:val="00A25EB9"/>
    <w:rsid w:val="00A32395"/>
    <w:rsid w:val="00A40AB4"/>
    <w:rsid w:val="00A5131C"/>
    <w:rsid w:val="00A52E88"/>
    <w:rsid w:val="00A5539B"/>
    <w:rsid w:val="00A64B65"/>
    <w:rsid w:val="00A6502B"/>
    <w:rsid w:val="00A661F8"/>
    <w:rsid w:val="00A6672B"/>
    <w:rsid w:val="00A67C0F"/>
    <w:rsid w:val="00A73605"/>
    <w:rsid w:val="00A80162"/>
    <w:rsid w:val="00A82224"/>
    <w:rsid w:val="00A84B3A"/>
    <w:rsid w:val="00A87496"/>
    <w:rsid w:val="00A927D0"/>
    <w:rsid w:val="00A94356"/>
    <w:rsid w:val="00A969C2"/>
    <w:rsid w:val="00A9705C"/>
    <w:rsid w:val="00A97B0A"/>
    <w:rsid w:val="00AA224C"/>
    <w:rsid w:val="00AA6262"/>
    <w:rsid w:val="00AA7B4A"/>
    <w:rsid w:val="00AB1EC7"/>
    <w:rsid w:val="00AB3E5B"/>
    <w:rsid w:val="00AC19FB"/>
    <w:rsid w:val="00AD3825"/>
    <w:rsid w:val="00AD4128"/>
    <w:rsid w:val="00AD7705"/>
    <w:rsid w:val="00AD7B27"/>
    <w:rsid w:val="00AE06DB"/>
    <w:rsid w:val="00AE355A"/>
    <w:rsid w:val="00AF7125"/>
    <w:rsid w:val="00B00A5F"/>
    <w:rsid w:val="00B057B0"/>
    <w:rsid w:val="00B11AB7"/>
    <w:rsid w:val="00B239B4"/>
    <w:rsid w:val="00B25DA1"/>
    <w:rsid w:val="00B3526F"/>
    <w:rsid w:val="00B3687B"/>
    <w:rsid w:val="00B41B50"/>
    <w:rsid w:val="00B420A0"/>
    <w:rsid w:val="00B429BF"/>
    <w:rsid w:val="00B4591C"/>
    <w:rsid w:val="00B47777"/>
    <w:rsid w:val="00B47ADF"/>
    <w:rsid w:val="00B47E16"/>
    <w:rsid w:val="00B51C9C"/>
    <w:rsid w:val="00B55070"/>
    <w:rsid w:val="00B618CF"/>
    <w:rsid w:val="00B62ECB"/>
    <w:rsid w:val="00B63C95"/>
    <w:rsid w:val="00B63E35"/>
    <w:rsid w:val="00B66D77"/>
    <w:rsid w:val="00B76B87"/>
    <w:rsid w:val="00B77B97"/>
    <w:rsid w:val="00B8276D"/>
    <w:rsid w:val="00B84773"/>
    <w:rsid w:val="00B86FEA"/>
    <w:rsid w:val="00B908A8"/>
    <w:rsid w:val="00B92EF0"/>
    <w:rsid w:val="00B93961"/>
    <w:rsid w:val="00B941B7"/>
    <w:rsid w:val="00B94F7C"/>
    <w:rsid w:val="00BA5B2A"/>
    <w:rsid w:val="00BB505C"/>
    <w:rsid w:val="00BC7221"/>
    <w:rsid w:val="00BD76B1"/>
    <w:rsid w:val="00BE62B4"/>
    <w:rsid w:val="00BE69F6"/>
    <w:rsid w:val="00BF19FA"/>
    <w:rsid w:val="00BF3A18"/>
    <w:rsid w:val="00BF3B0E"/>
    <w:rsid w:val="00BF6132"/>
    <w:rsid w:val="00C0098C"/>
    <w:rsid w:val="00C02C5D"/>
    <w:rsid w:val="00C04D58"/>
    <w:rsid w:val="00C06C0B"/>
    <w:rsid w:val="00C14A00"/>
    <w:rsid w:val="00C24B77"/>
    <w:rsid w:val="00C2717C"/>
    <w:rsid w:val="00C33A1F"/>
    <w:rsid w:val="00C378CD"/>
    <w:rsid w:val="00C42060"/>
    <w:rsid w:val="00C425CB"/>
    <w:rsid w:val="00C46E40"/>
    <w:rsid w:val="00C51B09"/>
    <w:rsid w:val="00C52D3B"/>
    <w:rsid w:val="00C532F4"/>
    <w:rsid w:val="00C53FE3"/>
    <w:rsid w:val="00C55524"/>
    <w:rsid w:val="00C57920"/>
    <w:rsid w:val="00C60D66"/>
    <w:rsid w:val="00C615A2"/>
    <w:rsid w:val="00C64065"/>
    <w:rsid w:val="00C65852"/>
    <w:rsid w:val="00C66512"/>
    <w:rsid w:val="00C72B49"/>
    <w:rsid w:val="00C77106"/>
    <w:rsid w:val="00C77289"/>
    <w:rsid w:val="00C87836"/>
    <w:rsid w:val="00C92A2E"/>
    <w:rsid w:val="00CA66F5"/>
    <w:rsid w:val="00CA6BD1"/>
    <w:rsid w:val="00CB1373"/>
    <w:rsid w:val="00CB1E34"/>
    <w:rsid w:val="00CB537E"/>
    <w:rsid w:val="00CD078C"/>
    <w:rsid w:val="00CD322D"/>
    <w:rsid w:val="00CD7620"/>
    <w:rsid w:val="00CE16F1"/>
    <w:rsid w:val="00CE5038"/>
    <w:rsid w:val="00CE5448"/>
    <w:rsid w:val="00CE5488"/>
    <w:rsid w:val="00CE63E0"/>
    <w:rsid w:val="00CF0841"/>
    <w:rsid w:val="00CF1DA7"/>
    <w:rsid w:val="00CF3657"/>
    <w:rsid w:val="00CF6534"/>
    <w:rsid w:val="00CF72EF"/>
    <w:rsid w:val="00CF7462"/>
    <w:rsid w:val="00D00FB2"/>
    <w:rsid w:val="00D04FE4"/>
    <w:rsid w:val="00D1499D"/>
    <w:rsid w:val="00D313A4"/>
    <w:rsid w:val="00D32108"/>
    <w:rsid w:val="00D32FCB"/>
    <w:rsid w:val="00D37594"/>
    <w:rsid w:val="00D45693"/>
    <w:rsid w:val="00D47D4E"/>
    <w:rsid w:val="00D50DA2"/>
    <w:rsid w:val="00D55DC3"/>
    <w:rsid w:val="00D57457"/>
    <w:rsid w:val="00D64F60"/>
    <w:rsid w:val="00D71496"/>
    <w:rsid w:val="00D939AA"/>
    <w:rsid w:val="00D94651"/>
    <w:rsid w:val="00D95B36"/>
    <w:rsid w:val="00D97B79"/>
    <w:rsid w:val="00DA2035"/>
    <w:rsid w:val="00DA2153"/>
    <w:rsid w:val="00DA2662"/>
    <w:rsid w:val="00DB2F68"/>
    <w:rsid w:val="00DB3A52"/>
    <w:rsid w:val="00DB44DA"/>
    <w:rsid w:val="00DB4ACB"/>
    <w:rsid w:val="00DB568E"/>
    <w:rsid w:val="00DC032C"/>
    <w:rsid w:val="00DC1F2A"/>
    <w:rsid w:val="00DC534A"/>
    <w:rsid w:val="00DC5E1E"/>
    <w:rsid w:val="00DD5E9D"/>
    <w:rsid w:val="00DE3025"/>
    <w:rsid w:val="00DE3C29"/>
    <w:rsid w:val="00DF1C10"/>
    <w:rsid w:val="00DF1EE2"/>
    <w:rsid w:val="00DF381A"/>
    <w:rsid w:val="00E0101D"/>
    <w:rsid w:val="00E03F6F"/>
    <w:rsid w:val="00E04C83"/>
    <w:rsid w:val="00E05551"/>
    <w:rsid w:val="00E06731"/>
    <w:rsid w:val="00E07775"/>
    <w:rsid w:val="00E14DD8"/>
    <w:rsid w:val="00E155F0"/>
    <w:rsid w:val="00E16189"/>
    <w:rsid w:val="00E17E89"/>
    <w:rsid w:val="00E20D4D"/>
    <w:rsid w:val="00E219D4"/>
    <w:rsid w:val="00E22A76"/>
    <w:rsid w:val="00E2358B"/>
    <w:rsid w:val="00E324CB"/>
    <w:rsid w:val="00E34020"/>
    <w:rsid w:val="00E3479A"/>
    <w:rsid w:val="00E37A34"/>
    <w:rsid w:val="00E6313B"/>
    <w:rsid w:val="00E63242"/>
    <w:rsid w:val="00E66783"/>
    <w:rsid w:val="00E739A5"/>
    <w:rsid w:val="00E76C0B"/>
    <w:rsid w:val="00E76D9B"/>
    <w:rsid w:val="00E77789"/>
    <w:rsid w:val="00E80515"/>
    <w:rsid w:val="00E90300"/>
    <w:rsid w:val="00E954AC"/>
    <w:rsid w:val="00EA015B"/>
    <w:rsid w:val="00EA032B"/>
    <w:rsid w:val="00EA2954"/>
    <w:rsid w:val="00EB24C8"/>
    <w:rsid w:val="00EB511E"/>
    <w:rsid w:val="00EB632F"/>
    <w:rsid w:val="00EC1396"/>
    <w:rsid w:val="00EC50F9"/>
    <w:rsid w:val="00EC68EB"/>
    <w:rsid w:val="00ED1A14"/>
    <w:rsid w:val="00ED1B43"/>
    <w:rsid w:val="00ED3F38"/>
    <w:rsid w:val="00EE123F"/>
    <w:rsid w:val="00EF15B4"/>
    <w:rsid w:val="00EF2F06"/>
    <w:rsid w:val="00EF72C4"/>
    <w:rsid w:val="00F0149D"/>
    <w:rsid w:val="00F04D87"/>
    <w:rsid w:val="00F05D3F"/>
    <w:rsid w:val="00F1022E"/>
    <w:rsid w:val="00F10E71"/>
    <w:rsid w:val="00F13B57"/>
    <w:rsid w:val="00F142BE"/>
    <w:rsid w:val="00F17850"/>
    <w:rsid w:val="00F222EB"/>
    <w:rsid w:val="00F25601"/>
    <w:rsid w:val="00F2623A"/>
    <w:rsid w:val="00F344B8"/>
    <w:rsid w:val="00F37ECD"/>
    <w:rsid w:val="00F41966"/>
    <w:rsid w:val="00F445E5"/>
    <w:rsid w:val="00F446CD"/>
    <w:rsid w:val="00F45D74"/>
    <w:rsid w:val="00F50616"/>
    <w:rsid w:val="00F516C4"/>
    <w:rsid w:val="00F6067C"/>
    <w:rsid w:val="00F61445"/>
    <w:rsid w:val="00F67BDC"/>
    <w:rsid w:val="00F713B2"/>
    <w:rsid w:val="00F71E39"/>
    <w:rsid w:val="00F73478"/>
    <w:rsid w:val="00F82E34"/>
    <w:rsid w:val="00F82F4F"/>
    <w:rsid w:val="00F84C8D"/>
    <w:rsid w:val="00F930F5"/>
    <w:rsid w:val="00FA07A1"/>
    <w:rsid w:val="00FA3E25"/>
    <w:rsid w:val="00FB0B4A"/>
    <w:rsid w:val="00FB10DF"/>
    <w:rsid w:val="00FB4025"/>
    <w:rsid w:val="00FB5A18"/>
    <w:rsid w:val="00FD07B9"/>
    <w:rsid w:val="00FD182E"/>
    <w:rsid w:val="00FD1B00"/>
    <w:rsid w:val="00FE1822"/>
    <w:rsid w:val="00FE1C52"/>
    <w:rsid w:val="00FE226B"/>
    <w:rsid w:val="00FE3AB9"/>
    <w:rsid w:val="00FE4A71"/>
    <w:rsid w:val="00FF051D"/>
    <w:rsid w:val="00FF6A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9D5615"/>
  <w15:docId w15:val="{8A1B78BF-771E-4C8F-9C82-05C934D07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uiPriority w:val="9"/>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AA7B4A"/>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B76B87"/>
    <w:rPr>
      <w:b/>
      <w:bCs/>
    </w:rPr>
  </w:style>
  <w:style w:type="character" w:customStyle="1" w:styleId="berschrift4Zchn">
    <w:name w:val="Überschrift 4 Zchn"/>
    <w:basedOn w:val="Absatz-Standardschriftart"/>
    <w:link w:val="berschrift4"/>
    <w:uiPriority w:val="9"/>
    <w:rsid w:val="00684324"/>
    <w:rPr>
      <w:rFonts w:ascii="Arial" w:hAnsi="Arial"/>
      <w:b/>
      <w:bCs/>
      <w:sz w:val="24"/>
      <w:szCs w:val="28"/>
    </w:rPr>
  </w:style>
  <w:style w:type="character" w:customStyle="1" w:styleId="berschrift2Zchn">
    <w:name w:val="Überschrift 2 Zchn"/>
    <w:basedOn w:val="Absatz-Standardschriftart"/>
    <w:link w:val="berschrift2"/>
    <w:rsid w:val="00962462"/>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4512605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83146252">
      <w:bodyDiv w:val="1"/>
      <w:marLeft w:val="0"/>
      <w:marRight w:val="0"/>
      <w:marTop w:val="0"/>
      <w:marBottom w:val="0"/>
      <w:divBdr>
        <w:top w:val="none" w:sz="0" w:space="0" w:color="auto"/>
        <w:left w:val="none" w:sz="0" w:space="0" w:color="auto"/>
        <w:bottom w:val="none" w:sz="0" w:space="0" w:color="auto"/>
        <w:right w:val="none" w:sz="0" w:space="0" w:color="auto"/>
      </w:divBdr>
    </w:div>
    <w:div w:id="1608849680">
      <w:bodyDiv w:val="1"/>
      <w:marLeft w:val="0"/>
      <w:marRight w:val="0"/>
      <w:marTop w:val="0"/>
      <w:marBottom w:val="0"/>
      <w:divBdr>
        <w:top w:val="none" w:sz="0" w:space="0" w:color="auto"/>
        <w:left w:val="none" w:sz="0" w:space="0" w:color="auto"/>
        <w:bottom w:val="none" w:sz="0" w:space="0" w:color="auto"/>
        <w:right w:val="none" w:sz="0" w:space="0" w:color="auto"/>
      </w:divBdr>
    </w:div>
    <w:div w:id="184879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D6C99-1440-42D9-A8F9-33D667566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769</Words>
  <Characters>4846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5604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2021-05-20T11:27:00Z</cp:lastPrinted>
  <dcterms:created xsi:type="dcterms:W3CDTF">2021-06-30T08:32:00Z</dcterms:created>
  <dcterms:modified xsi:type="dcterms:W3CDTF">2021-07-26T12:21:00Z</dcterms:modified>
</cp:coreProperties>
</file>