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F05E1" w14:textId="2DE4BA7F" w:rsidR="005E1468" w:rsidRDefault="008045F8" w:rsidP="005E1468">
      <w:pPr>
        <w:pStyle w:val="berschrift2"/>
      </w:pPr>
      <w:r>
        <w:t xml:space="preserve">Raumkomfort war noch nie so </w:t>
      </w:r>
      <w:r w:rsidR="00D97654">
        <w:t xml:space="preserve">smart </w:t>
      </w:r>
      <w:r>
        <w:t>wie heute: SIEGENIA auf der FENSTERBAU 2020</w:t>
      </w:r>
    </w:p>
    <w:p w14:paraId="27215265" w14:textId="7212E3A2" w:rsidR="00A82224" w:rsidRDefault="007B4969" w:rsidP="00A82224">
      <w:pPr>
        <w:pStyle w:val="berschrift1"/>
      </w:pPr>
      <w:r>
        <w:t xml:space="preserve">Neue Lösungen für </w:t>
      </w:r>
      <w:r w:rsidR="002C2C4A">
        <w:t>smarte Lebenswelten</w:t>
      </w:r>
      <w:r w:rsidR="00980A88">
        <w:t>,</w:t>
      </w:r>
      <w:r w:rsidR="002C2C4A">
        <w:t xml:space="preserve"> </w:t>
      </w:r>
      <w:r>
        <w:t>smarte Services und Prozesse</w:t>
      </w:r>
      <w:r w:rsidR="00F6067C">
        <w:t xml:space="preserve"> </w:t>
      </w:r>
    </w:p>
    <w:p w14:paraId="4462B55F" w14:textId="77777777" w:rsidR="005E1468" w:rsidRDefault="005E1468" w:rsidP="005E1468"/>
    <w:p w14:paraId="3AFD3242" w14:textId="6282AF01" w:rsidR="00B92ED5" w:rsidRDefault="00B92ED5" w:rsidP="005E1468">
      <w:bookmarkStart w:id="0" w:name="_GoBack"/>
      <w:r>
        <w:t>Raumkomfort erlebbar machen</w:t>
      </w:r>
      <w:r w:rsidR="008A3C2D">
        <w:t xml:space="preserve"> – au</w:t>
      </w:r>
      <w:r>
        <w:t xml:space="preserve">f der </w:t>
      </w:r>
      <w:r w:rsidR="008D6BB6">
        <w:t xml:space="preserve">FENSTERBAU </w:t>
      </w:r>
      <w:r>
        <w:t xml:space="preserve">2020 zeigt die SIEGENIA </w:t>
      </w:r>
      <w:r w:rsidR="008D6BB6">
        <w:t xml:space="preserve">GRUPPE </w:t>
      </w:r>
      <w:r>
        <w:t xml:space="preserve">anhand konkreter </w:t>
      </w:r>
      <w:r w:rsidR="0024687A">
        <w:t>Wohn</w:t>
      </w:r>
      <w:r w:rsidR="00181F33">
        <w:t>- und Geschäftswelten</w:t>
      </w:r>
      <w:r>
        <w:t xml:space="preserve">, dass Raumkomfort noch nie so smart war wie heute. </w:t>
      </w:r>
      <w:r w:rsidR="00C24764">
        <w:t xml:space="preserve">In Halle 4, Stand 215 </w:t>
      </w:r>
      <w:r w:rsidR="00972F3B">
        <w:t>schafft das Unternehmen</w:t>
      </w:r>
      <w:r w:rsidR="008A3C2D">
        <w:t xml:space="preserve"> auf rund 1.000 Quadratmetern Standfläche</w:t>
      </w:r>
      <w:r w:rsidR="00972F3B">
        <w:t xml:space="preserve"> </w:t>
      </w:r>
      <w:r w:rsidR="008A3C2D">
        <w:t>m</w:t>
      </w:r>
      <w:r w:rsidR="00C24764">
        <w:t>it neuen Produkten</w:t>
      </w:r>
      <w:r w:rsidR="002C2C4A">
        <w:t xml:space="preserve"> Lebensräume</w:t>
      </w:r>
      <w:r w:rsidR="00C24764">
        <w:t xml:space="preserve">, die Mehrwert </w:t>
      </w:r>
      <w:r w:rsidR="008A3C2D">
        <w:t xml:space="preserve">durch </w:t>
      </w:r>
      <w:r w:rsidR="00C24764">
        <w:t xml:space="preserve">intelligente Lösungen </w:t>
      </w:r>
      <w:r w:rsidR="008A3C2D">
        <w:t>bieten</w:t>
      </w:r>
      <w:r w:rsidR="00C24764">
        <w:t xml:space="preserve">. </w:t>
      </w:r>
      <w:r w:rsidR="008A3C2D">
        <w:t xml:space="preserve">Auch </w:t>
      </w:r>
      <w:r w:rsidR="00181F33">
        <w:t xml:space="preserve">logistisch profitieren </w:t>
      </w:r>
      <w:r w:rsidR="008A3C2D">
        <w:t xml:space="preserve">Verarbeiter und Händler von </w:t>
      </w:r>
      <w:r w:rsidR="00181F33">
        <w:t xml:space="preserve">der </w:t>
      </w:r>
      <w:r w:rsidR="00B36130">
        <w:t xml:space="preserve">smarten </w:t>
      </w:r>
      <w:r w:rsidR="00181F33">
        <w:t xml:space="preserve">Ausrichtung </w:t>
      </w:r>
      <w:r w:rsidR="008A3C2D">
        <w:t xml:space="preserve">des Unternehmens: Mit neuen </w:t>
      </w:r>
      <w:r w:rsidR="00181F33">
        <w:t xml:space="preserve">digitalen </w:t>
      </w:r>
      <w:r w:rsidR="00B36130">
        <w:t xml:space="preserve">Services und Prozessen </w:t>
      </w:r>
      <w:r w:rsidR="008A3C2D">
        <w:t>sorgt SIEGENIA für Wissenstransfer und effiziente Abläufe.</w:t>
      </w:r>
    </w:p>
    <w:p w14:paraId="4870268E" w14:textId="77777777" w:rsidR="008A3C2D" w:rsidRDefault="008A3C2D" w:rsidP="005E1468"/>
    <w:p w14:paraId="27BD13C2" w14:textId="77777777" w:rsidR="00371ECF" w:rsidRPr="00B55070" w:rsidRDefault="00371ECF" w:rsidP="00D97654"/>
    <w:p w14:paraId="19F8743B" w14:textId="3BF107CD" w:rsidR="00F6067C" w:rsidRDefault="00D97654" w:rsidP="00D97654">
      <w:pPr>
        <w:pStyle w:val="berschrift2"/>
      </w:pPr>
      <w:r>
        <w:t xml:space="preserve">Smarte </w:t>
      </w:r>
      <w:r w:rsidR="00AE475C">
        <w:t>Produkte</w:t>
      </w:r>
    </w:p>
    <w:p w14:paraId="6B8FC755" w14:textId="63DDE2F7" w:rsidR="009B2D3E" w:rsidRPr="009B2D3E" w:rsidRDefault="008D6BB6" w:rsidP="009B2D3E">
      <w:r>
        <w:t xml:space="preserve">Mit neuen </w:t>
      </w:r>
      <w:r w:rsidR="009B2D3E">
        <w:t xml:space="preserve">Lösungen </w:t>
      </w:r>
      <w:r>
        <w:t>rund um Fenster und Tür</w:t>
      </w:r>
      <w:r w:rsidR="0008747F">
        <w:t>en</w:t>
      </w:r>
      <w:r>
        <w:t xml:space="preserve"> erweitert </w:t>
      </w:r>
      <w:r w:rsidR="009B2D3E">
        <w:t xml:space="preserve">SIEGENIA </w:t>
      </w:r>
      <w:r>
        <w:t>sein Portfolio für smarte Lebenswelten</w:t>
      </w:r>
      <w:r w:rsidR="009B2D3E">
        <w:rPr>
          <w:rFonts w:cs="Arial"/>
          <w:szCs w:val="20"/>
        </w:rPr>
        <w:t>.</w:t>
      </w:r>
      <w:r w:rsidR="006131EE">
        <w:rPr>
          <w:rFonts w:cs="Arial"/>
          <w:szCs w:val="20"/>
        </w:rPr>
        <w:t xml:space="preserve"> </w:t>
      </w:r>
      <w:r w:rsidR="003C1FCB">
        <w:rPr>
          <w:rFonts w:cs="Arial"/>
          <w:szCs w:val="20"/>
        </w:rPr>
        <w:t xml:space="preserve">Neu </w:t>
      </w:r>
      <w:r>
        <w:rPr>
          <w:rFonts w:cs="Arial"/>
          <w:szCs w:val="20"/>
        </w:rPr>
        <w:t xml:space="preserve">auf dem Markt eingeführt werden </w:t>
      </w:r>
      <w:r w:rsidR="003C1FCB">
        <w:rPr>
          <w:rFonts w:cs="Arial"/>
          <w:szCs w:val="20"/>
        </w:rPr>
        <w:t xml:space="preserve">drei Zutrittskontrollsysteme – ein Transponder, ein </w:t>
      </w:r>
      <w:proofErr w:type="spellStart"/>
      <w:r w:rsidR="003C1FCB">
        <w:rPr>
          <w:rFonts w:cs="Arial"/>
          <w:szCs w:val="20"/>
        </w:rPr>
        <w:t>Keypad</w:t>
      </w:r>
      <w:proofErr w:type="spellEnd"/>
      <w:r w:rsidR="003C1FCB">
        <w:rPr>
          <w:rFonts w:cs="Arial"/>
          <w:szCs w:val="20"/>
        </w:rPr>
        <w:t xml:space="preserve"> und ein Fingerscanner – </w:t>
      </w:r>
      <w:r>
        <w:rPr>
          <w:rFonts w:cs="Arial"/>
          <w:szCs w:val="20"/>
        </w:rPr>
        <w:t xml:space="preserve">sowie </w:t>
      </w:r>
      <w:r w:rsidR="00967321">
        <w:rPr>
          <w:rFonts w:cs="Arial"/>
          <w:szCs w:val="20"/>
        </w:rPr>
        <w:t>die</w:t>
      </w:r>
      <w:r>
        <w:rPr>
          <w:rFonts w:cs="Arial"/>
          <w:szCs w:val="20"/>
        </w:rPr>
        <w:t xml:space="preserve"> beiden</w:t>
      </w:r>
      <w:r w:rsidR="003C1FCB">
        <w:rPr>
          <w:rFonts w:cs="Arial"/>
          <w:szCs w:val="20"/>
        </w:rPr>
        <w:t xml:space="preserve"> </w:t>
      </w:r>
      <w:r w:rsidR="00967321">
        <w:rPr>
          <w:rFonts w:cs="Arial"/>
          <w:szCs w:val="20"/>
        </w:rPr>
        <w:t>M</w:t>
      </w:r>
      <w:r w:rsidR="002D5175">
        <w:rPr>
          <w:rFonts w:cs="Arial"/>
          <w:szCs w:val="20"/>
        </w:rPr>
        <w:t>odul</w:t>
      </w:r>
      <w:r w:rsidR="00967321">
        <w:rPr>
          <w:rFonts w:cs="Arial"/>
          <w:szCs w:val="20"/>
        </w:rPr>
        <w:t>e</w:t>
      </w:r>
      <w:r w:rsidR="0066043C">
        <w:rPr>
          <w:rFonts w:cs="Arial"/>
          <w:szCs w:val="20"/>
        </w:rPr>
        <w:t xml:space="preserve"> zur Integration der </w:t>
      </w:r>
      <w:r>
        <w:rPr>
          <w:rFonts w:cs="Arial"/>
          <w:szCs w:val="20"/>
        </w:rPr>
        <w:t xml:space="preserve">Zutrittskontrollsysteme in </w:t>
      </w:r>
      <w:r w:rsidR="002D5175">
        <w:rPr>
          <w:rFonts w:cs="Arial"/>
          <w:szCs w:val="20"/>
        </w:rPr>
        <w:t xml:space="preserve">Fremdlösungen </w:t>
      </w:r>
      <w:r w:rsidR="0066043C">
        <w:rPr>
          <w:rFonts w:cs="Arial"/>
          <w:szCs w:val="20"/>
        </w:rPr>
        <w:t xml:space="preserve">sowie umgekehrt </w:t>
      </w:r>
      <w:r w:rsidR="008D0522">
        <w:rPr>
          <w:rFonts w:cs="Arial"/>
          <w:szCs w:val="20"/>
        </w:rPr>
        <w:t xml:space="preserve">zur Einbindung </w:t>
      </w:r>
      <w:r w:rsidR="0066043C">
        <w:rPr>
          <w:rFonts w:cs="Arial"/>
          <w:szCs w:val="20"/>
        </w:rPr>
        <w:t xml:space="preserve">von Fremdlösungen </w:t>
      </w:r>
      <w:r w:rsidR="002D5175">
        <w:rPr>
          <w:rFonts w:cs="Arial"/>
          <w:szCs w:val="20"/>
        </w:rPr>
        <w:t xml:space="preserve">in die Produktwelt von </w:t>
      </w:r>
      <w:r>
        <w:rPr>
          <w:rFonts w:cs="Arial"/>
          <w:szCs w:val="20"/>
        </w:rPr>
        <w:t>SIEGENIA.</w:t>
      </w:r>
      <w:r w:rsidR="002D5175">
        <w:rPr>
          <w:rFonts w:cs="Arial"/>
          <w:szCs w:val="20"/>
        </w:rPr>
        <w:t xml:space="preserve"> </w:t>
      </w:r>
      <w:r w:rsidR="000E08E5">
        <w:rPr>
          <w:rFonts w:cs="Arial"/>
          <w:szCs w:val="20"/>
        </w:rPr>
        <w:t xml:space="preserve">Smarte Sicherheit für Fenster bietet zudem der </w:t>
      </w:r>
      <w:r w:rsidR="003C1FCB">
        <w:rPr>
          <w:rFonts w:cs="Arial"/>
          <w:szCs w:val="20"/>
        </w:rPr>
        <w:t xml:space="preserve">Funk-Fenstersensor </w:t>
      </w:r>
      <w:proofErr w:type="spellStart"/>
      <w:r w:rsidR="003C1FCB">
        <w:rPr>
          <w:rFonts w:cs="Arial"/>
          <w:szCs w:val="20"/>
        </w:rPr>
        <w:t>senso</w:t>
      </w:r>
      <w:proofErr w:type="spellEnd"/>
      <w:r w:rsidR="003C1FCB">
        <w:rPr>
          <w:rFonts w:cs="Arial"/>
          <w:szCs w:val="20"/>
        </w:rPr>
        <w:t xml:space="preserve"> secure.</w:t>
      </w:r>
    </w:p>
    <w:p w14:paraId="05DF0829" w14:textId="77777777" w:rsidR="00D97654" w:rsidRDefault="00D97654" w:rsidP="00D97654">
      <w:pPr>
        <w:pStyle w:val="berschrift4"/>
      </w:pPr>
      <w:r>
        <w:t>Zutrittskontrolle</w:t>
      </w:r>
      <w:r w:rsidR="00BB0B15">
        <w:t xml:space="preserve"> für smarte</w:t>
      </w:r>
      <w:r>
        <w:t xml:space="preserve"> Sicherheit </w:t>
      </w:r>
    </w:p>
    <w:p w14:paraId="5848BF2C" w14:textId="03FEC4BA" w:rsidR="00D97654" w:rsidRPr="00383B43" w:rsidRDefault="00D97654" w:rsidP="00D97654">
      <w:pPr>
        <w:rPr>
          <w:szCs w:val="20"/>
        </w:rPr>
      </w:pPr>
      <w:r>
        <w:rPr>
          <w:szCs w:val="20"/>
        </w:rPr>
        <w:t>Die</w:t>
      </w:r>
      <w:r w:rsidR="0008747F">
        <w:rPr>
          <w:szCs w:val="20"/>
        </w:rPr>
        <w:t>se</w:t>
      </w:r>
      <w:r>
        <w:rPr>
          <w:szCs w:val="20"/>
        </w:rPr>
        <w:t xml:space="preserve"> </w:t>
      </w:r>
      <w:r w:rsidR="002D5175">
        <w:rPr>
          <w:szCs w:val="20"/>
        </w:rPr>
        <w:t xml:space="preserve">innovativen </w:t>
      </w:r>
      <w:r>
        <w:rPr>
          <w:szCs w:val="20"/>
        </w:rPr>
        <w:t xml:space="preserve">Zutrittskontrollsysteme für Haus- und Wohnungseingangstüren </w:t>
      </w:r>
      <w:r w:rsidR="00A27F44">
        <w:rPr>
          <w:szCs w:val="20"/>
        </w:rPr>
        <w:t xml:space="preserve">setzen Maßstäbe für smartes Wohnen: </w:t>
      </w:r>
      <w:r>
        <w:rPr>
          <w:szCs w:val="20"/>
        </w:rPr>
        <w:t xml:space="preserve">Der Transponder, das </w:t>
      </w:r>
      <w:proofErr w:type="spellStart"/>
      <w:r>
        <w:rPr>
          <w:szCs w:val="20"/>
        </w:rPr>
        <w:t>Keypad</w:t>
      </w:r>
      <w:proofErr w:type="spellEnd"/>
      <w:r>
        <w:rPr>
          <w:szCs w:val="20"/>
        </w:rPr>
        <w:t xml:space="preserve"> und der Fingerscanner</w:t>
      </w:r>
      <w:r w:rsidR="00A27F44">
        <w:rPr>
          <w:szCs w:val="20"/>
        </w:rPr>
        <w:t xml:space="preserve"> </w:t>
      </w:r>
      <w:r w:rsidR="002D5175">
        <w:rPr>
          <w:szCs w:val="20"/>
        </w:rPr>
        <w:t xml:space="preserve">von SIEGENIA </w:t>
      </w:r>
      <w:r w:rsidR="00A27F44">
        <w:rPr>
          <w:szCs w:val="20"/>
        </w:rPr>
        <w:t xml:space="preserve">verbinden ein edles Design mit </w:t>
      </w:r>
      <w:r w:rsidR="00FA299B">
        <w:rPr>
          <w:szCs w:val="20"/>
        </w:rPr>
        <w:t>höchstem</w:t>
      </w:r>
      <w:r w:rsidR="00BB07D9" w:rsidRPr="00BB07D9">
        <w:t xml:space="preserve"> Bedienkomfort und </w:t>
      </w:r>
      <w:r w:rsidR="00FA299B">
        <w:t>einer leistungsstarken</w:t>
      </w:r>
      <w:r w:rsidR="00BB07D9" w:rsidRPr="00BB07D9">
        <w:t xml:space="preserve"> Zutrittsverwaltung zum Gebäude</w:t>
      </w:r>
      <w:r w:rsidR="00A27F44">
        <w:t xml:space="preserve">. Optisch ansprechend ist </w:t>
      </w:r>
      <w:r>
        <w:rPr>
          <w:szCs w:val="20"/>
        </w:rPr>
        <w:t>die einheitliche Designlinie mit ihrer wertigen Optik</w:t>
      </w:r>
      <w:r w:rsidR="00A27F44">
        <w:rPr>
          <w:szCs w:val="20"/>
        </w:rPr>
        <w:t xml:space="preserve"> und der </w:t>
      </w:r>
      <w:r>
        <w:rPr>
          <w:szCs w:val="20"/>
        </w:rPr>
        <w:t>farblich einstellbare</w:t>
      </w:r>
      <w:r w:rsidR="00A27F44">
        <w:rPr>
          <w:szCs w:val="20"/>
        </w:rPr>
        <w:t>n</w:t>
      </w:r>
      <w:r>
        <w:rPr>
          <w:szCs w:val="20"/>
        </w:rPr>
        <w:t xml:space="preserve"> LED-Beleuchtung</w:t>
      </w:r>
      <w:r w:rsidR="00A27F44">
        <w:rPr>
          <w:szCs w:val="20"/>
        </w:rPr>
        <w:t xml:space="preserve">, die </w:t>
      </w:r>
      <w:r>
        <w:rPr>
          <w:szCs w:val="20"/>
        </w:rPr>
        <w:t>die flexible Anpassung an die Gebäudearchitektur</w:t>
      </w:r>
      <w:r w:rsidR="00A27F44">
        <w:rPr>
          <w:szCs w:val="20"/>
        </w:rPr>
        <w:t xml:space="preserve"> erlaubt</w:t>
      </w:r>
      <w:r>
        <w:rPr>
          <w:szCs w:val="20"/>
        </w:rPr>
        <w:t xml:space="preserve">. </w:t>
      </w:r>
      <w:r w:rsidR="00FA299B">
        <w:rPr>
          <w:szCs w:val="20"/>
        </w:rPr>
        <w:t>Nutzungs</w:t>
      </w:r>
      <w:r>
        <w:rPr>
          <w:szCs w:val="20"/>
        </w:rPr>
        <w:t xml:space="preserve">komfort </w:t>
      </w:r>
      <w:r w:rsidR="00FA299B">
        <w:rPr>
          <w:szCs w:val="20"/>
        </w:rPr>
        <w:t>bietet</w:t>
      </w:r>
      <w:r>
        <w:rPr>
          <w:szCs w:val="20"/>
        </w:rPr>
        <w:t xml:space="preserve"> </w:t>
      </w:r>
      <w:r w:rsidR="00FA299B">
        <w:rPr>
          <w:szCs w:val="20"/>
        </w:rPr>
        <w:t xml:space="preserve">u. a. </w:t>
      </w:r>
      <w:r>
        <w:rPr>
          <w:szCs w:val="20"/>
        </w:rPr>
        <w:t>der Flächensensor des Fingerscanners</w:t>
      </w:r>
      <w:r w:rsidR="00FA299B">
        <w:rPr>
          <w:szCs w:val="20"/>
        </w:rPr>
        <w:t xml:space="preserve">, der über das einfache </w:t>
      </w:r>
      <w:r>
        <w:rPr>
          <w:szCs w:val="20"/>
        </w:rPr>
        <w:t xml:space="preserve">Auflegen des Fingers </w:t>
      </w:r>
      <w:r w:rsidR="00FA299B">
        <w:rPr>
          <w:szCs w:val="20"/>
        </w:rPr>
        <w:t xml:space="preserve">aktiviert wird, </w:t>
      </w:r>
      <w:r>
        <w:rPr>
          <w:szCs w:val="20"/>
        </w:rPr>
        <w:t xml:space="preserve">oder auch </w:t>
      </w:r>
      <w:r w:rsidR="007B6ABF">
        <w:rPr>
          <w:szCs w:val="20"/>
        </w:rPr>
        <w:t xml:space="preserve">der Transponder, der </w:t>
      </w:r>
      <w:r>
        <w:rPr>
          <w:szCs w:val="20"/>
        </w:rPr>
        <w:t>RFID-Karten</w:t>
      </w:r>
      <w:r w:rsidR="007B6ABF">
        <w:rPr>
          <w:szCs w:val="20"/>
        </w:rPr>
        <w:t xml:space="preserve"> unterstützt</w:t>
      </w:r>
      <w:r>
        <w:rPr>
          <w:szCs w:val="20"/>
        </w:rPr>
        <w:t xml:space="preserve">. </w:t>
      </w:r>
      <w:r w:rsidR="007B6ABF">
        <w:rPr>
          <w:szCs w:val="20"/>
        </w:rPr>
        <w:t xml:space="preserve">Für noch mehr </w:t>
      </w:r>
      <w:r>
        <w:rPr>
          <w:szCs w:val="20"/>
        </w:rPr>
        <w:t>Komfort</w:t>
      </w:r>
      <w:r w:rsidR="007B6ABF">
        <w:rPr>
          <w:szCs w:val="20"/>
        </w:rPr>
        <w:t xml:space="preserve"> können die Zutrittskontrollsysteme per </w:t>
      </w:r>
      <w:r>
        <w:t>SIEGENIA Comfort App</w:t>
      </w:r>
      <w:r w:rsidR="007B6ABF">
        <w:t xml:space="preserve"> eingerichtet und bedient werden</w:t>
      </w:r>
      <w:r>
        <w:t>.</w:t>
      </w:r>
      <w:r>
        <w:rPr>
          <w:szCs w:val="20"/>
        </w:rPr>
        <w:t xml:space="preserve"> Online-Benutzerverwaltung</w:t>
      </w:r>
      <w:r w:rsidR="007B6ABF">
        <w:rPr>
          <w:szCs w:val="20"/>
        </w:rPr>
        <w:t>, zeitlich limitierte Zugangsberechtigungen und Zutrittsprotokollierung sorgen für smarte Sicherheit</w:t>
      </w:r>
      <w:r>
        <w:rPr>
          <w:szCs w:val="20"/>
        </w:rPr>
        <w:t xml:space="preserve">. </w:t>
      </w:r>
      <w:r w:rsidR="00FA299B">
        <w:rPr>
          <w:szCs w:val="20"/>
        </w:rPr>
        <w:t>So ist es m</w:t>
      </w:r>
      <w:r>
        <w:rPr>
          <w:szCs w:val="20"/>
        </w:rPr>
        <w:t xml:space="preserve">it nur wenigen Fingertipps </w:t>
      </w:r>
      <w:r w:rsidR="004D2813">
        <w:rPr>
          <w:szCs w:val="20"/>
        </w:rPr>
        <w:t xml:space="preserve">möglich, </w:t>
      </w:r>
      <w:r>
        <w:rPr>
          <w:szCs w:val="20"/>
        </w:rPr>
        <w:t xml:space="preserve">befugten Personen </w:t>
      </w:r>
      <w:r>
        <w:rPr>
          <w:szCs w:val="20"/>
        </w:rPr>
        <w:lastRenderedPageBreak/>
        <w:t xml:space="preserve">Zutritt zum Gebäude </w:t>
      </w:r>
      <w:r w:rsidR="00AE475C">
        <w:rPr>
          <w:szCs w:val="20"/>
        </w:rPr>
        <w:t xml:space="preserve">zu </w:t>
      </w:r>
      <w:r>
        <w:rPr>
          <w:szCs w:val="20"/>
        </w:rPr>
        <w:t xml:space="preserve">gewähren. </w:t>
      </w:r>
      <w:r w:rsidR="00FA299B">
        <w:rPr>
          <w:szCs w:val="20"/>
        </w:rPr>
        <w:t xml:space="preserve">Auch in Verarbeitung und Montage können die </w:t>
      </w:r>
      <w:r w:rsidRPr="00383B43">
        <w:rPr>
          <w:szCs w:val="20"/>
        </w:rPr>
        <w:t>neuen Zutrittskontroll</w:t>
      </w:r>
      <w:r>
        <w:rPr>
          <w:szCs w:val="20"/>
        </w:rPr>
        <w:t>system</w:t>
      </w:r>
      <w:r w:rsidRPr="00383B43">
        <w:rPr>
          <w:szCs w:val="20"/>
        </w:rPr>
        <w:t xml:space="preserve">e </w:t>
      </w:r>
      <w:r w:rsidR="00FA299B">
        <w:rPr>
          <w:szCs w:val="20"/>
        </w:rPr>
        <w:t>überzeugen</w:t>
      </w:r>
      <w:r w:rsidR="007B6ABF">
        <w:rPr>
          <w:szCs w:val="20"/>
        </w:rPr>
        <w:t>. So spart</w:t>
      </w:r>
      <w:r w:rsidR="006131EE">
        <w:rPr>
          <w:szCs w:val="20"/>
        </w:rPr>
        <w:t xml:space="preserve"> z. B</w:t>
      </w:r>
      <w:r w:rsidR="007B6ABF">
        <w:rPr>
          <w:szCs w:val="20"/>
        </w:rPr>
        <w:t>.</w:t>
      </w:r>
      <w:r w:rsidR="006131EE">
        <w:rPr>
          <w:szCs w:val="20"/>
        </w:rPr>
        <w:t xml:space="preserve"> die Verdrahtung mit</w:t>
      </w:r>
      <w:r w:rsidR="007B6ABF">
        <w:rPr>
          <w:szCs w:val="20"/>
        </w:rPr>
        <w:t xml:space="preserve">tels vorkonfektionierter </w:t>
      </w:r>
      <w:r w:rsidRPr="00383B43">
        <w:rPr>
          <w:szCs w:val="20"/>
        </w:rPr>
        <w:t>Plug &amp; Play-Verbindungen</w:t>
      </w:r>
      <w:r w:rsidR="007B6ABF">
        <w:rPr>
          <w:szCs w:val="20"/>
        </w:rPr>
        <w:t xml:space="preserve"> deutlich Zeit bei der Montage</w:t>
      </w:r>
      <w:r w:rsidRPr="00383B43">
        <w:rPr>
          <w:szCs w:val="20"/>
        </w:rPr>
        <w:t xml:space="preserve">. </w:t>
      </w:r>
    </w:p>
    <w:p w14:paraId="79DAD040" w14:textId="77777777" w:rsidR="00D97654" w:rsidRDefault="00BB0B15" w:rsidP="00D97654">
      <w:pPr>
        <w:pStyle w:val="berschrift4"/>
      </w:pPr>
      <w:r>
        <w:t>Innovative Anbindung an Fremdsysteme</w:t>
      </w:r>
    </w:p>
    <w:p w14:paraId="5A741C36" w14:textId="2317F120" w:rsidR="00080D3A" w:rsidRDefault="00EA11D1" w:rsidP="00EA11D1">
      <w:r>
        <w:t xml:space="preserve">Innovativ sind auch die neuen IO-Module, die SIEGENIA auf der FENSTERBAU erstmals </w:t>
      </w:r>
      <w:r w:rsidR="00BB0B15">
        <w:t>präsentiert</w:t>
      </w:r>
      <w:r>
        <w:t xml:space="preserve">. Sie </w:t>
      </w:r>
      <w:r w:rsidR="00080D3A">
        <w:t xml:space="preserve">erlauben </w:t>
      </w:r>
      <w:r>
        <w:t>Endanwendern</w:t>
      </w:r>
      <w:r w:rsidR="005F22FF">
        <w:t xml:space="preserve"> sowohl die Integration der</w:t>
      </w:r>
      <w:r w:rsidR="00080D3A">
        <w:t xml:space="preserve"> </w:t>
      </w:r>
      <w:r w:rsidR="005F22FF">
        <w:t>neuen Zutrittskontrollsysteme</w:t>
      </w:r>
      <w:r w:rsidR="00080D3A">
        <w:t xml:space="preserve"> in Fremdsysteme als auch d</w:t>
      </w:r>
      <w:r w:rsidR="007B6ABF">
        <w:t>i</w:t>
      </w:r>
      <w:r w:rsidR="00080D3A">
        <w:t xml:space="preserve">e Einbindung </w:t>
      </w:r>
      <w:r w:rsidR="007B6ABF">
        <w:t xml:space="preserve">von Fremdprodukten </w:t>
      </w:r>
      <w:r w:rsidR="00080D3A">
        <w:t xml:space="preserve">in die </w:t>
      </w:r>
      <w:r w:rsidR="007B6ABF">
        <w:t>smarte W</w:t>
      </w:r>
      <w:r w:rsidR="00080D3A">
        <w:t>elt von SIEGENIA.</w:t>
      </w:r>
      <w:r w:rsidR="00D96338">
        <w:t xml:space="preserve"> Über das IO-Modul lassen sich die neuen Zutrittskontrollsysteme beispielsweise mit Alarm- und Gegensprechanlagen oder Drehtürantrieben kombinieren. Auch d</w:t>
      </w:r>
      <w:r w:rsidR="00FF6A44">
        <w:t>ie</w:t>
      </w:r>
      <w:r w:rsidR="00D96338">
        <w:t xml:space="preserve"> Kopplung der Zutrittskontrollsysteme an Garagentorantriebe, E-Öffner oder eine bereits vorhandene Mehrfachverriegelung ist auf diesem Weg möglich. </w:t>
      </w:r>
      <w:r w:rsidR="00FF6A44">
        <w:t xml:space="preserve">Für smarte motorische Anwendungen ohne Zutrittskontrollsysteme – so z. B. Rollladensteuerungen – steht Endanwendern darüber hinaus das IO-Modul smart zur Verfügung. Dieses Modul erlaubt </w:t>
      </w:r>
      <w:r w:rsidR="00761B98">
        <w:t>ihnen</w:t>
      </w:r>
      <w:r w:rsidR="00FF6A44">
        <w:t xml:space="preserve">, auch Fremdsysteme ohne eigene WLAN-Funktion in die Produktwelt von SIEGENIA einzubinden und deren wichtigste Funktionen mithilfe der SIEGENIA Comfort App zu überwachen und zu steuern. </w:t>
      </w:r>
    </w:p>
    <w:p w14:paraId="336B324A" w14:textId="77777777" w:rsidR="00D97654" w:rsidRDefault="00BB0B15" w:rsidP="00FF6A44">
      <w:pPr>
        <w:pStyle w:val="berschrift4"/>
      </w:pPr>
      <w:r>
        <w:t>V</w:t>
      </w:r>
      <w:r w:rsidR="00D97654">
        <w:t xml:space="preserve">erdeckt liegende Zustandsüberwachung </w:t>
      </w:r>
      <w:r>
        <w:t>für Fenster</w:t>
      </w:r>
    </w:p>
    <w:p w14:paraId="3274FF39" w14:textId="047AF675" w:rsidR="00D97654" w:rsidRDefault="00BB0B15" w:rsidP="00D97654">
      <w:r>
        <w:rPr>
          <w:szCs w:val="20"/>
        </w:rPr>
        <w:t xml:space="preserve">Smarte Sicherheit </w:t>
      </w:r>
      <w:r w:rsidR="00967321">
        <w:rPr>
          <w:szCs w:val="20"/>
        </w:rPr>
        <w:t xml:space="preserve">für Fenster </w:t>
      </w:r>
      <w:r>
        <w:rPr>
          <w:szCs w:val="20"/>
        </w:rPr>
        <w:t xml:space="preserve">bietet der neue Funk-Fenstersensor </w:t>
      </w:r>
      <w:proofErr w:type="spellStart"/>
      <w:r>
        <w:rPr>
          <w:szCs w:val="20"/>
        </w:rPr>
        <w:t>senso</w:t>
      </w:r>
      <w:proofErr w:type="spellEnd"/>
      <w:r>
        <w:rPr>
          <w:szCs w:val="20"/>
        </w:rPr>
        <w:t xml:space="preserve"> secure</w:t>
      </w:r>
      <w:r w:rsidR="00D97654">
        <w:rPr>
          <w:szCs w:val="20"/>
        </w:rPr>
        <w:t xml:space="preserve">: </w:t>
      </w:r>
      <w:r w:rsidR="00D97654">
        <w:t xml:space="preserve">Verdeckt liegend in das Fensterprofil integriert, informiert er zuverlässig über den Öffnungszustand von Dreh- und Dreh-Kipp-Fenstern. </w:t>
      </w:r>
      <w:r>
        <w:t xml:space="preserve">Als derzeit einzige Lösung auf dem Markt erkennt er dabei </w:t>
      </w:r>
      <w:r w:rsidR="00D97654">
        <w:t xml:space="preserve">sogar eventuelle Fehlstellungen der Griffe. </w:t>
      </w:r>
      <w:r w:rsidR="00723948">
        <w:t>Aufschluss über den Öffnungszustand der Elemente gibt die SIEGENIA Comfort App</w:t>
      </w:r>
      <w:r w:rsidR="008D6BB6">
        <w:t>, die auch die Bedienung und Steuerung smarte</w:t>
      </w:r>
      <w:r w:rsidR="003C42F9">
        <w:t>r</w:t>
      </w:r>
      <w:r w:rsidR="008D6BB6">
        <w:t xml:space="preserve"> Wand- und Fensterlüfter von SIEGENIA sowie </w:t>
      </w:r>
      <w:r w:rsidR="003C42F9">
        <w:t>der motorischen Antriebe für Fenster und Türen ermöglicht</w:t>
      </w:r>
      <w:r w:rsidR="00723948">
        <w:t>.</w:t>
      </w:r>
      <w:r w:rsidR="00723948" w:rsidRPr="00407F6E">
        <w:t xml:space="preserve"> Stehen </w:t>
      </w:r>
      <w:r w:rsidR="00723948">
        <w:t>die</w:t>
      </w:r>
      <w:r w:rsidR="00723948" w:rsidRPr="00407F6E">
        <w:t xml:space="preserve"> Anzeigen auf grün, sind sämtliche </w:t>
      </w:r>
      <w:r w:rsidR="00723948">
        <w:t>mit einem Funksensor ausgestatteten Elemente</w:t>
      </w:r>
      <w:r w:rsidR="00723948" w:rsidRPr="00407F6E">
        <w:t xml:space="preserve"> sicher verriegelt. </w:t>
      </w:r>
      <w:r>
        <w:t>In der Branche derzeit ebenfalls einzigartig ist der integrierte Vibrationssensor.</w:t>
      </w:r>
      <w:r w:rsidRPr="00205361">
        <w:rPr>
          <w:rFonts w:cs="Arial"/>
          <w:color w:val="000000"/>
          <w:sz w:val="18"/>
          <w:szCs w:val="18"/>
        </w:rPr>
        <w:t xml:space="preserve"> </w:t>
      </w:r>
      <w:r>
        <w:t xml:space="preserve">Erkennt er einen Manipulationsversuch, reagiert er mit einem </w:t>
      </w:r>
      <w:r w:rsidR="00967321">
        <w:t xml:space="preserve">lauten </w:t>
      </w:r>
      <w:r>
        <w:t>Warnton direkt am Fenster</w:t>
      </w:r>
      <w:r w:rsidR="00DF2033">
        <w:t xml:space="preserve"> und löst z</w:t>
      </w:r>
      <w:r>
        <w:t xml:space="preserve">eitgleich über die SIEGENIA Connect Box ein abschreckendes Alarmsignal aus. Auf Wunsch </w:t>
      </w:r>
      <w:r w:rsidR="00DF2033">
        <w:t>werden</w:t>
      </w:r>
      <w:r>
        <w:t xml:space="preserve"> zudem </w:t>
      </w:r>
      <w:r w:rsidR="00967321">
        <w:t xml:space="preserve">Alarmmeldungen als </w:t>
      </w:r>
      <w:r>
        <w:t xml:space="preserve">Push </w:t>
      </w:r>
      <w:proofErr w:type="spellStart"/>
      <w:r>
        <w:t>Notification</w:t>
      </w:r>
      <w:proofErr w:type="spellEnd"/>
      <w:r>
        <w:t xml:space="preserve"> </w:t>
      </w:r>
      <w:r w:rsidR="00DF2033">
        <w:t>via</w:t>
      </w:r>
      <w:r>
        <w:t xml:space="preserve"> Smartphone </w:t>
      </w:r>
      <w:r w:rsidR="00DF2033">
        <w:t>ver</w:t>
      </w:r>
      <w:r>
        <w:t>sendet</w:t>
      </w:r>
      <w:r w:rsidR="00DF2033">
        <w:t xml:space="preserve">. </w:t>
      </w:r>
      <w:r w:rsidR="00723948">
        <w:t xml:space="preserve">Das sorgt für </w:t>
      </w:r>
      <w:r w:rsidR="00723948">
        <w:rPr>
          <w:szCs w:val="20"/>
        </w:rPr>
        <w:t>ein Höchstmaß an smarter Sicherheit</w:t>
      </w:r>
      <w:r w:rsidR="00723948">
        <w:t xml:space="preserve">. Bei der Montage kann der Fenstersensor </w:t>
      </w:r>
      <w:proofErr w:type="spellStart"/>
      <w:r w:rsidR="00723948">
        <w:t>senso</w:t>
      </w:r>
      <w:proofErr w:type="spellEnd"/>
      <w:r w:rsidR="00723948">
        <w:t xml:space="preserve"> secure ebenfalls punkten.</w:t>
      </w:r>
      <w:r w:rsidR="00D97654">
        <w:t xml:space="preserve"> Durch </w:t>
      </w:r>
      <w:r w:rsidR="00723948">
        <w:t>die</w:t>
      </w:r>
      <w:r w:rsidR="00D97654">
        <w:t xml:space="preserve"> einfache, kabellose Installation eignet er sich für Neubauten </w:t>
      </w:r>
      <w:r w:rsidR="00723948">
        <w:t xml:space="preserve">und </w:t>
      </w:r>
      <w:r w:rsidR="00D97654">
        <w:t>Nachrüstung</w:t>
      </w:r>
      <w:r w:rsidR="00723948">
        <w:t xml:space="preserve"> und </w:t>
      </w:r>
      <w:r w:rsidR="00D97654">
        <w:t xml:space="preserve">lässt sich mit </w:t>
      </w:r>
      <w:r w:rsidR="00723948">
        <w:t xml:space="preserve">nur </w:t>
      </w:r>
      <w:r w:rsidR="00D97654">
        <w:t xml:space="preserve">wenigen Handgriffen im Fensterprofil anbringen. </w:t>
      </w:r>
    </w:p>
    <w:p w14:paraId="4D700C57" w14:textId="77777777" w:rsidR="00DF2033" w:rsidRDefault="00DF2033" w:rsidP="00D97654"/>
    <w:p w14:paraId="48A54CDD" w14:textId="6FC6DD6B" w:rsidR="00DC3F99" w:rsidRDefault="00DC3F99" w:rsidP="00D97654"/>
    <w:p w14:paraId="476B4ECC" w14:textId="77777777" w:rsidR="00D97654" w:rsidRDefault="00D97654" w:rsidP="00D97654">
      <w:pPr>
        <w:pStyle w:val="berschrift2"/>
      </w:pPr>
      <w:r>
        <w:lastRenderedPageBreak/>
        <w:t>Smarte Services</w:t>
      </w:r>
    </w:p>
    <w:p w14:paraId="7ABACE4F" w14:textId="3E36ACEE" w:rsidR="00D97654" w:rsidRDefault="007B03E3" w:rsidP="00A05190">
      <w:pPr>
        <w:pStyle w:val="berschrift4"/>
      </w:pPr>
      <w:r>
        <w:t xml:space="preserve">Kompetenz durch </w:t>
      </w:r>
      <w:r w:rsidR="00283F6E">
        <w:t>E-</w:t>
      </w:r>
      <w:r w:rsidR="00A05190">
        <w:t>Learning</w:t>
      </w:r>
    </w:p>
    <w:p w14:paraId="6B89A39C" w14:textId="7493C689" w:rsidR="00A05190" w:rsidRDefault="007B03E3" w:rsidP="00A05190">
      <w:r>
        <w:t xml:space="preserve">Wissenstransfer und Kompetenz per Mausklick: </w:t>
      </w:r>
      <w:r w:rsidR="0024687A">
        <w:t>A</w:t>
      </w:r>
      <w:r>
        <w:t xml:space="preserve">uf der FENSTERBAU </w:t>
      </w:r>
      <w:r w:rsidR="0024687A">
        <w:t xml:space="preserve">zeigt SIEGENIA </w:t>
      </w:r>
      <w:r>
        <w:t xml:space="preserve">erstmals die Möglichkeiten der </w:t>
      </w:r>
      <w:r w:rsidR="000D5CD9">
        <w:t xml:space="preserve">neuen </w:t>
      </w:r>
      <w:r>
        <w:t>Online</w:t>
      </w:r>
      <w:r w:rsidR="00C012B2">
        <w:t>trainings</w:t>
      </w:r>
      <w:r>
        <w:t xml:space="preserve"> auf. </w:t>
      </w:r>
      <w:r w:rsidR="000D5CD9">
        <w:t xml:space="preserve">Sie </w:t>
      </w:r>
      <w:r w:rsidR="00B756E5">
        <w:t>erlauben</w:t>
      </w:r>
      <w:r w:rsidR="000D5CD9">
        <w:t xml:space="preserve"> den Partnern der Unternehmensgruppe die </w:t>
      </w:r>
      <w:r w:rsidR="00AE1E73">
        <w:t>zeit- und orts</w:t>
      </w:r>
      <w:r w:rsidR="000D5CD9">
        <w:t>unabhängige Weiterbildung rund um das Produktportfolio von SIEGENIA</w:t>
      </w:r>
      <w:r w:rsidR="00AE1E73">
        <w:t xml:space="preserve">. </w:t>
      </w:r>
      <w:r w:rsidR="00E61951" w:rsidRPr="00B756E5">
        <w:t xml:space="preserve">Übersichtlich strukturiert und mit einer Bearbeitungsspanne von </w:t>
      </w:r>
      <w:r w:rsidR="0053402E" w:rsidRPr="00B756E5">
        <w:t>maximal</w:t>
      </w:r>
      <w:r w:rsidR="00E61951" w:rsidRPr="00B756E5">
        <w:t xml:space="preserve"> 30 Minuten</w:t>
      </w:r>
      <w:r w:rsidR="00972F3B" w:rsidRPr="00B756E5">
        <w:t xml:space="preserve"> gut in den Geschäftsalltag integrierbar</w:t>
      </w:r>
      <w:r w:rsidR="00E61951" w:rsidRPr="00B756E5">
        <w:t xml:space="preserve">, vermitteln die einzelnen </w:t>
      </w:r>
      <w:r w:rsidR="00C012B2" w:rsidRPr="00B756E5">
        <w:t>Themen</w:t>
      </w:r>
      <w:r w:rsidR="00B756E5" w:rsidRPr="00B756E5">
        <w:t>m</w:t>
      </w:r>
      <w:r w:rsidR="00C012B2" w:rsidRPr="00B756E5">
        <w:t>odule</w:t>
      </w:r>
      <w:r w:rsidR="00E61951">
        <w:t xml:space="preserve"> </w:t>
      </w:r>
      <w:r w:rsidR="0019422D">
        <w:t xml:space="preserve">in Wort, Bild und anschaulichen Filmsequenzen </w:t>
      </w:r>
      <w:r w:rsidR="00E61951">
        <w:t xml:space="preserve">Basis- und Aufbauwissen </w:t>
      </w:r>
      <w:r w:rsidR="0053402E">
        <w:t xml:space="preserve">zu den Lösungen für Fenster-, Tür- und Komfortsysteme. </w:t>
      </w:r>
      <w:r w:rsidR="0019422D">
        <w:t xml:space="preserve">Für größtmögliche Flexibilität sorgt dabei die Möglichkeit zur </w:t>
      </w:r>
      <w:r w:rsidR="00E61951">
        <w:t>jederzeitige</w:t>
      </w:r>
      <w:r w:rsidR="0019422D">
        <w:t>n</w:t>
      </w:r>
      <w:r w:rsidR="00E61951">
        <w:t xml:space="preserve"> Unterbrechung und Wiederaufnahme</w:t>
      </w:r>
      <w:r w:rsidR="0019422D">
        <w:t xml:space="preserve">. Exemplarisch zeigt SIEGENIA dies auf dem Messestand u. a. anhand des Lernmoduls zum Fenstersensor </w:t>
      </w:r>
      <w:proofErr w:type="spellStart"/>
      <w:r w:rsidR="0019422D">
        <w:t>senso</w:t>
      </w:r>
      <w:proofErr w:type="spellEnd"/>
      <w:r w:rsidR="0019422D">
        <w:t xml:space="preserve"> secure. Ziel ist es, im engen Dialog mit den Kunden </w:t>
      </w:r>
      <w:r w:rsidR="00FA58A6">
        <w:t xml:space="preserve">den vorhandenen Bedarf zu ermitteln und </w:t>
      </w:r>
      <w:r w:rsidR="00972F3B">
        <w:t xml:space="preserve">die </w:t>
      </w:r>
      <w:r w:rsidR="0019422D">
        <w:t xml:space="preserve">Potenziale </w:t>
      </w:r>
      <w:r w:rsidR="00972F3B">
        <w:t>der Online</w:t>
      </w:r>
      <w:r w:rsidR="00C012B2">
        <w:t>trainings</w:t>
      </w:r>
      <w:r w:rsidR="00972F3B">
        <w:t xml:space="preserve"> auszubauen</w:t>
      </w:r>
      <w:r w:rsidR="00FA58A6">
        <w:t xml:space="preserve">. </w:t>
      </w:r>
    </w:p>
    <w:p w14:paraId="5617B760" w14:textId="77777777" w:rsidR="007B03E3" w:rsidRDefault="007B03E3" w:rsidP="00A05190"/>
    <w:p w14:paraId="25301A3A" w14:textId="77777777" w:rsidR="00A05190" w:rsidRPr="00D97654" w:rsidRDefault="00A05190" w:rsidP="00D97654"/>
    <w:p w14:paraId="416AE263" w14:textId="46BC6DF6" w:rsidR="00D97654" w:rsidRPr="00D97654" w:rsidRDefault="00A05190" w:rsidP="00A05190">
      <w:pPr>
        <w:pStyle w:val="berschrift2"/>
      </w:pPr>
      <w:r>
        <w:t>Smarte Prozesse</w:t>
      </w:r>
    </w:p>
    <w:p w14:paraId="3C7BB619" w14:textId="2B8EDF50" w:rsidR="00D97654" w:rsidRPr="00E156D1" w:rsidRDefault="00A05190" w:rsidP="00A05190">
      <w:pPr>
        <w:pStyle w:val="berschrift4"/>
      </w:pPr>
      <w:r>
        <w:t>Onlineshop</w:t>
      </w:r>
      <w:r w:rsidR="00BD6861">
        <w:t xml:space="preserve">: neue Möglichkeiten für Partner im In- und Ausland </w:t>
      </w:r>
    </w:p>
    <w:p w14:paraId="3403092A" w14:textId="47EEA3CB" w:rsidR="00BD6861" w:rsidRDefault="00D860B8" w:rsidP="009A5F3E">
      <w:r>
        <w:t xml:space="preserve">Seit April </w:t>
      </w:r>
      <w:r w:rsidR="009B1038">
        <w:t>2019</w:t>
      </w:r>
      <w:r w:rsidR="008A1CE8">
        <w:t xml:space="preserve"> </w:t>
      </w:r>
      <w:r>
        <w:t>macht der Onlineshop mit Konfigurator für die PORTAL HS COMFORT UNIT die auftragsbezogene Bestellung von Beschlagkomponenten und Bodenschwellen für Hebe-Schiebe-Elemente einfacher, schneller und übersichtlicher denn je. Als erstes Unternehmen der Branche bietet SIEGENIA Verarbeitern damit die Möglichkeit, Bestellungen komfortabel auf digitalem Weg zu erledigen – mit den Zusatzvorteilen</w:t>
      </w:r>
      <w:r w:rsidRPr="00095B66">
        <w:t xml:space="preserve"> einer integrierten </w:t>
      </w:r>
      <w:r>
        <w:t>Plausibilitätsprüfung</w:t>
      </w:r>
      <w:r w:rsidRPr="00095B66">
        <w:t xml:space="preserve"> und der Möglichkeit zur Online-Überprüfung des Bestellstatus.</w:t>
      </w:r>
      <w:r>
        <w:t xml:space="preserve"> </w:t>
      </w:r>
      <w:r w:rsidR="00642C6A">
        <w:t xml:space="preserve">Das Angebot kommt bei den Kunden des Unternehmens gut an: Mehr als 8.000 </w:t>
      </w:r>
      <w:r w:rsidR="008B28AF">
        <w:t xml:space="preserve">COMFORT UNITS </w:t>
      </w:r>
      <w:r w:rsidR="00642C6A">
        <w:t>wurden bereits auf diesem Weg bestellt. Jetzt weitet SIEGENIA sein Angebot aus</w:t>
      </w:r>
      <w:r w:rsidR="00BD6861">
        <w:t>.</w:t>
      </w:r>
      <w:r w:rsidR="00642C6A">
        <w:t xml:space="preserve"> Auch Partner in Tschechien, der Slowakei und Polen können </w:t>
      </w:r>
      <w:r w:rsidR="00BD6861">
        <w:t xml:space="preserve">seit Neuestem </w:t>
      </w:r>
      <w:r w:rsidR="00642C6A">
        <w:t xml:space="preserve">auf den Onlineshop zugreifen. Noch in diesem Jahr sollen </w:t>
      </w:r>
      <w:r w:rsidR="00BD6861">
        <w:t xml:space="preserve">zudem </w:t>
      </w:r>
      <w:r w:rsidR="00642C6A">
        <w:t>weitere Länder folgen. Ebenfalls erweitert wird das Produktportfolio</w:t>
      </w:r>
      <w:r w:rsidR="00BD6861">
        <w:t xml:space="preserve"> des Onlineshops</w:t>
      </w:r>
      <w:r w:rsidR="00642C6A">
        <w:t xml:space="preserve">. </w:t>
      </w:r>
      <w:r w:rsidR="00D45E2D">
        <w:t xml:space="preserve">Ab Anfang Februar können </w:t>
      </w:r>
      <w:r w:rsidR="008B28AF">
        <w:t xml:space="preserve">Endanwender </w:t>
      </w:r>
      <w:r w:rsidR="00E535B8">
        <w:t xml:space="preserve">und Geschäftskunden </w:t>
      </w:r>
      <w:r w:rsidR="00D45E2D">
        <w:t>ihre Bestellungen für Wand</w:t>
      </w:r>
      <w:r w:rsidR="008B28AF">
        <w:t>l</w:t>
      </w:r>
      <w:r w:rsidR="00D45E2D">
        <w:t xml:space="preserve">üfter </w:t>
      </w:r>
      <w:r w:rsidR="004D6B93">
        <w:t>und passendes</w:t>
      </w:r>
      <w:r w:rsidR="008B28AF">
        <w:t xml:space="preserve"> Zubehör </w:t>
      </w:r>
      <w:r w:rsidR="00D45E2D">
        <w:t xml:space="preserve">sowie für </w:t>
      </w:r>
      <w:r w:rsidR="004D6B93">
        <w:t xml:space="preserve">den Reparatur- und Ersatzteilservice </w:t>
      </w:r>
      <w:r w:rsidR="00D45E2D">
        <w:t xml:space="preserve">der SIEGENIA-AUBI Sicherheits-Service GmbH auf diesem Weg erledigen. </w:t>
      </w:r>
      <w:r w:rsidR="004D6B93">
        <w:t xml:space="preserve">Darüber hinaus bietet der Onlineshop eine Bestellmöglichkeit für den Fenstersensor </w:t>
      </w:r>
      <w:proofErr w:type="spellStart"/>
      <w:r w:rsidR="004D6B93">
        <w:t>senso</w:t>
      </w:r>
      <w:proofErr w:type="spellEnd"/>
      <w:r w:rsidR="004D6B93">
        <w:t xml:space="preserve"> secure und das dazugehörige Gateway. </w:t>
      </w:r>
      <w:r w:rsidR="00D45E2D">
        <w:lastRenderedPageBreak/>
        <w:t>D</w:t>
      </w:r>
      <w:r w:rsidR="00BD6861">
        <w:t xml:space="preserve">abei profitieren </w:t>
      </w:r>
      <w:r w:rsidR="004D6B93">
        <w:t xml:space="preserve">die Besucher des Shops </w:t>
      </w:r>
      <w:r w:rsidR="00BD6861">
        <w:t>von einer</w:t>
      </w:r>
      <w:r w:rsidR="00D45E2D">
        <w:t xml:space="preserve"> einheitliche</w:t>
      </w:r>
      <w:r w:rsidR="00BD6861">
        <w:t>n</w:t>
      </w:r>
      <w:r w:rsidR="00D45E2D">
        <w:t xml:space="preserve"> </w:t>
      </w:r>
      <w:r w:rsidR="00BD6861">
        <w:t>Bedien</w:t>
      </w:r>
      <w:r w:rsidR="00D45E2D">
        <w:t xml:space="preserve">oberfläche über alle Produktgruppen hinweg </w:t>
      </w:r>
      <w:r w:rsidR="00BD6861">
        <w:t xml:space="preserve">und das Anlegen eines einzigen Nutzerkontos für sämtliche Lösungen. </w:t>
      </w:r>
    </w:p>
    <w:p w14:paraId="7105B785" w14:textId="161EC487" w:rsidR="00F6067C" w:rsidRDefault="00F6067C" w:rsidP="009A5F3E"/>
    <w:p w14:paraId="10DBFD3A" w14:textId="1C0572A8" w:rsidR="00D860B8" w:rsidRDefault="00D860B8" w:rsidP="009A5F3E"/>
    <w:p w14:paraId="711E6F92" w14:textId="712D6EDE" w:rsidR="00A05190" w:rsidRDefault="006042D8" w:rsidP="00A05190">
      <w:pPr>
        <w:pStyle w:val="berschrift2"/>
      </w:pPr>
      <w:r>
        <w:t>Raumkomfort durch i</w:t>
      </w:r>
      <w:r w:rsidR="00A05190">
        <w:t xml:space="preserve">ntelligente Lösungen </w:t>
      </w:r>
    </w:p>
    <w:p w14:paraId="37AB281B" w14:textId="1F3AD51C" w:rsidR="00A05190" w:rsidRDefault="006042D8" w:rsidP="00A05190">
      <w:r>
        <w:t>Ergänzend zu den neuen Lösungen für eine smarte Produkt</w:t>
      </w:r>
      <w:r w:rsidR="00597A7D">
        <w:t>- und Servicewelt</w:t>
      </w:r>
      <w:r>
        <w:t xml:space="preserve"> stellt SIEGENIA auf der FENSTERBAU diverse Neuentwicklungen vor, die intelligente Wohnumgebungen schaffen und Räume lebendig machen, damit Menschen sich darin </w:t>
      </w:r>
      <w:r w:rsidRPr="00B756E5">
        <w:t>wohlfühlen.</w:t>
      </w:r>
      <w:r w:rsidR="00B756E5">
        <w:t xml:space="preserve"> Neben </w:t>
      </w:r>
      <w:r w:rsidR="009B1038">
        <w:t xml:space="preserve">der neuen Automatik-Mehrfachverriegelung AS 3600C für Mehrfamilienhäuser und die Möglichkeit zum Einsatz des feuchtegeführten Lüfters AEROMAT flex HY in Verbindung mit Hebe-Schiebe-Elementen zählen hierzu auch die </w:t>
      </w:r>
      <w:r w:rsidR="00B756E5">
        <w:t xml:space="preserve">neuen Profilvarianten für die ECO PASS Bodenschwelle und den Schiebebeschlag ECO SLIDE. </w:t>
      </w:r>
    </w:p>
    <w:p w14:paraId="7C6B59DA" w14:textId="29FF855C" w:rsidR="00A05190" w:rsidRDefault="00A05190" w:rsidP="00A05190">
      <w:pPr>
        <w:pStyle w:val="berschrift4"/>
      </w:pPr>
      <w:r w:rsidRPr="00A05190">
        <w:t>ECO PASS Bodenschwelle</w:t>
      </w:r>
      <w:r w:rsidR="006042D8">
        <w:t>: Variantenreichtum</w:t>
      </w:r>
      <w:r w:rsidRPr="00A05190">
        <w:t xml:space="preserve"> </w:t>
      </w:r>
      <w:r w:rsidR="006042D8">
        <w:t>ausgebaut</w:t>
      </w:r>
    </w:p>
    <w:p w14:paraId="120491E8" w14:textId="3F25FB1E" w:rsidR="007C13AA" w:rsidRPr="006042D8" w:rsidRDefault="009B18B0" w:rsidP="006042D8">
      <w:r>
        <w:t>Auch Verarbeiter</w:t>
      </w:r>
      <w:r w:rsidR="007C13AA">
        <w:t>n</w:t>
      </w:r>
      <w:r>
        <w:t xml:space="preserve"> von Schüco-Profilen </w:t>
      </w:r>
      <w:r w:rsidR="007C13AA">
        <w:t xml:space="preserve">bietet die </w:t>
      </w:r>
      <w:r>
        <w:t xml:space="preserve">ECO PASS Bodenschwelle für </w:t>
      </w:r>
      <w:r w:rsidR="007C13AA">
        <w:t>den PORTAL HS von SIEGENIA a</w:t>
      </w:r>
      <w:r>
        <w:t xml:space="preserve">b sofort </w:t>
      </w:r>
      <w:r w:rsidR="007C13AA">
        <w:t xml:space="preserve">gebündelte Vorteile: Die leistungsstarke Bodenschwelle für Hebe-Schiebe-Elemente, die </w:t>
      </w:r>
      <w:r w:rsidR="007C13AA" w:rsidRPr="008A3DC2">
        <w:t>Energieeffizienz mit Komfort, Ästhetik und Barrierefreiheit</w:t>
      </w:r>
      <w:r w:rsidR="007C13AA">
        <w:t xml:space="preserve"> verbindet, ist jetzt </w:t>
      </w:r>
      <w:r w:rsidR="008A419B">
        <w:t xml:space="preserve">für </w:t>
      </w:r>
      <w:r w:rsidR="000E08E5">
        <w:t>das Kunststoff-</w:t>
      </w:r>
      <w:r w:rsidR="00C0681E">
        <w:t>Profil</w:t>
      </w:r>
      <w:r w:rsidR="000E08E5">
        <w:t>system</w:t>
      </w:r>
      <w:r w:rsidR="00C0681E">
        <w:t xml:space="preserve"> </w:t>
      </w:r>
      <w:r w:rsidR="008A419B">
        <w:t xml:space="preserve">Schüco </w:t>
      </w:r>
      <w:proofErr w:type="spellStart"/>
      <w:r w:rsidR="008A419B">
        <w:t>Liv</w:t>
      </w:r>
      <w:r w:rsidR="008A1CE8">
        <w:t>I</w:t>
      </w:r>
      <w:r w:rsidR="008A419B">
        <w:t>ngSlide</w:t>
      </w:r>
      <w:proofErr w:type="spellEnd"/>
      <w:r w:rsidR="008A419B">
        <w:t xml:space="preserve"> erhältlich</w:t>
      </w:r>
      <w:r w:rsidR="00AD5F76">
        <w:t xml:space="preserve">. Die neue Lösung eignet sich für die Einbruchhemmung bis RC2 und trägt damit auch dem Sicherheitsbedürfnis zahlreicher Endanwender Rechnung. </w:t>
      </w:r>
      <w:r w:rsidR="00C0681E">
        <w:t xml:space="preserve">Verarbeiter </w:t>
      </w:r>
      <w:r w:rsidR="00722800">
        <w:t xml:space="preserve">überzeugt ECO PASS durch eine zeit- und kostengünstige Montage, die Möglichkeit zur </w:t>
      </w:r>
      <w:r w:rsidR="00C0681E">
        <w:t>Lieferung als maßgeschneidertes Komplettpaket</w:t>
      </w:r>
      <w:r w:rsidR="00722800">
        <w:t xml:space="preserve"> </w:t>
      </w:r>
      <w:r w:rsidR="00761B98">
        <w:t>über die</w:t>
      </w:r>
      <w:r w:rsidR="00722800">
        <w:t xml:space="preserve"> COMFORT UNIT</w:t>
      </w:r>
      <w:r w:rsidR="00C0681E">
        <w:t xml:space="preserve"> und ein umfangreiches Programm für den qualitativ hochwertigen Bauanschluss. </w:t>
      </w:r>
      <w:r w:rsidR="00DC3F99">
        <w:t xml:space="preserve">Hierzu bietet SIEGENIA zahlreiche durchdachte und mit Herstellern von Abdichtungsmaterial abgestimmte Optionen. </w:t>
      </w:r>
      <w:r w:rsidR="00AD5F76">
        <w:t xml:space="preserve">Mit der Erweiterung des Portfolios auf Schüco </w:t>
      </w:r>
      <w:proofErr w:type="spellStart"/>
      <w:r w:rsidR="00AD5F76">
        <w:t>Liv</w:t>
      </w:r>
      <w:r w:rsidR="008A1CE8">
        <w:t>I</w:t>
      </w:r>
      <w:r w:rsidR="00AD5F76">
        <w:t>ngSlide</w:t>
      </w:r>
      <w:proofErr w:type="spellEnd"/>
      <w:r w:rsidR="00AD5F76">
        <w:t xml:space="preserve"> baut </w:t>
      </w:r>
      <w:r w:rsidR="008A419B">
        <w:t>SIEGENIA das Anwendungsspektrum von ECO PASS auf insgesamt acht Kunststoff-Systemhäuser</w:t>
      </w:r>
      <w:r w:rsidR="00AD5F76">
        <w:t xml:space="preserve"> aus</w:t>
      </w:r>
      <w:r w:rsidR="00722800">
        <w:t xml:space="preserve">. </w:t>
      </w:r>
    </w:p>
    <w:p w14:paraId="336CD678" w14:textId="13AF1DB3" w:rsidR="00A05190" w:rsidRDefault="00A05190" w:rsidP="00A05190">
      <w:pPr>
        <w:pStyle w:val="berschrift4"/>
      </w:pPr>
      <w:r w:rsidRPr="00A05190">
        <w:t>Ausweitung des ECO SLIDE Programms</w:t>
      </w:r>
    </w:p>
    <w:p w14:paraId="7833EF6A" w14:textId="4587D5A3" w:rsidR="00AD5F76" w:rsidRPr="00AD5F76" w:rsidRDefault="00AD5F76" w:rsidP="00AD5F76">
      <w:r>
        <w:t xml:space="preserve">Erweitert wurden auch die Einsatzmöglichkeiten des Schiebebeschlags ECO SLIDE: Auf der FENSTERBAU zeigt SIEGENIA </w:t>
      </w:r>
      <w:r>
        <w:rPr>
          <w:rFonts w:cs="Arial"/>
          <w:szCs w:val="20"/>
        </w:rPr>
        <w:t xml:space="preserve">den leistungsstarken </w:t>
      </w:r>
      <w:r w:rsidR="000E08E5">
        <w:rPr>
          <w:rFonts w:cs="Arial"/>
          <w:szCs w:val="20"/>
        </w:rPr>
        <w:t>Schiebeb</w:t>
      </w:r>
      <w:r>
        <w:rPr>
          <w:rFonts w:cs="Arial"/>
          <w:szCs w:val="20"/>
        </w:rPr>
        <w:t xml:space="preserve">eschlag für Fenster und Türen </w:t>
      </w:r>
      <w:r>
        <w:t xml:space="preserve">erstmals in einer Ausführung für </w:t>
      </w:r>
      <w:proofErr w:type="spellStart"/>
      <w:r>
        <w:t>Aluplast</w:t>
      </w:r>
      <w:proofErr w:type="spellEnd"/>
      <w:r>
        <w:t xml:space="preserve"> </w:t>
      </w:r>
      <w:r w:rsidR="00E64CA7">
        <w:t>s</w:t>
      </w:r>
      <w:r>
        <w:t>mart</w:t>
      </w:r>
      <w:r w:rsidR="00E64CA7">
        <w:t>-</w:t>
      </w:r>
      <w:proofErr w:type="spellStart"/>
      <w:r>
        <w:t>slide</w:t>
      </w:r>
      <w:proofErr w:type="spellEnd"/>
      <w:r>
        <w:t xml:space="preserve"> und erweitert damit den Handlungsspielraum </w:t>
      </w:r>
      <w:r w:rsidR="000E08E5">
        <w:t>im Verkauf</w:t>
      </w:r>
      <w:r>
        <w:t xml:space="preserve"> von Kunststoffelementen. ECO SLIDE </w:t>
      </w:r>
      <w:r w:rsidRPr="00012831">
        <w:t xml:space="preserve">kombiniert </w:t>
      </w:r>
      <w:r w:rsidR="00624578">
        <w:t xml:space="preserve">nicht nur </w:t>
      </w:r>
      <w:r w:rsidRPr="00012831">
        <w:t xml:space="preserve">die </w:t>
      </w:r>
      <w:r>
        <w:t>einfache</w:t>
      </w:r>
      <w:r w:rsidRPr="00012831">
        <w:t xml:space="preserve"> Bedienung von Hebe-Schiebe-Systemen mit der hohen Dichtigkeit von Parallel-Schiebe-Kipp-Elementen</w:t>
      </w:r>
      <w:r w:rsidR="00624578">
        <w:t xml:space="preserve">, sondern </w:t>
      </w:r>
      <w:r>
        <w:rPr>
          <w:rFonts w:cs="Arial"/>
          <w:szCs w:val="20"/>
        </w:rPr>
        <w:t xml:space="preserve">punktet </w:t>
      </w:r>
      <w:r w:rsidR="00624578">
        <w:rPr>
          <w:rFonts w:cs="Arial"/>
          <w:szCs w:val="20"/>
        </w:rPr>
        <w:t>darüber hinaus</w:t>
      </w:r>
      <w:r>
        <w:rPr>
          <w:rFonts w:cs="Arial"/>
          <w:szCs w:val="20"/>
        </w:rPr>
        <w:t xml:space="preserve"> durch die perfekte Nutzung von Raum: Der </w:t>
      </w:r>
      <w:r>
        <w:t>Einsatz als Fenster führt zu spürbaren Platzeinsparungen im Innenraum, d</w:t>
      </w:r>
      <w:r w:rsidR="00624578">
        <w:t xml:space="preserve">a es </w:t>
      </w:r>
      <w:r>
        <w:t xml:space="preserve">dank </w:t>
      </w:r>
      <w:r>
        <w:lastRenderedPageBreak/>
        <w:t>des Schiebeflügels beim Lüften keine Raumverluste auf der Fensterbank</w:t>
      </w:r>
      <w:r w:rsidR="00624578">
        <w:t xml:space="preserve"> </w:t>
      </w:r>
      <w:r w:rsidR="000E08E5">
        <w:t xml:space="preserve">und dahinter </w:t>
      </w:r>
      <w:r w:rsidR="00624578">
        <w:t xml:space="preserve">gibt. Bis zu Flügelgewichten von 250 kg einsetzbar, eignet sich ECO SLIDE auch für kleinere Schiebetüren. Die erste Resonanz von </w:t>
      </w:r>
      <w:r w:rsidR="000E08E5">
        <w:t>Fensterbauern</w:t>
      </w:r>
      <w:r w:rsidR="00624578">
        <w:t xml:space="preserve"> ist positiv, die Fertigung von Musterelementen </w:t>
      </w:r>
      <w:r w:rsidR="00E64CA7">
        <w:t xml:space="preserve">ist </w:t>
      </w:r>
      <w:r w:rsidR="00624578">
        <w:t xml:space="preserve">bereits jetzt möglich. </w:t>
      </w:r>
    </w:p>
    <w:p w14:paraId="13520DA8" w14:textId="48ACA94F" w:rsidR="00DC3F99" w:rsidRDefault="00FC619F" w:rsidP="00DC3F99">
      <w:pPr>
        <w:pStyle w:val="berschrift4"/>
      </w:pPr>
      <w:r>
        <w:t>AS 3600C: Sicherheit für alle Fälle</w:t>
      </w:r>
    </w:p>
    <w:p w14:paraId="02D230B8" w14:textId="46B0837E" w:rsidR="000D3B48" w:rsidRPr="007F0CCC" w:rsidRDefault="000D3B48" w:rsidP="007F0CCC">
      <w:r>
        <w:t xml:space="preserve">Praktisch, sicher, komfortabel: Die neue Automatik-Mehrfachverriegelung AS 3600C für Mehrfamilienhäuser bietet allen Hausbewohnern die Möglichkeit, das Gebäude jederzeit zu verlassen – selbst bei verriegelter Tür. Seit einigen Jahren ist die Pflicht zum Verriegeln der Hauseingangstür juristisch unwirksam, weil dies zwar vor möglichen Einbruchversuchen schützt, bei einem Brand jedoch zur Gefahrenquelle wird. Die AS 3600C schafft hier Abhilfe: </w:t>
      </w:r>
      <w:r w:rsidR="00D400A2">
        <w:t xml:space="preserve">Bei dieser Technik wird auf </w:t>
      </w:r>
      <w:r>
        <w:t>die Blockade des Drückers</w:t>
      </w:r>
      <w:r w:rsidR="00D400A2">
        <w:t xml:space="preserve"> verzichtet</w:t>
      </w:r>
      <w:r>
        <w:t>, so dass die Tür von innen jederzeit</w:t>
      </w:r>
      <w:r w:rsidR="00626BCB">
        <w:t xml:space="preserve"> auch ohne Schlüssel geöffnet werden kann</w:t>
      </w:r>
      <w:r>
        <w:t xml:space="preserve">. </w:t>
      </w:r>
      <w:r w:rsidR="00D400A2">
        <w:t xml:space="preserve">In Verbindung mit der motorischen Öffnung ist das auch über die </w:t>
      </w:r>
      <w:r w:rsidR="003105E9">
        <w:t>Gegens</w:t>
      </w:r>
      <w:r w:rsidR="00D400A2">
        <w:t xml:space="preserve">prechanlage möglich. </w:t>
      </w:r>
      <w:r>
        <w:t xml:space="preserve">Für die geschickte Verbindung von Sicherheit und Komfort </w:t>
      </w:r>
      <w:r w:rsidR="00D400A2">
        <w:t xml:space="preserve">beim Schließvorgang </w:t>
      </w:r>
      <w:r>
        <w:t xml:space="preserve">sorgt das automatische Verriegeln der Tür durch das Herausfahren von Fallenbolzen und Schwenkhaken. Höchsten Nutzungskomfort gewährleisten auf Wunsch die bequeme Steuerung mithilfe der SIEGENIA Comfort App und die Bedienung via Fingerscanner, Transponder oder </w:t>
      </w:r>
      <w:proofErr w:type="spellStart"/>
      <w:r>
        <w:t>Keypad</w:t>
      </w:r>
      <w:proofErr w:type="spellEnd"/>
      <w:r>
        <w:t xml:space="preserve">. Aus Verarbeitersicht überzeugt die neue Lösung u. a. durch die Verwendung von Standard-Fräsmaßen des AS 3500 und AS 3600. Auch die häufige Verwendung von Sonderrahmenteilen entfällt hier gänzlich. Die AS 3600C ist ab dem Sommer erhältlich. </w:t>
      </w:r>
    </w:p>
    <w:p w14:paraId="4D17C602" w14:textId="7E662208" w:rsidR="005C6157" w:rsidRPr="00050EFE" w:rsidRDefault="00955AB5" w:rsidP="005C6157">
      <w:pPr>
        <w:pStyle w:val="berschrift4"/>
      </w:pPr>
      <w:r>
        <w:t>A</w:t>
      </w:r>
      <w:r w:rsidR="005C6157" w:rsidRPr="00050EFE">
        <w:t>EROMAT flex HY: perfekt integrie</w:t>
      </w:r>
      <w:r w:rsidR="005C6157">
        <w:t>rt</w:t>
      </w:r>
    </w:p>
    <w:p w14:paraId="2AE0BB4F" w14:textId="02EB8650" w:rsidR="005E1468" w:rsidRPr="005C6157" w:rsidRDefault="005C6157" w:rsidP="005C6157">
      <w:pPr>
        <w:rPr>
          <w:rFonts w:cs="Arial"/>
          <w:szCs w:val="20"/>
        </w:rPr>
      </w:pPr>
      <w:r>
        <w:t xml:space="preserve">Erstmals </w:t>
      </w:r>
      <w:r w:rsidR="00DF665C">
        <w:t xml:space="preserve">zeigt SIEGENIA zudem auf der FENSTERBAU den </w:t>
      </w:r>
      <w:r>
        <w:t>feuchtegeführte</w:t>
      </w:r>
      <w:r w:rsidR="00DF665C">
        <w:t>n</w:t>
      </w:r>
      <w:r>
        <w:t xml:space="preserve"> Lüfter AEROMAT flex HY</w:t>
      </w:r>
      <w:r w:rsidR="00DF665C">
        <w:t xml:space="preserve"> in Verbindung mit einem </w:t>
      </w:r>
      <w:r w:rsidR="0028685E">
        <w:t>Hebe-Schiebe-El</w:t>
      </w:r>
      <w:r w:rsidR="00DF665C">
        <w:t xml:space="preserve">ement. </w:t>
      </w:r>
      <w:r w:rsidR="0028685E">
        <w:t>Möglich macht dies der teleskopierbare Kanal, mit dessen Hilfe d</w:t>
      </w:r>
      <w:r w:rsidR="00DF665C">
        <w:t xml:space="preserve">er kompakte Passivlüfter </w:t>
      </w:r>
      <w:r w:rsidR="0028685E">
        <w:t>bequem an die jeweilige Profiltiefe angepasst werden kann. Dank seiner völlig neuartigen Einbauweise nutzt er vorhandenen Bauraum perfekt und erlaubt die optisch dezente Integration in die Gebäudehülle</w:t>
      </w:r>
      <w:r w:rsidR="00955AB5">
        <w:t xml:space="preserve"> – g</w:t>
      </w:r>
      <w:r>
        <w:t xml:space="preserve">anz </w:t>
      </w:r>
      <w:r w:rsidRPr="00121AE2">
        <w:t xml:space="preserve">ohne Eingriff in die Funktionalität </w:t>
      </w:r>
      <w:r>
        <w:t xml:space="preserve">von </w:t>
      </w:r>
      <w:r w:rsidRPr="00121AE2">
        <w:t>Fenster</w:t>
      </w:r>
      <w:r>
        <w:t xml:space="preserve">n und </w:t>
      </w:r>
      <w:r w:rsidRPr="00121AE2">
        <w:t>Hebe-Schie</w:t>
      </w:r>
      <w:r w:rsidRPr="00121AE2">
        <w:softHyphen/>
        <w:t>be-Türen</w:t>
      </w:r>
      <w:r w:rsidR="0028685E">
        <w:t xml:space="preserve">. Gänzlich unbeeinträchtigt bleiben </w:t>
      </w:r>
      <w:r w:rsidR="00955AB5">
        <w:t xml:space="preserve">dabei </w:t>
      </w:r>
      <w:r w:rsidR="0028685E">
        <w:t xml:space="preserve">nicht nur </w:t>
      </w:r>
      <w:r>
        <w:t>Einbruchhemmung, Schalldämmung und Schlagregendichtigkeit</w:t>
      </w:r>
      <w:r w:rsidR="0028685E">
        <w:t xml:space="preserve"> </w:t>
      </w:r>
      <w:r>
        <w:t xml:space="preserve">– auch das Lüften bei heruntergelassenen Rollläden und Beschattungen ist möglich. </w:t>
      </w:r>
      <w:r w:rsidRPr="00121AE2">
        <w:rPr>
          <w:rFonts w:cs="Arial"/>
          <w:szCs w:val="20"/>
        </w:rPr>
        <w:t xml:space="preserve">Verarbeiter profitieren </w:t>
      </w:r>
      <w:r w:rsidR="00F107F0">
        <w:rPr>
          <w:rFonts w:cs="Arial"/>
          <w:szCs w:val="20"/>
        </w:rPr>
        <w:t xml:space="preserve">ebenfalls </w:t>
      </w:r>
      <w:r w:rsidRPr="00121AE2">
        <w:rPr>
          <w:rFonts w:cs="Arial"/>
          <w:szCs w:val="20"/>
        </w:rPr>
        <w:t xml:space="preserve">von den Stärken des </w:t>
      </w:r>
      <w:r w:rsidR="00955AB5">
        <w:rPr>
          <w:rFonts w:cs="Arial"/>
          <w:szCs w:val="20"/>
        </w:rPr>
        <w:t>AEROMAT flex HY</w:t>
      </w:r>
      <w:r w:rsidRPr="00121AE2">
        <w:rPr>
          <w:rFonts w:cs="Arial"/>
          <w:szCs w:val="20"/>
        </w:rPr>
        <w:t xml:space="preserve">: </w:t>
      </w:r>
      <w:r w:rsidR="00955AB5">
        <w:rPr>
          <w:rFonts w:cs="Arial"/>
          <w:szCs w:val="20"/>
        </w:rPr>
        <w:t xml:space="preserve">Die </w:t>
      </w:r>
      <w:r w:rsidRPr="00121AE2">
        <w:rPr>
          <w:rFonts w:cs="Arial"/>
          <w:szCs w:val="20"/>
        </w:rPr>
        <w:t xml:space="preserve">Fertigungsprozesse </w:t>
      </w:r>
      <w:r w:rsidR="00955AB5">
        <w:rPr>
          <w:rFonts w:cs="Arial"/>
          <w:szCs w:val="20"/>
        </w:rPr>
        <w:t>der Elemente bleiben</w:t>
      </w:r>
      <w:r w:rsidRPr="00121AE2">
        <w:rPr>
          <w:rFonts w:cs="Arial"/>
          <w:color w:val="221E1F"/>
          <w:szCs w:val="20"/>
        </w:rPr>
        <w:t xml:space="preserve"> </w:t>
      </w:r>
      <w:r w:rsidRPr="00121AE2">
        <w:rPr>
          <w:rFonts w:cs="Arial"/>
          <w:szCs w:val="20"/>
        </w:rPr>
        <w:t>unverändert</w:t>
      </w:r>
      <w:r w:rsidRPr="00121AE2">
        <w:rPr>
          <w:rFonts w:cs="Arial"/>
          <w:color w:val="221E1F"/>
          <w:szCs w:val="20"/>
        </w:rPr>
        <w:t xml:space="preserve"> und müssen nicht unterbrochen werden</w:t>
      </w:r>
      <w:r w:rsidRPr="00121AE2">
        <w:rPr>
          <w:rFonts w:cs="Arial"/>
          <w:szCs w:val="20"/>
        </w:rPr>
        <w:t>.</w:t>
      </w:r>
      <w:bookmarkEnd w:id="0"/>
      <w:r w:rsidRPr="00121AE2">
        <w:rPr>
          <w:rFonts w:cs="Arial"/>
          <w:szCs w:val="20"/>
        </w:rPr>
        <w:t xml:space="preserve"> </w:t>
      </w:r>
    </w:p>
    <w:p w14:paraId="0A7E9953" w14:textId="39D46993" w:rsidR="005F3D5F" w:rsidRDefault="005F3D5F" w:rsidP="005E1468"/>
    <w:p w14:paraId="24E2EF8A" w14:textId="073913C1" w:rsidR="005C6157" w:rsidRDefault="005C6157" w:rsidP="005E1468"/>
    <w:p w14:paraId="33B79593" w14:textId="77777777" w:rsidR="005C6157" w:rsidRDefault="005C6157" w:rsidP="005E1468"/>
    <w:p w14:paraId="35CCAD8A" w14:textId="77777777" w:rsidR="005E1468" w:rsidRDefault="005E1468" w:rsidP="005A7C57">
      <w:pPr>
        <w:pStyle w:val="berschrift4"/>
      </w:pPr>
      <w:r>
        <w:lastRenderedPageBreak/>
        <w:t>Bildunterschriften</w:t>
      </w:r>
    </w:p>
    <w:p w14:paraId="082A5D4E" w14:textId="77777777" w:rsidR="002A7F37" w:rsidRDefault="002A7F37" w:rsidP="002A7F37">
      <w:r>
        <w:t>Bildquelle: SIEGENIA</w:t>
      </w:r>
    </w:p>
    <w:p w14:paraId="5C4A2877" w14:textId="77777777" w:rsidR="002A7F37" w:rsidRPr="002A7F37" w:rsidRDefault="002A7F37" w:rsidP="002A7F37"/>
    <w:p w14:paraId="23FF40BD" w14:textId="3A19AC65" w:rsidR="005E1468" w:rsidRPr="00D129AE" w:rsidRDefault="005E1468" w:rsidP="005E1468">
      <w:pPr>
        <w:rPr>
          <w:bCs/>
          <w:i/>
        </w:rPr>
      </w:pPr>
      <w:r w:rsidRPr="00D129AE">
        <w:rPr>
          <w:bCs/>
          <w:i/>
        </w:rPr>
        <w:t xml:space="preserve">Motiv I: </w:t>
      </w:r>
      <w:proofErr w:type="spellStart"/>
      <w:r w:rsidRPr="00D129AE">
        <w:rPr>
          <w:bCs/>
          <w:i/>
        </w:rPr>
        <w:t>SI</w:t>
      </w:r>
      <w:r>
        <w:rPr>
          <w:bCs/>
          <w:i/>
        </w:rPr>
        <w:t>E</w:t>
      </w:r>
      <w:r w:rsidRPr="00D129AE">
        <w:rPr>
          <w:bCs/>
          <w:i/>
        </w:rPr>
        <w:t>_</w:t>
      </w:r>
      <w:r w:rsidR="00E8172B">
        <w:rPr>
          <w:bCs/>
          <w:i/>
        </w:rPr>
        <w:t>smarte</w:t>
      </w:r>
      <w:proofErr w:type="spellEnd"/>
      <w:r w:rsidR="00E8172B">
        <w:rPr>
          <w:bCs/>
          <w:i/>
        </w:rPr>
        <w:t xml:space="preserve"> Produkte_ZKS</w:t>
      </w:r>
      <w:r w:rsidRPr="00D129AE">
        <w:rPr>
          <w:bCs/>
          <w:i/>
        </w:rPr>
        <w:t xml:space="preserve">.jpg </w:t>
      </w:r>
    </w:p>
    <w:p w14:paraId="12634E88" w14:textId="3D401AFA" w:rsidR="005E1468" w:rsidRPr="00D129AE" w:rsidRDefault="00D76CFA" w:rsidP="005E1468">
      <w:r>
        <w:rPr>
          <w:szCs w:val="20"/>
        </w:rPr>
        <w:t xml:space="preserve">Die </w:t>
      </w:r>
      <w:r w:rsidR="00AE6AA6">
        <w:rPr>
          <w:szCs w:val="20"/>
        </w:rPr>
        <w:t>innovativen</w:t>
      </w:r>
      <w:r>
        <w:rPr>
          <w:szCs w:val="20"/>
        </w:rPr>
        <w:t xml:space="preserve"> Zutrittskontrollsysteme von SIEGENIA verbinden ein edles Design mit höchstem</w:t>
      </w:r>
      <w:r w:rsidRPr="00BB07D9">
        <w:t xml:space="preserve"> Bedienkomfort und </w:t>
      </w:r>
      <w:r>
        <w:t>einer leistungsstarken</w:t>
      </w:r>
      <w:r w:rsidRPr="00BB07D9">
        <w:t xml:space="preserve"> Zutrittsverwaltung zum Gebäude</w:t>
      </w:r>
      <w:r>
        <w:t>.</w:t>
      </w:r>
    </w:p>
    <w:p w14:paraId="06C86FE8" w14:textId="77777777" w:rsidR="005E1468" w:rsidRDefault="005E1468" w:rsidP="005E1468"/>
    <w:p w14:paraId="5279C91C" w14:textId="6A200D79" w:rsidR="005E1468" w:rsidRPr="00D129AE" w:rsidRDefault="005E1468" w:rsidP="005E1468">
      <w:pPr>
        <w:rPr>
          <w:bCs/>
          <w:i/>
        </w:rPr>
      </w:pPr>
      <w:r w:rsidRPr="00D129AE">
        <w:rPr>
          <w:bCs/>
          <w:i/>
        </w:rPr>
        <w:t>Motiv II: SI</w:t>
      </w:r>
      <w:r>
        <w:rPr>
          <w:bCs/>
          <w:i/>
        </w:rPr>
        <w:t>E</w:t>
      </w:r>
      <w:r w:rsidRPr="00D129AE">
        <w:rPr>
          <w:bCs/>
          <w:i/>
        </w:rPr>
        <w:t>_</w:t>
      </w:r>
      <w:r w:rsidR="00E8172B" w:rsidRPr="00E8172B">
        <w:rPr>
          <w:bCs/>
          <w:i/>
        </w:rPr>
        <w:t xml:space="preserve"> </w:t>
      </w:r>
      <w:r w:rsidR="00E8172B">
        <w:rPr>
          <w:bCs/>
          <w:i/>
        </w:rPr>
        <w:t>smarte Produkte_IO-Modul</w:t>
      </w:r>
      <w:r w:rsidRPr="00D129AE">
        <w:rPr>
          <w:bCs/>
          <w:i/>
        </w:rPr>
        <w:t xml:space="preserve">.jpg </w:t>
      </w:r>
    </w:p>
    <w:p w14:paraId="252508FF" w14:textId="6B5B88FA" w:rsidR="005E1468" w:rsidRDefault="00D76CFA" w:rsidP="005E1468">
      <w:r>
        <w:t>Die neuen IO-Module erlauben sowohl die Integration der neuen Zutrittskontrollsysteme in Fremdsysteme als auch die Einbindung von Fremdprodukten in die smarte Welt von SIEGENIA.</w:t>
      </w:r>
    </w:p>
    <w:p w14:paraId="29A0C363" w14:textId="77777777" w:rsidR="00E8172B" w:rsidRPr="00D129AE" w:rsidRDefault="00E8172B" w:rsidP="005E1468"/>
    <w:p w14:paraId="469DB014" w14:textId="049B48D9" w:rsidR="00E8172B" w:rsidRPr="00D129AE" w:rsidRDefault="00E8172B" w:rsidP="00E8172B">
      <w:pPr>
        <w:rPr>
          <w:bCs/>
          <w:i/>
        </w:rPr>
      </w:pPr>
      <w:r w:rsidRPr="00D129AE">
        <w:rPr>
          <w:bCs/>
          <w:i/>
        </w:rPr>
        <w:t xml:space="preserve">Motiv </w:t>
      </w:r>
      <w:r>
        <w:rPr>
          <w:bCs/>
          <w:i/>
        </w:rPr>
        <w:t>II</w:t>
      </w:r>
      <w:r w:rsidRPr="00D129AE">
        <w:rPr>
          <w:bCs/>
          <w:i/>
        </w:rPr>
        <w:t xml:space="preserve">I: </w:t>
      </w:r>
      <w:proofErr w:type="spellStart"/>
      <w:r w:rsidRPr="00D129AE">
        <w:rPr>
          <w:bCs/>
          <w:i/>
        </w:rPr>
        <w:t>SI</w:t>
      </w:r>
      <w:r>
        <w:rPr>
          <w:bCs/>
          <w:i/>
        </w:rPr>
        <w:t>E</w:t>
      </w:r>
      <w:r w:rsidRPr="00D129AE">
        <w:rPr>
          <w:bCs/>
          <w:i/>
        </w:rPr>
        <w:t>_</w:t>
      </w:r>
      <w:r>
        <w:rPr>
          <w:bCs/>
          <w:i/>
        </w:rPr>
        <w:t>smarte</w:t>
      </w:r>
      <w:proofErr w:type="spellEnd"/>
      <w:r>
        <w:rPr>
          <w:bCs/>
          <w:i/>
        </w:rPr>
        <w:t xml:space="preserve"> Produkte_Fenstersensor_senso_secure</w:t>
      </w:r>
      <w:r w:rsidRPr="00D129AE">
        <w:rPr>
          <w:bCs/>
          <w:i/>
        </w:rPr>
        <w:t xml:space="preserve">.jpg </w:t>
      </w:r>
    </w:p>
    <w:p w14:paraId="2A78D09A" w14:textId="56C59351" w:rsidR="00E8172B" w:rsidRPr="00D129AE" w:rsidRDefault="00D76CFA" w:rsidP="00E8172B">
      <w:r>
        <w:rPr>
          <w:szCs w:val="20"/>
        </w:rPr>
        <w:t xml:space="preserve">Smarte Sicherheit für Fenster bietet der verdeckt liegende Funk-Fenstersensor </w:t>
      </w:r>
      <w:proofErr w:type="spellStart"/>
      <w:r>
        <w:rPr>
          <w:szCs w:val="20"/>
        </w:rPr>
        <w:t>senso</w:t>
      </w:r>
      <w:proofErr w:type="spellEnd"/>
      <w:r>
        <w:rPr>
          <w:szCs w:val="20"/>
        </w:rPr>
        <w:t xml:space="preserve"> secure: Er </w:t>
      </w:r>
      <w:r>
        <w:t>informiert zuverlässig über den Öffnungszustand von Dreh- und Dreh-Kipp-Fenstern.</w:t>
      </w:r>
    </w:p>
    <w:p w14:paraId="18D6DF9A" w14:textId="77777777" w:rsidR="005E1468" w:rsidRDefault="005E1468" w:rsidP="005E1468"/>
    <w:p w14:paraId="1F5482CD" w14:textId="2CF32009" w:rsidR="00E8172B" w:rsidRPr="00D129AE" w:rsidRDefault="00E8172B" w:rsidP="00E8172B">
      <w:pPr>
        <w:rPr>
          <w:bCs/>
          <w:i/>
        </w:rPr>
      </w:pPr>
      <w:r w:rsidRPr="00D129AE">
        <w:rPr>
          <w:bCs/>
          <w:i/>
        </w:rPr>
        <w:t xml:space="preserve">Motiv </w:t>
      </w:r>
      <w:r>
        <w:rPr>
          <w:bCs/>
          <w:i/>
        </w:rPr>
        <w:t>IV</w:t>
      </w:r>
      <w:r w:rsidRPr="00D129AE">
        <w:rPr>
          <w:bCs/>
          <w:i/>
        </w:rPr>
        <w:t xml:space="preserve">: </w:t>
      </w:r>
      <w:proofErr w:type="spellStart"/>
      <w:r w:rsidRPr="00D129AE">
        <w:rPr>
          <w:bCs/>
          <w:i/>
        </w:rPr>
        <w:t>SI</w:t>
      </w:r>
      <w:r>
        <w:rPr>
          <w:bCs/>
          <w:i/>
        </w:rPr>
        <w:t>E</w:t>
      </w:r>
      <w:r w:rsidRPr="00D129AE">
        <w:rPr>
          <w:bCs/>
          <w:i/>
        </w:rPr>
        <w:t>_</w:t>
      </w:r>
      <w:r>
        <w:rPr>
          <w:bCs/>
          <w:i/>
        </w:rPr>
        <w:t>smarte</w:t>
      </w:r>
      <w:proofErr w:type="spellEnd"/>
      <w:r>
        <w:rPr>
          <w:bCs/>
          <w:i/>
        </w:rPr>
        <w:t xml:space="preserve"> Services_E-Learning</w:t>
      </w:r>
      <w:r w:rsidRPr="00D129AE">
        <w:rPr>
          <w:bCs/>
          <w:i/>
        </w:rPr>
        <w:t xml:space="preserve">.jpg </w:t>
      </w:r>
    </w:p>
    <w:p w14:paraId="082AC665" w14:textId="3D19ADE7" w:rsidR="00E8172B" w:rsidRPr="00D129AE" w:rsidRDefault="00D76CFA" w:rsidP="00E8172B">
      <w:r>
        <w:t>Kompetenz per Mausklick: Die neuen Onlinetrainings von SIEGENIA ermöglichen die zeit- und ortsunabhängige Weiterbildung rund um das Produktportfolio von SIEGENIA.</w:t>
      </w:r>
    </w:p>
    <w:p w14:paraId="6C09D4F3" w14:textId="77777777" w:rsidR="00E8172B" w:rsidRDefault="00E8172B" w:rsidP="00E8172B"/>
    <w:p w14:paraId="4AF972EF" w14:textId="346F496C" w:rsidR="00E8172B" w:rsidRPr="00D129AE" w:rsidRDefault="00E8172B" w:rsidP="00E8172B">
      <w:pPr>
        <w:rPr>
          <w:bCs/>
          <w:i/>
        </w:rPr>
      </w:pPr>
      <w:r w:rsidRPr="00D129AE">
        <w:rPr>
          <w:bCs/>
          <w:i/>
        </w:rPr>
        <w:t xml:space="preserve">Motiv </w:t>
      </w:r>
      <w:r>
        <w:rPr>
          <w:bCs/>
          <w:i/>
        </w:rPr>
        <w:t>V</w:t>
      </w:r>
      <w:r w:rsidRPr="00D129AE">
        <w:rPr>
          <w:bCs/>
          <w:i/>
        </w:rPr>
        <w:t xml:space="preserve">: </w:t>
      </w:r>
      <w:proofErr w:type="spellStart"/>
      <w:r w:rsidRPr="00D129AE">
        <w:rPr>
          <w:bCs/>
          <w:i/>
        </w:rPr>
        <w:t>SI</w:t>
      </w:r>
      <w:r>
        <w:rPr>
          <w:bCs/>
          <w:i/>
        </w:rPr>
        <w:t>E</w:t>
      </w:r>
      <w:r w:rsidRPr="00D129AE">
        <w:rPr>
          <w:bCs/>
          <w:i/>
        </w:rPr>
        <w:t>_</w:t>
      </w:r>
      <w:r>
        <w:rPr>
          <w:bCs/>
          <w:i/>
        </w:rPr>
        <w:t>smarte</w:t>
      </w:r>
      <w:proofErr w:type="spellEnd"/>
      <w:r>
        <w:rPr>
          <w:bCs/>
          <w:i/>
        </w:rPr>
        <w:t xml:space="preserve"> Prozesse_Onlineshop</w:t>
      </w:r>
      <w:r w:rsidRPr="00D129AE">
        <w:rPr>
          <w:bCs/>
          <w:i/>
        </w:rPr>
        <w:t xml:space="preserve">.jpg </w:t>
      </w:r>
    </w:p>
    <w:p w14:paraId="5EBB0CB8" w14:textId="12F86870" w:rsidR="00E8172B" w:rsidRPr="00D129AE" w:rsidRDefault="00D76CFA" w:rsidP="00E8172B">
      <w:r>
        <w:t>Der Onlineshop von SIEGENIA erlaubt die komfortable Bestellung von Produkten auf digitalem Weg. Aufgrund der positiven Resonanz weitet SIEGENIA sein Angebot jetzt auf weitere Länder und Produkte aus.</w:t>
      </w:r>
    </w:p>
    <w:p w14:paraId="48E3DD23" w14:textId="04160FAC" w:rsidR="00E8172B" w:rsidRDefault="00E8172B" w:rsidP="00E8172B"/>
    <w:p w14:paraId="689B710D" w14:textId="4E252FBD" w:rsidR="00817686" w:rsidRPr="00817686" w:rsidRDefault="00817686" w:rsidP="00817686">
      <w:pPr>
        <w:rPr>
          <w:bCs/>
          <w:i/>
        </w:rPr>
      </w:pPr>
      <w:r w:rsidRPr="00817686">
        <w:rPr>
          <w:bCs/>
          <w:i/>
        </w:rPr>
        <w:t xml:space="preserve">Motiv VI: SIE_KFV_AS 3600 C.jpg </w:t>
      </w:r>
    </w:p>
    <w:p w14:paraId="37D632AE" w14:textId="3DB5E266" w:rsidR="00DB023B" w:rsidRDefault="00817686" w:rsidP="00E8172B">
      <w:r>
        <w:t>Die neue Automatik-Mehrfachverriegelung AS 3600C für Mehrfamilienhäuser ermöglicht das jederzeitige Verlassen des Gebäudes.</w:t>
      </w:r>
      <w:r w:rsidR="00DB023B">
        <w:t xml:space="preserve"> Hierzu verzichtet sie </w:t>
      </w:r>
      <w:r w:rsidR="00DB023B" w:rsidRPr="00DB023B">
        <w:t xml:space="preserve">auf die Blockade des Drückers, so dass die </w:t>
      </w:r>
      <w:r w:rsidR="00DB023B">
        <w:t xml:space="preserve">verriegelte </w:t>
      </w:r>
      <w:r w:rsidR="00DB023B" w:rsidRPr="00DB023B">
        <w:t xml:space="preserve">Tür auch ohne Schlüssel </w:t>
      </w:r>
      <w:r w:rsidR="00DB023B">
        <w:t xml:space="preserve">von innen </w:t>
      </w:r>
      <w:r w:rsidR="00DB023B" w:rsidRPr="00DB023B">
        <w:t>geöffnet werden kann</w:t>
      </w:r>
      <w:r w:rsidR="00DB023B">
        <w:t>.</w:t>
      </w:r>
    </w:p>
    <w:p w14:paraId="2DDAB411" w14:textId="77777777" w:rsidR="00DB023B" w:rsidRDefault="00DB023B" w:rsidP="00E8172B"/>
    <w:p w14:paraId="3F7390DB" w14:textId="6266C0D4" w:rsidR="00E8172B" w:rsidRPr="00817686" w:rsidRDefault="00E8172B" w:rsidP="00E8172B">
      <w:pPr>
        <w:rPr>
          <w:bCs/>
          <w:i/>
        </w:rPr>
      </w:pPr>
      <w:r w:rsidRPr="00817686">
        <w:rPr>
          <w:bCs/>
          <w:i/>
        </w:rPr>
        <w:t>Motiv V</w:t>
      </w:r>
      <w:r w:rsidR="00817686" w:rsidRPr="00817686">
        <w:rPr>
          <w:bCs/>
          <w:i/>
        </w:rPr>
        <w:t>I</w:t>
      </w:r>
      <w:r w:rsidRPr="00817686">
        <w:rPr>
          <w:bCs/>
          <w:i/>
        </w:rPr>
        <w:t xml:space="preserve">I: SIE_AERO_AEROMAT flex.jpg </w:t>
      </w:r>
    </w:p>
    <w:p w14:paraId="4F8908CF" w14:textId="4FD8AC4C" w:rsidR="00E8172B" w:rsidRPr="00D76CFA" w:rsidRDefault="00237742" w:rsidP="00E8172B">
      <w:r>
        <w:t xml:space="preserve">Auch für </w:t>
      </w:r>
      <w:r w:rsidR="00D76CFA">
        <w:t>Hebe-Schiebe-Element</w:t>
      </w:r>
      <w:r>
        <w:t xml:space="preserve">e ideal: Dank seines teleskopierbaren Kanals lässt sich der feuchtegeführte Lüfter AEROMAT flex HY von SIEGENIA </w:t>
      </w:r>
      <w:r w:rsidR="00D76CFA">
        <w:t xml:space="preserve">an </w:t>
      </w:r>
      <w:r>
        <w:t xml:space="preserve">unterschiedliche </w:t>
      </w:r>
      <w:r w:rsidR="00D76CFA">
        <w:t>Profiltiefe</w:t>
      </w:r>
      <w:r>
        <w:t>n</w:t>
      </w:r>
      <w:r w:rsidR="00D76CFA">
        <w:t xml:space="preserve"> anpassen.</w:t>
      </w:r>
    </w:p>
    <w:p w14:paraId="5723D293" w14:textId="77777777" w:rsidR="00E8172B" w:rsidRPr="00D76CFA" w:rsidRDefault="00E8172B" w:rsidP="00E8172B"/>
    <w:p w14:paraId="2C5E0F44" w14:textId="467153B8" w:rsidR="008D7633" w:rsidRDefault="008D7633" w:rsidP="008D7633"/>
    <w:p w14:paraId="04A58FDE" w14:textId="77777777" w:rsidR="00AE6AA6" w:rsidRPr="00D76CFA" w:rsidRDefault="00AE6AA6"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DCB9299" w14:textId="77777777" w:rsidTr="0044187A">
        <w:tc>
          <w:tcPr>
            <w:tcW w:w="3348" w:type="dxa"/>
            <w:tcBorders>
              <w:top w:val="nil"/>
              <w:left w:val="nil"/>
              <w:bottom w:val="nil"/>
              <w:right w:val="nil"/>
            </w:tcBorders>
          </w:tcPr>
          <w:p w14:paraId="2F7C7F7E" w14:textId="77777777" w:rsidR="008D7633" w:rsidRPr="0044187A" w:rsidRDefault="008D7633" w:rsidP="007A5EB4">
            <w:pPr>
              <w:pStyle w:val="Formatvorlage2"/>
              <w:rPr>
                <w:u w:val="single"/>
              </w:rPr>
            </w:pPr>
            <w:r w:rsidRPr="0044187A">
              <w:rPr>
                <w:u w:val="single"/>
              </w:rPr>
              <w:t>Herausgeber</w:t>
            </w:r>
          </w:p>
          <w:p w14:paraId="5633CBCE" w14:textId="77777777" w:rsidR="008D7633" w:rsidRDefault="008D7633" w:rsidP="007A5EB4">
            <w:pPr>
              <w:pStyle w:val="Formatvorlage2"/>
            </w:pPr>
            <w:r>
              <w:t xml:space="preserve">SIEGENIA </w:t>
            </w:r>
            <w:r w:rsidR="00486878">
              <w:t>GRUPPE</w:t>
            </w:r>
          </w:p>
          <w:p w14:paraId="1C1E7F2C" w14:textId="77777777" w:rsidR="008D7633" w:rsidRDefault="008D7633" w:rsidP="007A5EB4">
            <w:pPr>
              <w:pStyle w:val="Formatvorlage2"/>
            </w:pPr>
            <w:r>
              <w:t>Marketing-Kommunikation</w:t>
            </w:r>
          </w:p>
          <w:p w14:paraId="59016C96" w14:textId="77777777" w:rsidR="008D7633" w:rsidRDefault="008D7633" w:rsidP="007A5EB4">
            <w:pPr>
              <w:pStyle w:val="Formatvorlage2"/>
            </w:pPr>
            <w:r>
              <w:t>Industriestraße 1</w:t>
            </w:r>
            <w:r w:rsidR="000D0C02">
              <w:t>-</w:t>
            </w:r>
            <w:r>
              <w:t>3</w:t>
            </w:r>
          </w:p>
          <w:p w14:paraId="26AF99C6" w14:textId="77777777" w:rsidR="008D7633" w:rsidRDefault="008D7633" w:rsidP="007A5EB4">
            <w:pPr>
              <w:pStyle w:val="Formatvorlage2"/>
            </w:pPr>
            <w:r>
              <w:t>D - 57234 Wilnsdorf</w:t>
            </w:r>
          </w:p>
          <w:p w14:paraId="39AB0E42" w14:textId="77777777" w:rsidR="008D7633" w:rsidRDefault="00FD182E" w:rsidP="007A5EB4">
            <w:pPr>
              <w:pStyle w:val="Formatvorlage2"/>
            </w:pPr>
            <w:r>
              <w:t xml:space="preserve">Tel.: </w:t>
            </w:r>
            <w:r w:rsidR="008D7633">
              <w:t>+49 271</w:t>
            </w:r>
            <w:r w:rsidR="0088698F">
              <w:t xml:space="preserve"> </w:t>
            </w:r>
            <w:r>
              <w:t>39</w:t>
            </w:r>
            <w:r w:rsidR="008D7633">
              <w:t>31-412</w:t>
            </w:r>
          </w:p>
          <w:p w14:paraId="724EBED5" w14:textId="77777777" w:rsidR="008D7633" w:rsidRDefault="008D7633" w:rsidP="007A5EB4">
            <w:pPr>
              <w:pStyle w:val="Formatvorlage2"/>
            </w:pPr>
            <w:r>
              <w:t>Fax: +49 271</w:t>
            </w:r>
            <w:r w:rsidR="0088698F">
              <w:t xml:space="preserve"> </w:t>
            </w:r>
            <w:r>
              <w:t>3931-77412</w:t>
            </w:r>
          </w:p>
          <w:p w14:paraId="51FBEECF"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490557BC" w14:textId="77777777" w:rsidR="002E59D6" w:rsidRDefault="00510191" w:rsidP="007A5EB4">
            <w:pPr>
              <w:pStyle w:val="Formatvorlage2"/>
            </w:pPr>
            <w:r>
              <w:t>www.siegenia</w:t>
            </w:r>
            <w:r w:rsidR="008D7633">
              <w:t>.</w:t>
            </w:r>
            <w:r>
              <w:t>com</w:t>
            </w:r>
          </w:p>
          <w:p w14:paraId="6D03ADA6"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412997CA" w14:textId="77777777" w:rsidR="008D7633" w:rsidRPr="0044187A" w:rsidRDefault="008D7633" w:rsidP="007A5EB4">
            <w:pPr>
              <w:pStyle w:val="Formatvorlage2"/>
              <w:rPr>
                <w:u w:val="single"/>
              </w:rPr>
            </w:pPr>
            <w:r w:rsidRPr="0044187A">
              <w:rPr>
                <w:u w:val="single"/>
              </w:rPr>
              <w:t>Redaktion / Ansprechpartner</w:t>
            </w:r>
          </w:p>
          <w:p w14:paraId="73B0FC2B" w14:textId="77777777" w:rsidR="008D7633" w:rsidRDefault="008D7633" w:rsidP="007A5EB4">
            <w:pPr>
              <w:pStyle w:val="Formatvorlage2"/>
            </w:pPr>
            <w:r>
              <w:t>Kemper Kommunikation</w:t>
            </w:r>
          </w:p>
          <w:p w14:paraId="67C6EB04" w14:textId="77777777" w:rsidR="008D7633" w:rsidRPr="00C33A1F" w:rsidRDefault="008D7633" w:rsidP="007A5EB4">
            <w:pPr>
              <w:pStyle w:val="Formatvorlage2"/>
            </w:pPr>
            <w:r>
              <w:t xml:space="preserve">Kirsten </w:t>
            </w:r>
            <w:r w:rsidRPr="00C33A1F">
              <w:t xml:space="preserve">Kemper </w:t>
            </w:r>
          </w:p>
          <w:p w14:paraId="5532D9C9" w14:textId="4934146D" w:rsidR="008D7633" w:rsidRPr="00C33A1F" w:rsidRDefault="00E64CA7" w:rsidP="007A5EB4">
            <w:pPr>
              <w:pStyle w:val="Formatvorlage2"/>
            </w:pPr>
            <w:r>
              <w:t>Am Milchbornbach 10</w:t>
            </w:r>
          </w:p>
          <w:p w14:paraId="1AD9CBFD" w14:textId="4780BE88" w:rsidR="008D7633" w:rsidRPr="00C33A1F" w:rsidRDefault="008D7633" w:rsidP="007A5EB4">
            <w:pPr>
              <w:pStyle w:val="Formatvorlage2"/>
            </w:pPr>
            <w:r>
              <w:t xml:space="preserve">D </w:t>
            </w:r>
            <w:r w:rsidR="00E64CA7">
              <w:t>-</w:t>
            </w:r>
            <w:r>
              <w:t xml:space="preserve"> </w:t>
            </w:r>
            <w:r w:rsidRPr="00C33A1F">
              <w:t>51</w:t>
            </w:r>
            <w:r w:rsidR="00E64CA7">
              <w:t>429 Bergisch Gladbach</w:t>
            </w:r>
            <w:r w:rsidRPr="00C33A1F">
              <w:t xml:space="preserve"> </w:t>
            </w:r>
            <w:r w:rsidRPr="00C33A1F">
              <w:br/>
              <w:t xml:space="preserve">Tel.: </w:t>
            </w:r>
            <w:r>
              <w:t xml:space="preserve">+49 </w:t>
            </w:r>
            <w:r w:rsidRPr="00C33A1F">
              <w:t>22</w:t>
            </w:r>
            <w:r w:rsidR="00E64CA7">
              <w:t>04</w:t>
            </w:r>
            <w:r w:rsidRPr="00C33A1F">
              <w:t xml:space="preserve"> 9</w:t>
            </w:r>
            <w:r w:rsidR="00E64CA7">
              <w:t>644808</w:t>
            </w:r>
          </w:p>
          <w:p w14:paraId="56164357" w14:textId="77777777" w:rsidR="008D7633" w:rsidRPr="00283F6E" w:rsidRDefault="0088698F" w:rsidP="007A5EB4">
            <w:pPr>
              <w:pStyle w:val="Formatvorlage2"/>
              <w:rPr>
                <w:lang w:val="it-IT"/>
              </w:rPr>
            </w:pPr>
            <w:r w:rsidRPr="00283F6E">
              <w:rPr>
                <w:lang w:val="it-IT"/>
              </w:rPr>
              <w:t>E</w:t>
            </w:r>
            <w:r w:rsidR="008D7633" w:rsidRPr="00283F6E">
              <w:rPr>
                <w:lang w:val="it-IT"/>
              </w:rPr>
              <w:t>-Mail: info@kemper-kommunikation.de</w:t>
            </w:r>
          </w:p>
          <w:p w14:paraId="2F224BD4" w14:textId="77777777" w:rsidR="008D7633" w:rsidRDefault="00716BDB" w:rsidP="007A5EB4">
            <w:pPr>
              <w:pStyle w:val="Formatvorlage2"/>
            </w:pPr>
            <w:r w:rsidRPr="004333E8">
              <w:t>www.kemper-kommunikation.de</w:t>
            </w:r>
          </w:p>
          <w:p w14:paraId="51C3DB15" w14:textId="77777777" w:rsidR="00716BDB" w:rsidRPr="003F183E" w:rsidRDefault="00716BDB" w:rsidP="007A5EB4">
            <w:pPr>
              <w:pStyle w:val="Formatvorlage2"/>
            </w:pPr>
          </w:p>
        </w:tc>
        <w:tc>
          <w:tcPr>
            <w:tcW w:w="1800" w:type="dxa"/>
            <w:tcBorders>
              <w:top w:val="nil"/>
              <w:left w:val="nil"/>
              <w:bottom w:val="nil"/>
              <w:right w:val="nil"/>
            </w:tcBorders>
          </w:tcPr>
          <w:p w14:paraId="61B89104" w14:textId="77777777" w:rsidR="008D7633" w:rsidRPr="0044187A" w:rsidRDefault="008D7633" w:rsidP="007A5EB4">
            <w:pPr>
              <w:pStyle w:val="Formatvorlage2"/>
              <w:rPr>
                <w:u w:val="single"/>
              </w:rPr>
            </w:pPr>
            <w:r w:rsidRPr="0044187A">
              <w:rPr>
                <w:u w:val="single"/>
              </w:rPr>
              <w:t>Text - Info</w:t>
            </w:r>
          </w:p>
          <w:p w14:paraId="00A01EDF" w14:textId="1468DD56" w:rsidR="008D7633" w:rsidRPr="00C33A1F" w:rsidRDefault="008D7633" w:rsidP="007A5EB4">
            <w:pPr>
              <w:pStyle w:val="Formatvorlage2"/>
            </w:pPr>
            <w:r w:rsidRPr="00C33A1F">
              <w:t xml:space="preserve">Seiten: </w:t>
            </w:r>
            <w:r w:rsidR="00E64CA7">
              <w:t>5</w:t>
            </w:r>
          </w:p>
          <w:p w14:paraId="19CD1161" w14:textId="3C3C8E18" w:rsidR="008D7633" w:rsidRPr="00C33A1F" w:rsidRDefault="008D7633" w:rsidP="007A5EB4">
            <w:pPr>
              <w:pStyle w:val="Formatvorlage2"/>
            </w:pPr>
            <w:r>
              <w:t xml:space="preserve">Wörter: </w:t>
            </w:r>
            <w:r w:rsidR="00E64CA7">
              <w:t xml:space="preserve">1 </w:t>
            </w:r>
            <w:r>
              <w:t>52</w:t>
            </w:r>
            <w:r w:rsidR="00E64CA7">
              <w:t>1</w:t>
            </w:r>
          </w:p>
          <w:p w14:paraId="6B206AD6" w14:textId="0AEBB06F" w:rsidR="008D7633" w:rsidRPr="00C33A1F" w:rsidRDefault="008D7633" w:rsidP="007A5EB4">
            <w:pPr>
              <w:pStyle w:val="Formatvorlage2"/>
            </w:pPr>
            <w:r w:rsidRPr="00C33A1F">
              <w:t xml:space="preserve">Zeichen: </w:t>
            </w:r>
            <w:r>
              <w:t>1</w:t>
            </w:r>
            <w:r w:rsidR="00E64CA7">
              <w:t>1 8</w:t>
            </w:r>
            <w:r w:rsidR="00F107F0">
              <w:t>2</w:t>
            </w:r>
            <w:r w:rsidR="00E64CA7">
              <w:t>1</w:t>
            </w:r>
            <w:r w:rsidRPr="00C33A1F">
              <w:br/>
              <w:t>(mit Leerzeichen)</w:t>
            </w:r>
          </w:p>
          <w:p w14:paraId="55AF8CB7" w14:textId="77777777" w:rsidR="008D7633" w:rsidRDefault="008D7633" w:rsidP="007A5EB4">
            <w:pPr>
              <w:pStyle w:val="Formatvorlage2"/>
            </w:pPr>
          </w:p>
          <w:p w14:paraId="4AB6192E" w14:textId="47AA915B" w:rsidR="008D7633" w:rsidRPr="00C33A1F" w:rsidRDefault="008D7633" w:rsidP="007A5EB4">
            <w:pPr>
              <w:pStyle w:val="Formatvorlage2"/>
            </w:pPr>
            <w:r>
              <w:t xml:space="preserve">erstellt am: </w:t>
            </w:r>
            <w:r w:rsidR="00C55524">
              <w:t>2</w:t>
            </w:r>
            <w:r w:rsidR="00B55070">
              <w:t>1</w:t>
            </w:r>
            <w:r>
              <w:t>.</w:t>
            </w:r>
            <w:r w:rsidR="00486878">
              <w:t>0</w:t>
            </w:r>
            <w:r w:rsidR="00B756E5">
              <w:t>1</w:t>
            </w:r>
            <w:r>
              <w:t>.20</w:t>
            </w:r>
            <w:r w:rsidR="00B756E5">
              <w:t>20</w:t>
            </w:r>
          </w:p>
          <w:p w14:paraId="46F0C53D" w14:textId="77777777" w:rsidR="008D7633" w:rsidRPr="0044187A" w:rsidRDefault="008D7633" w:rsidP="007A5EB4">
            <w:pPr>
              <w:pStyle w:val="Formatvorlage2"/>
              <w:rPr>
                <w:szCs w:val="20"/>
              </w:rPr>
            </w:pPr>
          </w:p>
        </w:tc>
      </w:tr>
      <w:tr w:rsidR="008D7633" w:rsidRPr="0044187A" w14:paraId="616EAEA0" w14:textId="77777777" w:rsidTr="0044187A">
        <w:tc>
          <w:tcPr>
            <w:tcW w:w="8208" w:type="dxa"/>
            <w:gridSpan w:val="3"/>
            <w:tcBorders>
              <w:top w:val="nil"/>
              <w:left w:val="nil"/>
              <w:bottom w:val="nil"/>
              <w:right w:val="nil"/>
            </w:tcBorders>
          </w:tcPr>
          <w:p w14:paraId="25C3BE77" w14:textId="77777777" w:rsidR="008D7633" w:rsidRPr="003F183E" w:rsidRDefault="008D7633" w:rsidP="007A5EB4">
            <w:pPr>
              <w:pStyle w:val="Formatvorlage2"/>
            </w:pPr>
            <w:r w:rsidRPr="003F183E">
              <w:t>Bei Veröffentlichung von Bild- oder Textmaterial bitten wir um Zusendung eines Belegexemplars.</w:t>
            </w:r>
          </w:p>
        </w:tc>
      </w:tr>
    </w:tbl>
    <w:p w14:paraId="6E2E1055"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93552" w14:textId="77777777" w:rsidR="00D8234A" w:rsidRDefault="00D8234A">
      <w:r>
        <w:separator/>
      </w:r>
    </w:p>
  </w:endnote>
  <w:endnote w:type="continuationSeparator" w:id="0">
    <w:p w14:paraId="330F59D2" w14:textId="77777777" w:rsidR="00D8234A" w:rsidRDefault="00D8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81B4A" w14:textId="77777777" w:rsidR="000D5CD9" w:rsidRDefault="000D5CD9"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62A2B" w14:textId="77777777" w:rsidR="00D8234A" w:rsidRDefault="00D8234A">
      <w:r>
        <w:separator/>
      </w:r>
    </w:p>
  </w:footnote>
  <w:footnote w:type="continuationSeparator" w:id="0">
    <w:p w14:paraId="15DB5E45" w14:textId="77777777" w:rsidR="00D8234A" w:rsidRDefault="00D823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02BC4" w14:textId="77777777" w:rsidR="000D5CD9" w:rsidRDefault="000D5CD9">
    <w:pPr>
      <w:pStyle w:val="Kopfzeile"/>
    </w:pPr>
    <w:r>
      <w:rPr>
        <w:noProof/>
      </w:rPr>
      <w:drawing>
        <wp:anchor distT="0" distB="0" distL="114300" distR="114300" simplePos="0" relativeHeight="251657728" behindDoc="1" locked="0" layoutInCell="1" allowOverlap="1" wp14:anchorId="5A50D51F" wp14:editId="6A0CE44B">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8D3672"/>
    <w:multiLevelType w:val="hybridMultilevel"/>
    <w:tmpl w:val="DDC0BFC4"/>
    <w:lvl w:ilvl="0" w:tplc="9864D674">
      <w:start w:val="1"/>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A25A36"/>
    <w:multiLevelType w:val="hybridMultilevel"/>
    <w:tmpl w:val="3F7491DA"/>
    <w:lvl w:ilvl="0" w:tplc="519883F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FF401B9"/>
    <w:multiLevelType w:val="hybridMultilevel"/>
    <w:tmpl w:val="F4C844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A8399D"/>
    <w:multiLevelType w:val="hybridMultilevel"/>
    <w:tmpl w:val="E71CCE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F7B3E08"/>
    <w:multiLevelType w:val="hybridMultilevel"/>
    <w:tmpl w:val="F4CE0B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CFE1D5B"/>
    <w:multiLevelType w:val="hybridMultilevel"/>
    <w:tmpl w:val="841A3792"/>
    <w:lvl w:ilvl="0" w:tplc="3A5E7EA2">
      <w:start w:val="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4"/>
  </w:num>
  <w:num w:numId="5">
    <w:abstractNumId w:val="7"/>
  </w:num>
  <w:num w:numId="6">
    <w:abstractNumId w:val="8"/>
  </w:num>
  <w:num w:numId="7">
    <w:abstractNumId w:val="9"/>
  </w:num>
  <w:num w:numId="8">
    <w:abstractNumId w:val="1"/>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654"/>
    <w:rsid w:val="000024D9"/>
    <w:rsid w:val="00003256"/>
    <w:rsid w:val="0001449A"/>
    <w:rsid w:val="0001520C"/>
    <w:rsid w:val="00026907"/>
    <w:rsid w:val="000346DA"/>
    <w:rsid w:val="00040EBF"/>
    <w:rsid w:val="00064165"/>
    <w:rsid w:val="000675C7"/>
    <w:rsid w:val="000733CA"/>
    <w:rsid w:val="00080D3A"/>
    <w:rsid w:val="0008747F"/>
    <w:rsid w:val="00090045"/>
    <w:rsid w:val="00095303"/>
    <w:rsid w:val="000A1DF0"/>
    <w:rsid w:val="000A5CA3"/>
    <w:rsid w:val="000B62E0"/>
    <w:rsid w:val="000C6D10"/>
    <w:rsid w:val="000D0C02"/>
    <w:rsid w:val="000D2A27"/>
    <w:rsid w:val="000D3B48"/>
    <w:rsid w:val="000D4874"/>
    <w:rsid w:val="000D5CD9"/>
    <w:rsid w:val="000E08E5"/>
    <w:rsid w:val="000E424C"/>
    <w:rsid w:val="000F2936"/>
    <w:rsid w:val="000F565C"/>
    <w:rsid w:val="000F67C4"/>
    <w:rsid w:val="001025BB"/>
    <w:rsid w:val="0010792E"/>
    <w:rsid w:val="001128F1"/>
    <w:rsid w:val="00115729"/>
    <w:rsid w:val="00122F20"/>
    <w:rsid w:val="00125698"/>
    <w:rsid w:val="00137BD1"/>
    <w:rsid w:val="00145B48"/>
    <w:rsid w:val="001529E6"/>
    <w:rsid w:val="00156B0C"/>
    <w:rsid w:val="00166476"/>
    <w:rsid w:val="00166EEF"/>
    <w:rsid w:val="00166FB7"/>
    <w:rsid w:val="00171C51"/>
    <w:rsid w:val="00181F33"/>
    <w:rsid w:val="0018621D"/>
    <w:rsid w:val="0019422D"/>
    <w:rsid w:val="001B7003"/>
    <w:rsid w:val="001C39FF"/>
    <w:rsid w:val="001D26E4"/>
    <w:rsid w:val="001E0780"/>
    <w:rsid w:val="001E1DA6"/>
    <w:rsid w:val="001E7181"/>
    <w:rsid w:val="001F3432"/>
    <w:rsid w:val="002046D3"/>
    <w:rsid w:val="00237742"/>
    <w:rsid w:val="0024687A"/>
    <w:rsid w:val="00253494"/>
    <w:rsid w:val="00254175"/>
    <w:rsid w:val="00254A9B"/>
    <w:rsid w:val="00255FE8"/>
    <w:rsid w:val="00267516"/>
    <w:rsid w:val="00272508"/>
    <w:rsid w:val="002769DE"/>
    <w:rsid w:val="002819C3"/>
    <w:rsid w:val="00283F6E"/>
    <w:rsid w:val="0028685E"/>
    <w:rsid w:val="002A202C"/>
    <w:rsid w:val="002A509A"/>
    <w:rsid w:val="002A7F37"/>
    <w:rsid w:val="002C00E2"/>
    <w:rsid w:val="002C2C4A"/>
    <w:rsid w:val="002C36FE"/>
    <w:rsid w:val="002C5A66"/>
    <w:rsid w:val="002C6D41"/>
    <w:rsid w:val="002D2619"/>
    <w:rsid w:val="002D5175"/>
    <w:rsid w:val="002E48B5"/>
    <w:rsid w:val="002E59D6"/>
    <w:rsid w:val="002F18BB"/>
    <w:rsid w:val="002F466F"/>
    <w:rsid w:val="003105E9"/>
    <w:rsid w:val="0031150D"/>
    <w:rsid w:val="003136F5"/>
    <w:rsid w:val="00324F84"/>
    <w:rsid w:val="00326F7E"/>
    <w:rsid w:val="00350ACA"/>
    <w:rsid w:val="003514C3"/>
    <w:rsid w:val="00357C43"/>
    <w:rsid w:val="00364DEF"/>
    <w:rsid w:val="00371ECF"/>
    <w:rsid w:val="00375A48"/>
    <w:rsid w:val="0038244F"/>
    <w:rsid w:val="0038276B"/>
    <w:rsid w:val="0038499F"/>
    <w:rsid w:val="0038625B"/>
    <w:rsid w:val="003914C5"/>
    <w:rsid w:val="00392D5F"/>
    <w:rsid w:val="003A1BA5"/>
    <w:rsid w:val="003C1FCB"/>
    <w:rsid w:val="003C42F9"/>
    <w:rsid w:val="003D61A2"/>
    <w:rsid w:val="003E0D26"/>
    <w:rsid w:val="003E378F"/>
    <w:rsid w:val="00402D49"/>
    <w:rsid w:val="00415E06"/>
    <w:rsid w:val="004176D4"/>
    <w:rsid w:val="00420F79"/>
    <w:rsid w:val="004333E8"/>
    <w:rsid w:val="0044187A"/>
    <w:rsid w:val="00446899"/>
    <w:rsid w:val="00447689"/>
    <w:rsid w:val="004503C9"/>
    <w:rsid w:val="0046235C"/>
    <w:rsid w:val="004629AD"/>
    <w:rsid w:val="004806AF"/>
    <w:rsid w:val="00486878"/>
    <w:rsid w:val="004B62AB"/>
    <w:rsid w:val="004C4FDA"/>
    <w:rsid w:val="004C503A"/>
    <w:rsid w:val="004D1469"/>
    <w:rsid w:val="004D2813"/>
    <w:rsid w:val="004D6B93"/>
    <w:rsid w:val="004E057A"/>
    <w:rsid w:val="004E2322"/>
    <w:rsid w:val="004E2BD7"/>
    <w:rsid w:val="004E3AF9"/>
    <w:rsid w:val="00510191"/>
    <w:rsid w:val="005254BE"/>
    <w:rsid w:val="0053402E"/>
    <w:rsid w:val="00550889"/>
    <w:rsid w:val="00552DC0"/>
    <w:rsid w:val="0055550C"/>
    <w:rsid w:val="00563E60"/>
    <w:rsid w:val="005851A6"/>
    <w:rsid w:val="00592833"/>
    <w:rsid w:val="00597A7D"/>
    <w:rsid w:val="005A1536"/>
    <w:rsid w:val="005A214B"/>
    <w:rsid w:val="005A3974"/>
    <w:rsid w:val="005A555C"/>
    <w:rsid w:val="005A5D2B"/>
    <w:rsid w:val="005A5DC6"/>
    <w:rsid w:val="005A6A38"/>
    <w:rsid w:val="005A7C57"/>
    <w:rsid w:val="005C6157"/>
    <w:rsid w:val="005E06F2"/>
    <w:rsid w:val="005E1468"/>
    <w:rsid w:val="005E3E61"/>
    <w:rsid w:val="005F22FF"/>
    <w:rsid w:val="005F2A75"/>
    <w:rsid w:val="005F3D5F"/>
    <w:rsid w:val="005F7B2E"/>
    <w:rsid w:val="006016B0"/>
    <w:rsid w:val="006042D8"/>
    <w:rsid w:val="0061051B"/>
    <w:rsid w:val="0061253D"/>
    <w:rsid w:val="006131EE"/>
    <w:rsid w:val="006157D2"/>
    <w:rsid w:val="00617358"/>
    <w:rsid w:val="00617D76"/>
    <w:rsid w:val="00624578"/>
    <w:rsid w:val="00626BCB"/>
    <w:rsid w:val="006279BD"/>
    <w:rsid w:val="00630405"/>
    <w:rsid w:val="00634A59"/>
    <w:rsid w:val="00642C6A"/>
    <w:rsid w:val="006446D6"/>
    <w:rsid w:val="00656A7F"/>
    <w:rsid w:val="00656FEE"/>
    <w:rsid w:val="0066043C"/>
    <w:rsid w:val="00667448"/>
    <w:rsid w:val="006866DF"/>
    <w:rsid w:val="00692205"/>
    <w:rsid w:val="006944D9"/>
    <w:rsid w:val="006A2FD7"/>
    <w:rsid w:val="006A7184"/>
    <w:rsid w:val="006B6CD1"/>
    <w:rsid w:val="006B7979"/>
    <w:rsid w:val="006C044C"/>
    <w:rsid w:val="006C6D45"/>
    <w:rsid w:val="006D7323"/>
    <w:rsid w:val="006E5CC8"/>
    <w:rsid w:val="00701954"/>
    <w:rsid w:val="00703943"/>
    <w:rsid w:val="007046C4"/>
    <w:rsid w:val="007048FA"/>
    <w:rsid w:val="007148FF"/>
    <w:rsid w:val="00716BDB"/>
    <w:rsid w:val="00717456"/>
    <w:rsid w:val="00722800"/>
    <w:rsid w:val="00723948"/>
    <w:rsid w:val="00730E66"/>
    <w:rsid w:val="00737DE1"/>
    <w:rsid w:val="00751517"/>
    <w:rsid w:val="00757816"/>
    <w:rsid w:val="00757DDE"/>
    <w:rsid w:val="00761B98"/>
    <w:rsid w:val="00764AAC"/>
    <w:rsid w:val="00786E61"/>
    <w:rsid w:val="007871C1"/>
    <w:rsid w:val="0079193B"/>
    <w:rsid w:val="00794A4F"/>
    <w:rsid w:val="007A5EB4"/>
    <w:rsid w:val="007A6E1C"/>
    <w:rsid w:val="007B03E3"/>
    <w:rsid w:val="007B4969"/>
    <w:rsid w:val="007B6ABF"/>
    <w:rsid w:val="007C13AA"/>
    <w:rsid w:val="007C50D1"/>
    <w:rsid w:val="007C5C24"/>
    <w:rsid w:val="007D57C5"/>
    <w:rsid w:val="007E2B7F"/>
    <w:rsid w:val="007F0CCC"/>
    <w:rsid w:val="007F3F54"/>
    <w:rsid w:val="007F43E0"/>
    <w:rsid w:val="00801D78"/>
    <w:rsid w:val="008045F8"/>
    <w:rsid w:val="008078CF"/>
    <w:rsid w:val="008171AF"/>
    <w:rsid w:val="00817686"/>
    <w:rsid w:val="0083465B"/>
    <w:rsid w:val="00835351"/>
    <w:rsid w:val="008366E0"/>
    <w:rsid w:val="008429DC"/>
    <w:rsid w:val="0085079E"/>
    <w:rsid w:val="00852D9D"/>
    <w:rsid w:val="00853823"/>
    <w:rsid w:val="008576AB"/>
    <w:rsid w:val="00857800"/>
    <w:rsid w:val="0086386E"/>
    <w:rsid w:val="00864F11"/>
    <w:rsid w:val="00871847"/>
    <w:rsid w:val="0088698F"/>
    <w:rsid w:val="00892624"/>
    <w:rsid w:val="00893AF9"/>
    <w:rsid w:val="00894ADF"/>
    <w:rsid w:val="008A1CE8"/>
    <w:rsid w:val="008A3C2D"/>
    <w:rsid w:val="008A419B"/>
    <w:rsid w:val="008A6F1F"/>
    <w:rsid w:val="008B28AF"/>
    <w:rsid w:val="008C3491"/>
    <w:rsid w:val="008C5079"/>
    <w:rsid w:val="008D0522"/>
    <w:rsid w:val="008D2B30"/>
    <w:rsid w:val="008D3232"/>
    <w:rsid w:val="008D6BB6"/>
    <w:rsid w:val="008D7633"/>
    <w:rsid w:val="00910883"/>
    <w:rsid w:val="0092580A"/>
    <w:rsid w:val="0093490C"/>
    <w:rsid w:val="0093664F"/>
    <w:rsid w:val="00943EB0"/>
    <w:rsid w:val="00945CA5"/>
    <w:rsid w:val="009553BC"/>
    <w:rsid w:val="009557EA"/>
    <w:rsid w:val="00955AB5"/>
    <w:rsid w:val="00963959"/>
    <w:rsid w:val="00963D60"/>
    <w:rsid w:val="0096600A"/>
    <w:rsid w:val="00967321"/>
    <w:rsid w:val="00972F3B"/>
    <w:rsid w:val="009767D9"/>
    <w:rsid w:val="00980A88"/>
    <w:rsid w:val="00990604"/>
    <w:rsid w:val="009A5F3E"/>
    <w:rsid w:val="009B067B"/>
    <w:rsid w:val="009B1038"/>
    <w:rsid w:val="009B18B0"/>
    <w:rsid w:val="009B2D3E"/>
    <w:rsid w:val="009B4822"/>
    <w:rsid w:val="009B5300"/>
    <w:rsid w:val="009B5DE9"/>
    <w:rsid w:val="009B693E"/>
    <w:rsid w:val="009C068B"/>
    <w:rsid w:val="009D0CC8"/>
    <w:rsid w:val="009D6C04"/>
    <w:rsid w:val="009E28F9"/>
    <w:rsid w:val="009E7597"/>
    <w:rsid w:val="00A05190"/>
    <w:rsid w:val="00A12A8B"/>
    <w:rsid w:val="00A14556"/>
    <w:rsid w:val="00A17D84"/>
    <w:rsid w:val="00A22DF2"/>
    <w:rsid w:val="00A23065"/>
    <w:rsid w:val="00A2339E"/>
    <w:rsid w:val="00A24651"/>
    <w:rsid w:val="00A25EB9"/>
    <w:rsid w:val="00A27F44"/>
    <w:rsid w:val="00A32395"/>
    <w:rsid w:val="00A40AB4"/>
    <w:rsid w:val="00A64B65"/>
    <w:rsid w:val="00A6502B"/>
    <w:rsid w:val="00A661F8"/>
    <w:rsid w:val="00A6672B"/>
    <w:rsid w:val="00A82224"/>
    <w:rsid w:val="00A87496"/>
    <w:rsid w:val="00A907D6"/>
    <w:rsid w:val="00A927D0"/>
    <w:rsid w:val="00A9705C"/>
    <w:rsid w:val="00A97B0A"/>
    <w:rsid w:val="00AA224C"/>
    <w:rsid w:val="00AA6262"/>
    <w:rsid w:val="00AB1EC7"/>
    <w:rsid w:val="00AD4128"/>
    <w:rsid w:val="00AD5F76"/>
    <w:rsid w:val="00AD7705"/>
    <w:rsid w:val="00AD7B27"/>
    <w:rsid w:val="00AE06DB"/>
    <w:rsid w:val="00AE1E73"/>
    <w:rsid w:val="00AE475C"/>
    <w:rsid w:val="00AE6AA6"/>
    <w:rsid w:val="00B057B0"/>
    <w:rsid w:val="00B11AB7"/>
    <w:rsid w:val="00B239B4"/>
    <w:rsid w:val="00B36130"/>
    <w:rsid w:val="00B3687B"/>
    <w:rsid w:val="00B41B50"/>
    <w:rsid w:val="00B47777"/>
    <w:rsid w:val="00B47ADF"/>
    <w:rsid w:val="00B55070"/>
    <w:rsid w:val="00B55DA8"/>
    <w:rsid w:val="00B62ECB"/>
    <w:rsid w:val="00B63C95"/>
    <w:rsid w:val="00B63E35"/>
    <w:rsid w:val="00B756E5"/>
    <w:rsid w:val="00B84773"/>
    <w:rsid w:val="00B908A8"/>
    <w:rsid w:val="00B92ED5"/>
    <w:rsid w:val="00B92EF0"/>
    <w:rsid w:val="00B93961"/>
    <w:rsid w:val="00B96841"/>
    <w:rsid w:val="00BA5B2A"/>
    <w:rsid w:val="00BB07D9"/>
    <w:rsid w:val="00BB0B15"/>
    <w:rsid w:val="00BD6861"/>
    <w:rsid w:val="00BD76B1"/>
    <w:rsid w:val="00BE62B4"/>
    <w:rsid w:val="00BE69F6"/>
    <w:rsid w:val="00BF6132"/>
    <w:rsid w:val="00C012B2"/>
    <w:rsid w:val="00C02C5D"/>
    <w:rsid w:val="00C0681E"/>
    <w:rsid w:val="00C14A00"/>
    <w:rsid w:val="00C24764"/>
    <w:rsid w:val="00C24B77"/>
    <w:rsid w:val="00C2717C"/>
    <w:rsid w:val="00C33A1F"/>
    <w:rsid w:val="00C52D3B"/>
    <w:rsid w:val="00C53FE3"/>
    <w:rsid w:val="00C55524"/>
    <w:rsid w:val="00C615A2"/>
    <w:rsid w:val="00C65852"/>
    <w:rsid w:val="00C65AC9"/>
    <w:rsid w:val="00C72B49"/>
    <w:rsid w:val="00C72F6F"/>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00A2"/>
    <w:rsid w:val="00D43D93"/>
    <w:rsid w:val="00D45693"/>
    <w:rsid w:val="00D45E2D"/>
    <w:rsid w:val="00D47D4E"/>
    <w:rsid w:val="00D55DC3"/>
    <w:rsid w:val="00D57457"/>
    <w:rsid w:val="00D64F60"/>
    <w:rsid w:val="00D76CFA"/>
    <w:rsid w:val="00D8234A"/>
    <w:rsid w:val="00D8282B"/>
    <w:rsid w:val="00D860B8"/>
    <w:rsid w:val="00D96338"/>
    <w:rsid w:val="00D97654"/>
    <w:rsid w:val="00DA2153"/>
    <w:rsid w:val="00DA2662"/>
    <w:rsid w:val="00DA469F"/>
    <w:rsid w:val="00DB023B"/>
    <w:rsid w:val="00DB44DA"/>
    <w:rsid w:val="00DB4ACB"/>
    <w:rsid w:val="00DC032C"/>
    <w:rsid w:val="00DC1F2A"/>
    <w:rsid w:val="00DC3F99"/>
    <w:rsid w:val="00DE3025"/>
    <w:rsid w:val="00DF1C10"/>
    <w:rsid w:val="00DF1EE2"/>
    <w:rsid w:val="00DF2033"/>
    <w:rsid w:val="00DF665C"/>
    <w:rsid w:val="00E03F6F"/>
    <w:rsid w:val="00E04C83"/>
    <w:rsid w:val="00E14DD8"/>
    <w:rsid w:val="00E155F0"/>
    <w:rsid w:val="00E17E89"/>
    <w:rsid w:val="00E20D4D"/>
    <w:rsid w:val="00E2358B"/>
    <w:rsid w:val="00E34020"/>
    <w:rsid w:val="00E3479A"/>
    <w:rsid w:val="00E35873"/>
    <w:rsid w:val="00E411B8"/>
    <w:rsid w:val="00E533F8"/>
    <w:rsid w:val="00E535B8"/>
    <w:rsid w:val="00E61951"/>
    <w:rsid w:val="00E6313B"/>
    <w:rsid w:val="00E64CA7"/>
    <w:rsid w:val="00E66783"/>
    <w:rsid w:val="00E701A7"/>
    <w:rsid w:val="00E76C0B"/>
    <w:rsid w:val="00E76D9B"/>
    <w:rsid w:val="00E77789"/>
    <w:rsid w:val="00E80515"/>
    <w:rsid w:val="00E8172B"/>
    <w:rsid w:val="00E831AA"/>
    <w:rsid w:val="00E954AC"/>
    <w:rsid w:val="00EA11D1"/>
    <w:rsid w:val="00EA2954"/>
    <w:rsid w:val="00EB511E"/>
    <w:rsid w:val="00EB632F"/>
    <w:rsid w:val="00EC1396"/>
    <w:rsid w:val="00EE123F"/>
    <w:rsid w:val="00EE69D3"/>
    <w:rsid w:val="00EF15B4"/>
    <w:rsid w:val="00EF2F06"/>
    <w:rsid w:val="00F0149D"/>
    <w:rsid w:val="00F05D3F"/>
    <w:rsid w:val="00F107F0"/>
    <w:rsid w:val="00F10E71"/>
    <w:rsid w:val="00F142BE"/>
    <w:rsid w:val="00F222EB"/>
    <w:rsid w:val="00F25601"/>
    <w:rsid w:val="00F31C28"/>
    <w:rsid w:val="00F344B8"/>
    <w:rsid w:val="00F41966"/>
    <w:rsid w:val="00F445E5"/>
    <w:rsid w:val="00F45D74"/>
    <w:rsid w:val="00F516C4"/>
    <w:rsid w:val="00F579AA"/>
    <w:rsid w:val="00F6067C"/>
    <w:rsid w:val="00F61445"/>
    <w:rsid w:val="00F71E39"/>
    <w:rsid w:val="00F73478"/>
    <w:rsid w:val="00F82E34"/>
    <w:rsid w:val="00F84C8D"/>
    <w:rsid w:val="00FA07A1"/>
    <w:rsid w:val="00FA299B"/>
    <w:rsid w:val="00FA3E25"/>
    <w:rsid w:val="00FA58A6"/>
    <w:rsid w:val="00FB5A18"/>
    <w:rsid w:val="00FC619F"/>
    <w:rsid w:val="00FC664C"/>
    <w:rsid w:val="00FD07B9"/>
    <w:rsid w:val="00FD182E"/>
    <w:rsid w:val="00FE1822"/>
    <w:rsid w:val="00FE1C52"/>
    <w:rsid w:val="00FE226B"/>
    <w:rsid w:val="00FE3AB9"/>
    <w:rsid w:val="00FF051D"/>
    <w:rsid w:val="00FF0576"/>
    <w:rsid w:val="00FF6A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30DD2A"/>
  <w15:docId w15:val="{514DCBD1-C1E5-4C64-B0D7-EAA749DC1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D97654"/>
    <w:rPr>
      <w:rFonts w:ascii="Arial" w:hAnsi="Arial"/>
      <w:b/>
      <w:bCs/>
      <w:sz w:val="24"/>
      <w:szCs w:val="28"/>
    </w:rPr>
  </w:style>
  <w:style w:type="character" w:customStyle="1" w:styleId="berschrift2Zchn">
    <w:name w:val="Überschrift 2 Zchn"/>
    <w:basedOn w:val="Absatz-Standardschriftart"/>
    <w:link w:val="berschrift2"/>
    <w:rsid w:val="00D97654"/>
    <w:rPr>
      <w:rFonts w:ascii="Arial" w:hAnsi="Arial" w:cs="Arial"/>
      <w:b/>
      <w:bCs/>
      <w:iCs/>
      <w:sz w:val="36"/>
      <w:szCs w:val="28"/>
    </w:rPr>
  </w:style>
  <w:style w:type="paragraph" w:customStyle="1" w:styleId="Formatvorlage1">
    <w:name w:val="Formatvorlage1"/>
    <w:basedOn w:val="Standard"/>
    <w:rsid w:val="00415E06"/>
    <w:pPr>
      <w:tabs>
        <w:tab w:val="num" w:pos="794"/>
      </w:tabs>
      <w:ind w:left="794" w:hanging="357"/>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50830857">
      <w:bodyDiv w:val="1"/>
      <w:marLeft w:val="0"/>
      <w:marRight w:val="0"/>
      <w:marTop w:val="0"/>
      <w:marBottom w:val="0"/>
      <w:divBdr>
        <w:top w:val="none" w:sz="0" w:space="0" w:color="auto"/>
        <w:left w:val="none" w:sz="0" w:space="0" w:color="auto"/>
        <w:bottom w:val="none" w:sz="0" w:space="0" w:color="auto"/>
        <w:right w:val="none" w:sz="0" w:space="0" w:color="auto"/>
      </w:divBdr>
    </w:div>
    <w:div w:id="709383199">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3905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C8E9B-2156-40EB-8F41-B01B454B3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7</Pages>
  <Words>1954</Words>
  <Characters>12314</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14240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2020-01-14T13:16:00Z</dcterms:created>
  <dcterms:modified xsi:type="dcterms:W3CDTF">2020-01-22T09:04:00Z</dcterms:modified>
</cp:coreProperties>
</file>