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6066F" w14:textId="77777777" w:rsidR="00E6269B" w:rsidRPr="00A029CC" w:rsidRDefault="00BD42E4" w:rsidP="00E6269B">
      <w:pPr>
        <w:pStyle w:val="berschrift2"/>
        <w:rPr>
          <w:szCs w:val="36"/>
        </w:rPr>
      </w:pPr>
      <w:r>
        <w:rPr>
          <w:szCs w:val="36"/>
        </w:rPr>
        <w:t>SIEGENIA setzt Spendentradition fort</w:t>
      </w:r>
      <w:r w:rsidR="004E3281" w:rsidRPr="004E3281">
        <w:rPr>
          <w:szCs w:val="36"/>
        </w:rPr>
        <w:t xml:space="preserve"> </w:t>
      </w:r>
    </w:p>
    <w:p w14:paraId="71719C86" w14:textId="77777777" w:rsidR="002255DD" w:rsidRDefault="00BD42E4" w:rsidP="002255DD">
      <w:pPr>
        <w:pStyle w:val="berschrift1"/>
      </w:pPr>
      <w:r>
        <w:t>1</w:t>
      </w:r>
      <w:r w:rsidR="007E14C0">
        <w:t>5</w:t>
      </w:r>
      <w:r>
        <w:t>.000 Euro für regionale und überregionale Hilfe</w:t>
      </w:r>
    </w:p>
    <w:p w14:paraId="2E8EB678" w14:textId="77777777" w:rsidR="007E0479" w:rsidRDefault="007E0479" w:rsidP="004E3281"/>
    <w:p w14:paraId="33FAE1C0" w14:textId="77777777" w:rsidR="00886AAF" w:rsidRDefault="007E0479" w:rsidP="004E3281">
      <w:r>
        <w:t xml:space="preserve">Seit vielen Jahren </w:t>
      </w:r>
      <w:r w:rsidR="004E3281">
        <w:t xml:space="preserve">verzichtet die SIEGENIA GRUPPE auf die Versendung von </w:t>
      </w:r>
      <w:r w:rsidR="00294782">
        <w:t>W</w:t>
      </w:r>
      <w:r w:rsidR="004E3281">
        <w:t xml:space="preserve">eihnachtspräsenten an Geschäftspartner und spendet </w:t>
      </w:r>
      <w:r w:rsidR="00294782">
        <w:t xml:space="preserve">stattdessen </w:t>
      </w:r>
      <w:r w:rsidR="004E3281">
        <w:t>für wohltätige Zwecke. Hierbei berücksichtigt das Unternehmen regionale Einrichtungen an den deutschen Fir</w:t>
      </w:r>
      <w:r w:rsidR="00294782">
        <w:t>m</w:t>
      </w:r>
      <w:r w:rsidR="004E3281">
        <w:t>enstandorten, engagiert sich aber auch überregional.</w:t>
      </w:r>
    </w:p>
    <w:p w14:paraId="3AB35985" w14:textId="77777777" w:rsidR="004E3281" w:rsidRPr="004E3281" w:rsidRDefault="004E3281" w:rsidP="004E3281">
      <w:pPr>
        <w:pStyle w:val="berschrift4"/>
      </w:pPr>
      <w:r w:rsidRPr="004E3281">
        <w:t>Hilfe für Notleidende</w:t>
      </w:r>
      <w:r w:rsidR="007E0479">
        <w:t xml:space="preserve"> und Schwerkranke</w:t>
      </w:r>
    </w:p>
    <w:p w14:paraId="0D7E03D5" w14:textId="7BF0FB5B" w:rsidR="007E0479" w:rsidRPr="00DC49B7" w:rsidRDefault="004E3281" w:rsidP="004E3281">
      <w:r>
        <w:t>In diesem Jahr erhalten traditionell die „Siegener Tafel“, die „</w:t>
      </w:r>
      <w:r w:rsidR="007E0479">
        <w:t xml:space="preserve">Tafel </w:t>
      </w:r>
      <w:r>
        <w:t>Hermeskeil</w:t>
      </w:r>
      <w:r w:rsidR="007E0479">
        <w:t xml:space="preserve"> e.V.“</w:t>
      </w:r>
      <w:r>
        <w:t xml:space="preserve"> und die „Velberter Tafel“ des Diakonischen Werks im Kirchenkreis Niederberg je </w:t>
      </w:r>
      <w:r w:rsidR="007E0479">
        <w:t>3</w:t>
      </w:r>
      <w:r>
        <w:t xml:space="preserve">.000 Euro als Weihnachtsspende. </w:t>
      </w:r>
      <w:r w:rsidR="00E60DE5">
        <w:t>D</w:t>
      </w:r>
      <w:r w:rsidRPr="000E3457">
        <w:t>i</w:t>
      </w:r>
      <w:r w:rsidR="00BC573F">
        <w:t>e</w:t>
      </w:r>
      <w:r>
        <w:t xml:space="preserve"> Geldbeträge</w:t>
      </w:r>
      <w:r w:rsidR="00E60DE5">
        <w:t xml:space="preserve"> sollen</w:t>
      </w:r>
      <w:r>
        <w:t xml:space="preserve"> dazu beitragen, </w:t>
      </w:r>
      <w:r w:rsidRPr="004E3281">
        <w:t>dass Menschen in einer schwierigen Lebenssituation kostenfrei mit Lebensmitteln versorgt werden können und keinen Hunger leiden müsse</w:t>
      </w:r>
      <w:r w:rsidR="00052595">
        <w:t xml:space="preserve">n – eine </w:t>
      </w:r>
      <w:r w:rsidR="00E60DE5" w:rsidRPr="00DC49B7">
        <w:t>Unterstützung, die pandemiebedingt in diesem Jahr noch notwendiger ist denn je.</w:t>
      </w:r>
    </w:p>
    <w:p w14:paraId="3665C4EB" w14:textId="77777777" w:rsidR="00886AAF" w:rsidRDefault="00886AAF" w:rsidP="004E3281">
      <w:pPr>
        <w:rPr>
          <w:rFonts w:cs="Arial"/>
          <w:szCs w:val="20"/>
        </w:rPr>
      </w:pPr>
    </w:p>
    <w:p w14:paraId="2DA128D9" w14:textId="456B9AF6" w:rsidR="002255DD" w:rsidRDefault="008D339E" w:rsidP="00E6269B">
      <w:r w:rsidRPr="00294782">
        <w:rPr>
          <w:rFonts w:cs="Arial"/>
          <w:szCs w:val="20"/>
        </w:rPr>
        <w:t>Als weiteren regionalen Spendenempfänger wählte SIEGENIA das Kinder- und Jugendhospiz Balthasar in Olpe aus. D</w:t>
      </w:r>
      <w:r w:rsidR="007E0479">
        <w:rPr>
          <w:rFonts w:cs="Arial"/>
          <w:szCs w:val="20"/>
        </w:rPr>
        <w:t xml:space="preserve">er Betrag </w:t>
      </w:r>
      <w:r w:rsidRPr="00294782">
        <w:rPr>
          <w:rFonts w:cs="Arial"/>
          <w:szCs w:val="20"/>
        </w:rPr>
        <w:t xml:space="preserve">wird dort für die Pflege </w:t>
      </w:r>
      <w:r w:rsidRPr="00294782">
        <w:rPr>
          <w:szCs w:val="20"/>
        </w:rPr>
        <w:t>unheilbar kranker Kinder, Jugendlicher und junger Erwachsener sowie für die Begleitung ihrer Familienangehörigen eingesetzt.</w:t>
      </w:r>
      <w:r w:rsidR="002255DD">
        <w:rPr>
          <w:szCs w:val="20"/>
        </w:rPr>
        <w:t xml:space="preserve"> </w:t>
      </w:r>
      <w:r w:rsidR="004E3281">
        <w:t xml:space="preserve">Überregional dürfen sich die </w:t>
      </w:r>
      <w:r w:rsidR="00294782">
        <w:t>„Ärzte ohne Grenzen</w:t>
      </w:r>
      <w:r w:rsidR="007E0479">
        <w:t xml:space="preserve"> e.V.</w:t>
      </w:r>
      <w:r w:rsidR="00294782">
        <w:t>“</w:t>
      </w:r>
      <w:r w:rsidR="004E3281">
        <w:t xml:space="preserve"> über 3.000 Euro für </w:t>
      </w:r>
      <w:r w:rsidR="004E3281" w:rsidRPr="004E3281">
        <w:t>medizinische Nothilfe in Krisen- und Kriegsgebieten</w:t>
      </w:r>
      <w:r w:rsidR="004E3281">
        <w:t xml:space="preserve"> freuen</w:t>
      </w:r>
      <w:r w:rsidR="002255DD">
        <w:t>.</w:t>
      </w:r>
    </w:p>
    <w:p w14:paraId="4C24A589" w14:textId="77777777" w:rsidR="00D167DA" w:rsidRDefault="00D167DA" w:rsidP="00E6269B"/>
    <w:p w14:paraId="1AA8D9C9" w14:textId="33E30644" w:rsidR="002255DD" w:rsidRDefault="002255DD" w:rsidP="00E6269B"/>
    <w:p w14:paraId="27742A88" w14:textId="1D715866" w:rsidR="00D167DA" w:rsidRDefault="00D167DA" w:rsidP="00E6269B"/>
    <w:p w14:paraId="20591341" w14:textId="1E728AD4" w:rsidR="00D167DA" w:rsidRDefault="00D167DA" w:rsidP="00E6269B"/>
    <w:p w14:paraId="2B44B564" w14:textId="77777777" w:rsidR="00D167DA" w:rsidRDefault="00D167DA" w:rsidP="00E6269B"/>
    <w:p w14:paraId="63F6430E" w14:textId="77777777" w:rsidR="00052595" w:rsidRDefault="00052595" w:rsidP="00E6269B"/>
    <w:p w14:paraId="2ECFC280" w14:textId="77777777" w:rsidR="00D167DA" w:rsidRPr="00E14DD8" w:rsidRDefault="00D167DA" w:rsidP="00D167DA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D167DA" w:rsidRPr="0044187A" w14:paraId="685641A0" w14:textId="77777777" w:rsidTr="00FB7FCF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657539" w14:textId="77777777" w:rsidR="00D167DA" w:rsidRPr="0044187A" w:rsidRDefault="00D167DA" w:rsidP="00FB7FCF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64F0BEA" w14:textId="77777777" w:rsidR="00D167DA" w:rsidRDefault="00D167DA" w:rsidP="00FB7FCF">
            <w:pPr>
              <w:pStyle w:val="Formatvorlage2"/>
            </w:pPr>
            <w:r>
              <w:t>SIEGENIA GRUPPE</w:t>
            </w:r>
          </w:p>
          <w:p w14:paraId="7188BB63" w14:textId="77777777" w:rsidR="00D167DA" w:rsidRDefault="00D167DA" w:rsidP="00FB7FCF">
            <w:pPr>
              <w:pStyle w:val="Formatvorlage2"/>
            </w:pPr>
            <w:r>
              <w:t>Marketing-Kommunikation</w:t>
            </w:r>
          </w:p>
          <w:p w14:paraId="2589CBB0" w14:textId="77777777" w:rsidR="00D167DA" w:rsidRDefault="00D167DA" w:rsidP="00FB7FCF">
            <w:pPr>
              <w:pStyle w:val="Formatvorlage2"/>
            </w:pPr>
            <w:r>
              <w:t>Industriestraße 1-3</w:t>
            </w:r>
          </w:p>
          <w:p w14:paraId="3257E931" w14:textId="77777777" w:rsidR="00D167DA" w:rsidRDefault="00D167DA" w:rsidP="00FB7FCF">
            <w:pPr>
              <w:pStyle w:val="Formatvorlage2"/>
            </w:pPr>
            <w:r>
              <w:t>D - 57234 Wilnsdorf</w:t>
            </w:r>
          </w:p>
          <w:p w14:paraId="7199D6DD" w14:textId="77777777" w:rsidR="00D167DA" w:rsidRDefault="00D167DA" w:rsidP="00FB7FCF">
            <w:pPr>
              <w:pStyle w:val="Formatvorlage2"/>
            </w:pPr>
            <w:r>
              <w:t>Tel.: +49 271 3931-412</w:t>
            </w:r>
          </w:p>
          <w:p w14:paraId="35D4C2DD" w14:textId="77777777" w:rsidR="00D167DA" w:rsidRDefault="00D167DA" w:rsidP="00FB7FCF">
            <w:pPr>
              <w:pStyle w:val="Formatvorlage2"/>
            </w:pPr>
            <w:r>
              <w:t>Fax: +49 271 3931-77412</w:t>
            </w:r>
          </w:p>
          <w:p w14:paraId="3E446563" w14:textId="77777777" w:rsidR="00D167DA" w:rsidRPr="00392D5F" w:rsidRDefault="00D167DA" w:rsidP="00FB7FCF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60F25D48" w14:textId="77777777" w:rsidR="00D167DA" w:rsidRDefault="00D167DA" w:rsidP="00FB7FCF">
            <w:pPr>
              <w:pStyle w:val="Formatvorlage2"/>
            </w:pPr>
            <w:r>
              <w:t>www.siegenia.com</w:t>
            </w:r>
          </w:p>
          <w:p w14:paraId="4CF17696" w14:textId="77777777" w:rsidR="00D167DA" w:rsidRPr="0044187A" w:rsidRDefault="00D167DA" w:rsidP="00FB7FCF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65F33C1" w14:textId="77777777" w:rsidR="00D167DA" w:rsidRPr="0044187A" w:rsidRDefault="00D167DA" w:rsidP="00FB7FCF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D515617" w14:textId="77777777" w:rsidR="00D167DA" w:rsidRDefault="00D167DA" w:rsidP="00FB7FCF">
            <w:pPr>
              <w:pStyle w:val="Formatvorlage2"/>
            </w:pPr>
            <w:r>
              <w:t>Kemper Kommunikation</w:t>
            </w:r>
          </w:p>
          <w:p w14:paraId="6460AE88" w14:textId="77777777" w:rsidR="00D167DA" w:rsidRPr="00C33A1F" w:rsidRDefault="00D167DA" w:rsidP="00FB7FCF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C14931C" w14:textId="77777777" w:rsidR="00D167DA" w:rsidRPr="00C33A1F" w:rsidRDefault="00D167DA" w:rsidP="00FB7FCF">
            <w:pPr>
              <w:pStyle w:val="Formatvorlage2"/>
            </w:pPr>
            <w:r>
              <w:t>Am Milchbornbach 10</w:t>
            </w:r>
          </w:p>
          <w:p w14:paraId="6C5C951A" w14:textId="77777777" w:rsidR="00D167DA" w:rsidRPr="00C33A1F" w:rsidRDefault="00D167DA" w:rsidP="00FB7FCF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6D0F112" w14:textId="77777777" w:rsidR="00D167DA" w:rsidRPr="00C55524" w:rsidRDefault="00D167DA" w:rsidP="00FB7FCF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08BD054D" w14:textId="77777777" w:rsidR="00D167DA" w:rsidRDefault="00D167DA" w:rsidP="00FB7FCF">
            <w:pPr>
              <w:pStyle w:val="Formatvorlage2"/>
            </w:pPr>
            <w:r w:rsidRPr="004333E8">
              <w:t>www.kemper-kommunikation.de</w:t>
            </w:r>
          </w:p>
          <w:p w14:paraId="56811292" w14:textId="77777777" w:rsidR="00D167DA" w:rsidRPr="003F183E" w:rsidRDefault="00D167DA" w:rsidP="00FB7FCF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B23C56" w14:textId="77777777" w:rsidR="00D167DA" w:rsidRPr="0044187A" w:rsidRDefault="00D167DA" w:rsidP="00FB7FCF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0C18C27" w14:textId="003E13BA" w:rsidR="00D167DA" w:rsidRPr="00C33A1F" w:rsidRDefault="00D167DA" w:rsidP="00FB7FCF">
            <w:pPr>
              <w:pStyle w:val="Formatvorlage2"/>
            </w:pPr>
            <w:r w:rsidRPr="00C33A1F">
              <w:t xml:space="preserve">Seite: </w:t>
            </w:r>
            <w:r>
              <w:t>1</w:t>
            </w:r>
          </w:p>
          <w:p w14:paraId="5C2A96FF" w14:textId="7A72D6ED" w:rsidR="00D167DA" w:rsidRPr="00C33A1F" w:rsidRDefault="00D167DA" w:rsidP="00FB7FCF">
            <w:pPr>
              <w:pStyle w:val="Formatvorlage2"/>
            </w:pPr>
            <w:r>
              <w:t xml:space="preserve">Wörter: </w:t>
            </w:r>
            <w:r>
              <w:t>155</w:t>
            </w:r>
          </w:p>
          <w:p w14:paraId="68EFA4E1" w14:textId="4264F040" w:rsidR="00D167DA" w:rsidRPr="00C33A1F" w:rsidRDefault="00D167DA" w:rsidP="00FB7FCF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>
              <w:t xml:space="preserve"> 197</w:t>
            </w:r>
            <w:r w:rsidRPr="00C33A1F">
              <w:br/>
              <w:t>(mit Leerzeichen)</w:t>
            </w:r>
          </w:p>
          <w:p w14:paraId="4C952953" w14:textId="77777777" w:rsidR="00D167DA" w:rsidRDefault="00D167DA" w:rsidP="00FB7FCF">
            <w:pPr>
              <w:pStyle w:val="Formatvorlage2"/>
            </w:pPr>
          </w:p>
          <w:p w14:paraId="115F29F9" w14:textId="42393B23" w:rsidR="00D167DA" w:rsidRPr="00C33A1F" w:rsidRDefault="00D167DA" w:rsidP="00FB7FCF">
            <w:pPr>
              <w:pStyle w:val="Formatvorlage2"/>
            </w:pPr>
            <w:r>
              <w:t>erstellt am: 1</w:t>
            </w:r>
            <w:r>
              <w:t>7</w:t>
            </w:r>
            <w:r>
              <w:t>.</w:t>
            </w:r>
            <w:r>
              <w:t>12</w:t>
            </w:r>
            <w:r>
              <w:t>.2020</w:t>
            </w:r>
          </w:p>
          <w:p w14:paraId="0ADA009D" w14:textId="77777777" w:rsidR="00D167DA" w:rsidRPr="0044187A" w:rsidRDefault="00D167DA" w:rsidP="00FB7FCF">
            <w:pPr>
              <w:pStyle w:val="Formatvorlage2"/>
              <w:rPr>
                <w:szCs w:val="20"/>
              </w:rPr>
            </w:pPr>
          </w:p>
        </w:tc>
      </w:tr>
      <w:tr w:rsidR="00D167DA" w:rsidRPr="0044187A" w14:paraId="0D998058" w14:textId="77777777" w:rsidTr="00FB7FCF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098FA" w14:textId="77777777" w:rsidR="00D167DA" w:rsidRPr="003F183E" w:rsidRDefault="00D167DA" w:rsidP="00FB7FCF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247E3E7" w14:textId="77777777" w:rsidR="00AD7B27" w:rsidRPr="0038499F" w:rsidRDefault="00AD7B27" w:rsidP="00D167DA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EADBD" w14:textId="77777777" w:rsidR="00433C0E" w:rsidRDefault="00433C0E">
      <w:r>
        <w:separator/>
      </w:r>
    </w:p>
  </w:endnote>
  <w:endnote w:type="continuationSeparator" w:id="0">
    <w:p w14:paraId="2BA99931" w14:textId="77777777" w:rsidR="00433C0E" w:rsidRDefault="0043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39F02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A2543" w14:textId="77777777" w:rsidR="00433C0E" w:rsidRDefault="00433C0E">
      <w:r>
        <w:separator/>
      </w:r>
    </w:p>
  </w:footnote>
  <w:footnote w:type="continuationSeparator" w:id="0">
    <w:p w14:paraId="0B7E1AF3" w14:textId="77777777" w:rsidR="00433C0E" w:rsidRDefault="0043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F8FC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1416C6A" wp14:editId="15E8E2D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9B"/>
    <w:rsid w:val="000024D9"/>
    <w:rsid w:val="00003256"/>
    <w:rsid w:val="0001449A"/>
    <w:rsid w:val="0001520C"/>
    <w:rsid w:val="00026907"/>
    <w:rsid w:val="00040EBF"/>
    <w:rsid w:val="00052595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3457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3202"/>
    <w:rsid w:val="00156B0C"/>
    <w:rsid w:val="00166476"/>
    <w:rsid w:val="00166FB7"/>
    <w:rsid w:val="00171C51"/>
    <w:rsid w:val="001834D4"/>
    <w:rsid w:val="001B7003"/>
    <w:rsid w:val="001C39FF"/>
    <w:rsid w:val="001C5E47"/>
    <w:rsid w:val="001D26E4"/>
    <w:rsid w:val="001E0780"/>
    <w:rsid w:val="001E1DA6"/>
    <w:rsid w:val="001F3432"/>
    <w:rsid w:val="002046D3"/>
    <w:rsid w:val="002255DD"/>
    <w:rsid w:val="002268DF"/>
    <w:rsid w:val="00253494"/>
    <w:rsid w:val="00254A9B"/>
    <w:rsid w:val="00255FE8"/>
    <w:rsid w:val="00261795"/>
    <w:rsid w:val="00272508"/>
    <w:rsid w:val="00274F1D"/>
    <w:rsid w:val="002769DE"/>
    <w:rsid w:val="002819C3"/>
    <w:rsid w:val="00294782"/>
    <w:rsid w:val="002A202C"/>
    <w:rsid w:val="002A7F37"/>
    <w:rsid w:val="002C00E2"/>
    <w:rsid w:val="002C012A"/>
    <w:rsid w:val="002C36FE"/>
    <w:rsid w:val="002C5A66"/>
    <w:rsid w:val="002C6D41"/>
    <w:rsid w:val="002D62F0"/>
    <w:rsid w:val="002E317B"/>
    <w:rsid w:val="002E48B5"/>
    <w:rsid w:val="002E59D6"/>
    <w:rsid w:val="002F18BB"/>
    <w:rsid w:val="002F466F"/>
    <w:rsid w:val="0031150D"/>
    <w:rsid w:val="003136F5"/>
    <w:rsid w:val="00324F84"/>
    <w:rsid w:val="00326F7E"/>
    <w:rsid w:val="003363A8"/>
    <w:rsid w:val="00350ACA"/>
    <w:rsid w:val="003514C3"/>
    <w:rsid w:val="00357C43"/>
    <w:rsid w:val="0036045D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F1E1C"/>
    <w:rsid w:val="003F616A"/>
    <w:rsid w:val="004176D4"/>
    <w:rsid w:val="00420F79"/>
    <w:rsid w:val="004333E8"/>
    <w:rsid w:val="00433C0E"/>
    <w:rsid w:val="0044187A"/>
    <w:rsid w:val="00446899"/>
    <w:rsid w:val="00447689"/>
    <w:rsid w:val="0046235C"/>
    <w:rsid w:val="004629AD"/>
    <w:rsid w:val="004806AF"/>
    <w:rsid w:val="00486878"/>
    <w:rsid w:val="004A701D"/>
    <w:rsid w:val="004B62AB"/>
    <w:rsid w:val="004B6888"/>
    <w:rsid w:val="004C4FDA"/>
    <w:rsid w:val="004C503A"/>
    <w:rsid w:val="004E057A"/>
    <w:rsid w:val="004E2322"/>
    <w:rsid w:val="004E2BD7"/>
    <w:rsid w:val="004E3281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96F"/>
    <w:rsid w:val="005A7C57"/>
    <w:rsid w:val="005B0D48"/>
    <w:rsid w:val="005C64A1"/>
    <w:rsid w:val="005E06F2"/>
    <w:rsid w:val="005E1468"/>
    <w:rsid w:val="005E3E61"/>
    <w:rsid w:val="005F2A75"/>
    <w:rsid w:val="005F3D5F"/>
    <w:rsid w:val="005F7B2E"/>
    <w:rsid w:val="005F7EDB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329F"/>
    <w:rsid w:val="006B6CD1"/>
    <w:rsid w:val="006B7979"/>
    <w:rsid w:val="006C044C"/>
    <w:rsid w:val="006C0656"/>
    <w:rsid w:val="006C6D45"/>
    <w:rsid w:val="006E5CC8"/>
    <w:rsid w:val="006F7AC9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0479"/>
    <w:rsid w:val="007E14C0"/>
    <w:rsid w:val="007E2B7F"/>
    <w:rsid w:val="007E5983"/>
    <w:rsid w:val="007F3F54"/>
    <w:rsid w:val="007F43E0"/>
    <w:rsid w:val="00801D78"/>
    <w:rsid w:val="00804F6B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86AAF"/>
    <w:rsid w:val="00893AA9"/>
    <w:rsid w:val="00894ADF"/>
    <w:rsid w:val="008A6F1F"/>
    <w:rsid w:val="008C3491"/>
    <w:rsid w:val="008C5079"/>
    <w:rsid w:val="008D2B30"/>
    <w:rsid w:val="008D3232"/>
    <w:rsid w:val="008D339E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5C45"/>
    <w:rsid w:val="009932A4"/>
    <w:rsid w:val="009A29AF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5C0"/>
    <w:rsid w:val="00A7131F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5378"/>
    <w:rsid w:val="00B040B8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C573F"/>
    <w:rsid w:val="00BC6A46"/>
    <w:rsid w:val="00BD42E4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7C20"/>
    <w:rsid w:val="00C615A2"/>
    <w:rsid w:val="00C65852"/>
    <w:rsid w:val="00C71923"/>
    <w:rsid w:val="00C72B49"/>
    <w:rsid w:val="00C77106"/>
    <w:rsid w:val="00C836C1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0216"/>
    <w:rsid w:val="00CF6534"/>
    <w:rsid w:val="00CF72EF"/>
    <w:rsid w:val="00CF7462"/>
    <w:rsid w:val="00D04FE4"/>
    <w:rsid w:val="00D167DA"/>
    <w:rsid w:val="00D313A4"/>
    <w:rsid w:val="00D32108"/>
    <w:rsid w:val="00D352BE"/>
    <w:rsid w:val="00D45693"/>
    <w:rsid w:val="00D469A4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2286"/>
    <w:rsid w:val="00DC49B7"/>
    <w:rsid w:val="00DE222D"/>
    <w:rsid w:val="00DE3025"/>
    <w:rsid w:val="00DF1C10"/>
    <w:rsid w:val="00DF1EE2"/>
    <w:rsid w:val="00E03F6F"/>
    <w:rsid w:val="00E043F4"/>
    <w:rsid w:val="00E04C83"/>
    <w:rsid w:val="00E14DD8"/>
    <w:rsid w:val="00E155F0"/>
    <w:rsid w:val="00E17E89"/>
    <w:rsid w:val="00E20D4D"/>
    <w:rsid w:val="00E2358B"/>
    <w:rsid w:val="00E34020"/>
    <w:rsid w:val="00E3479A"/>
    <w:rsid w:val="00E60DE5"/>
    <w:rsid w:val="00E6269B"/>
    <w:rsid w:val="00E626E1"/>
    <w:rsid w:val="00E6313B"/>
    <w:rsid w:val="00E66783"/>
    <w:rsid w:val="00E725BB"/>
    <w:rsid w:val="00E76C0B"/>
    <w:rsid w:val="00E76D9B"/>
    <w:rsid w:val="00E77789"/>
    <w:rsid w:val="00E80515"/>
    <w:rsid w:val="00E84446"/>
    <w:rsid w:val="00E954AC"/>
    <w:rsid w:val="00EA2954"/>
    <w:rsid w:val="00EB511E"/>
    <w:rsid w:val="00EB632F"/>
    <w:rsid w:val="00EC1396"/>
    <w:rsid w:val="00EE123F"/>
    <w:rsid w:val="00EE3F83"/>
    <w:rsid w:val="00EF15B4"/>
    <w:rsid w:val="00EF2F06"/>
    <w:rsid w:val="00F0149D"/>
    <w:rsid w:val="00F05D3F"/>
    <w:rsid w:val="00F06743"/>
    <w:rsid w:val="00F06F63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50B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F8F8921"/>
  <w15:docId w15:val="{38ACDBCE-1D26-453F-871D-13ADFDD5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E6269B"/>
    <w:rPr>
      <w:rFonts w:ascii="Arial" w:hAnsi="Arial" w:cs="Arial"/>
      <w:b/>
      <w:bCs/>
      <w:iCs/>
      <w:sz w:val="36"/>
      <w:szCs w:val="28"/>
    </w:rPr>
  </w:style>
  <w:style w:type="paragraph" w:customStyle="1" w:styleId="bodytext">
    <w:name w:val="bodytext"/>
    <w:basedOn w:val="Standard"/>
    <w:rsid w:val="003F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57C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1868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2020-12-17T16:39:00Z</dcterms:created>
  <dcterms:modified xsi:type="dcterms:W3CDTF">2020-12-17T16:44:00Z</dcterms:modified>
</cp:coreProperties>
</file>