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C23AE" w14:textId="798BBD18" w:rsidR="005E1468" w:rsidRDefault="00E21B57" w:rsidP="005E1468">
      <w:pPr>
        <w:pStyle w:val="berschrift2"/>
      </w:pPr>
      <w:r>
        <w:t>Für einen qualifizierten Berufsweg</w:t>
      </w:r>
    </w:p>
    <w:p w14:paraId="3A91730C" w14:textId="3564331A" w:rsidR="00A82224" w:rsidRDefault="008453B6" w:rsidP="00A82224">
      <w:pPr>
        <w:pStyle w:val="berschrift1"/>
      </w:pPr>
      <w:r>
        <w:t>1</w:t>
      </w:r>
      <w:r w:rsidR="002403EB">
        <w:t>8</w:t>
      </w:r>
      <w:r w:rsidR="004B0261">
        <w:t xml:space="preserve"> neue Azubis bei SIEGENIA in </w:t>
      </w:r>
      <w:r>
        <w:t>Wilnsdorf</w:t>
      </w:r>
    </w:p>
    <w:p w14:paraId="78F76CF8" w14:textId="77777777" w:rsidR="005E1468" w:rsidRPr="00B55070" w:rsidRDefault="005E1468" w:rsidP="005E1468"/>
    <w:p w14:paraId="471C6F96" w14:textId="7107524D" w:rsidR="00A82224" w:rsidRDefault="003C619A" w:rsidP="005E1468">
      <w:r>
        <w:t xml:space="preserve">Als wichtiger Ausbildungsbetrieb in der Region stellt die SIEGENIA GRUPPE auch 2020 ihr Engagement für </w:t>
      </w:r>
      <w:r w:rsidR="00E21B57">
        <w:t xml:space="preserve">den Fachkräftenachwuchs und </w:t>
      </w:r>
      <w:r w:rsidR="001E51E5">
        <w:t xml:space="preserve">einen </w:t>
      </w:r>
      <w:r>
        <w:t xml:space="preserve">qualifizierten </w:t>
      </w:r>
      <w:r w:rsidR="001E51E5">
        <w:t xml:space="preserve">Berufsweg </w:t>
      </w:r>
      <w:r>
        <w:t xml:space="preserve">unter Beweis: Am 1. </w:t>
      </w:r>
      <w:r w:rsidR="008453B6">
        <w:t>September</w:t>
      </w:r>
      <w:r>
        <w:t xml:space="preserve"> starteten am </w:t>
      </w:r>
      <w:r w:rsidR="008453B6">
        <w:t>Haupts</w:t>
      </w:r>
      <w:r>
        <w:t xml:space="preserve">tandort </w:t>
      </w:r>
      <w:r w:rsidR="008453B6">
        <w:t>des Unternehmens in Wilnsdorf</w:t>
      </w:r>
      <w:r>
        <w:t xml:space="preserve"> </w:t>
      </w:r>
      <w:r w:rsidR="008453B6">
        <w:t>1</w:t>
      </w:r>
      <w:r w:rsidR="002403EB">
        <w:t>8</w:t>
      </w:r>
      <w:r w:rsidR="008453B6">
        <w:t xml:space="preserve"> </w:t>
      </w:r>
      <w:r>
        <w:t>neue Auszubildende in ihre berufliche Zukunft. Insgesamt stellt d</w:t>
      </w:r>
      <w:r w:rsidR="001E51E5">
        <w:t xml:space="preserve">as in vierter Generation geführte Familienunternehmen mit seinen weltweit </w:t>
      </w:r>
      <w:r w:rsidR="005A6B31">
        <w:t xml:space="preserve">ca. 2.800 Mitarbeitenden </w:t>
      </w:r>
      <w:r>
        <w:t>in diesem Jahr 2</w:t>
      </w:r>
      <w:r w:rsidR="004D7690">
        <w:t>6</w:t>
      </w:r>
      <w:r w:rsidR="00C173E2">
        <w:t xml:space="preserve"> </w:t>
      </w:r>
      <w:r>
        <w:t>neue Auszubildende ein</w:t>
      </w:r>
      <w:r w:rsidR="001E51E5">
        <w:t xml:space="preserve"> und beschäftigt </w:t>
      </w:r>
      <w:r w:rsidR="00C173E2">
        <w:t>81 Azubis an drei Standorten in Deutschland</w:t>
      </w:r>
      <w:r>
        <w:t xml:space="preserve">. </w:t>
      </w:r>
    </w:p>
    <w:p w14:paraId="2250C83D" w14:textId="77777777" w:rsidR="005A6B31" w:rsidRPr="00B55070" w:rsidRDefault="005A6B31" w:rsidP="005E1468"/>
    <w:p w14:paraId="0ABC6685" w14:textId="25BFBA27" w:rsidR="005A6B31" w:rsidRPr="005E037C" w:rsidRDefault="005A6B31" w:rsidP="005E037C">
      <w:r>
        <w:t>Die Einstiegs</w:t>
      </w:r>
      <w:r w:rsidR="002403EB">
        <w:t>tage</w:t>
      </w:r>
      <w:r>
        <w:t xml:space="preserve"> in </w:t>
      </w:r>
      <w:r w:rsidR="008453B6">
        <w:t>Wilnsdorf</w:t>
      </w:r>
      <w:r>
        <w:t xml:space="preserve"> nutzten die Neuzugänge, um</w:t>
      </w:r>
      <w:r w:rsidR="0084332B">
        <w:t xml:space="preserve"> ihre Ausbilder kennenzulernen, </w:t>
      </w:r>
      <w:r>
        <w:t xml:space="preserve">sich einen </w:t>
      </w:r>
      <w:r w:rsidR="009B0D26">
        <w:t xml:space="preserve">ersten </w:t>
      </w:r>
      <w:r>
        <w:t>Eindruck vo</w:t>
      </w:r>
      <w:r w:rsidR="009B0D26">
        <w:t xml:space="preserve">m Unternehmen sowie von ihrem </w:t>
      </w:r>
      <w:r w:rsidR="00780402">
        <w:t xml:space="preserve">künftigen </w:t>
      </w:r>
      <w:r>
        <w:t>Aufgabenbereich zu verschaffen</w:t>
      </w:r>
      <w:r w:rsidRPr="005A6B31">
        <w:t xml:space="preserve"> </w:t>
      </w:r>
      <w:r w:rsidR="009B0D26">
        <w:t xml:space="preserve">und </w:t>
      </w:r>
      <w:r>
        <w:t xml:space="preserve">Kontakte zu </w:t>
      </w:r>
      <w:r w:rsidR="009B0D26">
        <w:t xml:space="preserve">Kolleginnen und Kollegen zu </w:t>
      </w:r>
      <w:r>
        <w:t>knüpfen</w:t>
      </w:r>
      <w:r w:rsidR="005E037C">
        <w:t xml:space="preserve">. </w:t>
      </w:r>
      <w:r w:rsidR="005E037C" w:rsidRPr="005E037C">
        <w:t/>
      </w:r>
      <w:r w:rsidR="005E037C">
        <w:t>Im Rahmen eines dreitägigen Seminars vom 7. bis 9. September lernen sich die neuen Azubis der drei Standorte besser kennen. Hi</w:t>
      </w:r>
      <w:r w:rsidR="009B0D26">
        <w:t xml:space="preserve">erzu </w:t>
      </w:r>
      <w:r w:rsidR="00ED1127">
        <w:t xml:space="preserve">hat SIEGENIA </w:t>
      </w:r>
      <w:r w:rsidR="009B0D26">
        <w:t xml:space="preserve">das </w:t>
      </w:r>
      <w:r w:rsidR="00E21B57">
        <w:t xml:space="preserve">schon </w:t>
      </w:r>
      <w:r w:rsidR="009B0D26">
        <w:t>traditionelle Ein</w:t>
      </w:r>
      <w:r w:rsidR="00AE7CC8">
        <w:t>führungss</w:t>
      </w:r>
      <w:r w:rsidR="009B0D26">
        <w:t xml:space="preserve">eminar </w:t>
      </w:r>
      <w:r w:rsidR="008453B6">
        <w:t xml:space="preserve">in Bad Marienberg </w:t>
      </w:r>
      <w:r w:rsidR="009B0D26">
        <w:t xml:space="preserve">an aktuelle Hygieneanforderungen angepasst. </w:t>
      </w:r>
      <w:r w:rsidR="004A46AC">
        <w:t xml:space="preserve">Mit dem </w:t>
      </w:r>
      <w:r w:rsidR="009B0D26">
        <w:t>Seminar</w:t>
      </w:r>
      <w:r w:rsidR="004A46AC">
        <w:t xml:space="preserve"> schafft </w:t>
      </w:r>
      <w:r w:rsidR="00ED1127">
        <w:t>das Unternehmen</w:t>
      </w:r>
      <w:r w:rsidR="004A46AC">
        <w:t xml:space="preserve"> einen ebenso informativen wie unterhaltsamen Rahmen</w:t>
      </w:r>
      <w:r w:rsidRPr="005E037C">
        <w:t xml:space="preserve">, </w:t>
      </w:r>
      <w:r w:rsidR="004A46AC" w:rsidRPr="005E037C">
        <w:t>da</w:t>
      </w:r>
      <w:r w:rsidR="00E21B57" w:rsidRPr="005E037C">
        <w:t>mit</w:t>
      </w:r>
      <w:r w:rsidR="004A46AC" w:rsidRPr="005E037C">
        <w:t xml:space="preserve"> die Azubis </w:t>
      </w:r>
      <w:r w:rsidRPr="005E037C">
        <w:t xml:space="preserve">als Team zusammenwachsen und </w:t>
      </w:r>
      <w:r w:rsidR="004A46AC" w:rsidRPr="005E037C">
        <w:t>ihre</w:t>
      </w:r>
      <w:r w:rsidRPr="005E037C">
        <w:t xml:space="preserve"> sozialen Kompetenzen für den beruflichen Alltag aus</w:t>
      </w:r>
      <w:r w:rsidR="004A46AC" w:rsidRPr="005E037C">
        <w:t>bauen können</w:t>
      </w:r>
      <w:r w:rsidRPr="005E037C">
        <w:t>.</w:t>
      </w:r>
    </w:p>
    <w:p w14:paraId="652DC6B0" w14:textId="679EE078" w:rsidR="004A46AC" w:rsidRPr="00AE7CC8" w:rsidRDefault="004A46AC" w:rsidP="004A46AC">
      <w:pPr>
        <w:pStyle w:val="berschrift4"/>
      </w:pPr>
      <w:r w:rsidRPr="00AE7CC8">
        <w:t>Digitales Ausbildungskonzept im Portfolio</w:t>
      </w:r>
    </w:p>
    <w:p w14:paraId="7F4B8B98" w14:textId="4460F766" w:rsidR="00E21B57" w:rsidRPr="00AE7CC8" w:rsidRDefault="00CA1B70" w:rsidP="003C619A">
      <w:r w:rsidRPr="00AE7CC8">
        <w:t xml:space="preserve">Das Ausbildungsportfolio von SIEGENIA ist breit gefächert. Große Auswahl herrscht bei den technischen </w:t>
      </w:r>
      <w:r w:rsidR="00415E71" w:rsidRPr="00AE7CC8">
        <w:t>B</w:t>
      </w:r>
      <w:r w:rsidRPr="00AE7CC8">
        <w:t xml:space="preserve">erufen, so z. B. für Maschinen- und Anlagenführer, Technische Produktdesigner oder </w:t>
      </w:r>
      <w:r w:rsidR="002403EB">
        <w:t>Werkzeug</w:t>
      </w:r>
      <w:r w:rsidR="003B17CE" w:rsidRPr="00AE7CC8">
        <w:t>mechaniker</w:t>
      </w:r>
      <w:r w:rsidRPr="00AE7CC8">
        <w:t xml:space="preserve"> und Mechatroniker. </w:t>
      </w:r>
      <w:r w:rsidR="00415E71" w:rsidRPr="00AE7CC8">
        <w:t xml:space="preserve">Im </w:t>
      </w:r>
      <w:r w:rsidRPr="00AE7CC8">
        <w:t>kaufmännischen Be</w:t>
      </w:r>
      <w:r w:rsidR="00415E71" w:rsidRPr="00AE7CC8">
        <w:t>reich</w:t>
      </w:r>
      <w:r w:rsidRPr="00AE7CC8">
        <w:t xml:space="preserve"> reicht das Angebot von Ausbildungen</w:t>
      </w:r>
      <w:r w:rsidR="004D7690">
        <w:t xml:space="preserve"> für Fachlageristen bis zu </w:t>
      </w:r>
      <w:r w:rsidRPr="00AE7CC8">
        <w:t>Industrie</w:t>
      </w:r>
      <w:r w:rsidR="002403EB">
        <w:t>kaufleute</w:t>
      </w:r>
      <w:r w:rsidR="004D7690">
        <w:t>n oder Kaufleuten für E-Commerce</w:t>
      </w:r>
      <w:r w:rsidRPr="00AE7CC8">
        <w:t>.</w:t>
      </w:r>
      <w:r w:rsidR="00D5689A" w:rsidRPr="00AE7CC8">
        <w:t xml:space="preserve"> </w:t>
      </w:r>
    </w:p>
    <w:p w14:paraId="58FF6F57" w14:textId="77777777" w:rsidR="00E21B57" w:rsidRPr="00AE7CC8" w:rsidRDefault="00E21B57" w:rsidP="003C619A">
      <w:pPr>
        <w:rPr>
          <w:strike/>
        </w:rPr>
      </w:pPr>
    </w:p>
    <w:p w14:paraId="0E67CBF4" w14:textId="344B0D82" w:rsidR="003C619A" w:rsidRDefault="00D5689A" w:rsidP="003C619A">
      <w:r w:rsidRPr="00AE7CC8">
        <w:t xml:space="preserve">Mit der Einführung digitaler Ausbildungsberufe positioniert sich der Hersteller von Lösungen für Fenster-, Tür- und Komfortsysteme </w:t>
      </w:r>
      <w:r w:rsidR="00E21B57" w:rsidRPr="00AE7CC8">
        <w:t xml:space="preserve">zudem ausgesprochen </w:t>
      </w:r>
      <w:r w:rsidRPr="00AE7CC8">
        <w:t xml:space="preserve">zeitgemäß. </w:t>
      </w:r>
      <w:r w:rsidR="00E21B57" w:rsidRPr="00AE7CC8">
        <w:t>I</w:t>
      </w:r>
      <w:r w:rsidRPr="00AE7CC8">
        <w:t xml:space="preserve">m vergangenen Jahr reagierte SIEGENIA auf die steigenden Anforderungen an Digitalisierung und Online-Handel mit </w:t>
      </w:r>
      <w:r w:rsidR="004D7690">
        <w:t>der</w:t>
      </w:r>
      <w:r w:rsidRPr="00AE7CC8">
        <w:t xml:space="preserve"> </w:t>
      </w:r>
      <w:r w:rsidR="00CA1B70" w:rsidRPr="00AE7CC8">
        <w:t xml:space="preserve">neuen Ausbildung für Kaufleute </w:t>
      </w:r>
      <w:r w:rsidR="00CA1B70" w:rsidRPr="003B17CE">
        <w:t xml:space="preserve">im </w:t>
      </w:r>
      <w:r w:rsidR="002403EB">
        <w:t>E-</w:t>
      </w:r>
      <w:r w:rsidR="00CA1B70" w:rsidRPr="003B17CE">
        <w:t>Commerce.</w:t>
      </w:r>
      <w:r w:rsidRPr="003B17CE">
        <w:t xml:space="preserve"> Zu</w:t>
      </w:r>
      <w:r w:rsidR="00415E71" w:rsidRPr="003B17CE">
        <w:t xml:space="preserve"> den</w:t>
      </w:r>
      <w:r w:rsidRPr="003B17CE">
        <w:rPr>
          <w:color w:val="FF0000"/>
        </w:rPr>
        <w:t xml:space="preserve"> </w:t>
      </w:r>
      <w:r w:rsidRPr="003B17CE">
        <w:t>Ausbildungs</w:t>
      </w:r>
      <w:r w:rsidR="00415E71" w:rsidRPr="003B17CE">
        <w:t>berufen</w:t>
      </w:r>
      <w:r w:rsidRPr="003B17CE">
        <w:t xml:space="preserve"> gehört ab 2021 auch der Beruf </w:t>
      </w:r>
      <w:r w:rsidRPr="004D7690">
        <w:t>Kaufmann/-frau für Digitalisierungsmanagement</w:t>
      </w:r>
      <w:r w:rsidRPr="003B17CE">
        <w:t xml:space="preserve">. </w:t>
      </w:r>
      <w:r w:rsidR="00711964" w:rsidRPr="003B17CE">
        <w:t xml:space="preserve">Die Brücke zwischen bewährten und innovativen Ausbildungskonzepten schlägt SIEGENIA </w:t>
      </w:r>
      <w:r w:rsidR="008453B6">
        <w:t>darüber hinaus</w:t>
      </w:r>
      <w:r w:rsidR="00711964" w:rsidRPr="003B17CE">
        <w:t xml:space="preserve"> mit Maßnahmen wie eigene Laptops für die kaufmännischen Azubis oder der Anschaffung eines 6-Achs-Roboters für das technische Ausbildungszentrum.</w:t>
      </w:r>
    </w:p>
    <w:p w14:paraId="7997B921" w14:textId="4340DDD2" w:rsidR="005E1468" w:rsidRDefault="005E1468" w:rsidP="005A7C57">
      <w:pPr>
        <w:pStyle w:val="berschrift4"/>
      </w:pPr>
      <w:r>
        <w:lastRenderedPageBreak/>
        <w:t>Bildunterschrift</w:t>
      </w:r>
    </w:p>
    <w:p w14:paraId="4CA61BBA" w14:textId="77777777" w:rsidR="002A7F37" w:rsidRDefault="002A7F37" w:rsidP="002A7F37">
      <w:r>
        <w:t>Bildquelle: SIEGENIA</w:t>
      </w:r>
    </w:p>
    <w:p w14:paraId="1B828869" w14:textId="77777777" w:rsidR="002A7F37" w:rsidRPr="002A7F37" w:rsidRDefault="002A7F37" w:rsidP="002A7F37"/>
    <w:p w14:paraId="0005C41B" w14:textId="039158DE" w:rsidR="005E1468" w:rsidRDefault="005E1468" w:rsidP="00417183"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1E7201">
        <w:rPr>
          <w:bCs/>
          <w:i/>
        </w:rPr>
        <w:t xml:space="preserve">Azubis </w:t>
      </w:r>
      <w:r w:rsidR="00D87A79">
        <w:rPr>
          <w:bCs/>
          <w:i/>
        </w:rPr>
        <w:t>2020_</w:t>
      </w:r>
      <w:r w:rsidR="00417183">
        <w:rPr>
          <w:bCs/>
          <w:i/>
        </w:rPr>
        <w:t>N</w:t>
      </w:r>
      <w:r w:rsidR="00D87A79">
        <w:rPr>
          <w:bCs/>
          <w:i/>
        </w:rPr>
        <w:t>iederdielfen_Presse</w:t>
      </w:r>
      <w:r w:rsidRPr="00D129AE">
        <w:rPr>
          <w:bCs/>
          <w:i/>
        </w:rPr>
        <w:t>.jpg</w:t>
      </w:r>
      <w:r w:rsidR="00417183">
        <w:rPr>
          <w:bCs/>
          <w:i/>
        </w:rPr>
        <w:t xml:space="preserve"> </w:t>
      </w:r>
    </w:p>
    <w:p w14:paraId="4A48FEEE" w14:textId="2ECF3B4F" w:rsidR="004D7690" w:rsidRDefault="00A25FA4" w:rsidP="005E1468">
      <w:r>
        <w:t>Mit guter Laune und Vorfreude an den Start: Am 1. September starteten bei SIEGENIA 18 neue Auszubildende in ihre berufliche Zukunft.</w:t>
      </w:r>
    </w:p>
    <w:p w14:paraId="2C1DFA4F" w14:textId="77777777" w:rsidR="004D7690" w:rsidRDefault="004D7690" w:rsidP="005E1468"/>
    <w:p w14:paraId="19437928" w14:textId="77777777" w:rsidR="00FE6475" w:rsidRDefault="00FE6475" w:rsidP="005E1468"/>
    <w:p w14:paraId="02ED4FA4" w14:textId="0639ADE9" w:rsidR="00FE6475" w:rsidRDefault="00FE6475" w:rsidP="005E1468"/>
    <w:p w14:paraId="6DD1891A" w14:textId="11613D20" w:rsidR="007A1011" w:rsidRDefault="007A1011" w:rsidP="005E1468"/>
    <w:p w14:paraId="5A72B79C" w14:textId="184B5AA8" w:rsidR="007A1011" w:rsidRDefault="007A1011" w:rsidP="005E1468"/>
    <w:p w14:paraId="1DE1AE15" w14:textId="3CE3F2D5" w:rsidR="007A1011" w:rsidRDefault="007A1011" w:rsidP="005E1468"/>
    <w:p w14:paraId="0FE7B07F" w14:textId="69D0BB24" w:rsidR="007A1011" w:rsidRDefault="007A1011" w:rsidP="005E1468"/>
    <w:p w14:paraId="07A830B1" w14:textId="370E50B1" w:rsidR="007A1011" w:rsidRDefault="007A1011" w:rsidP="005E1468"/>
    <w:p w14:paraId="3B3A7935" w14:textId="79A539E8" w:rsidR="007A1011" w:rsidRDefault="007A1011" w:rsidP="005E1468"/>
    <w:p w14:paraId="52AB74D6" w14:textId="31A0B5E2" w:rsidR="007A1011" w:rsidRDefault="007A1011" w:rsidP="005E1468"/>
    <w:p w14:paraId="7D6E7856" w14:textId="78181E6C" w:rsidR="007A1011" w:rsidRDefault="007A1011" w:rsidP="005E1468"/>
    <w:p w14:paraId="50541B48" w14:textId="7368007E" w:rsidR="007A1011" w:rsidRDefault="007A1011" w:rsidP="005E1468"/>
    <w:p w14:paraId="77E7CE1E" w14:textId="41DEA367" w:rsidR="007A1011" w:rsidRDefault="007A1011" w:rsidP="005E1468"/>
    <w:p w14:paraId="152F7B51" w14:textId="189F7A20" w:rsidR="007A1011" w:rsidRDefault="007A1011" w:rsidP="005E1468"/>
    <w:p w14:paraId="391CE8C7" w14:textId="1725A1BE" w:rsidR="007A1011" w:rsidRDefault="007A1011" w:rsidP="005E1468"/>
    <w:p w14:paraId="19BAA12F" w14:textId="71A7C497" w:rsidR="007A1011" w:rsidRDefault="007A1011" w:rsidP="005E1468"/>
    <w:p w14:paraId="4C2DCE50" w14:textId="36555489" w:rsidR="007A1011" w:rsidRDefault="007A1011" w:rsidP="005E1468"/>
    <w:p w14:paraId="0298E204" w14:textId="47D0A4EB" w:rsidR="007A1011" w:rsidRDefault="007A1011" w:rsidP="005E1468"/>
    <w:p w14:paraId="2A539DB8" w14:textId="1042C536" w:rsidR="007A1011" w:rsidRDefault="007A1011" w:rsidP="005E1468"/>
    <w:p w14:paraId="6C945160" w14:textId="32E16D6E" w:rsidR="007A1011" w:rsidRDefault="007A1011" w:rsidP="005E1468"/>
    <w:p w14:paraId="27515D22" w14:textId="2EE41622" w:rsidR="008D7633" w:rsidRDefault="008D7633" w:rsidP="008D7633">
      <w:pPr>
        <w:rPr>
          <w:szCs w:val="20"/>
        </w:rPr>
      </w:pPr>
    </w:p>
    <w:p w14:paraId="6AEE9A90" w14:textId="77777777" w:rsidR="007A1011" w:rsidRPr="00E14DD8" w:rsidRDefault="007A1011" w:rsidP="008D7633">
      <w:pPr>
        <w:rPr>
          <w:szCs w:val="20"/>
        </w:rPr>
      </w:pPr>
    </w:p>
    <w:p w14:paraId="776EB9D7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243F61D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DDC5AC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9944151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79A87F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E5F93EE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43BAF2F1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606ED73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02D0562F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0D86F0D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CD3131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188F80A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446EB0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FB2F7AF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FD4B862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EB27034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0E874440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651F80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1A622C1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D900EB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A91830F" w14:textId="77777777" w:rsidR="008D7633" w:rsidRPr="00D87A79" w:rsidRDefault="008D7633" w:rsidP="007A5EB4">
            <w:pPr>
              <w:pStyle w:val="Formatvorlage2"/>
              <w:rPr>
                <w:u w:val="single"/>
              </w:rPr>
            </w:pPr>
            <w:r w:rsidRPr="00D87A79">
              <w:rPr>
                <w:u w:val="single"/>
              </w:rPr>
              <w:t>Text - Info</w:t>
            </w:r>
          </w:p>
          <w:p w14:paraId="7B5DA499" w14:textId="4DFBC52D" w:rsidR="008D7633" w:rsidRPr="00D87A79" w:rsidRDefault="008D7633" w:rsidP="007A5EB4">
            <w:pPr>
              <w:pStyle w:val="Formatvorlage2"/>
            </w:pPr>
            <w:r w:rsidRPr="00D87A79">
              <w:t xml:space="preserve">Seite: </w:t>
            </w:r>
            <w:r w:rsidR="004D7690" w:rsidRPr="00D87A79">
              <w:t>1</w:t>
            </w:r>
          </w:p>
          <w:p w14:paraId="52806CBB" w14:textId="5EB71732" w:rsidR="008D7633" w:rsidRPr="00D87A79" w:rsidRDefault="008D7633" w:rsidP="007A5EB4">
            <w:pPr>
              <w:pStyle w:val="Formatvorlage2"/>
            </w:pPr>
            <w:r w:rsidRPr="00D87A79">
              <w:t>Wörter: 2</w:t>
            </w:r>
            <w:r w:rsidR="00D87A79">
              <w:t>93</w:t>
            </w:r>
          </w:p>
          <w:p w14:paraId="23D8122F" w14:textId="2590D710" w:rsidR="008D7633" w:rsidRPr="00D87A79" w:rsidRDefault="008D7633" w:rsidP="007A5EB4">
            <w:pPr>
              <w:pStyle w:val="Formatvorlage2"/>
            </w:pPr>
            <w:r w:rsidRPr="00D87A79">
              <w:t>Zeichen: 2</w:t>
            </w:r>
            <w:r w:rsidR="00D87A79">
              <w:t xml:space="preserve"> 292</w:t>
            </w:r>
            <w:r w:rsidRPr="00D87A79">
              <w:br/>
              <w:t>(mit Leerzeichen)</w:t>
            </w:r>
          </w:p>
          <w:p w14:paraId="333E5D28" w14:textId="77777777" w:rsidR="008D7633" w:rsidRPr="00D87A79" w:rsidRDefault="008D7633" w:rsidP="007A5EB4">
            <w:pPr>
              <w:pStyle w:val="Formatvorlage2"/>
            </w:pPr>
          </w:p>
          <w:p w14:paraId="7A889754" w14:textId="52B4CB80" w:rsidR="008D7633" w:rsidRPr="00C33A1F" w:rsidRDefault="008D7633" w:rsidP="007A5EB4">
            <w:pPr>
              <w:pStyle w:val="Formatvorlage2"/>
            </w:pPr>
            <w:r w:rsidRPr="00D87A79">
              <w:t xml:space="preserve">erstellt am: </w:t>
            </w:r>
            <w:r w:rsidR="002403EB" w:rsidRPr="00D87A79">
              <w:t>03</w:t>
            </w:r>
            <w:r w:rsidRPr="00D87A79">
              <w:t>.</w:t>
            </w:r>
            <w:r w:rsidR="00486878" w:rsidRPr="00D87A79">
              <w:t>0</w:t>
            </w:r>
            <w:r w:rsidR="00417183" w:rsidRPr="00D87A79">
              <w:t>9</w:t>
            </w:r>
            <w:r w:rsidRPr="00D87A79">
              <w:t>.20</w:t>
            </w:r>
            <w:r w:rsidR="00122FEC" w:rsidRPr="00D87A79">
              <w:t>20</w:t>
            </w:r>
          </w:p>
          <w:p w14:paraId="65225C8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DFC8AF5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459F49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C6BD83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0C00C4" w14:textId="77777777" w:rsidR="00417CB8" w:rsidRDefault="00417CB8">
      <w:r>
        <w:separator/>
      </w:r>
    </w:p>
  </w:endnote>
  <w:endnote w:type="continuationSeparator" w:id="0">
    <w:p w14:paraId="1B80278E" w14:textId="77777777" w:rsidR="00417CB8" w:rsidRDefault="00417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D27E6" w14:textId="77777777" w:rsidR="003C619A" w:rsidRDefault="003C619A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B46437" w14:textId="77777777" w:rsidR="00417CB8" w:rsidRDefault="00417CB8">
      <w:r>
        <w:separator/>
      </w:r>
    </w:p>
  </w:footnote>
  <w:footnote w:type="continuationSeparator" w:id="0">
    <w:p w14:paraId="71EC43F9" w14:textId="77777777" w:rsidR="00417CB8" w:rsidRDefault="00417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644F9" w14:textId="77777777" w:rsidR="003C619A" w:rsidRDefault="003C619A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41E8A54" wp14:editId="02ADB6D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15E0E"/>
    <w:multiLevelType w:val="hybridMultilevel"/>
    <w:tmpl w:val="94483C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26093"/>
    <w:multiLevelType w:val="hybridMultilevel"/>
    <w:tmpl w:val="760289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CD1DD5"/>
    <w:multiLevelType w:val="hybridMultilevel"/>
    <w:tmpl w:val="7B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1A7"/>
    <w:rsid w:val="000024D9"/>
    <w:rsid w:val="00003256"/>
    <w:rsid w:val="0001449A"/>
    <w:rsid w:val="0001520C"/>
    <w:rsid w:val="00026907"/>
    <w:rsid w:val="00040EBF"/>
    <w:rsid w:val="00057685"/>
    <w:rsid w:val="00064165"/>
    <w:rsid w:val="000675C7"/>
    <w:rsid w:val="00090045"/>
    <w:rsid w:val="00093784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4E1F"/>
    <w:rsid w:val="00137BD1"/>
    <w:rsid w:val="00145B48"/>
    <w:rsid w:val="001529E6"/>
    <w:rsid w:val="00156B0C"/>
    <w:rsid w:val="00166476"/>
    <w:rsid w:val="00166FB7"/>
    <w:rsid w:val="00171C51"/>
    <w:rsid w:val="00171F43"/>
    <w:rsid w:val="001B7003"/>
    <w:rsid w:val="001C1119"/>
    <w:rsid w:val="001C39FF"/>
    <w:rsid w:val="001D26E4"/>
    <w:rsid w:val="001E0780"/>
    <w:rsid w:val="001E1DA6"/>
    <w:rsid w:val="001E51E5"/>
    <w:rsid w:val="001E7201"/>
    <w:rsid w:val="001F3432"/>
    <w:rsid w:val="002046D3"/>
    <w:rsid w:val="002403EB"/>
    <w:rsid w:val="00253494"/>
    <w:rsid w:val="00254A9B"/>
    <w:rsid w:val="00255FE8"/>
    <w:rsid w:val="00272508"/>
    <w:rsid w:val="00272C13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0F0D"/>
    <w:rsid w:val="003A1BA5"/>
    <w:rsid w:val="003B17CE"/>
    <w:rsid w:val="003C619A"/>
    <w:rsid w:val="003D30ED"/>
    <w:rsid w:val="003D61A2"/>
    <w:rsid w:val="003E0D26"/>
    <w:rsid w:val="003E378F"/>
    <w:rsid w:val="003F021A"/>
    <w:rsid w:val="00415E71"/>
    <w:rsid w:val="00417183"/>
    <w:rsid w:val="004176D4"/>
    <w:rsid w:val="00417CB8"/>
    <w:rsid w:val="00420F79"/>
    <w:rsid w:val="004333E8"/>
    <w:rsid w:val="0044187A"/>
    <w:rsid w:val="00446899"/>
    <w:rsid w:val="00447689"/>
    <w:rsid w:val="0046235C"/>
    <w:rsid w:val="004629AD"/>
    <w:rsid w:val="004751A7"/>
    <w:rsid w:val="004806AF"/>
    <w:rsid w:val="00480DC0"/>
    <w:rsid w:val="00482A03"/>
    <w:rsid w:val="00483C32"/>
    <w:rsid w:val="00486878"/>
    <w:rsid w:val="004A46AC"/>
    <w:rsid w:val="004B0261"/>
    <w:rsid w:val="004B62AB"/>
    <w:rsid w:val="004C4FDA"/>
    <w:rsid w:val="004C503A"/>
    <w:rsid w:val="004D7690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0725"/>
    <w:rsid w:val="00592833"/>
    <w:rsid w:val="005A0560"/>
    <w:rsid w:val="005A214B"/>
    <w:rsid w:val="005A3974"/>
    <w:rsid w:val="005A5DC6"/>
    <w:rsid w:val="005A6A38"/>
    <w:rsid w:val="005A6B31"/>
    <w:rsid w:val="005A7C57"/>
    <w:rsid w:val="005E037C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1964"/>
    <w:rsid w:val="007148FF"/>
    <w:rsid w:val="00716BDB"/>
    <w:rsid w:val="00717456"/>
    <w:rsid w:val="00730E66"/>
    <w:rsid w:val="00737DE1"/>
    <w:rsid w:val="00751517"/>
    <w:rsid w:val="00757DDE"/>
    <w:rsid w:val="00764AAC"/>
    <w:rsid w:val="00780402"/>
    <w:rsid w:val="007871C1"/>
    <w:rsid w:val="0079193B"/>
    <w:rsid w:val="00794A4F"/>
    <w:rsid w:val="007A0AAA"/>
    <w:rsid w:val="007A1011"/>
    <w:rsid w:val="007A5EB4"/>
    <w:rsid w:val="007A6E1C"/>
    <w:rsid w:val="007C50D1"/>
    <w:rsid w:val="007C5C24"/>
    <w:rsid w:val="007D4BCC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4332B"/>
    <w:rsid w:val="00844D7F"/>
    <w:rsid w:val="008453B6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12074"/>
    <w:rsid w:val="0092580A"/>
    <w:rsid w:val="0093490C"/>
    <w:rsid w:val="0093664F"/>
    <w:rsid w:val="0093680F"/>
    <w:rsid w:val="00943EB0"/>
    <w:rsid w:val="00945CA5"/>
    <w:rsid w:val="009553BC"/>
    <w:rsid w:val="009557EA"/>
    <w:rsid w:val="00963959"/>
    <w:rsid w:val="00963D60"/>
    <w:rsid w:val="0096600A"/>
    <w:rsid w:val="009B067B"/>
    <w:rsid w:val="009B0D26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25FA4"/>
    <w:rsid w:val="00A32395"/>
    <w:rsid w:val="00A40AA1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7CC8"/>
    <w:rsid w:val="00B057B0"/>
    <w:rsid w:val="00B11AB7"/>
    <w:rsid w:val="00B239B4"/>
    <w:rsid w:val="00B3649B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9495D"/>
    <w:rsid w:val="00BA0BE5"/>
    <w:rsid w:val="00BA5B2A"/>
    <w:rsid w:val="00BD76B1"/>
    <w:rsid w:val="00BE62B4"/>
    <w:rsid w:val="00BE69F6"/>
    <w:rsid w:val="00BF6132"/>
    <w:rsid w:val="00C02C5D"/>
    <w:rsid w:val="00C144E8"/>
    <w:rsid w:val="00C14A00"/>
    <w:rsid w:val="00C16DC6"/>
    <w:rsid w:val="00C173E2"/>
    <w:rsid w:val="00C24B77"/>
    <w:rsid w:val="00C2717C"/>
    <w:rsid w:val="00C33A1F"/>
    <w:rsid w:val="00C46D48"/>
    <w:rsid w:val="00C52D3B"/>
    <w:rsid w:val="00C53FE3"/>
    <w:rsid w:val="00C55524"/>
    <w:rsid w:val="00C615A2"/>
    <w:rsid w:val="00C65852"/>
    <w:rsid w:val="00C72B49"/>
    <w:rsid w:val="00C744A9"/>
    <w:rsid w:val="00C77106"/>
    <w:rsid w:val="00C87836"/>
    <w:rsid w:val="00C92A2E"/>
    <w:rsid w:val="00C93D91"/>
    <w:rsid w:val="00CA1B70"/>
    <w:rsid w:val="00CA66F5"/>
    <w:rsid w:val="00CA6BD1"/>
    <w:rsid w:val="00CC7FDD"/>
    <w:rsid w:val="00CD649F"/>
    <w:rsid w:val="00CE16F1"/>
    <w:rsid w:val="00CE5038"/>
    <w:rsid w:val="00CE5448"/>
    <w:rsid w:val="00CE5488"/>
    <w:rsid w:val="00CE63E0"/>
    <w:rsid w:val="00CF6534"/>
    <w:rsid w:val="00CF72EF"/>
    <w:rsid w:val="00CF7462"/>
    <w:rsid w:val="00D032C0"/>
    <w:rsid w:val="00D04FE4"/>
    <w:rsid w:val="00D313A4"/>
    <w:rsid w:val="00D32108"/>
    <w:rsid w:val="00D45693"/>
    <w:rsid w:val="00D47D4E"/>
    <w:rsid w:val="00D55DC3"/>
    <w:rsid w:val="00D5689A"/>
    <w:rsid w:val="00D57457"/>
    <w:rsid w:val="00D60582"/>
    <w:rsid w:val="00D64F60"/>
    <w:rsid w:val="00D87A79"/>
    <w:rsid w:val="00D94244"/>
    <w:rsid w:val="00DA2153"/>
    <w:rsid w:val="00DA2662"/>
    <w:rsid w:val="00DA7773"/>
    <w:rsid w:val="00DB44DA"/>
    <w:rsid w:val="00DB4ACB"/>
    <w:rsid w:val="00DC032C"/>
    <w:rsid w:val="00DC1F2A"/>
    <w:rsid w:val="00DD0746"/>
    <w:rsid w:val="00DE3025"/>
    <w:rsid w:val="00DF01CB"/>
    <w:rsid w:val="00DF1C10"/>
    <w:rsid w:val="00DF1EE2"/>
    <w:rsid w:val="00E03F6F"/>
    <w:rsid w:val="00E04C83"/>
    <w:rsid w:val="00E14DD8"/>
    <w:rsid w:val="00E155F0"/>
    <w:rsid w:val="00E17E89"/>
    <w:rsid w:val="00E20D4D"/>
    <w:rsid w:val="00E21B57"/>
    <w:rsid w:val="00E2358B"/>
    <w:rsid w:val="00E34020"/>
    <w:rsid w:val="00E3479A"/>
    <w:rsid w:val="00E55F88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D1127"/>
    <w:rsid w:val="00EE123F"/>
    <w:rsid w:val="00EE1AF8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6475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6021614"/>
  <w15:docId w15:val="{40897DBA-9B49-434D-859D-57F5B5123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4751A7"/>
    <w:rPr>
      <w:rFonts w:ascii="Arial" w:hAnsi="Arial"/>
      <w:b/>
      <w:bCs/>
      <w:sz w:val="24"/>
      <w:szCs w:val="28"/>
    </w:rPr>
  </w:style>
  <w:style w:type="paragraph" w:styleId="KeinLeerraum">
    <w:name w:val="No Spacing"/>
    <w:uiPriority w:val="1"/>
    <w:qFormat/>
    <w:rsid w:val="004751A7"/>
    <w:rPr>
      <w:rFonts w:ascii="Arial" w:eastAsiaTheme="minorHAnsi" w:hAnsi="Arial" w:cstheme="minorBidi"/>
      <w:szCs w:val="22"/>
      <w:lang w:eastAsia="en-US"/>
    </w:rPr>
  </w:style>
  <w:style w:type="character" w:styleId="BesuchterLink">
    <w:name w:val="FollowedHyperlink"/>
    <w:basedOn w:val="Absatz-Standardschriftart"/>
    <w:semiHidden/>
    <w:unhideWhenUsed/>
    <w:rsid w:val="00590725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5907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5907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1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8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2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589E8-4A95-4925-ACAA-0CE629882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437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3189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7</cp:revision>
  <cp:lastPrinted>2007-09-03T14:44:00Z</cp:lastPrinted>
  <dcterms:created xsi:type="dcterms:W3CDTF">2020-09-02T12:20:00Z</dcterms:created>
  <dcterms:modified xsi:type="dcterms:W3CDTF">2020-09-03T12:21:00Z</dcterms:modified>
</cp:coreProperties>
</file>