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3EEEF" w14:textId="77777777" w:rsidR="005E1468" w:rsidRDefault="003109D5" w:rsidP="005E1468">
      <w:pPr>
        <w:pStyle w:val="berschrift2"/>
      </w:pPr>
      <w:r>
        <w:t>SIEGENIA fördert junge Talente</w:t>
      </w:r>
      <w:r w:rsidR="00F6067C">
        <w:t xml:space="preserve"> </w:t>
      </w:r>
    </w:p>
    <w:p w14:paraId="79D219D7" w14:textId="77777777" w:rsidR="00A82224" w:rsidRDefault="00690F74" w:rsidP="00A82224">
      <w:pPr>
        <w:pStyle w:val="berschrift1"/>
      </w:pPr>
      <w:r>
        <w:t>Produktideen aus Kreativworkshop</w:t>
      </w:r>
      <w:r w:rsidR="004D4777">
        <w:t>s</w:t>
      </w:r>
      <w:r>
        <w:t xml:space="preserve"> mit dem Management diskutiert</w:t>
      </w:r>
    </w:p>
    <w:p w14:paraId="0C365734" w14:textId="77777777" w:rsidR="005E1468" w:rsidRPr="00B55070" w:rsidRDefault="005E1468" w:rsidP="005E1468"/>
    <w:p w14:paraId="1BBC1061" w14:textId="77777777" w:rsidR="00682F9B" w:rsidRDefault="0008200E" w:rsidP="00682F9B">
      <w:r>
        <w:t>Was bedeutet Raumkomfort aus Sicht von jungen Menschen</w:t>
      </w:r>
      <w:r w:rsidR="00690F74">
        <w:t xml:space="preserve">, die für die </w:t>
      </w:r>
      <w:r>
        <w:t>Anforderungen und Ideen</w:t>
      </w:r>
      <w:r w:rsidR="00C96C1E">
        <w:t xml:space="preserve"> einer </w:t>
      </w:r>
      <w:r w:rsidR="00EE240B">
        <w:t>heranwach</w:t>
      </w:r>
      <w:r w:rsidR="00682F9B">
        <w:t>s</w:t>
      </w:r>
      <w:r w:rsidR="00EE240B">
        <w:t>enden Generation</w:t>
      </w:r>
      <w:r w:rsidR="00690F74">
        <w:t xml:space="preserve"> stehen</w:t>
      </w:r>
      <w:r>
        <w:t xml:space="preserve">? In </w:t>
      </w:r>
      <w:r w:rsidR="004A5480">
        <w:t>Kreativw</w:t>
      </w:r>
      <w:r>
        <w:t>orkshop</w:t>
      </w:r>
      <w:r w:rsidR="00682F9B">
        <w:t>s</w:t>
      </w:r>
      <w:r>
        <w:t xml:space="preserve"> lud SIEGENIA</w:t>
      </w:r>
      <w:r w:rsidR="00882F8D">
        <w:t xml:space="preserve"> 60</w:t>
      </w:r>
      <w:r>
        <w:t xml:space="preserve"> Nachwuchskräfte an allen drei Unternehmensstandorten ein, Ideen für </w:t>
      </w:r>
      <w:r w:rsidR="00882F8D">
        <w:t xml:space="preserve">neue </w:t>
      </w:r>
      <w:r>
        <w:t xml:space="preserve">zukunftsträchtige Lösungen zu entwickeln. </w:t>
      </w:r>
      <w:r w:rsidR="004A5480">
        <w:t xml:space="preserve">Einen halben Tag lang </w:t>
      </w:r>
      <w:r w:rsidR="00690F74">
        <w:t xml:space="preserve">kamen </w:t>
      </w:r>
      <w:r w:rsidR="004D4777">
        <w:t>36</w:t>
      </w:r>
      <w:r w:rsidR="00690F74">
        <w:t xml:space="preserve"> junge Mitarbeiter</w:t>
      </w:r>
      <w:r w:rsidR="00EE240B">
        <w:t xml:space="preserve"> </w:t>
      </w:r>
      <w:r w:rsidR="004A5480">
        <w:t>am Standort Niederdielfen</w:t>
      </w:r>
      <w:r w:rsidR="00882F8D">
        <w:t xml:space="preserve"> </w:t>
      </w:r>
      <w:r w:rsidR="00690F74">
        <w:t>zum Brainstorming zusammen</w:t>
      </w:r>
      <w:r w:rsidR="004A5480">
        <w:t xml:space="preserve">. </w:t>
      </w:r>
      <w:r w:rsidR="00682F9B">
        <w:t xml:space="preserve">Zwei Teilnehmer schafften mit ihren Vorschlägen den Sprung in die Endrunde: </w:t>
      </w:r>
      <w:r w:rsidR="00682F9B">
        <w:rPr>
          <w:szCs w:val="20"/>
        </w:rPr>
        <w:t>Jonas Schöler, Auszubildender zum Informatikkaufmann im dritten Ausbildungsjahr, und Yannic Brombach, Systembetreuer in der Anwendungstechnik.</w:t>
      </w:r>
    </w:p>
    <w:p w14:paraId="18CD0C58" w14:textId="77777777" w:rsidR="00682F9B" w:rsidRDefault="00682F9B" w:rsidP="00682F9B"/>
    <w:p w14:paraId="0D5F3ACD" w14:textId="77777777" w:rsidR="00F800B6" w:rsidRDefault="00682F9B" w:rsidP="005E1468">
      <w:r>
        <w:t>G</w:t>
      </w:r>
      <w:r w:rsidR="00882F8D">
        <w:t xml:space="preserve">emeinsam mit ihren Kollegen </w:t>
      </w:r>
      <w:r w:rsidR="00EE240B">
        <w:t xml:space="preserve">aus </w:t>
      </w:r>
      <w:r w:rsidR="00882F8D">
        <w:t xml:space="preserve">Hermeskeil </w:t>
      </w:r>
      <w:r w:rsidR="00C96C1E">
        <w:t>sowie</w:t>
      </w:r>
      <w:r w:rsidR="00882F8D">
        <w:t xml:space="preserve"> </w:t>
      </w:r>
      <w:r w:rsidR="00EE240B">
        <w:t xml:space="preserve">von </w:t>
      </w:r>
      <w:r w:rsidR="00882F8D">
        <w:t>KFV in Velbert</w:t>
      </w:r>
      <w:r>
        <w:t xml:space="preserve"> präsentierten sie Ende Januar ihre Ideen</w:t>
      </w:r>
      <w:r w:rsidR="00882F8D">
        <w:t xml:space="preserve"> vor dem </w:t>
      </w:r>
      <w:r w:rsidR="00C96C1E">
        <w:t xml:space="preserve">Management </w:t>
      </w:r>
      <w:bookmarkStart w:id="0" w:name="_Hlk32304837"/>
      <w:r w:rsidR="0009057B" w:rsidRPr="0009057B">
        <w:t xml:space="preserve">und ausgewählten Fach- und Führungskräften </w:t>
      </w:r>
      <w:bookmarkEnd w:id="0"/>
      <w:r w:rsidR="00C96C1E">
        <w:t xml:space="preserve">der </w:t>
      </w:r>
      <w:r>
        <w:t>SIEGENIA GRUPPE – und stießen dabei auf offene Ohren</w:t>
      </w:r>
      <w:r w:rsidR="00762AB2">
        <w:t xml:space="preserve">: </w:t>
      </w:r>
      <w:bookmarkStart w:id="1" w:name="_Hlk31819410"/>
      <w:r w:rsidR="00762AB2">
        <w:t xml:space="preserve">Eine erfolgreiche Prüfung der Umsetzbarkeit vorausgesetzt, </w:t>
      </w:r>
      <w:r w:rsidR="007E34FE">
        <w:t xml:space="preserve">signalisierte das </w:t>
      </w:r>
      <w:r w:rsidR="007E34FE" w:rsidRPr="00422E48">
        <w:t>Man</w:t>
      </w:r>
      <w:r w:rsidR="00965CDB" w:rsidRPr="00422E48">
        <w:t>agement großes Interesse an den frischen Ideen.</w:t>
      </w:r>
      <w:r w:rsidR="00762AB2" w:rsidRPr="00422E48">
        <w:t xml:space="preserve"> </w:t>
      </w:r>
      <w:r w:rsidRPr="00422E48">
        <w:t xml:space="preserve">Für ihr Engagement und </w:t>
      </w:r>
      <w:r w:rsidR="0004447A" w:rsidRPr="00422E48">
        <w:t>ihre vielversprechend</w:t>
      </w:r>
      <w:r w:rsidR="0004447A">
        <w:t>en</w:t>
      </w:r>
      <w:r>
        <w:t xml:space="preserve"> Ansätze wurden sie zudem mit einem Prämiengutschein belohnt. </w:t>
      </w:r>
      <w:r w:rsidR="00C96C1E">
        <w:t xml:space="preserve"> </w:t>
      </w:r>
      <w:bookmarkEnd w:id="1"/>
    </w:p>
    <w:p w14:paraId="195F921B" w14:textId="77777777" w:rsidR="00F6067C" w:rsidRPr="00EE240B" w:rsidRDefault="000F23DD" w:rsidP="009734E0">
      <w:pPr>
        <w:pStyle w:val="berschrift4"/>
      </w:pPr>
      <w:bookmarkStart w:id="2" w:name="_Hlk32304933"/>
      <w:r>
        <w:t>N</w:t>
      </w:r>
      <w:r w:rsidR="009734E0">
        <w:t xml:space="preserve">eue </w:t>
      </w:r>
      <w:r>
        <w:t>A</w:t>
      </w:r>
      <w:r w:rsidR="009734E0">
        <w:t>nsätze</w:t>
      </w:r>
      <w:r>
        <w:t xml:space="preserve"> für ganzheitliche Lösungen</w:t>
      </w:r>
    </w:p>
    <w:p w14:paraId="0274E22A" w14:textId="55999950" w:rsidR="00EA6926" w:rsidRDefault="00EA6926" w:rsidP="00F6067C">
      <w:bookmarkStart w:id="3" w:name="_Hlk31819581"/>
      <w:bookmarkEnd w:id="2"/>
      <w:r>
        <w:rPr>
          <w:szCs w:val="20"/>
        </w:rPr>
        <w:t xml:space="preserve">Nach der Begrüßung durch Markus Bade, </w:t>
      </w:r>
      <w:r>
        <w:t>Geschäftsbereich</w:t>
      </w:r>
      <w:r w:rsidR="007E2C7F">
        <w:t>sleiter</w:t>
      </w:r>
      <w:r>
        <w:t xml:space="preserve"> Strategische Geschäftsfeldentwicklung </w:t>
      </w:r>
      <w:r w:rsidR="007E2C7F">
        <w:t>&amp;</w:t>
      </w:r>
      <w:r>
        <w:t xml:space="preserve"> Produktmanagement</w:t>
      </w:r>
      <w:r w:rsidR="00404A83">
        <w:t>, legten die Teilnehmer</w:t>
      </w:r>
      <w:r w:rsidR="00DC6B43">
        <w:t xml:space="preserve"> </w:t>
      </w:r>
      <w:r w:rsidR="00404A83">
        <w:t xml:space="preserve">mit viel Engagement los. Zunächst erörterten sie </w:t>
      </w:r>
      <w:r w:rsidR="007E2C7F">
        <w:t>unterschiedliche</w:t>
      </w:r>
      <w:r w:rsidR="00404A83">
        <w:t xml:space="preserve"> Nutzen</w:t>
      </w:r>
      <w:r w:rsidR="007E2C7F">
        <w:t>anforderungen</w:t>
      </w:r>
      <w:r w:rsidR="00404A83">
        <w:t xml:space="preserve"> aus Sicht von jungen Menschen</w:t>
      </w:r>
      <w:r w:rsidR="00EA79E3">
        <w:t xml:space="preserve">, um sich davon ausgehend der Entwicklung neuer Ideen zuzuwenden. Dabei verfolgten sie den Anspruch, </w:t>
      </w:r>
      <w:r w:rsidR="00FD1510">
        <w:t xml:space="preserve">ganzheitlich zu denken und </w:t>
      </w:r>
      <w:r w:rsidR="00EA79E3">
        <w:t xml:space="preserve">möglichst viele </w:t>
      </w:r>
      <w:r w:rsidR="007E2C7F">
        <w:t>Nutzen</w:t>
      </w:r>
      <w:r w:rsidR="00EA79E3">
        <w:t xml:space="preserve"> in einer einzigen Lösung </w:t>
      </w:r>
      <w:r w:rsidR="007E2C7F">
        <w:t>zu bedienen</w:t>
      </w:r>
      <w:r w:rsidR="00EA79E3">
        <w:t>. Einen weiteren Schwerpunkt legten sie zudem auf die Entwicklung generationenübergreifender Ideen</w:t>
      </w:r>
      <w:r w:rsidR="007E2C7F">
        <w:t xml:space="preserve"> und einen Beitrag zu mehr Raumkomfort, </w:t>
      </w:r>
      <w:bookmarkStart w:id="4" w:name="_Hlk32304992"/>
      <w:r w:rsidR="007E2C7F">
        <w:t xml:space="preserve">der </w:t>
      </w:r>
      <w:r w:rsidR="000F23DD">
        <w:t>bei SIEGENIA stets im Fokus der Entwicklung neuer Produkte steht</w:t>
      </w:r>
      <w:bookmarkEnd w:id="4"/>
      <w:r w:rsidR="00EA79E3">
        <w:t xml:space="preserve">. Den Anforderungen von Verarbeitern, so z. B. an ein montagefreundliches Produktdesign, trugen sie ebenfalls Rechnung. </w:t>
      </w:r>
    </w:p>
    <w:p w14:paraId="59151C41" w14:textId="77777777" w:rsidR="004D4777" w:rsidRDefault="004D4777" w:rsidP="00700D5D"/>
    <w:p w14:paraId="19E9CFE5" w14:textId="5559CFAF" w:rsidR="009734E0" w:rsidRDefault="00295292" w:rsidP="00700D5D">
      <w:r>
        <w:t>Von den neuen Impulsen zeigt sich Markus Bade angetan: „</w:t>
      </w:r>
      <w:r w:rsidR="00FD1510">
        <w:t xml:space="preserve">Der Ideenworkshop </w:t>
      </w:r>
      <w:r w:rsidR="007D725B">
        <w:t>der</w:t>
      </w:r>
      <w:r w:rsidR="00FD1510">
        <w:t xml:space="preserve"> jungen Talente ist eine Win-Win-Situation für beide Seiten: </w:t>
      </w:r>
      <w:r w:rsidR="00BE0808">
        <w:t xml:space="preserve">Die etablierten Denkschemata erfahrener Kollegen werden durch </w:t>
      </w:r>
      <w:r w:rsidR="007D725B">
        <w:t xml:space="preserve">das </w:t>
      </w:r>
      <w:r w:rsidR="00BE0808">
        <w:t xml:space="preserve">Querdenken </w:t>
      </w:r>
      <w:r w:rsidR="00C935CC">
        <w:t xml:space="preserve">von Neueinsteigern </w:t>
      </w:r>
      <w:r w:rsidR="00512D76">
        <w:t>ergänzt</w:t>
      </w:r>
      <w:r w:rsidR="00BE0808">
        <w:t xml:space="preserve">. Für unsere </w:t>
      </w:r>
      <w:r w:rsidR="00C935CC">
        <w:t>jungen Talente</w:t>
      </w:r>
      <w:r w:rsidR="00BE0808">
        <w:t xml:space="preserve"> hingegen ist die Möglichkeit </w:t>
      </w:r>
      <w:r w:rsidR="004D4777">
        <w:t xml:space="preserve">zur </w:t>
      </w:r>
      <w:r w:rsidR="00BE0808">
        <w:t>aktiven Mitgestaltung äußerst motivierend. Innovation und Erfahrung gehen so eine kraftvolle Verbindung ein.“</w:t>
      </w:r>
    </w:p>
    <w:bookmarkEnd w:id="3"/>
    <w:p w14:paraId="3FD0347E" w14:textId="175D0845" w:rsidR="005E1468" w:rsidRDefault="005E1468" w:rsidP="005A7C57">
      <w:pPr>
        <w:pStyle w:val="berschrift4"/>
      </w:pPr>
      <w:r>
        <w:lastRenderedPageBreak/>
        <w:t>Bildunterschrift</w:t>
      </w:r>
    </w:p>
    <w:p w14:paraId="317A9293" w14:textId="77777777" w:rsidR="002A7F37" w:rsidRDefault="002A7F37" w:rsidP="002A7F37">
      <w:r>
        <w:t>Bildquelle: SIEGENIA</w:t>
      </w:r>
    </w:p>
    <w:p w14:paraId="4655F236" w14:textId="77777777" w:rsidR="002A7F37" w:rsidRPr="002A7F37" w:rsidRDefault="002A7F37" w:rsidP="002A7F37"/>
    <w:p w14:paraId="6A39CF2A" w14:textId="79370EB1" w:rsidR="005E1468" w:rsidRPr="00D129AE" w:rsidRDefault="005E1468" w:rsidP="005E1468">
      <w:pPr>
        <w:rPr>
          <w:bCs/>
          <w:i/>
        </w:rPr>
      </w:pPr>
      <w:bookmarkStart w:id="5" w:name="_Hlk32305076"/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E2555">
        <w:rPr>
          <w:bCs/>
          <w:i/>
        </w:rPr>
        <w:t>junge</w:t>
      </w:r>
      <w:proofErr w:type="spellEnd"/>
      <w:r w:rsidR="000E2555">
        <w:rPr>
          <w:bCs/>
          <w:i/>
        </w:rPr>
        <w:t xml:space="preserve"> Talente fördern_2020_7387</w:t>
      </w:r>
      <w:r w:rsidRPr="00D129AE">
        <w:rPr>
          <w:bCs/>
          <w:i/>
        </w:rPr>
        <w:t xml:space="preserve">.jpg </w:t>
      </w:r>
    </w:p>
    <w:p w14:paraId="46CD7E63" w14:textId="77777777" w:rsidR="005E1468" w:rsidRPr="00D129AE" w:rsidRDefault="000E2555" w:rsidP="005E1468">
      <w:r>
        <w:t xml:space="preserve">In Kreativworkshops lud SIEGENIA junge Talente aus dem Unternehmen ein, Ideen für neue zukunftsträchtige Lösungen zu entwickeln. Markus Bade (v. l.), Geschäftsbereichsleiter Strategische Geschäftsfeldentwicklung &amp; Produktmanagement, zeichnet </w:t>
      </w:r>
      <w:r w:rsidR="00DF4D95">
        <w:rPr>
          <w:szCs w:val="20"/>
        </w:rPr>
        <w:t>Marius Müller</w:t>
      </w:r>
      <w:r>
        <w:t xml:space="preserve">, Yannic Brombach, </w:t>
      </w:r>
      <w:r w:rsidR="00DF4D95">
        <w:t>Timo</w:t>
      </w:r>
      <w:r>
        <w:t xml:space="preserve"> von der Bei und Jonas Schöler für die besten Ideen aus. </w:t>
      </w:r>
    </w:p>
    <w:p w14:paraId="547666AB" w14:textId="77777777" w:rsidR="005E1468" w:rsidRDefault="005E1468" w:rsidP="005E1468"/>
    <w:bookmarkEnd w:id="5"/>
    <w:p w14:paraId="6C34C288" w14:textId="1CFC0B23" w:rsidR="008D7633" w:rsidRDefault="008D7633" w:rsidP="008D7633"/>
    <w:p w14:paraId="0C43F2FE" w14:textId="7EA93155" w:rsidR="00601695" w:rsidRDefault="00601695" w:rsidP="008D7633"/>
    <w:p w14:paraId="3BD679D3" w14:textId="796B8E2C" w:rsidR="00F177AB" w:rsidRDefault="00F177AB" w:rsidP="008D7633"/>
    <w:p w14:paraId="2E3A2E7D" w14:textId="42390190" w:rsidR="00F177AB" w:rsidRDefault="00F177AB" w:rsidP="008D7633"/>
    <w:p w14:paraId="1FFDDA70" w14:textId="43CF79D0" w:rsidR="00F177AB" w:rsidRDefault="00F177AB" w:rsidP="008D7633"/>
    <w:p w14:paraId="0980FD07" w14:textId="73A68EB5" w:rsidR="00F177AB" w:rsidRDefault="00F177AB" w:rsidP="008D7633"/>
    <w:p w14:paraId="57BD9FC7" w14:textId="20DEB9B3" w:rsidR="00F177AB" w:rsidRDefault="00F177AB" w:rsidP="008D7633"/>
    <w:p w14:paraId="1B86CFE3" w14:textId="22491E62" w:rsidR="00F177AB" w:rsidRDefault="00F177AB" w:rsidP="008D7633"/>
    <w:p w14:paraId="6A1F6C5E" w14:textId="18B242D3" w:rsidR="00F177AB" w:rsidRDefault="00F177AB" w:rsidP="008D7633"/>
    <w:p w14:paraId="09BA6575" w14:textId="730A175B" w:rsidR="00F177AB" w:rsidRDefault="00F177AB" w:rsidP="008D7633"/>
    <w:p w14:paraId="1AA8117B" w14:textId="77777777" w:rsidR="00F177AB" w:rsidRDefault="00F177AB" w:rsidP="008D7633"/>
    <w:p w14:paraId="4746811F" w14:textId="77777777" w:rsidR="00601695" w:rsidRDefault="00601695" w:rsidP="008D7633"/>
    <w:p w14:paraId="3F17D324" w14:textId="77777777" w:rsidR="000E2555" w:rsidRPr="00D129AE" w:rsidRDefault="000E2555" w:rsidP="000E2555"/>
    <w:p w14:paraId="100BF01C" w14:textId="77777777" w:rsidR="000E2555" w:rsidRPr="00ED6392" w:rsidRDefault="000E2555" w:rsidP="008D7633"/>
    <w:p w14:paraId="35072875" w14:textId="77777777" w:rsidR="008D7633" w:rsidRDefault="008D7633" w:rsidP="008D7633">
      <w:pPr>
        <w:rPr>
          <w:szCs w:val="20"/>
        </w:rPr>
      </w:pPr>
    </w:p>
    <w:p w14:paraId="6EA7D283" w14:textId="77777777" w:rsidR="008D7633" w:rsidRPr="00E14DD8" w:rsidRDefault="008D7633" w:rsidP="008D7633">
      <w:pPr>
        <w:rPr>
          <w:szCs w:val="20"/>
        </w:rPr>
      </w:pPr>
    </w:p>
    <w:p w14:paraId="3743ECC4" w14:textId="77777777" w:rsidR="008D7633" w:rsidRPr="00E14DD8" w:rsidRDefault="008D7633" w:rsidP="008D7633">
      <w:pPr>
        <w:rPr>
          <w:szCs w:val="20"/>
        </w:rPr>
      </w:pPr>
    </w:p>
    <w:p w14:paraId="43DEFABD" w14:textId="77777777" w:rsidR="008D7633" w:rsidRPr="00E14DD8" w:rsidRDefault="008D7633" w:rsidP="008D7633">
      <w:pPr>
        <w:rPr>
          <w:szCs w:val="20"/>
        </w:rPr>
      </w:pPr>
    </w:p>
    <w:p w14:paraId="5C45EED6" w14:textId="77777777" w:rsidR="008D7633" w:rsidRPr="00E14DD8" w:rsidRDefault="008D7633" w:rsidP="008D7633">
      <w:pPr>
        <w:rPr>
          <w:szCs w:val="20"/>
        </w:rPr>
      </w:pPr>
    </w:p>
    <w:p w14:paraId="01E8813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BF1D18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B16C3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491B9B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58ED81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4046A5C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870FEE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1EF8F3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E567D7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717E62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AE5D257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DC341D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C11CE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97EE7A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48965F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61A1B23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228FD61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315426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1A0D0D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178B22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E568DA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9852EA4" w14:textId="659E1A28" w:rsidR="008D7633" w:rsidRPr="00776EFB" w:rsidRDefault="008D7633" w:rsidP="007A5EB4">
            <w:pPr>
              <w:pStyle w:val="Formatvorlage2"/>
            </w:pPr>
            <w:bookmarkStart w:id="6" w:name="_GoBack"/>
            <w:bookmarkEnd w:id="6"/>
            <w:r w:rsidRPr="00776EFB">
              <w:t xml:space="preserve">Seite: </w:t>
            </w:r>
            <w:r w:rsidR="00F177AB" w:rsidRPr="00776EFB">
              <w:t>1</w:t>
            </w:r>
          </w:p>
          <w:p w14:paraId="255AFD6E" w14:textId="30BE8E2E" w:rsidR="008D7633" w:rsidRPr="00776EFB" w:rsidRDefault="008D7633" w:rsidP="007A5EB4">
            <w:pPr>
              <w:pStyle w:val="Formatvorlage2"/>
            </w:pPr>
            <w:r w:rsidRPr="00776EFB">
              <w:t xml:space="preserve">Wörter: </w:t>
            </w:r>
            <w:r w:rsidR="00776EFB" w:rsidRPr="00776EFB">
              <w:t>296</w:t>
            </w:r>
          </w:p>
          <w:p w14:paraId="2EB9331D" w14:textId="537BE31E" w:rsidR="008D7633" w:rsidRPr="00C33A1F" w:rsidRDefault="008D7633" w:rsidP="007A5EB4">
            <w:pPr>
              <w:pStyle w:val="Formatvorlage2"/>
            </w:pPr>
            <w:r w:rsidRPr="00776EFB">
              <w:t xml:space="preserve">Zeichen: </w:t>
            </w:r>
            <w:r w:rsidR="00776EFB" w:rsidRPr="00776EFB">
              <w:t>2 293</w:t>
            </w:r>
            <w:r w:rsidRPr="00776EFB">
              <w:br/>
              <w:t>(mit Leerzeichen)</w:t>
            </w:r>
          </w:p>
          <w:p w14:paraId="11EAA453" w14:textId="77777777" w:rsidR="008D7633" w:rsidRDefault="008D7633" w:rsidP="007A5EB4">
            <w:pPr>
              <w:pStyle w:val="Formatvorlage2"/>
            </w:pPr>
          </w:p>
          <w:p w14:paraId="71AEADE2" w14:textId="09DB97B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E8069F">
              <w:t>1</w:t>
            </w:r>
            <w:r>
              <w:t>.</w:t>
            </w:r>
            <w:r w:rsidR="00486878">
              <w:t>0</w:t>
            </w:r>
            <w:r w:rsidR="000F23DD">
              <w:t>2</w:t>
            </w:r>
            <w:r>
              <w:t>.20</w:t>
            </w:r>
            <w:r w:rsidR="00122FEC">
              <w:t>20</w:t>
            </w:r>
          </w:p>
          <w:p w14:paraId="5551BDF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ACCA22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EDF63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7763738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D8997" w14:textId="77777777" w:rsidR="00E134E6" w:rsidRDefault="00E134E6">
      <w:r>
        <w:separator/>
      </w:r>
    </w:p>
  </w:endnote>
  <w:endnote w:type="continuationSeparator" w:id="0">
    <w:p w14:paraId="2A8D647F" w14:textId="77777777" w:rsidR="00E134E6" w:rsidRDefault="00E1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E1CF" w14:textId="77777777" w:rsidR="007D725B" w:rsidRDefault="007D725B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10E57" w14:textId="77777777" w:rsidR="00E134E6" w:rsidRDefault="00E134E6">
      <w:r>
        <w:separator/>
      </w:r>
    </w:p>
  </w:footnote>
  <w:footnote w:type="continuationSeparator" w:id="0">
    <w:p w14:paraId="2F9D0714" w14:textId="77777777" w:rsidR="00E134E6" w:rsidRDefault="00E1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779E" w14:textId="77777777" w:rsidR="007D725B" w:rsidRDefault="007D725B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9B7D36" wp14:editId="351F4A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40030"/>
    <w:multiLevelType w:val="hybridMultilevel"/>
    <w:tmpl w:val="BD420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85F5B"/>
    <w:multiLevelType w:val="hybridMultilevel"/>
    <w:tmpl w:val="C8C0F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97492"/>
    <w:multiLevelType w:val="hybridMultilevel"/>
    <w:tmpl w:val="EEA488B6"/>
    <w:lvl w:ilvl="0" w:tplc="A3547A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B1"/>
    <w:rsid w:val="000024D9"/>
    <w:rsid w:val="00003256"/>
    <w:rsid w:val="0001449A"/>
    <w:rsid w:val="0001520C"/>
    <w:rsid w:val="00026907"/>
    <w:rsid w:val="00040EBF"/>
    <w:rsid w:val="0004447A"/>
    <w:rsid w:val="00047854"/>
    <w:rsid w:val="00064165"/>
    <w:rsid w:val="000675C7"/>
    <w:rsid w:val="0008200E"/>
    <w:rsid w:val="00090045"/>
    <w:rsid w:val="0009057B"/>
    <w:rsid w:val="00091225"/>
    <w:rsid w:val="00095303"/>
    <w:rsid w:val="000A1DF0"/>
    <w:rsid w:val="000A5CA3"/>
    <w:rsid w:val="000D0C02"/>
    <w:rsid w:val="000D2A27"/>
    <w:rsid w:val="000D4874"/>
    <w:rsid w:val="000E2555"/>
    <w:rsid w:val="000E424C"/>
    <w:rsid w:val="000F23DD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1711A"/>
    <w:rsid w:val="00253494"/>
    <w:rsid w:val="00254A9B"/>
    <w:rsid w:val="00255FE8"/>
    <w:rsid w:val="00272508"/>
    <w:rsid w:val="002769DE"/>
    <w:rsid w:val="002819C3"/>
    <w:rsid w:val="00295292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09D5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17FC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4A83"/>
    <w:rsid w:val="004176D4"/>
    <w:rsid w:val="00420F79"/>
    <w:rsid w:val="00422E48"/>
    <w:rsid w:val="004333E8"/>
    <w:rsid w:val="0044187A"/>
    <w:rsid w:val="00446899"/>
    <w:rsid w:val="00447689"/>
    <w:rsid w:val="0046235C"/>
    <w:rsid w:val="004629AD"/>
    <w:rsid w:val="00462F1A"/>
    <w:rsid w:val="004806AF"/>
    <w:rsid w:val="00486878"/>
    <w:rsid w:val="004A5480"/>
    <w:rsid w:val="004A7104"/>
    <w:rsid w:val="004B265F"/>
    <w:rsid w:val="004B5331"/>
    <w:rsid w:val="004B62AB"/>
    <w:rsid w:val="004C4FDA"/>
    <w:rsid w:val="004C503A"/>
    <w:rsid w:val="004D4777"/>
    <w:rsid w:val="004E057A"/>
    <w:rsid w:val="004E2322"/>
    <w:rsid w:val="004E2BD7"/>
    <w:rsid w:val="004E3AF9"/>
    <w:rsid w:val="00510191"/>
    <w:rsid w:val="00512D76"/>
    <w:rsid w:val="005254BE"/>
    <w:rsid w:val="00530A9B"/>
    <w:rsid w:val="00552DC0"/>
    <w:rsid w:val="0055550C"/>
    <w:rsid w:val="00556B09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1D26"/>
    <w:rsid w:val="005E3E61"/>
    <w:rsid w:val="005F2A75"/>
    <w:rsid w:val="005F3D5F"/>
    <w:rsid w:val="005F7B2E"/>
    <w:rsid w:val="00600EAC"/>
    <w:rsid w:val="00601695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5865"/>
    <w:rsid w:val="00656A7F"/>
    <w:rsid w:val="00656FEE"/>
    <w:rsid w:val="00667448"/>
    <w:rsid w:val="00682F9B"/>
    <w:rsid w:val="006866DF"/>
    <w:rsid w:val="006871F8"/>
    <w:rsid w:val="00690F74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F6F1B"/>
    <w:rsid w:val="00700D5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2AB2"/>
    <w:rsid w:val="00764AAC"/>
    <w:rsid w:val="007760DB"/>
    <w:rsid w:val="00776EFB"/>
    <w:rsid w:val="00782375"/>
    <w:rsid w:val="007871C1"/>
    <w:rsid w:val="0079193B"/>
    <w:rsid w:val="00794A4F"/>
    <w:rsid w:val="007A5EB4"/>
    <w:rsid w:val="007A6E1C"/>
    <w:rsid w:val="007C50D1"/>
    <w:rsid w:val="007C5C24"/>
    <w:rsid w:val="007D725B"/>
    <w:rsid w:val="007E2B7F"/>
    <w:rsid w:val="007E2C7F"/>
    <w:rsid w:val="007E34FE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3BFB"/>
    <w:rsid w:val="0085079E"/>
    <w:rsid w:val="00852D9D"/>
    <w:rsid w:val="00853823"/>
    <w:rsid w:val="00853E8D"/>
    <w:rsid w:val="00857800"/>
    <w:rsid w:val="0086386E"/>
    <w:rsid w:val="00866772"/>
    <w:rsid w:val="00871847"/>
    <w:rsid w:val="00882F8D"/>
    <w:rsid w:val="0088698F"/>
    <w:rsid w:val="00894ADF"/>
    <w:rsid w:val="008A6F1F"/>
    <w:rsid w:val="008B4855"/>
    <w:rsid w:val="008C3491"/>
    <w:rsid w:val="008C5079"/>
    <w:rsid w:val="008D2B30"/>
    <w:rsid w:val="008D3232"/>
    <w:rsid w:val="008D5D5C"/>
    <w:rsid w:val="008D7633"/>
    <w:rsid w:val="008F70C7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5CDB"/>
    <w:rsid w:val="0096600A"/>
    <w:rsid w:val="009734E0"/>
    <w:rsid w:val="009817CD"/>
    <w:rsid w:val="009A1060"/>
    <w:rsid w:val="009B067B"/>
    <w:rsid w:val="009B4822"/>
    <w:rsid w:val="009B5300"/>
    <w:rsid w:val="009B5DE9"/>
    <w:rsid w:val="009D0CC8"/>
    <w:rsid w:val="009D6C04"/>
    <w:rsid w:val="009E28F9"/>
    <w:rsid w:val="009E7597"/>
    <w:rsid w:val="009F6165"/>
    <w:rsid w:val="00A12A8B"/>
    <w:rsid w:val="00A14556"/>
    <w:rsid w:val="00A17D84"/>
    <w:rsid w:val="00A22DF2"/>
    <w:rsid w:val="00A23065"/>
    <w:rsid w:val="00A2339E"/>
    <w:rsid w:val="00A24651"/>
    <w:rsid w:val="00A25EB9"/>
    <w:rsid w:val="00A319B1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0808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35CC"/>
    <w:rsid w:val="00C96C1E"/>
    <w:rsid w:val="00CA66F5"/>
    <w:rsid w:val="00CA6BD1"/>
    <w:rsid w:val="00CA773D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64D0"/>
    <w:rsid w:val="00DA2153"/>
    <w:rsid w:val="00DA2662"/>
    <w:rsid w:val="00DB44DA"/>
    <w:rsid w:val="00DB4ACB"/>
    <w:rsid w:val="00DC032C"/>
    <w:rsid w:val="00DC1F2A"/>
    <w:rsid w:val="00DC6B43"/>
    <w:rsid w:val="00DE3025"/>
    <w:rsid w:val="00DF1C10"/>
    <w:rsid w:val="00DF1EE2"/>
    <w:rsid w:val="00DF4D95"/>
    <w:rsid w:val="00E03F6F"/>
    <w:rsid w:val="00E04C83"/>
    <w:rsid w:val="00E134E6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069F"/>
    <w:rsid w:val="00E954AC"/>
    <w:rsid w:val="00EA2954"/>
    <w:rsid w:val="00EA6926"/>
    <w:rsid w:val="00EA79E3"/>
    <w:rsid w:val="00EB511E"/>
    <w:rsid w:val="00EB632F"/>
    <w:rsid w:val="00EC1396"/>
    <w:rsid w:val="00ED2A77"/>
    <w:rsid w:val="00EE123F"/>
    <w:rsid w:val="00EE240B"/>
    <w:rsid w:val="00EF1115"/>
    <w:rsid w:val="00EF15B4"/>
    <w:rsid w:val="00EF2F06"/>
    <w:rsid w:val="00F0149D"/>
    <w:rsid w:val="00F05D3F"/>
    <w:rsid w:val="00F10E71"/>
    <w:rsid w:val="00F142BE"/>
    <w:rsid w:val="00F177AB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38DD"/>
    <w:rsid w:val="00F71E39"/>
    <w:rsid w:val="00F73478"/>
    <w:rsid w:val="00F800B6"/>
    <w:rsid w:val="00F82E34"/>
    <w:rsid w:val="00F84C8D"/>
    <w:rsid w:val="00FA07A1"/>
    <w:rsid w:val="00FA3E25"/>
    <w:rsid w:val="00FB5A18"/>
    <w:rsid w:val="00FB5A71"/>
    <w:rsid w:val="00FD07B9"/>
    <w:rsid w:val="00FD1510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3B98952"/>
  <w15:docId w15:val="{2DA72590-9EAD-4274-B2A5-C1C6A12F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909D-A4B5-49AC-AF38-CD326608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467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3408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8</cp:revision>
  <cp:lastPrinted>2007-09-03T14:44:00Z</cp:lastPrinted>
  <dcterms:created xsi:type="dcterms:W3CDTF">2020-02-11T08:09:00Z</dcterms:created>
  <dcterms:modified xsi:type="dcterms:W3CDTF">2020-02-11T12:48:00Z</dcterms:modified>
</cp:coreProperties>
</file>