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9034E6" w14:textId="22A50BAF" w:rsidR="005E1468" w:rsidRDefault="005051D8" w:rsidP="005E1468">
      <w:pPr>
        <w:pStyle w:val="berschrift2"/>
      </w:pPr>
      <w:r>
        <w:t>1.350 Euro für einen Treppenlift gespendet</w:t>
      </w:r>
    </w:p>
    <w:p w14:paraId="724A407B" w14:textId="145D6E74" w:rsidR="00A82224" w:rsidRDefault="005051D8" w:rsidP="00A82224">
      <w:pPr>
        <w:pStyle w:val="berschrift1"/>
      </w:pPr>
      <w:r>
        <w:t>SIEGENIA-Mitarbeiter unterstützen einen langjährigen Kollegen</w:t>
      </w:r>
    </w:p>
    <w:p w14:paraId="2598A24D" w14:textId="77777777" w:rsidR="005E1468" w:rsidRPr="00B55070" w:rsidRDefault="005E1468" w:rsidP="005E1468"/>
    <w:p w14:paraId="6B9721F0" w14:textId="59D4746B" w:rsidR="00A82224" w:rsidRDefault="00E31B1E" w:rsidP="005E1468">
      <w:r>
        <w:t>Zusammenhalt wird bei SIEGENIA großgeschrieben. Deshalb haben sich die Mitarbeiter des Unternehmens i</w:t>
      </w:r>
      <w:r w:rsidR="008E4237">
        <w:t>n einer standortübergreifenden Aktion für einen langjährigen Kollegen stark</w:t>
      </w:r>
      <w:r>
        <w:t xml:space="preserve"> gemacht</w:t>
      </w:r>
      <w:r w:rsidR="008E4237">
        <w:t xml:space="preserve">: Der Sohn von Stefan Haßler, </w:t>
      </w:r>
      <w:r w:rsidR="00DB2699">
        <w:t>Maschineneinrichter</w:t>
      </w:r>
      <w:r w:rsidR="008E4237">
        <w:t xml:space="preserve"> im Werk Hermeskeil, leidet unter einer schweren Muskelerkrankung, die die Bewegungsfähigkeit zunehmend beeinträchtigt. Bereits jetzt kann der fünfjährige Lars die zwölf Treppenstufen vor seinem Zuhause nur mit Unterstützung gehen. Für die Anschaffung eines Treppenlifts spend</w:t>
      </w:r>
      <w:r>
        <w:t xml:space="preserve">eten die Kolleginnen und Kollegen bei SIEGENIA insgesamt 1.350 Euro. </w:t>
      </w:r>
    </w:p>
    <w:p w14:paraId="02D8BBCB" w14:textId="139CE071" w:rsidR="00E31B1E" w:rsidRDefault="00413574" w:rsidP="00C84BEC">
      <w:pPr>
        <w:pStyle w:val="berschrift4"/>
      </w:pPr>
      <w:r>
        <w:t xml:space="preserve">Hilfe aus Hermeskeil und Niederdielfen </w:t>
      </w:r>
    </w:p>
    <w:p w14:paraId="79AFC39C" w14:textId="1A06D9EB" w:rsidR="008C1BFD" w:rsidRDefault="00E31B1E" w:rsidP="008C1BFD">
      <w:r>
        <w:t xml:space="preserve">Der Spendenbetrag setzt sich aus zwei Teilbeträgen zusammen. Zahlreiche Mitarbeiter folgten zum einen dem Spendenaufruf von Uwe Ziewers, Werkleiter PORTAL am Standort Hermeskeil. Von ihnen erhält Lars insgesamt 350 Euro. </w:t>
      </w:r>
      <w:r w:rsidR="008C1BFD">
        <w:t xml:space="preserve">Von einer Welle der Hilfsbereitschaft wurden auch die Kolleginnen und Kollegen am Hauptstandort in Niederdielfen gepackt. Dort hat die Unterstützung von Hilfsbedürftigen aus den Regionen eine lange Tradition. U. a. führen die Azubis dort jährlich eine große Verkaufsaktion durch, bei der sie die in der Vorweihnachtszeit </w:t>
      </w:r>
      <w:r w:rsidR="008C1BFD" w:rsidRPr="004D780D">
        <w:t xml:space="preserve">eingegangenen </w:t>
      </w:r>
      <w:r w:rsidR="008C1BFD">
        <w:t>Präsente</w:t>
      </w:r>
      <w:r w:rsidR="008C1BFD" w:rsidRPr="004D780D">
        <w:t xml:space="preserve"> zu </w:t>
      </w:r>
      <w:r w:rsidR="008C1BFD">
        <w:t xml:space="preserve">fairen </w:t>
      </w:r>
      <w:r w:rsidR="008C1BFD" w:rsidRPr="004D780D">
        <w:t xml:space="preserve">Preisen </w:t>
      </w:r>
      <w:r w:rsidR="008C1BFD">
        <w:t xml:space="preserve">anbieten. Den Erlös stockt Firmeninhaber Wieland Frank großzügig auf. Von ihnen erhält Lars Haßler eine Spende in Höhe von 1.000 Euro. </w:t>
      </w:r>
      <w:r w:rsidR="00413574">
        <w:t xml:space="preserve">Das schließt </w:t>
      </w:r>
      <w:r w:rsidR="008C1BFD">
        <w:t>die Einnahmen aus dem Verkauf des Weihnachtsbaumschmucks</w:t>
      </w:r>
      <w:r w:rsidR="00413574">
        <w:t xml:space="preserve"> ein</w:t>
      </w:r>
      <w:r w:rsidR="008C1BFD">
        <w:t xml:space="preserve">, den die Kinder aus der </w:t>
      </w:r>
      <w:r w:rsidR="0020190C">
        <w:t>Betriebskindertagesstätte SIEGENIA kids</w:t>
      </w:r>
      <w:r w:rsidR="0020190C">
        <w:t xml:space="preserve"> </w:t>
      </w:r>
      <w:r w:rsidR="008C1BFD">
        <w:t xml:space="preserve">zum Jahresende für den Tannenbaum im Verwaltungsgebäude gebastelt hatten. </w:t>
      </w:r>
    </w:p>
    <w:p w14:paraId="4066C3BC" w14:textId="65F7706D" w:rsidR="008C1BFD" w:rsidRDefault="008C1BFD" w:rsidP="008C1BFD"/>
    <w:p w14:paraId="60A0FB62" w14:textId="51F29A23" w:rsidR="008C1BFD" w:rsidRDefault="008C1BFD" w:rsidP="008C1BFD">
      <w:r>
        <w:t>Über die Hilfsbereitschaft seiner Kollegen freut sich Stefan Haßler: „</w:t>
      </w:r>
      <w:r w:rsidR="00FD07EA" w:rsidRPr="00957AA1">
        <w:rPr>
          <w:szCs w:val="20"/>
        </w:rPr>
        <w:t>Für Lars sind jetzt schon viele ganz normale Dinge des Alltags schwieriger als für andere Kinder.</w:t>
      </w:r>
      <w:r w:rsidR="00FD07EA">
        <w:rPr>
          <w:szCs w:val="20"/>
        </w:rPr>
        <w:t xml:space="preserve"> Neben diversen Umbaumaßnahmen im Haus haben wir bereits mehr als 10.000 Euro aus eigener Kraft für den Treppenlift aufgebracht, da dieser von der Krankenkasse nur zum Teil bezuschusst wird. Die beiden Spenden entlasten uns spürbar – es ist schön, den Zusammenhalt zu spüren.“</w:t>
      </w:r>
    </w:p>
    <w:p w14:paraId="71ED05E8" w14:textId="77777777" w:rsidR="008C1BFD" w:rsidRDefault="008C1BFD" w:rsidP="008C1BFD"/>
    <w:p w14:paraId="75D91AF5" w14:textId="77777777" w:rsidR="005E1468" w:rsidRPr="00B55070" w:rsidRDefault="005E1468" w:rsidP="005E1468"/>
    <w:p w14:paraId="24EC2623" w14:textId="789EA413" w:rsidR="005F3D5F" w:rsidRDefault="005F3D5F" w:rsidP="005E1468"/>
    <w:p w14:paraId="79096A8E" w14:textId="52FD851C" w:rsidR="00A53DFD" w:rsidRDefault="00A53DFD" w:rsidP="005E1468"/>
    <w:p w14:paraId="62E858AA" w14:textId="77777777" w:rsidR="00A53DFD" w:rsidRDefault="00A53DFD" w:rsidP="005E1468"/>
    <w:p w14:paraId="127FCD62" w14:textId="3C03CB65" w:rsidR="005E1468" w:rsidRDefault="005E1468" w:rsidP="005A7C57">
      <w:pPr>
        <w:pStyle w:val="berschrift4"/>
      </w:pPr>
      <w:r>
        <w:lastRenderedPageBreak/>
        <w:t>Bildunterschrift</w:t>
      </w:r>
    </w:p>
    <w:p w14:paraId="4BF6D2B6" w14:textId="77777777" w:rsidR="002A7F37" w:rsidRDefault="002A7F37" w:rsidP="002A7F37">
      <w:r>
        <w:t>Bildquelle: SIEGENIA</w:t>
      </w:r>
    </w:p>
    <w:p w14:paraId="56FE6D1A" w14:textId="77777777" w:rsidR="002A7F37" w:rsidRPr="002A7F37" w:rsidRDefault="002A7F37" w:rsidP="002A7F37"/>
    <w:p w14:paraId="79AC683E" w14:textId="65178A8B" w:rsidR="005E1468" w:rsidRPr="00D129AE" w:rsidRDefault="005E1468" w:rsidP="005E1468">
      <w:pPr>
        <w:rPr>
          <w:bCs/>
          <w:i/>
        </w:rPr>
      </w:pPr>
      <w:r w:rsidRPr="00D129AE">
        <w:rPr>
          <w:bCs/>
          <w:i/>
        </w:rPr>
        <w:t>Motiv: SI</w:t>
      </w:r>
      <w:r>
        <w:rPr>
          <w:bCs/>
          <w:i/>
        </w:rPr>
        <w:t>E</w:t>
      </w:r>
      <w:r w:rsidRPr="00D129AE">
        <w:rPr>
          <w:bCs/>
          <w:i/>
        </w:rPr>
        <w:t>_</w:t>
      </w:r>
      <w:r w:rsidR="004B568F">
        <w:rPr>
          <w:bCs/>
          <w:i/>
        </w:rPr>
        <w:t>Spendenübergabe_2020_Ein Treppenlift für Lars</w:t>
      </w:r>
      <w:r w:rsidRPr="00D129AE">
        <w:rPr>
          <w:bCs/>
          <w:i/>
        </w:rPr>
        <w:t xml:space="preserve">.jpg </w:t>
      </w:r>
    </w:p>
    <w:p w14:paraId="03119DFB" w14:textId="3AE05BC6" w:rsidR="00DB2699" w:rsidRPr="00A53DFD" w:rsidRDefault="00A53DFD" w:rsidP="00DB2699">
      <w:pPr>
        <w:rPr>
          <w:rFonts w:cs="Arial"/>
          <w:szCs w:val="20"/>
        </w:rPr>
      </w:pPr>
      <w:r>
        <w:t xml:space="preserve">„Ein Treppenlift für Lars“: Astrid Kammann </w:t>
      </w:r>
      <w:r>
        <w:t>(v.</w:t>
      </w:r>
      <w:r>
        <w:t xml:space="preserve"> </w:t>
      </w:r>
      <w:r>
        <w:t>l.)</w:t>
      </w:r>
      <w:r>
        <w:t xml:space="preserve">, Betriebsratsvorsitzende von SIEGENIA Hermeskeil, </w:t>
      </w:r>
      <w:r>
        <w:rPr>
          <w:rFonts w:cs="Arial"/>
          <w:szCs w:val="20"/>
        </w:rPr>
        <w:t>Jugendausbildungsvertreter</w:t>
      </w:r>
      <w:r>
        <w:rPr>
          <w:rFonts w:cs="Arial"/>
          <w:szCs w:val="20"/>
        </w:rPr>
        <w:t xml:space="preserve"> Chris Bommer, Werkleiter Uwe Ziewers, Stefan und Anne Haßler und Personalleiter Frank Keßler freuen sich über das Ergebnis der Spendenaktion bei SIEGENIA. Auch Lars Haßler (vorne, v. l.) und seine Geschwister Luis und Leo finden die Aktion großartig.</w:t>
      </w:r>
    </w:p>
    <w:p w14:paraId="55E66160" w14:textId="77777777" w:rsidR="00DB2699" w:rsidRPr="00A53DFD" w:rsidRDefault="00DB2699" w:rsidP="00DB2699">
      <w:pPr>
        <w:rPr>
          <w:rFonts w:cs="Arial"/>
          <w:szCs w:val="20"/>
        </w:rPr>
      </w:pPr>
    </w:p>
    <w:p w14:paraId="5DBF47DC" w14:textId="77777777" w:rsidR="005E1468" w:rsidRPr="00A53DFD" w:rsidRDefault="005E1468" w:rsidP="005E1468"/>
    <w:p w14:paraId="0E34AFA5" w14:textId="77777777" w:rsidR="008D7633" w:rsidRPr="00A53DFD" w:rsidRDefault="008D7633" w:rsidP="008D7633"/>
    <w:p w14:paraId="164315ED" w14:textId="5614D0AC" w:rsidR="008D7633" w:rsidRDefault="008D7633" w:rsidP="008D7633">
      <w:pPr>
        <w:rPr>
          <w:szCs w:val="20"/>
        </w:rPr>
      </w:pPr>
    </w:p>
    <w:p w14:paraId="77963544" w14:textId="13F2B29B" w:rsidR="0020190C" w:rsidRDefault="0020190C" w:rsidP="008D7633">
      <w:pPr>
        <w:rPr>
          <w:szCs w:val="20"/>
        </w:rPr>
      </w:pPr>
    </w:p>
    <w:p w14:paraId="60BAADD0" w14:textId="50B65637" w:rsidR="0020190C" w:rsidRDefault="0020190C" w:rsidP="008D7633">
      <w:pPr>
        <w:rPr>
          <w:szCs w:val="20"/>
        </w:rPr>
      </w:pPr>
    </w:p>
    <w:p w14:paraId="7E164F26" w14:textId="2E39F687" w:rsidR="0020190C" w:rsidRDefault="0020190C" w:rsidP="008D7633">
      <w:pPr>
        <w:rPr>
          <w:szCs w:val="20"/>
        </w:rPr>
      </w:pPr>
    </w:p>
    <w:p w14:paraId="00B36733" w14:textId="513435FF" w:rsidR="0020190C" w:rsidRDefault="0020190C" w:rsidP="008D7633">
      <w:pPr>
        <w:rPr>
          <w:szCs w:val="20"/>
        </w:rPr>
      </w:pPr>
    </w:p>
    <w:p w14:paraId="5B085598" w14:textId="31F15E23" w:rsidR="0020190C" w:rsidRDefault="0020190C" w:rsidP="008D7633">
      <w:pPr>
        <w:rPr>
          <w:szCs w:val="20"/>
        </w:rPr>
      </w:pPr>
    </w:p>
    <w:p w14:paraId="13B52E99" w14:textId="4A21A92F" w:rsidR="0020190C" w:rsidRDefault="0020190C" w:rsidP="008D7633">
      <w:pPr>
        <w:rPr>
          <w:szCs w:val="20"/>
        </w:rPr>
      </w:pPr>
    </w:p>
    <w:p w14:paraId="08645109" w14:textId="7711406E" w:rsidR="0020190C" w:rsidRDefault="0020190C" w:rsidP="008D7633">
      <w:pPr>
        <w:rPr>
          <w:szCs w:val="20"/>
        </w:rPr>
      </w:pPr>
    </w:p>
    <w:p w14:paraId="6BE1B8CA" w14:textId="235A52F3" w:rsidR="0020190C" w:rsidRDefault="0020190C" w:rsidP="008D7633">
      <w:pPr>
        <w:rPr>
          <w:szCs w:val="20"/>
        </w:rPr>
      </w:pPr>
    </w:p>
    <w:p w14:paraId="5B2D01AD" w14:textId="3853F087" w:rsidR="0020190C" w:rsidRDefault="0020190C" w:rsidP="008D7633">
      <w:pPr>
        <w:rPr>
          <w:szCs w:val="20"/>
        </w:rPr>
      </w:pPr>
    </w:p>
    <w:p w14:paraId="073F3FF1" w14:textId="6CD376A1" w:rsidR="0020190C" w:rsidRDefault="0020190C" w:rsidP="008D7633">
      <w:pPr>
        <w:rPr>
          <w:szCs w:val="20"/>
        </w:rPr>
      </w:pPr>
    </w:p>
    <w:p w14:paraId="6ADED82D" w14:textId="77777777" w:rsidR="0020190C" w:rsidRPr="00A53DFD" w:rsidRDefault="0020190C" w:rsidP="008D7633">
      <w:pPr>
        <w:rPr>
          <w:szCs w:val="20"/>
        </w:rPr>
      </w:pPr>
    </w:p>
    <w:p w14:paraId="26ACD56E" w14:textId="77777777" w:rsidR="008D7633" w:rsidRPr="00A53DFD" w:rsidRDefault="008D7633" w:rsidP="008D7633">
      <w:pPr>
        <w:rPr>
          <w:szCs w:val="20"/>
        </w:rPr>
      </w:pPr>
    </w:p>
    <w:p w14:paraId="4F849681" w14:textId="77777777" w:rsidR="008D7633" w:rsidRPr="00A53DFD" w:rsidRDefault="008D7633" w:rsidP="008D7633">
      <w:pPr>
        <w:rPr>
          <w:szCs w:val="20"/>
        </w:rPr>
      </w:pPr>
    </w:p>
    <w:p w14:paraId="2C8EBFE3" w14:textId="77777777" w:rsidR="008D7633" w:rsidRPr="00A53DFD" w:rsidRDefault="008D7633" w:rsidP="008D7633">
      <w:pPr>
        <w:rPr>
          <w:szCs w:val="20"/>
        </w:rPr>
      </w:pPr>
    </w:p>
    <w:p w14:paraId="7B6425F4" w14:textId="77777777" w:rsidR="008D7633" w:rsidRPr="00A53DFD" w:rsidRDefault="008D7633" w:rsidP="008D7633">
      <w:pPr>
        <w:rPr>
          <w:szCs w:val="20"/>
        </w:rPr>
      </w:pPr>
    </w:p>
    <w:p w14:paraId="4C10EE36" w14:textId="77777777" w:rsidR="008D7633" w:rsidRPr="00A53DFD"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6F1BB7A" w14:textId="77777777" w:rsidTr="0044187A">
        <w:tc>
          <w:tcPr>
            <w:tcW w:w="3348" w:type="dxa"/>
            <w:tcBorders>
              <w:top w:val="nil"/>
              <w:left w:val="nil"/>
              <w:bottom w:val="nil"/>
              <w:right w:val="nil"/>
            </w:tcBorders>
          </w:tcPr>
          <w:p w14:paraId="408F6F19" w14:textId="77777777" w:rsidR="008D7633" w:rsidRPr="0044187A" w:rsidRDefault="008D7633" w:rsidP="007A5EB4">
            <w:pPr>
              <w:pStyle w:val="Formatvorlage2"/>
              <w:rPr>
                <w:u w:val="single"/>
              </w:rPr>
            </w:pPr>
            <w:r w:rsidRPr="0044187A">
              <w:rPr>
                <w:u w:val="single"/>
              </w:rPr>
              <w:t>Herausgeber</w:t>
            </w:r>
          </w:p>
          <w:p w14:paraId="59A5F7FC" w14:textId="77777777" w:rsidR="008D7633" w:rsidRDefault="008D7633" w:rsidP="007A5EB4">
            <w:pPr>
              <w:pStyle w:val="Formatvorlage2"/>
            </w:pPr>
            <w:r>
              <w:t xml:space="preserve">SIEGENIA </w:t>
            </w:r>
            <w:r w:rsidR="00486878">
              <w:t>GRUPPE</w:t>
            </w:r>
          </w:p>
          <w:p w14:paraId="4F275996" w14:textId="77777777" w:rsidR="008D7633" w:rsidRDefault="008D7633" w:rsidP="007A5EB4">
            <w:pPr>
              <w:pStyle w:val="Formatvorlage2"/>
            </w:pPr>
            <w:r>
              <w:t>Marketing-Kommunikation</w:t>
            </w:r>
          </w:p>
          <w:p w14:paraId="33A49D92" w14:textId="77777777" w:rsidR="008D7633" w:rsidRDefault="008D7633" w:rsidP="007A5EB4">
            <w:pPr>
              <w:pStyle w:val="Formatvorlage2"/>
            </w:pPr>
            <w:r>
              <w:t>Industriestraße 1</w:t>
            </w:r>
            <w:r w:rsidR="000D0C02">
              <w:t>-</w:t>
            </w:r>
            <w:r>
              <w:t>3</w:t>
            </w:r>
          </w:p>
          <w:p w14:paraId="4D3DA7DB" w14:textId="77777777" w:rsidR="008D7633" w:rsidRDefault="008D7633" w:rsidP="007A5EB4">
            <w:pPr>
              <w:pStyle w:val="Formatvorlage2"/>
            </w:pPr>
            <w:r>
              <w:t>D - 57234 Wilnsdorf</w:t>
            </w:r>
          </w:p>
          <w:p w14:paraId="515D50C7" w14:textId="77777777" w:rsidR="008D7633" w:rsidRDefault="00FD182E" w:rsidP="007A5EB4">
            <w:pPr>
              <w:pStyle w:val="Formatvorlage2"/>
            </w:pPr>
            <w:r>
              <w:t xml:space="preserve">Tel.: </w:t>
            </w:r>
            <w:r w:rsidR="008D7633">
              <w:t>+49 271</w:t>
            </w:r>
            <w:r w:rsidR="0088698F">
              <w:t xml:space="preserve"> </w:t>
            </w:r>
            <w:r>
              <w:t>39</w:t>
            </w:r>
            <w:r w:rsidR="008D7633">
              <w:t>31-412</w:t>
            </w:r>
          </w:p>
          <w:p w14:paraId="03F0C26E" w14:textId="77777777" w:rsidR="008D7633" w:rsidRDefault="008D7633" w:rsidP="007A5EB4">
            <w:pPr>
              <w:pStyle w:val="Formatvorlage2"/>
            </w:pPr>
            <w:r>
              <w:t>Fax: +49 271</w:t>
            </w:r>
            <w:r w:rsidR="0088698F">
              <w:t xml:space="preserve"> </w:t>
            </w:r>
            <w:r>
              <w:t>3931-77412</w:t>
            </w:r>
          </w:p>
          <w:p w14:paraId="465FAB29"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5F361C62" w14:textId="77777777" w:rsidR="002E59D6" w:rsidRDefault="00510191" w:rsidP="007A5EB4">
            <w:pPr>
              <w:pStyle w:val="Formatvorlage2"/>
            </w:pPr>
            <w:r>
              <w:t>www.siegenia</w:t>
            </w:r>
            <w:r w:rsidR="008D7633">
              <w:t>.</w:t>
            </w:r>
            <w:r>
              <w:t>com</w:t>
            </w:r>
          </w:p>
          <w:p w14:paraId="39EBC94C"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5963F74" w14:textId="77777777" w:rsidR="008D7633" w:rsidRPr="0044187A" w:rsidRDefault="008D7633" w:rsidP="007A5EB4">
            <w:pPr>
              <w:pStyle w:val="Formatvorlage2"/>
              <w:rPr>
                <w:u w:val="single"/>
              </w:rPr>
            </w:pPr>
            <w:r w:rsidRPr="0044187A">
              <w:rPr>
                <w:u w:val="single"/>
              </w:rPr>
              <w:t>Redaktion / Ansprechpartner</w:t>
            </w:r>
          </w:p>
          <w:p w14:paraId="100D0CA0" w14:textId="77777777" w:rsidR="008D7633" w:rsidRDefault="008D7633" w:rsidP="007A5EB4">
            <w:pPr>
              <w:pStyle w:val="Formatvorlage2"/>
            </w:pPr>
            <w:r>
              <w:t>Kemper Kommunikation</w:t>
            </w:r>
          </w:p>
          <w:p w14:paraId="5FAA148A" w14:textId="77777777" w:rsidR="00122FEC" w:rsidRPr="00C33A1F" w:rsidRDefault="00122FEC" w:rsidP="00122FEC">
            <w:pPr>
              <w:pStyle w:val="Formatvorlage2"/>
            </w:pPr>
            <w:r>
              <w:t xml:space="preserve">Kirsten </w:t>
            </w:r>
            <w:r w:rsidRPr="00C33A1F">
              <w:t xml:space="preserve">Kemper </w:t>
            </w:r>
          </w:p>
          <w:p w14:paraId="1AE2D7BD" w14:textId="77777777" w:rsidR="00122FEC" w:rsidRPr="00C33A1F" w:rsidRDefault="00122FEC" w:rsidP="00122FEC">
            <w:pPr>
              <w:pStyle w:val="Formatvorlage2"/>
            </w:pPr>
            <w:r>
              <w:t>Am Milchbornbach 10</w:t>
            </w:r>
          </w:p>
          <w:p w14:paraId="0B7B2CD4"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0F737937"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5BFDEF4C" w14:textId="77777777" w:rsidR="008D7633" w:rsidRDefault="00716BDB" w:rsidP="007A5EB4">
            <w:pPr>
              <w:pStyle w:val="Formatvorlage2"/>
            </w:pPr>
            <w:r w:rsidRPr="004333E8">
              <w:t>www.kemper-kommunikation.de</w:t>
            </w:r>
          </w:p>
          <w:p w14:paraId="37D218EB" w14:textId="77777777" w:rsidR="00716BDB" w:rsidRPr="003F183E" w:rsidRDefault="00716BDB" w:rsidP="007A5EB4">
            <w:pPr>
              <w:pStyle w:val="Formatvorlage2"/>
            </w:pPr>
          </w:p>
        </w:tc>
        <w:tc>
          <w:tcPr>
            <w:tcW w:w="1800" w:type="dxa"/>
            <w:tcBorders>
              <w:top w:val="nil"/>
              <w:left w:val="nil"/>
              <w:bottom w:val="nil"/>
              <w:right w:val="nil"/>
            </w:tcBorders>
          </w:tcPr>
          <w:p w14:paraId="1212AED7" w14:textId="77777777" w:rsidR="008D7633" w:rsidRPr="0044187A" w:rsidRDefault="008D7633" w:rsidP="007A5EB4">
            <w:pPr>
              <w:pStyle w:val="Formatvorlage2"/>
              <w:rPr>
                <w:u w:val="single"/>
              </w:rPr>
            </w:pPr>
            <w:r w:rsidRPr="0044187A">
              <w:rPr>
                <w:u w:val="single"/>
              </w:rPr>
              <w:t>Text - Info</w:t>
            </w:r>
          </w:p>
          <w:p w14:paraId="71CA1BCF" w14:textId="35ED8D6F" w:rsidR="008D7633" w:rsidRPr="00C33A1F" w:rsidRDefault="008D7633" w:rsidP="007A5EB4">
            <w:pPr>
              <w:pStyle w:val="Formatvorlage2"/>
            </w:pPr>
            <w:r w:rsidRPr="00C33A1F">
              <w:t xml:space="preserve">Seite: </w:t>
            </w:r>
            <w:r w:rsidR="005051D8">
              <w:t>1</w:t>
            </w:r>
          </w:p>
          <w:p w14:paraId="7199CCC2" w14:textId="3A62BB56" w:rsidR="008D7633" w:rsidRPr="00C33A1F" w:rsidRDefault="008D7633" w:rsidP="007A5EB4">
            <w:pPr>
              <w:pStyle w:val="Formatvorlage2"/>
            </w:pPr>
            <w:r>
              <w:t>Wörter: 2</w:t>
            </w:r>
            <w:r w:rsidR="0020190C">
              <w:t>73</w:t>
            </w:r>
          </w:p>
          <w:p w14:paraId="3451125B" w14:textId="002F435E" w:rsidR="008D7633" w:rsidRPr="00C33A1F" w:rsidRDefault="008D7633" w:rsidP="007A5EB4">
            <w:pPr>
              <w:pStyle w:val="Formatvorlage2"/>
            </w:pPr>
            <w:r w:rsidRPr="00C33A1F">
              <w:t xml:space="preserve">Zeichen: </w:t>
            </w:r>
            <w:r w:rsidR="0020190C">
              <w:t>1 990</w:t>
            </w:r>
            <w:bookmarkStart w:id="0" w:name="_GoBack"/>
            <w:bookmarkEnd w:id="0"/>
            <w:r w:rsidRPr="00C33A1F">
              <w:br/>
              <w:t>(mit Leerzeichen)</w:t>
            </w:r>
          </w:p>
          <w:p w14:paraId="253A0BD8" w14:textId="77777777" w:rsidR="008D7633" w:rsidRDefault="008D7633" w:rsidP="007A5EB4">
            <w:pPr>
              <w:pStyle w:val="Formatvorlage2"/>
            </w:pPr>
          </w:p>
          <w:p w14:paraId="3EE52EB1" w14:textId="15287729" w:rsidR="008D7633" w:rsidRPr="00C33A1F" w:rsidRDefault="008D7633" w:rsidP="007A5EB4">
            <w:pPr>
              <w:pStyle w:val="Formatvorlage2"/>
            </w:pPr>
            <w:r>
              <w:t xml:space="preserve">erstellt am: </w:t>
            </w:r>
            <w:r w:rsidR="005051D8">
              <w:t>0</w:t>
            </w:r>
            <w:r w:rsidR="0020190C">
              <w:t>6</w:t>
            </w:r>
            <w:r>
              <w:t>.</w:t>
            </w:r>
            <w:r w:rsidR="00486878">
              <w:t>0</w:t>
            </w:r>
            <w:r w:rsidR="005051D8">
              <w:t>2</w:t>
            </w:r>
            <w:r>
              <w:t>.20</w:t>
            </w:r>
            <w:r w:rsidR="00122FEC">
              <w:t>20</w:t>
            </w:r>
          </w:p>
          <w:p w14:paraId="793D123E" w14:textId="77777777" w:rsidR="008D7633" w:rsidRPr="0044187A" w:rsidRDefault="008D7633" w:rsidP="007A5EB4">
            <w:pPr>
              <w:pStyle w:val="Formatvorlage2"/>
              <w:rPr>
                <w:szCs w:val="20"/>
              </w:rPr>
            </w:pPr>
          </w:p>
        </w:tc>
      </w:tr>
      <w:tr w:rsidR="008D7633" w:rsidRPr="0044187A" w14:paraId="31DC3F81" w14:textId="77777777" w:rsidTr="0044187A">
        <w:tc>
          <w:tcPr>
            <w:tcW w:w="8208" w:type="dxa"/>
            <w:gridSpan w:val="3"/>
            <w:tcBorders>
              <w:top w:val="nil"/>
              <w:left w:val="nil"/>
              <w:bottom w:val="nil"/>
              <w:right w:val="nil"/>
            </w:tcBorders>
          </w:tcPr>
          <w:p w14:paraId="72B200F9" w14:textId="77777777" w:rsidR="008D7633" w:rsidRPr="003F183E" w:rsidRDefault="008D7633" w:rsidP="007A5EB4">
            <w:pPr>
              <w:pStyle w:val="Formatvorlage2"/>
            </w:pPr>
            <w:r w:rsidRPr="003F183E">
              <w:t>Bei Veröffentlichung von Bild- oder Textmaterial bitten wir um Zusendung eines Belegexemplars.</w:t>
            </w:r>
          </w:p>
        </w:tc>
      </w:tr>
    </w:tbl>
    <w:p w14:paraId="697CF2D4"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0A26D" w14:textId="77777777" w:rsidR="00F05A5F" w:rsidRDefault="00F05A5F">
      <w:r>
        <w:separator/>
      </w:r>
    </w:p>
  </w:endnote>
  <w:endnote w:type="continuationSeparator" w:id="0">
    <w:p w14:paraId="48796412" w14:textId="77777777" w:rsidR="00F05A5F" w:rsidRDefault="00F05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A51A9" w14:textId="77777777" w:rsidR="00C84BEC" w:rsidRDefault="00C84BEC"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07166" w14:textId="77777777" w:rsidR="00F05A5F" w:rsidRDefault="00F05A5F">
      <w:r>
        <w:separator/>
      </w:r>
    </w:p>
  </w:footnote>
  <w:footnote w:type="continuationSeparator" w:id="0">
    <w:p w14:paraId="61AA6AAF" w14:textId="77777777" w:rsidR="00F05A5F" w:rsidRDefault="00F05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685DA" w14:textId="77777777" w:rsidR="00C84BEC" w:rsidRDefault="00C84BEC">
    <w:pPr>
      <w:pStyle w:val="Kopfzeile"/>
    </w:pPr>
    <w:r>
      <w:rPr>
        <w:noProof/>
      </w:rPr>
      <w:drawing>
        <wp:anchor distT="0" distB="0" distL="114300" distR="114300" simplePos="0" relativeHeight="251657728" behindDoc="1" locked="0" layoutInCell="1" allowOverlap="1" wp14:anchorId="60311977" wp14:editId="56AAC27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9EC2614"/>
    <w:multiLevelType w:val="hybridMultilevel"/>
    <w:tmpl w:val="D1AC6A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B60"/>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A56E2"/>
    <w:rsid w:val="001B7003"/>
    <w:rsid w:val="001C39FF"/>
    <w:rsid w:val="001D26E4"/>
    <w:rsid w:val="001E0780"/>
    <w:rsid w:val="001E1DA6"/>
    <w:rsid w:val="001F3432"/>
    <w:rsid w:val="0020190C"/>
    <w:rsid w:val="002046D3"/>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319B"/>
    <w:rsid w:val="00375A48"/>
    <w:rsid w:val="0038244F"/>
    <w:rsid w:val="0038276B"/>
    <w:rsid w:val="0038499F"/>
    <w:rsid w:val="003914C5"/>
    <w:rsid w:val="00392D5F"/>
    <w:rsid w:val="003954A0"/>
    <w:rsid w:val="003A1BA5"/>
    <w:rsid w:val="003D61A2"/>
    <w:rsid w:val="003E0D26"/>
    <w:rsid w:val="003E378F"/>
    <w:rsid w:val="00413574"/>
    <w:rsid w:val="004176D4"/>
    <w:rsid w:val="00420F79"/>
    <w:rsid w:val="004333E8"/>
    <w:rsid w:val="0044187A"/>
    <w:rsid w:val="00446899"/>
    <w:rsid w:val="00447689"/>
    <w:rsid w:val="0046235C"/>
    <w:rsid w:val="004629AD"/>
    <w:rsid w:val="004806AF"/>
    <w:rsid w:val="00486878"/>
    <w:rsid w:val="004B568F"/>
    <w:rsid w:val="004B62AB"/>
    <w:rsid w:val="004C4FDA"/>
    <w:rsid w:val="004C503A"/>
    <w:rsid w:val="004E057A"/>
    <w:rsid w:val="004E2322"/>
    <w:rsid w:val="004E2BD7"/>
    <w:rsid w:val="004E3AF9"/>
    <w:rsid w:val="005051D8"/>
    <w:rsid w:val="00510191"/>
    <w:rsid w:val="00521059"/>
    <w:rsid w:val="005254BE"/>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2AEC"/>
    <w:rsid w:val="00617358"/>
    <w:rsid w:val="00617D76"/>
    <w:rsid w:val="006279BD"/>
    <w:rsid w:val="00630405"/>
    <w:rsid w:val="00634A59"/>
    <w:rsid w:val="006446D6"/>
    <w:rsid w:val="00656A7F"/>
    <w:rsid w:val="00656FEE"/>
    <w:rsid w:val="00667448"/>
    <w:rsid w:val="006866DF"/>
    <w:rsid w:val="00692205"/>
    <w:rsid w:val="006944D9"/>
    <w:rsid w:val="006A033F"/>
    <w:rsid w:val="006A2FD7"/>
    <w:rsid w:val="006A65C3"/>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3B60"/>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1BFD"/>
    <w:rsid w:val="008C3491"/>
    <w:rsid w:val="008C5079"/>
    <w:rsid w:val="008D2B30"/>
    <w:rsid w:val="008D3232"/>
    <w:rsid w:val="008D7633"/>
    <w:rsid w:val="008E4237"/>
    <w:rsid w:val="00910883"/>
    <w:rsid w:val="0092580A"/>
    <w:rsid w:val="0093490C"/>
    <w:rsid w:val="0093664F"/>
    <w:rsid w:val="00943EB0"/>
    <w:rsid w:val="00945CA5"/>
    <w:rsid w:val="009553BC"/>
    <w:rsid w:val="009557EA"/>
    <w:rsid w:val="00957AA1"/>
    <w:rsid w:val="00963959"/>
    <w:rsid w:val="00963D60"/>
    <w:rsid w:val="0096600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53DFD"/>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4BEC"/>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2699"/>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1B1E"/>
    <w:rsid w:val="00E34020"/>
    <w:rsid w:val="00E3479A"/>
    <w:rsid w:val="00E6313B"/>
    <w:rsid w:val="00E66783"/>
    <w:rsid w:val="00E76C0B"/>
    <w:rsid w:val="00E76D9B"/>
    <w:rsid w:val="00E77789"/>
    <w:rsid w:val="00E80515"/>
    <w:rsid w:val="00E954AC"/>
    <w:rsid w:val="00EA2954"/>
    <w:rsid w:val="00EB3771"/>
    <w:rsid w:val="00EB511E"/>
    <w:rsid w:val="00EB632F"/>
    <w:rsid w:val="00EC1396"/>
    <w:rsid w:val="00EE123F"/>
    <w:rsid w:val="00EF15B4"/>
    <w:rsid w:val="00EF2F06"/>
    <w:rsid w:val="00F0149D"/>
    <w:rsid w:val="00F05A5F"/>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07EA"/>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51194E"/>
  <w15:docId w15:val="{76D4F319-3CCB-4C12-B5D0-F5B4E39CC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90633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435</Words>
  <Characters>2744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3173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2020-02-05T14:33:00Z</dcterms:created>
  <dcterms:modified xsi:type="dcterms:W3CDTF">2020-02-05T15:10:00Z</dcterms:modified>
</cp:coreProperties>
</file>